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8E780C6" w14:textId="77777777" w:rsidR="000D79BC" w:rsidRPr="00EA2CF7" w:rsidRDefault="000D79BC" w:rsidP="000D79BC">
      <w:pPr>
        <w:pStyle w:val="a3"/>
        <w:ind w:firstLine="7440"/>
        <w:rPr>
          <w:rFonts w:ascii="Times New Roman" w:hAnsi="Times New Roman"/>
          <w:color w:val="000000"/>
          <w:sz w:val="16"/>
        </w:rPr>
      </w:pPr>
      <w:bookmarkStart w:id="0" w:name="F6A"/>
      <w:r>
        <w:rPr>
          <w:rFonts w:ascii="Times New Roman" w:hAnsi="Times New Roman"/>
          <w:color w:val="000000"/>
          <w:sz w:val="16"/>
        </w:rPr>
        <w:t xml:space="preserve">Согласно </w:t>
      </w:r>
      <w:proofErr w:type="spellStart"/>
      <w:r>
        <w:rPr>
          <w:rFonts w:ascii="Times New Roman" w:hAnsi="Times New Roman"/>
          <w:color w:val="000000"/>
          <w:sz w:val="16"/>
        </w:rPr>
        <w:t>письмуМинсельхозпрода</w:t>
      </w:r>
      <w:proofErr w:type="spellEnd"/>
      <w:r>
        <w:rPr>
          <w:rFonts w:ascii="Times New Roman" w:hAnsi="Times New Roman"/>
          <w:color w:val="000000"/>
          <w:sz w:val="16"/>
        </w:rPr>
        <w:t xml:space="preserve"> РБ </w:t>
      </w:r>
    </w:p>
    <w:p w14:paraId="7444071D" w14:textId="77777777" w:rsidR="000D79BC" w:rsidRPr="00923D2F" w:rsidRDefault="000D79BC" w:rsidP="000D79BC">
      <w:pPr>
        <w:pStyle w:val="a3"/>
        <w:ind w:firstLine="7440"/>
        <w:rPr>
          <w:rFonts w:ascii="Times New Roman" w:hAnsi="Times New Roman"/>
          <w:color w:val="000000"/>
          <w:sz w:val="16"/>
        </w:rPr>
      </w:pPr>
      <w:r>
        <w:rPr>
          <w:rFonts w:ascii="Times New Roman" w:hAnsi="Times New Roman"/>
          <w:color w:val="000000"/>
          <w:sz w:val="16"/>
        </w:rPr>
        <w:t xml:space="preserve">для </w:t>
      </w:r>
      <w:r>
        <w:rPr>
          <w:rFonts w:ascii="Times New Roman" w:hAnsi="Times New Roman"/>
          <w:sz w:val="16"/>
          <w:szCs w:val="16"/>
        </w:rPr>
        <w:t>годовой</w:t>
      </w:r>
      <w:r w:rsidRPr="002322F0">
        <w:rPr>
          <w:rFonts w:ascii="Times New Roman" w:hAnsi="Times New Roman"/>
          <w:sz w:val="16"/>
          <w:szCs w:val="16"/>
        </w:rPr>
        <w:t xml:space="preserve"> отчетности </w:t>
      </w:r>
      <w:r>
        <w:rPr>
          <w:rFonts w:ascii="Times New Roman" w:hAnsi="Times New Roman"/>
          <w:sz w:val="16"/>
          <w:szCs w:val="16"/>
        </w:rPr>
        <w:t xml:space="preserve">за </w:t>
      </w:r>
      <w:r w:rsidRPr="002322F0">
        <w:rPr>
          <w:rFonts w:ascii="Times New Roman" w:hAnsi="Times New Roman"/>
          <w:sz w:val="16"/>
          <w:szCs w:val="16"/>
        </w:rPr>
        <w:t>201</w:t>
      </w:r>
      <w:r w:rsidR="007874CC" w:rsidRPr="007874CC">
        <w:rPr>
          <w:rFonts w:ascii="Times New Roman" w:hAnsi="Times New Roman"/>
          <w:sz w:val="16"/>
          <w:szCs w:val="16"/>
        </w:rPr>
        <w:t>9</w:t>
      </w:r>
      <w:r w:rsidRPr="002322F0">
        <w:rPr>
          <w:rFonts w:ascii="Times New Roman" w:hAnsi="Times New Roman"/>
          <w:sz w:val="16"/>
          <w:szCs w:val="16"/>
        </w:rPr>
        <w:t>г</w:t>
      </w:r>
      <w:r>
        <w:rPr>
          <w:rFonts w:ascii="Times New Roman" w:hAnsi="Times New Roman"/>
          <w:sz w:val="16"/>
          <w:szCs w:val="16"/>
        </w:rPr>
        <w:t>.</w:t>
      </w:r>
    </w:p>
    <w:p w14:paraId="70D1E5E8" w14:textId="77777777" w:rsidR="000D79BC" w:rsidRPr="00923D2F" w:rsidRDefault="000D79BC" w:rsidP="000D79BC">
      <w:pPr>
        <w:pStyle w:val="a3"/>
        <w:jc w:val="right"/>
        <w:outlineLvl w:val="0"/>
        <w:rPr>
          <w:rFonts w:ascii="Times New Roman" w:hAnsi="Times New Roman"/>
        </w:rPr>
      </w:pPr>
    </w:p>
    <w:p w14:paraId="3F6DF795" w14:textId="77777777" w:rsidR="000D79BC" w:rsidRPr="00923D2F" w:rsidRDefault="000D79BC" w:rsidP="000D79BC">
      <w:pPr>
        <w:pStyle w:val="a3"/>
        <w:jc w:val="right"/>
        <w:outlineLvl w:val="0"/>
        <w:rPr>
          <w:rFonts w:ascii="Times New Roman" w:hAnsi="Times New Roman"/>
        </w:rPr>
      </w:pPr>
    </w:p>
    <w:p w14:paraId="78BFE42B" w14:textId="77777777" w:rsidR="000D79BC" w:rsidRPr="00923D2F" w:rsidRDefault="000D79BC" w:rsidP="000D79BC">
      <w:pPr>
        <w:pStyle w:val="a3"/>
        <w:jc w:val="right"/>
        <w:outlineLvl w:val="0"/>
        <w:rPr>
          <w:rFonts w:ascii="Times New Roman" w:hAnsi="Times New Roman"/>
        </w:rPr>
      </w:pPr>
    </w:p>
    <w:p w14:paraId="74A14C0A" w14:textId="77777777" w:rsidR="000D79BC" w:rsidRPr="00923D2F" w:rsidRDefault="000D79BC" w:rsidP="000D79BC">
      <w:pPr>
        <w:pStyle w:val="a3"/>
        <w:jc w:val="right"/>
        <w:outlineLvl w:val="0"/>
        <w:rPr>
          <w:rFonts w:ascii="Times New Roman" w:hAnsi="Times New Roman"/>
        </w:rPr>
      </w:pPr>
      <w:r w:rsidRPr="00923D2F">
        <w:rPr>
          <w:rFonts w:ascii="Times New Roman" w:hAnsi="Times New Roman"/>
        </w:rPr>
        <w:t>К О Д Ы</w:t>
      </w:r>
    </w:p>
    <w:p w14:paraId="6AEF16BD" w14:textId="77777777" w:rsidR="000D79BC" w:rsidRPr="00923D2F" w:rsidRDefault="000D79BC" w:rsidP="000D79BC">
      <w:pPr>
        <w:pStyle w:val="a3"/>
        <w:outlineLvl w:val="0"/>
        <w:rPr>
          <w:rFonts w:ascii="Times New Roman" w:hAnsi="Times New Roman"/>
          <w:b/>
          <w:sz w:val="24"/>
          <w:szCs w:val="24"/>
        </w:rPr>
      </w:pPr>
      <w:proofErr w:type="gramStart"/>
      <w:r w:rsidRPr="00923D2F">
        <w:rPr>
          <w:rFonts w:ascii="Times New Roman" w:hAnsi="Times New Roman"/>
          <w:b/>
          <w:sz w:val="24"/>
          <w:szCs w:val="24"/>
        </w:rPr>
        <w:t xml:space="preserve">Организация  </w:t>
      </w:r>
      <w:bookmarkStart w:id="1" w:name="title5"/>
      <w:bookmarkEnd w:id="1"/>
      <w:r w:rsidR="003A5AFC" w:rsidRPr="00AC6BE4">
        <w:rPr>
          <w:rFonts w:ascii="Times New Roman" w:hAnsi="Times New Roman"/>
          <w:b/>
          <w:sz w:val="24"/>
          <w:szCs w:val="24"/>
        </w:rPr>
        <w:t>ОАО</w:t>
      </w:r>
      <w:proofErr w:type="gramEnd"/>
      <w:r w:rsidR="003A5AFC">
        <w:rPr>
          <w:rFonts w:ascii="Times New Roman" w:hAnsi="Times New Roman"/>
          <w:b/>
          <w:sz w:val="24"/>
          <w:szCs w:val="24"/>
        </w:rPr>
        <w:t xml:space="preserve"> "ЖАТЕРЕВО"</w:t>
      </w:r>
    </w:p>
    <w:p w14:paraId="71483B48" w14:textId="77777777" w:rsidR="000D79BC" w:rsidRPr="00923D2F" w:rsidRDefault="009D6E05" w:rsidP="000D79BC">
      <w:pPr>
        <w:pStyle w:val="a3"/>
        <w:outlineLvl w:val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</w:rPr>
        <w:pict w14:anchorId="5B0893A2">
          <v:shapetype id="_x0000_t202" coordsize="21600,21600" o:spt="202" path="m,l,21600r21600,l21600,xe">
            <v:stroke joinstyle="miter"/>
            <v:path gradientshapeok="t" o:connecttype="rect"/>
          </v:shapetype>
          <v:shape id="Text Box 20" o:spid="_x0000_s1026" type="#_x0000_t202" style="position:absolute;margin-left:418.25pt;margin-top:-10.25pt;width:105.35pt;height:132.15pt;z-index:2516618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" o:allowincell="f" stroked="f">
            <v:textbox>
              <w:txbxContent>
                <w:tbl>
                  <w:tblPr>
                    <w:tblW w:w="1713" w:type="dxa"/>
                    <w:jc w:val="center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1713"/>
                  </w:tblGrid>
                  <w:tr w:rsidR="009D6E05" w14:paraId="3DCDC280" w14:textId="77777777">
                    <w:trPr>
                      <w:trHeight w:val="567"/>
                      <w:jc w:val="center"/>
                    </w:trPr>
                    <w:tc>
                      <w:tcPr>
                        <w:tcW w:w="1713" w:type="dxa"/>
                      </w:tcPr>
                      <w:p w14:paraId="635E902C" w14:textId="77777777" w:rsidR="009D6E05" w:rsidRDefault="009D6E05">
                        <w:pPr>
                          <w:rPr>
                            <w:lang w:val="en-US"/>
                          </w:rPr>
                        </w:pPr>
                      </w:p>
                    </w:tc>
                  </w:tr>
                  <w:tr w:rsidR="009D6E05" w14:paraId="60613B8E" w14:textId="77777777">
                    <w:trPr>
                      <w:trHeight w:val="567"/>
                      <w:jc w:val="center"/>
                    </w:trPr>
                    <w:tc>
                      <w:tcPr>
                        <w:tcW w:w="1713" w:type="dxa"/>
                      </w:tcPr>
                      <w:p w14:paraId="19AB6C2A" w14:textId="77777777" w:rsidR="009D6E05" w:rsidRDefault="009D6E05">
                        <w:pPr>
                          <w:rPr>
                            <w:lang w:val="en-US"/>
                          </w:rPr>
                        </w:pPr>
                      </w:p>
                    </w:tc>
                  </w:tr>
                  <w:tr w:rsidR="009D6E05" w14:paraId="05D30349" w14:textId="77777777">
                    <w:trPr>
                      <w:trHeight w:val="567"/>
                      <w:jc w:val="center"/>
                    </w:trPr>
                    <w:tc>
                      <w:tcPr>
                        <w:tcW w:w="1713" w:type="dxa"/>
                      </w:tcPr>
                      <w:p w14:paraId="0D36AE8D" w14:textId="77777777" w:rsidR="009D6E05" w:rsidRDefault="009D6E05"/>
                    </w:tc>
                  </w:tr>
                  <w:tr w:rsidR="009D6E05" w14:paraId="0CC0273F" w14:textId="77777777">
                    <w:trPr>
                      <w:trHeight w:val="567"/>
                      <w:jc w:val="center"/>
                    </w:trPr>
                    <w:tc>
                      <w:tcPr>
                        <w:tcW w:w="1713" w:type="dxa"/>
                      </w:tcPr>
                      <w:p w14:paraId="0B31B382" w14:textId="77777777" w:rsidR="009D6E05" w:rsidRDefault="009D6E05"/>
                    </w:tc>
                  </w:tr>
                </w:tbl>
                <w:p w14:paraId="42AE4506" w14:textId="77777777" w:rsidR="009D6E05" w:rsidRPr="001F0920" w:rsidRDefault="009D6E05" w:rsidP="000D79BC">
                  <w:pPr>
                    <w:rPr>
                      <w:lang w:val="en-US"/>
                    </w:rPr>
                  </w:pPr>
                </w:p>
              </w:txbxContent>
            </v:textbox>
          </v:shape>
        </w:pict>
      </w:r>
    </w:p>
    <w:p w14:paraId="7B172546" w14:textId="77777777" w:rsidR="000D79BC" w:rsidRPr="00923D2F" w:rsidRDefault="000D79BC" w:rsidP="000D79BC">
      <w:pPr>
        <w:pStyle w:val="a3"/>
        <w:tabs>
          <w:tab w:val="left" w:pos="6379"/>
        </w:tabs>
        <w:outlineLvl w:val="0"/>
        <w:rPr>
          <w:rFonts w:ascii="Times New Roman" w:hAnsi="Times New Roman"/>
          <w:b/>
          <w:sz w:val="24"/>
          <w:szCs w:val="24"/>
        </w:rPr>
      </w:pPr>
    </w:p>
    <w:p w14:paraId="41FDF2D4" w14:textId="77777777" w:rsidR="000D79BC" w:rsidRPr="00923D2F" w:rsidRDefault="000D79BC" w:rsidP="000D79BC">
      <w:pPr>
        <w:pStyle w:val="a3"/>
        <w:tabs>
          <w:tab w:val="left" w:pos="6379"/>
        </w:tabs>
        <w:outlineLvl w:val="0"/>
        <w:rPr>
          <w:rFonts w:ascii="Times New Roman" w:hAnsi="Times New Roman"/>
          <w:sz w:val="24"/>
          <w:szCs w:val="24"/>
        </w:rPr>
      </w:pPr>
      <w:r w:rsidRPr="00923D2F">
        <w:rPr>
          <w:rFonts w:ascii="Times New Roman" w:hAnsi="Times New Roman"/>
          <w:b/>
          <w:sz w:val="24"/>
          <w:szCs w:val="24"/>
        </w:rPr>
        <w:t xml:space="preserve">Вид </w:t>
      </w:r>
      <w:proofErr w:type="gramStart"/>
      <w:r w:rsidRPr="00923D2F">
        <w:rPr>
          <w:rFonts w:ascii="Times New Roman" w:hAnsi="Times New Roman"/>
          <w:b/>
          <w:sz w:val="24"/>
          <w:szCs w:val="24"/>
        </w:rPr>
        <w:t xml:space="preserve">деятельности  </w:t>
      </w:r>
      <w:bookmarkStart w:id="2" w:name="activity"/>
      <w:bookmarkEnd w:id="2"/>
      <w:r w:rsidR="003A5AFC">
        <w:rPr>
          <w:rFonts w:ascii="Times New Roman" w:hAnsi="Times New Roman"/>
          <w:b/>
          <w:sz w:val="24"/>
          <w:szCs w:val="24"/>
        </w:rPr>
        <w:t>СЕЛЬСКОЕ</w:t>
      </w:r>
      <w:proofErr w:type="gramEnd"/>
      <w:r w:rsidR="003A5AFC">
        <w:rPr>
          <w:rFonts w:ascii="Times New Roman" w:hAnsi="Times New Roman"/>
          <w:b/>
          <w:sz w:val="24"/>
          <w:szCs w:val="24"/>
        </w:rPr>
        <w:t xml:space="preserve"> ХОЗЯЙСТВО</w:t>
      </w:r>
    </w:p>
    <w:p w14:paraId="4659875B" w14:textId="77777777" w:rsidR="000D79BC" w:rsidRPr="00923D2F" w:rsidRDefault="000D79BC" w:rsidP="000D79BC">
      <w:pPr>
        <w:pStyle w:val="a3"/>
        <w:rPr>
          <w:rFonts w:ascii="Times New Roman" w:hAnsi="Times New Roman"/>
          <w:sz w:val="24"/>
          <w:szCs w:val="24"/>
        </w:rPr>
      </w:pPr>
    </w:p>
    <w:p w14:paraId="73AA8DD0" w14:textId="77777777" w:rsidR="000D79BC" w:rsidRPr="00923D2F" w:rsidRDefault="000D79BC" w:rsidP="000D79BC">
      <w:pPr>
        <w:pStyle w:val="a3"/>
        <w:rPr>
          <w:rFonts w:ascii="Times New Roman" w:hAnsi="Times New Roman"/>
          <w:sz w:val="24"/>
          <w:szCs w:val="24"/>
        </w:rPr>
      </w:pPr>
    </w:p>
    <w:p w14:paraId="710F6A02" w14:textId="77777777" w:rsidR="000D79BC" w:rsidRPr="00672AE1" w:rsidRDefault="000D79BC" w:rsidP="000D79BC">
      <w:pPr>
        <w:pStyle w:val="a3"/>
        <w:outlineLvl w:val="0"/>
        <w:rPr>
          <w:rFonts w:ascii="Times New Roman" w:hAnsi="Times New Roman"/>
          <w:sz w:val="24"/>
          <w:szCs w:val="24"/>
        </w:rPr>
      </w:pPr>
      <w:proofErr w:type="spellStart"/>
      <w:r w:rsidRPr="00923D2F">
        <w:rPr>
          <w:rFonts w:ascii="Times New Roman" w:hAnsi="Times New Roman"/>
          <w:b/>
          <w:sz w:val="24"/>
          <w:szCs w:val="24"/>
        </w:rPr>
        <w:t>Оpганизационно</w:t>
      </w:r>
      <w:proofErr w:type="spellEnd"/>
      <w:r w:rsidRPr="00923D2F">
        <w:rPr>
          <w:rFonts w:ascii="Times New Roman" w:hAnsi="Times New Roman"/>
          <w:b/>
          <w:sz w:val="24"/>
          <w:szCs w:val="24"/>
        </w:rPr>
        <w:t xml:space="preserve">-правовая форма: </w:t>
      </w:r>
      <w:bookmarkStart w:id="3" w:name="prop_kind"/>
      <w:bookmarkEnd w:id="3"/>
      <w:r w:rsidR="003A5AFC">
        <w:rPr>
          <w:rFonts w:ascii="Times New Roman" w:hAnsi="Times New Roman"/>
          <w:b/>
          <w:sz w:val="24"/>
          <w:szCs w:val="24"/>
        </w:rPr>
        <w:t>КОММУНАЛЬНАЯ</w:t>
      </w:r>
    </w:p>
    <w:p w14:paraId="7762BBE5" w14:textId="77777777" w:rsidR="000D79BC" w:rsidRPr="00923D2F" w:rsidRDefault="000D79BC" w:rsidP="000D79BC">
      <w:pPr>
        <w:pStyle w:val="a3"/>
        <w:rPr>
          <w:rFonts w:ascii="Times New Roman" w:hAnsi="Times New Roman"/>
          <w:sz w:val="24"/>
          <w:szCs w:val="24"/>
        </w:rPr>
      </w:pPr>
    </w:p>
    <w:p w14:paraId="21CF330F" w14:textId="77777777" w:rsidR="000D79BC" w:rsidRPr="00923D2F" w:rsidRDefault="000D79BC" w:rsidP="000D79BC">
      <w:pPr>
        <w:pStyle w:val="a3"/>
        <w:outlineLvl w:val="0"/>
        <w:rPr>
          <w:rFonts w:ascii="Times New Roman" w:hAnsi="Times New Roman"/>
          <w:b/>
          <w:sz w:val="24"/>
          <w:szCs w:val="24"/>
        </w:rPr>
      </w:pPr>
    </w:p>
    <w:p w14:paraId="24E68B76" w14:textId="77777777" w:rsidR="000D79BC" w:rsidRPr="00672AE1" w:rsidRDefault="000D79BC" w:rsidP="000D79BC">
      <w:pPr>
        <w:pStyle w:val="a3"/>
        <w:outlineLvl w:val="0"/>
        <w:rPr>
          <w:rFonts w:ascii="Times New Roman" w:hAnsi="Times New Roman"/>
          <w:b/>
          <w:sz w:val="24"/>
          <w:szCs w:val="24"/>
        </w:rPr>
      </w:pPr>
      <w:r w:rsidRPr="00923D2F">
        <w:rPr>
          <w:rFonts w:ascii="Times New Roman" w:hAnsi="Times New Roman"/>
          <w:b/>
          <w:sz w:val="24"/>
          <w:szCs w:val="24"/>
        </w:rPr>
        <w:t xml:space="preserve">Орган управления:  </w:t>
      </w:r>
    </w:p>
    <w:p w14:paraId="3B80EC82" w14:textId="77777777" w:rsidR="000D79BC" w:rsidRPr="00923D2F" w:rsidRDefault="000D79BC" w:rsidP="000D79BC">
      <w:pPr>
        <w:pStyle w:val="a3"/>
        <w:rPr>
          <w:rFonts w:ascii="Times New Roman" w:hAnsi="Times New Roman"/>
          <w:sz w:val="24"/>
          <w:szCs w:val="24"/>
        </w:rPr>
      </w:pPr>
    </w:p>
    <w:p w14:paraId="5BFE0B5F" w14:textId="77777777" w:rsidR="000D79BC" w:rsidRPr="00923D2F" w:rsidRDefault="000D79BC" w:rsidP="000D79BC">
      <w:pPr>
        <w:pStyle w:val="a3"/>
        <w:rPr>
          <w:rFonts w:ascii="Times New Roman" w:hAnsi="Times New Roman"/>
          <w:sz w:val="24"/>
          <w:szCs w:val="24"/>
        </w:rPr>
      </w:pPr>
    </w:p>
    <w:p w14:paraId="3C0714AD" w14:textId="77777777" w:rsidR="000D79BC" w:rsidRPr="00B305F0" w:rsidRDefault="000D79BC" w:rsidP="000D79BC">
      <w:pPr>
        <w:pStyle w:val="a3"/>
        <w:rPr>
          <w:rFonts w:ascii="Times New Roman" w:hAnsi="Times New Roman"/>
          <w:b/>
          <w:sz w:val="24"/>
          <w:szCs w:val="24"/>
        </w:rPr>
      </w:pPr>
      <w:r w:rsidRPr="00923D2F">
        <w:rPr>
          <w:rFonts w:ascii="Times New Roman" w:hAnsi="Times New Roman"/>
          <w:b/>
          <w:sz w:val="24"/>
          <w:szCs w:val="24"/>
        </w:rPr>
        <w:t>Единица измерения:</w:t>
      </w:r>
      <w:r>
        <w:rPr>
          <w:rFonts w:ascii="Times New Roman" w:hAnsi="Times New Roman"/>
          <w:b/>
          <w:sz w:val="24"/>
          <w:szCs w:val="24"/>
        </w:rPr>
        <w:t xml:space="preserve"> тыс</w:t>
      </w:r>
      <w:r w:rsidRPr="000D79BC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</w:rPr>
        <w:t xml:space="preserve"> руб</w:t>
      </w:r>
      <w:r w:rsidRPr="000D79BC">
        <w:rPr>
          <w:rFonts w:ascii="Times New Roman" w:hAnsi="Times New Roman"/>
          <w:b/>
          <w:sz w:val="24"/>
          <w:szCs w:val="24"/>
        </w:rPr>
        <w:t>.</w:t>
      </w:r>
    </w:p>
    <w:p w14:paraId="76B11087" w14:textId="77777777" w:rsidR="000D79BC" w:rsidRPr="00923D2F" w:rsidRDefault="000D79BC" w:rsidP="000D79BC">
      <w:pPr>
        <w:pStyle w:val="a3"/>
        <w:rPr>
          <w:rFonts w:ascii="Times New Roman" w:hAnsi="Times New Roman"/>
          <w:sz w:val="24"/>
          <w:szCs w:val="24"/>
        </w:rPr>
      </w:pPr>
    </w:p>
    <w:p w14:paraId="01D40987" w14:textId="77777777" w:rsidR="000D79BC" w:rsidRPr="00923D2F" w:rsidRDefault="000D79BC" w:rsidP="000D79BC">
      <w:pPr>
        <w:pStyle w:val="a3"/>
        <w:rPr>
          <w:rFonts w:ascii="Times New Roman" w:hAnsi="Times New Roman"/>
          <w:sz w:val="24"/>
          <w:szCs w:val="24"/>
        </w:rPr>
      </w:pPr>
    </w:p>
    <w:p w14:paraId="3E7E2489" w14:textId="77777777" w:rsidR="000D79BC" w:rsidRPr="00923D2F" w:rsidRDefault="000D79BC" w:rsidP="000D79BC">
      <w:pPr>
        <w:pStyle w:val="a3"/>
        <w:outlineLvl w:val="0"/>
        <w:rPr>
          <w:rFonts w:ascii="Times New Roman" w:hAnsi="Times New Roman"/>
          <w:sz w:val="24"/>
          <w:szCs w:val="24"/>
        </w:rPr>
      </w:pPr>
      <w:r w:rsidRPr="00923D2F">
        <w:rPr>
          <w:rFonts w:ascii="Times New Roman" w:hAnsi="Times New Roman"/>
          <w:b/>
          <w:sz w:val="24"/>
          <w:szCs w:val="24"/>
        </w:rPr>
        <w:t xml:space="preserve">Адрес   </w:t>
      </w:r>
      <w:bookmarkStart w:id="4" w:name="address"/>
      <w:bookmarkEnd w:id="4"/>
      <w:r w:rsidR="003A5AFC">
        <w:rPr>
          <w:rFonts w:ascii="Times New Roman" w:hAnsi="Times New Roman"/>
          <w:b/>
          <w:sz w:val="24"/>
          <w:szCs w:val="24"/>
        </w:rPr>
        <w:t xml:space="preserve">222695 Минская обл., </w:t>
      </w:r>
      <w:proofErr w:type="spellStart"/>
      <w:r w:rsidR="003A5AFC">
        <w:rPr>
          <w:rFonts w:ascii="Times New Roman" w:hAnsi="Times New Roman"/>
          <w:b/>
          <w:sz w:val="24"/>
          <w:szCs w:val="24"/>
        </w:rPr>
        <w:t>Столбцовский</w:t>
      </w:r>
      <w:proofErr w:type="spellEnd"/>
      <w:r w:rsidR="003A5AFC">
        <w:rPr>
          <w:rFonts w:ascii="Times New Roman" w:hAnsi="Times New Roman"/>
          <w:b/>
          <w:sz w:val="24"/>
          <w:szCs w:val="24"/>
        </w:rPr>
        <w:t xml:space="preserve"> р-н. </w:t>
      </w:r>
      <w:proofErr w:type="spellStart"/>
      <w:r w:rsidR="003A5AFC">
        <w:rPr>
          <w:rFonts w:ascii="Times New Roman" w:hAnsi="Times New Roman"/>
          <w:b/>
          <w:sz w:val="24"/>
          <w:szCs w:val="24"/>
        </w:rPr>
        <w:t>д.Горки</w:t>
      </w:r>
      <w:proofErr w:type="spellEnd"/>
      <w:r w:rsidRPr="00923D2F">
        <w:rPr>
          <w:rFonts w:ascii="Times New Roman" w:hAnsi="Times New Roman"/>
          <w:b/>
          <w:sz w:val="24"/>
          <w:szCs w:val="24"/>
        </w:rPr>
        <w:t xml:space="preserve">   тел.  </w:t>
      </w:r>
    </w:p>
    <w:p w14:paraId="084C60DC" w14:textId="77777777" w:rsidR="000D79BC" w:rsidRPr="00923D2F" w:rsidRDefault="000D79BC" w:rsidP="000D79BC">
      <w:pPr>
        <w:pStyle w:val="a3"/>
        <w:jc w:val="center"/>
        <w:rPr>
          <w:rFonts w:ascii="Times New Roman" w:hAnsi="Times New Roman"/>
        </w:rPr>
      </w:pPr>
    </w:p>
    <w:p w14:paraId="752C8E2B" w14:textId="77777777" w:rsidR="000D79BC" w:rsidRPr="00923D2F" w:rsidRDefault="000D79BC" w:rsidP="000D79BC">
      <w:pPr>
        <w:pStyle w:val="a3"/>
        <w:jc w:val="center"/>
        <w:rPr>
          <w:rFonts w:ascii="Times New Roman" w:hAnsi="Times New Roman"/>
        </w:rPr>
      </w:pPr>
    </w:p>
    <w:p w14:paraId="4956F4F1" w14:textId="77777777" w:rsidR="000D79BC" w:rsidRPr="00923D2F" w:rsidRDefault="000D79BC" w:rsidP="000D79BC">
      <w:pPr>
        <w:pStyle w:val="a3"/>
        <w:jc w:val="center"/>
        <w:rPr>
          <w:rFonts w:ascii="Times New Roman" w:hAnsi="Times New Roman"/>
        </w:rPr>
      </w:pPr>
    </w:p>
    <w:p w14:paraId="27FF9BFE" w14:textId="77777777" w:rsidR="000D79BC" w:rsidRPr="00923D2F" w:rsidRDefault="000D79BC" w:rsidP="000D79BC">
      <w:pPr>
        <w:pStyle w:val="a3"/>
        <w:jc w:val="center"/>
        <w:rPr>
          <w:rFonts w:ascii="Times New Roman" w:hAnsi="Times New Roman"/>
        </w:rPr>
      </w:pPr>
    </w:p>
    <w:p w14:paraId="14101BF8" w14:textId="77777777" w:rsidR="000D79BC" w:rsidRPr="00923D2F" w:rsidRDefault="000D79BC" w:rsidP="000D79BC">
      <w:pPr>
        <w:pStyle w:val="a3"/>
        <w:jc w:val="center"/>
        <w:rPr>
          <w:rFonts w:ascii="Times New Roman" w:hAnsi="Times New Roman"/>
        </w:rPr>
      </w:pPr>
    </w:p>
    <w:p w14:paraId="490DB184" w14:textId="77777777" w:rsidR="000D79BC" w:rsidRPr="00923D2F" w:rsidRDefault="000D79BC" w:rsidP="000D79BC">
      <w:pPr>
        <w:pStyle w:val="a3"/>
        <w:jc w:val="center"/>
        <w:outlineLvl w:val="0"/>
        <w:rPr>
          <w:rFonts w:ascii="Times New Roman" w:hAnsi="Times New Roman"/>
          <w:b/>
          <w:sz w:val="44"/>
        </w:rPr>
      </w:pPr>
      <w:r w:rsidRPr="00923D2F">
        <w:rPr>
          <w:rFonts w:ascii="Times New Roman" w:hAnsi="Times New Roman"/>
          <w:b/>
          <w:sz w:val="44"/>
        </w:rPr>
        <w:t>ОТЧЕТ</w:t>
      </w:r>
    </w:p>
    <w:p w14:paraId="2D5FE62D" w14:textId="77777777" w:rsidR="000D79BC" w:rsidRPr="00923D2F" w:rsidRDefault="000D79BC" w:rsidP="000D79BC">
      <w:pPr>
        <w:pStyle w:val="a3"/>
        <w:jc w:val="center"/>
        <w:rPr>
          <w:rFonts w:ascii="Times New Roman" w:hAnsi="Times New Roman"/>
        </w:rPr>
      </w:pPr>
    </w:p>
    <w:p w14:paraId="530E224A" w14:textId="77777777" w:rsidR="000D79BC" w:rsidRPr="00923D2F" w:rsidRDefault="000D79BC" w:rsidP="000D79BC">
      <w:pPr>
        <w:pStyle w:val="a3"/>
        <w:jc w:val="center"/>
        <w:outlineLvl w:val="0"/>
        <w:rPr>
          <w:rFonts w:ascii="Times New Roman" w:hAnsi="Times New Roman"/>
          <w:sz w:val="24"/>
        </w:rPr>
      </w:pPr>
      <w:r w:rsidRPr="00923D2F">
        <w:rPr>
          <w:rFonts w:ascii="Times New Roman" w:hAnsi="Times New Roman"/>
          <w:sz w:val="24"/>
        </w:rPr>
        <w:t>ПPЕДПPИЯТИЯ (ОPГАHИЗАЦИИ)</w:t>
      </w:r>
    </w:p>
    <w:p w14:paraId="604657D5" w14:textId="77777777" w:rsidR="000D79BC" w:rsidRPr="00923D2F" w:rsidRDefault="000D79BC" w:rsidP="000D79BC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14:paraId="05A47640" w14:textId="77777777" w:rsidR="000D79BC" w:rsidRPr="00923D2F" w:rsidRDefault="000D79BC" w:rsidP="000D79BC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11592FFF" w14:textId="77777777" w:rsidR="000D79BC" w:rsidRPr="00923D2F" w:rsidRDefault="003A5AFC" w:rsidP="000D79BC">
      <w:pPr>
        <w:pStyle w:val="a3"/>
        <w:jc w:val="center"/>
        <w:outlineLvl w:val="0"/>
        <w:rPr>
          <w:rFonts w:ascii="Times New Roman" w:hAnsi="Times New Roman"/>
          <w:b/>
          <w:sz w:val="24"/>
          <w:szCs w:val="24"/>
        </w:rPr>
      </w:pPr>
      <w:bookmarkStart w:id="5" w:name="title1"/>
      <w:bookmarkEnd w:id="5"/>
      <w:r w:rsidRPr="00AC6BE4">
        <w:rPr>
          <w:rFonts w:ascii="Times New Roman" w:hAnsi="Times New Roman"/>
          <w:b/>
          <w:sz w:val="24"/>
          <w:szCs w:val="24"/>
        </w:rPr>
        <w:t>ОАО</w:t>
      </w:r>
      <w:r>
        <w:rPr>
          <w:rFonts w:ascii="Times New Roman" w:hAnsi="Times New Roman"/>
          <w:b/>
          <w:sz w:val="24"/>
          <w:szCs w:val="24"/>
        </w:rPr>
        <w:t xml:space="preserve"> "ЖАТЕРЕВО"</w:t>
      </w:r>
    </w:p>
    <w:p w14:paraId="25930CB3" w14:textId="77777777" w:rsidR="000D79BC" w:rsidRPr="00923D2F" w:rsidRDefault="000D79BC" w:rsidP="000D79BC">
      <w:pPr>
        <w:pStyle w:val="a3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14:paraId="155AF84F" w14:textId="77777777" w:rsidR="000D79BC" w:rsidRPr="00923D2F" w:rsidRDefault="000D79BC" w:rsidP="000D79BC">
      <w:pPr>
        <w:pStyle w:val="a3"/>
        <w:jc w:val="center"/>
        <w:rPr>
          <w:rFonts w:ascii="Times New Roman" w:hAnsi="Times New Roman"/>
        </w:rPr>
      </w:pPr>
    </w:p>
    <w:p w14:paraId="5DF4BAE6" w14:textId="77777777" w:rsidR="000D79BC" w:rsidRPr="00923D2F" w:rsidRDefault="000D79BC" w:rsidP="000D79BC">
      <w:pPr>
        <w:pStyle w:val="a3"/>
        <w:jc w:val="center"/>
        <w:rPr>
          <w:rFonts w:ascii="Times New Roman" w:hAnsi="Times New Roman"/>
        </w:rPr>
      </w:pPr>
    </w:p>
    <w:p w14:paraId="10B2FF58" w14:textId="3CE25C70" w:rsidR="000D79BC" w:rsidRPr="00923D2F" w:rsidRDefault="000D79BC" w:rsidP="000D79BC">
      <w:pPr>
        <w:pStyle w:val="a3"/>
        <w:jc w:val="center"/>
        <w:rPr>
          <w:rFonts w:ascii="Times New Roman" w:hAnsi="Times New Roman"/>
          <w:b/>
          <w:sz w:val="40"/>
          <w:szCs w:val="40"/>
        </w:rPr>
      </w:pPr>
      <w:r w:rsidRPr="00923D2F">
        <w:rPr>
          <w:rFonts w:ascii="Times New Roman" w:hAnsi="Times New Roman"/>
          <w:b/>
          <w:sz w:val="40"/>
          <w:szCs w:val="40"/>
        </w:rPr>
        <w:t xml:space="preserve">за </w:t>
      </w:r>
      <w:r w:rsidR="00BA75E8">
        <w:rPr>
          <w:rFonts w:ascii="Times New Roman" w:hAnsi="Times New Roman"/>
          <w:b/>
          <w:sz w:val="40"/>
          <w:szCs w:val="40"/>
        </w:rPr>
        <w:t>202</w:t>
      </w:r>
      <w:r w:rsidR="00A31900">
        <w:rPr>
          <w:rFonts w:ascii="Times New Roman" w:hAnsi="Times New Roman"/>
          <w:b/>
          <w:sz w:val="40"/>
          <w:szCs w:val="40"/>
        </w:rPr>
        <w:t>4</w:t>
      </w:r>
      <w:r w:rsidRPr="00923D2F">
        <w:rPr>
          <w:rFonts w:ascii="Times New Roman" w:hAnsi="Times New Roman"/>
          <w:b/>
          <w:sz w:val="40"/>
          <w:szCs w:val="40"/>
        </w:rPr>
        <w:t xml:space="preserve"> год</w:t>
      </w:r>
    </w:p>
    <w:p w14:paraId="3DFA9B20" w14:textId="77777777" w:rsidR="000D79BC" w:rsidRPr="00923D2F" w:rsidRDefault="000D79BC" w:rsidP="000D79BC">
      <w:pPr>
        <w:pStyle w:val="a3"/>
        <w:rPr>
          <w:rFonts w:ascii="Times New Roman" w:hAnsi="Times New Roman"/>
        </w:rPr>
      </w:pPr>
    </w:p>
    <w:p w14:paraId="521DF164" w14:textId="77777777" w:rsidR="000D79BC" w:rsidRPr="00923D2F" w:rsidRDefault="000D79BC" w:rsidP="000D79BC">
      <w:pPr>
        <w:pStyle w:val="a3"/>
        <w:rPr>
          <w:rFonts w:ascii="Times New Roman" w:hAnsi="Times New Roman"/>
        </w:rPr>
      </w:pPr>
    </w:p>
    <w:p w14:paraId="61C27034" w14:textId="77777777" w:rsidR="000D79BC" w:rsidRPr="00923D2F" w:rsidRDefault="000D79BC" w:rsidP="000D79BC">
      <w:pPr>
        <w:pStyle w:val="a3"/>
        <w:rPr>
          <w:rFonts w:ascii="Times New Roman" w:hAnsi="Times New Roman"/>
          <w:sz w:val="24"/>
        </w:rPr>
      </w:pPr>
    </w:p>
    <w:p w14:paraId="7B5763C9" w14:textId="77777777" w:rsidR="000D79BC" w:rsidRPr="00923D2F" w:rsidRDefault="000D79BC" w:rsidP="000D79BC">
      <w:pPr>
        <w:pStyle w:val="a3"/>
        <w:rPr>
          <w:rFonts w:ascii="Times New Roman" w:hAnsi="Times New Roman"/>
          <w:sz w:val="24"/>
        </w:rPr>
      </w:pPr>
    </w:p>
    <w:p w14:paraId="629C219C" w14:textId="77777777" w:rsidR="000D79BC" w:rsidRPr="00923D2F" w:rsidRDefault="000D79BC" w:rsidP="000D79BC">
      <w:pPr>
        <w:pStyle w:val="a3"/>
        <w:jc w:val="right"/>
        <w:outlineLvl w:val="0"/>
        <w:rPr>
          <w:rFonts w:ascii="Times New Roman" w:hAnsi="Times New Roman"/>
          <w:sz w:val="24"/>
        </w:rPr>
      </w:pPr>
      <w:r w:rsidRPr="00923D2F">
        <w:rPr>
          <w:rFonts w:ascii="Times New Roman" w:hAnsi="Times New Roman"/>
          <w:sz w:val="24"/>
        </w:rPr>
        <w:t>ДАТА ВЫСЫЛКИ</w:t>
      </w:r>
    </w:p>
    <w:p w14:paraId="1AC246CD" w14:textId="77777777" w:rsidR="000D79BC" w:rsidRPr="00923D2F" w:rsidRDefault="000D79BC" w:rsidP="000D79BC">
      <w:pPr>
        <w:pStyle w:val="a3"/>
        <w:jc w:val="right"/>
        <w:outlineLvl w:val="0"/>
        <w:rPr>
          <w:rFonts w:ascii="Times New Roman" w:hAnsi="Times New Roman"/>
          <w:sz w:val="24"/>
        </w:rPr>
      </w:pPr>
    </w:p>
    <w:p w14:paraId="2A22D3E2" w14:textId="77777777" w:rsidR="000D79BC" w:rsidRPr="00923D2F" w:rsidRDefault="000D79BC" w:rsidP="000D79BC">
      <w:pPr>
        <w:pStyle w:val="a3"/>
        <w:jc w:val="right"/>
        <w:rPr>
          <w:rFonts w:ascii="Times New Roman" w:hAnsi="Times New Roman"/>
          <w:sz w:val="24"/>
        </w:rPr>
      </w:pPr>
      <w:r w:rsidRPr="00923D2F">
        <w:rPr>
          <w:rFonts w:ascii="Times New Roman" w:hAnsi="Times New Roman"/>
          <w:sz w:val="24"/>
        </w:rPr>
        <w:t>ДАТА ПОЛУЧЕHИЯ</w:t>
      </w:r>
      <w:r w:rsidRPr="00923D2F">
        <w:rPr>
          <w:rFonts w:ascii="Times New Roman" w:hAnsi="Times New Roman"/>
          <w:sz w:val="24"/>
        </w:rPr>
        <w:cr/>
      </w:r>
      <w:r w:rsidRPr="00923D2F">
        <w:rPr>
          <w:rFonts w:ascii="Times New Roman" w:hAnsi="Times New Roman"/>
          <w:sz w:val="24"/>
        </w:rPr>
        <w:cr/>
        <w:t>СРОК ПРЕДСТАВЛЕHИЯ</w:t>
      </w:r>
    </w:p>
    <w:p w14:paraId="15273B6D" w14:textId="77777777" w:rsidR="000D79BC" w:rsidRDefault="000D79BC" w:rsidP="000D79BC">
      <w:pPr>
        <w:pStyle w:val="a3"/>
        <w:tabs>
          <w:tab w:val="right" w:pos="10206"/>
        </w:tabs>
        <w:outlineLvl w:val="0"/>
        <w:rPr>
          <w:rFonts w:ascii="Times New Roman" w:hAnsi="Times New Roman"/>
        </w:rPr>
      </w:pPr>
    </w:p>
    <w:p w14:paraId="1D1F9287" w14:textId="77777777" w:rsidR="000D79BC" w:rsidRDefault="000D79BC" w:rsidP="000D79BC">
      <w:pPr>
        <w:pStyle w:val="a3"/>
        <w:tabs>
          <w:tab w:val="left" w:pos="2115"/>
        </w:tabs>
        <w:outlineLvl w:val="0"/>
      </w:pPr>
      <w:r>
        <w:tab/>
      </w:r>
    </w:p>
    <w:p w14:paraId="5F44F4EC" w14:textId="77777777" w:rsidR="000D79BC" w:rsidRPr="00923D2F" w:rsidRDefault="000D79BC" w:rsidP="000D79BC">
      <w:pPr>
        <w:pStyle w:val="a3"/>
        <w:tabs>
          <w:tab w:val="right" w:pos="10206"/>
        </w:tabs>
        <w:outlineLvl w:val="0"/>
        <w:rPr>
          <w:rFonts w:ascii="Times New Roman" w:hAnsi="Times New Roman"/>
        </w:rPr>
      </w:pPr>
      <w:r w:rsidRPr="00923D2F">
        <w:rPr>
          <w:rFonts w:ascii="Times New Roman" w:hAnsi="Times New Roman"/>
        </w:rPr>
        <w:br w:type="page"/>
      </w:r>
      <w:bookmarkStart w:id="6" w:name="f0"/>
    </w:p>
    <w:p w14:paraId="7374DE31" w14:textId="77777777" w:rsidR="000D79BC" w:rsidRPr="00DF7104" w:rsidRDefault="000D79BC" w:rsidP="00AA075C">
      <w:pPr>
        <w:pStyle w:val="a3"/>
        <w:widowControl w:val="0"/>
        <w:tabs>
          <w:tab w:val="right" w:pos="10206"/>
        </w:tabs>
        <w:ind w:left="7088"/>
        <w:outlineLvl w:val="0"/>
        <w:rPr>
          <w:rFonts w:ascii="Times New Roman" w:hAnsi="Times New Roman"/>
          <w:sz w:val="16"/>
          <w:szCs w:val="16"/>
        </w:rPr>
      </w:pPr>
      <w:bookmarkStart w:id="7" w:name="f6"/>
      <w:bookmarkEnd w:id="6"/>
      <w:r w:rsidRPr="000D79BC">
        <w:rPr>
          <w:rFonts w:ascii="Times New Roman" w:hAnsi="Times New Roman"/>
          <w:sz w:val="16"/>
          <w:szCs w:val="16"/>
        </w:rPr>
        <w:lastRenderedPageBreak/>
        <w:t xml:space="preserve">Утверждено письмом Минсельхозпрода Республики Беларусь для годовой отчетности за </w:t>
      </w:r>
      <w:r w:rsidR="007874CC">
        <w:rPr>
          <w:rFonts w:ascii="Times New Roman" w:hAnsi="Times New Roman"/>
          <w:sz w:val="16"/>
          <w:szCs w:val="16"/>
        </w:rPr>
        <w:t>2019</w:t>
      </w:r>
      <w:r w:rsidRPr="000D79BC">
        <w:rPr>
          <w:rFonts w:ascii="Times New Roman" w:hAnsi="Times New Roman"/>
          <w:sz w:val="16"/>
          <w:szCs w:val="16"/>
        </w:rPr>
        <w:t>г</w:t>
      </w:r>
      <w:r>
        <w:rPr>
          <w:rFonts w:ascii="Times New Roman" w:hAnsi="Times New Roman"/>
          <w:sz w:val="16"/>
          <w:szCs w:val="16"/>
        </w:rPr>
        <w:t>.</w:t>
      </w:r>
    </w:p>
    <w:p w14:paraId="657D038C" w14:textId="77777777" w:rsidR="000D79BC" w:rsidRPr="006D3694" w:rsidRDefault="000D79BC" w:rsidP="000D79BC">
      <w:pPr>
        <w:pStyle w:val="a3"/>
        <w:widowControl w:val="0"/>
        <w:tabs>
          <w:tab w:val="right" w:pos="10206"/>
        </w:tabs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6D3694">
        <w:rPr>
          <w:rFonts w:ascii="Times New Roman" w:hAnsi="Times New Roman"/>
          <w:b/>
          <w:sz w:val="24"/>
          <w:szCs w:val="24"/>
        </w:rPr>
        <w:t>Титульный лист</w:t>
      </w:r>
    </w:p>
    <w:p w14:paraId="07FDF48B" w14:textId="77777777" w:rsidR="000D79BC" w:rsidRPr="006D3694" w:rsidRDefault="000D79BC" w:rsidP="000D79BC">
      <w:pPr>
        <w:pStyle w:val="a3"/>
        <w:widowControl w:val="0"/>
        <w:jc w:val="center"/>
        <w:outlineLvl w:val="0"/>
        <w:rPr>
          <w:rFonts w:ascii="Times New Roman" w:hAnsi="Times New Roman"/>
        </w:rPr>
      </w:pPr>
      <w:r w:rsidRPr="006D3694">
        <w:rPr>
          <w:rFonts w:ascii="Times New Roman" w:hAnsi="Times New Roman"/>
        </w:rPr>
        <w:t xml:space="preserve">по </w:t>
      </w:r>
      <w:bookmarkStart w:id="8" w:name="title3"/>
      <w:bookmarkEnd w:id="8"/>
      <w:r w:rsidR="003A5AFC" w:rsidRPr="00AC6BE4">
        <w:rPr>
          <w:rFonts w:ascii="Times New Roman" w:hAnsi="Times New Roman"/>
          <w:b/>
          <w:sz w:val="18"/>
          <w:szCs w:val="18"/>
          <w:u w:val="single"/>
        </w:rPr>
        <w:t>ОАО</w:t>
      </w:r>
      <w:r w:rsidR="003A5AFC">
        <w:rPr>
          <w:rFonts w:ascii="Times New Roman" w:hAnsi="Times New Roman"/>
          <w:b/>
          <w:sz w:val="18"/>
          <w:szCs w:val="18"/>
          <w:u w:val="single"/>
        </w:rPr>
        <w:t xml:space="preserve"> "ЖАТЕРЕВО"</w:t>
      </w:r>
    </w:p>
    <w:p w14:paraId="349B3471" w14:textId="77777777" w:rsidR="000D79BC" w:rsidRPr="006D3694" w:rsidRDefault="000D79BC" w:rsidP="000D79BC">
      <w:pPr>
        <w:pStyle w:val="a3"/>
        <w:widowControl w:val="0"/>
        <w:jc w:val="center"/>
        <w:outlineLvl w:val="0"/>
        <w:rPr>
          <w:rFonts w:ascii="Times New Roman" w:hAnsi="Times New Roman"/>
          <w:sz w:val="12"/>
          <w:szCs w:val="12"/>
        </w:rPr>
      </w:pPr>
      <w:r w:rsidRPr="006D3694">
        <w:rPr>
          <w:rFonts w:ascii="Times New Roman" w:hAnsi="Times New Roman"/>
          <w:sz w:val="12"/>
          <w:szCs w:val="12"/>
        </w:rPr>
        <w:t>(наименование организации)</w:t>
      </w:r>
    </w:p>
    <w:p w14:paraId="41379284" w14:textId="77777777" w:rsidR="000D79BC" w:rsidRPr="006D3694" w:rsidRDefault="000D79BC" w:rsidP="000D79BC">
      <w:pPr>
        <w:pStyle w:val="a3"/>
        <w:widowControl w:val="0"/>
        <w:jc w:val="center"/>
        <w:outlineLvl w:val="0"/>
        <w:rPr>
          <w:rFonts w:ascii="Times New Roman" w:hAnsi="Times New Roman"/>
          <w:b/>
        </w:rPr>
      </w:pPr>
    </w:p>
    <w:p w14:paraId="0BFCA607" w14:textId="77777777" w:rsidR="000D79BC" w:rsidRPr="006D3694" w:rsidRDefault="000D79BC" w:rsidP="000D79BC">
      <w:pPr>
        <w:pStyle w:val="a3"/>
        <w:widowControl w:val="0"/>
        <w:jc w:val="center"/>
        <w:outlineLvl w:val="0"/>
        <w:rPr>
          <w:rFonts w:ascii="Times New Roman" w:hAnsi="Times New Roman"/>
        </w:rPr>
      </w:pPr>
      <w:r w:rsidRPr="006D3694">
        <w:rPr>
          <w:rFonts w:ascii="Times New Roman" w:hAnsi="Times New Roman"/>
          <w:b/>
        </w:rPr>
        <w:t>В сводный отчет включены</w:t>
      </w:r>
      <w:r w:rsidRPr="006D3694">
        <w:rPr>
          <w:rFonts w:ascii="Times New Roman" w:hAnsi="Times New Roman"/>
        </w:rPr>
        <w:t>:</w:t>
      </w:r>
    </w:p>
    <w:tbl>
      <w:tblPr>
        <w:tblW w:w="10440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60"/>
        <w:gridCol w:w="993"/>
        <w:gridCol w:w="1417"/>
        <w:gridCol w:w="1701"/>
        <w:gridCol w:w="1769"/>
      </w:tblGrid>
      <w:tr w:rsidR="000D79BC" w:rsidRPr="006D3694" w14:paraId="224DF341" w14:textId="77777777" w:rsidTr="00054037">
        <w:trPr>
          <w:trHeight w:val="680"/>
        </w:trPr>
        <w:tc>
          <w:tcPr>
            <w:tcW w:w="456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14:paraId="767A065F" w14:textId="77777777" w:rsidR="000D79BC" w:rsidRPr="00000891" w:rsidRDefault="000D79BC" w:rsidP="00B844E0">
            <w:pPr>
              <w:pStyle w:val="a3"/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425374AE" w14:textId="77777777" w:rsidR="000D79BC" w:rsidRPr="00000891" w:rsidRDefault="000D79BC" w:rsidP="00B844E0">
            <w:pPr>
              <w:pStyle w:val="a3"/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00891">
              <w:rPr>
                <w:rFonts w:ascii="Times New Roman" w:hAnsi="Times New Roman"/>
                <w:b/>
                <w:sz w:val="18"/>
                <w:szCs w:val="18"/>
              </w:rPr>
              <w:t>Код строки</w:t>
            </w:r>
          </w:p>
        </w:tc>
        <w:tc>
          <w:tcPr>
            <w:tcW w:w="1417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16B00EF4" w14:textId="77777777" w:rsidR="000D79BC" w:rsidRPr="00000891" w:rsidRDefault="000D79BC" w:rsidP="00B844E0">
            <w:pPr>
              <w:pStyle w:val="a3"/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00891">
              <w:rPr>
                <w:rFonts w:ascii="Times New Roman" w:hAnsi="Times New Roman"/>
                <w:b/>
                <w:sz w:val="18"/>
                <w:szCs w:val="18"/>
              </w:rPr>
              <w:t>Количество организаций</w:t>
            </w:r>
          </w:p>
        </w:tc>
        <w:tc>
          <w:tcPr>
            <w:tcW w:w="1701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7B3A7503" w14:textId="77777777" w:rsidR="000D79BC" w:rsidRPr="00000891" w:rsidRDefault="000D79BC" w:rsidP="00B844E0">
            <w:pPr>
              <w:pStyle w:val="a3"/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00891">
              <w:rPr>
                <w:rFonts w:ascii="Times New Roman" w:hAnsi="Times New Roman"/>
                <w:b/>
                <w:sz w:val="18"/>
                <w:szCs w:val="18"/>
              </w:rPr>
              <w:t xml:space="preserve">Сумма уставного капитала,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тыс</w:t>
            </w:r>
            <w:r w:rsidRPr="00000891">
              <w:rPr>
                <w:rFonts w:ascii="Times New Roman" w:hAnsi="Times New Roman"/>
                <w:b/>
                <w:sz w:val="18"/>
                <w:szCs w:val="18"/>
              </w:rPr>
              <w:t>. руб.</w:t>
            </w:r>
          </w:p>
        </w:tc>
        <w:tc>
          <w:tcPr>
            <w:tcW w:w="1769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CA7F425" w14:textId="77777777" w:rsidR="000D79BC" w:rsidRPr="00000891" w:rsidRDefault="000D79BC" w:rsidP="00B844E0">
            <w:pPr>
              <w:pStyle w:val="a3"/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00891">
              <w:rPr>
                <w:rFonts w:ascii="Times New Roman" w:hAnsi="Times New Roman"/>
                <w:b/>
                <w:sz w:val="18"/>
                <w:szCs w:val="18"/>
              </w:rPr>
              <w:t xml:space="preserve">в т.ч. доля государственной собственности,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тыс</w:t>
            </w:r>
            <w:r w:rsidRPr="00000891">
              <w:rPr>
                <w:rFonts w:ascii="Times New Roman" w:hAnsi="Times New Roman"/>
                <w:b/>
                <w:sz w:val="18"/>
                <w:szCs w:val="18"/>
              </w:rPr>
              <w:t>. руб.</w:t>
            </w:r>
          </w:p>
        </w:tc>
      </w:tr>
      <w:tr w:rsidR="000D79BC" w:rsidRPr="006D3694" w14:paraId="458FC2DE" w14:textId="77777777" w:rsidTr="00054037">
        <w:trPr>
          <w:trHeight w:val="293"/>
        </w:trPr>
        <w:tc>
          <w:tcPr>
            <w:tcW w:w="4560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14:paraId="2379C6DA" w14:textId="77777777" w:rsidR="000D79BC" w:rsidRPr="00000891" w:rsidRDefault="000D79BC" w:rsidP="00B844E0">
            <w:pPr>
              <w:pStyle w:val="a3"/>
              <w:widowControl w:val="0"/>
              <w:jc w:val="center"/>
              <w:rPr>
                <w:rFonts w:ascii="Times New Roman" w:hAnsi="Times New Roman"/>
                <w:b/>
                <w:sz w:val="16"/>
              </w:rPr>
            </w:pPr>
            <w:r w:rsidRPr="00000891">
              <w:rPr>
                <w:rFonts w:ascii="Times New Roman" w:hAnsi="Times New Roman"/>
                <w:b/>
                <w:sz w:val="16"/>
              </w:rPr>
              <w:t>1</w:t>
            </w:r>
          </w:p>
        </w:tc>
        <w:tc>
          <w:tcPr>
            <w:tcW w:w="993" w:type="dxa"/>
            <w:tcBorders>
              <w:bottom w:val="double" w:sz="4" w:space="0" w:color="auto"/>
            </w:tcBorders>
            <w:vAlign w:val="center"/>
          </w:tcPr>
          <w:p w14:paraId="11CE628E" w14:textId="77777777" w:rsidR="000D79BC" w:rsidRPr="00000891" w:rsidRDefault="000D79BC" w:rsidP="00B844E0">
            <w:pPr>
              <w:pStyle w:val="a3"/>
              <w:widowControl w:val="0"/>
              <w:jc w:val="center"/>
              <w:rPr>
                <w:rFonts w:ascii="Times New Roman" w:hAnsi="Times New Roman"/>
                <w:b/>
                <w:sz w:val="16"/>
              </w:rPr>
            </w:pPr>
            <w:r w:rsidRPr="00000891">
              <w:rPr>
                <w:rFonts w:ascii="Times New Roman" w:hAnsi="Times New Roman"/>
                <w:b/>
                <w:sz w:val="16"/>
              </w:rPr>
              <w:t>2</w:t>
            </w:r>
          </w:p>
        </w:tc>
        <w:tc>
          <w:tcPr>
            <w:tcW w:w="1417" w:type="dxa"/>
            <w:tcBorders>
              <w:bottom w:val="double" w:sz="4" w:space="0" w:color="auto"/>
            </w:tcBorders>
            <w:vAlign w:val="center"/>
          </w:tcPr>
          <w:p w14:paraId="35A78E65" w14:textId="77777777" w:rsidR="000D79BC" w:rsidRPr="00000891" w:rsidRDefault="000D79BC" w:rsidP="00B844E0">
            <w:pPr>
              <w:pStyle w:val="a3"/>
              <w:widowControl w:val="0"/>
              <w:jc w:val="center"/>
              <w:rPr>
                <w:rFonts w:ascii="Times New Roman" w:hAnsi="Times New Roman"/>
                <w:b/>
                <w:sz w:val="16"/>
              </w:rPr>
            </w:pPr>
            <w:r w:rsidRPr="00000891">
              <w:rPr>
                <w:rFonts w:ascii="Times New Roman" w:hAnsi="Times New Roman"/>
                <w:b/>
                <w:sz w:val="16"/>
              </w:rPr>
              <w:t>3</w:t>
            </w:r>
          </w:p>
        </w:tc>
        <w:tc>
          <w:tcPr>
            <w:tcW w:w="1701" w:type="dxa"/>
            <w:tcBorders>
              <w:bottom w:val="double" w:sz="4" w:space="0" w:color="auto"/>
            </w:tcBorders>
            <w:vAlign w:val="center"/>
          </w:tcPr>
          <w:p w14:paraId="780E83FE" w14:textId="77777777" w:rsidR="000D79BC" w:rsidRPr="00000891" w:rsidRDefault="000D79BC" w:rsidP="00B844E0">
            <w:pPr>
              <w:pStyle w:val="a3"/>
              <w:widowControl w:val="0"/>
              <w:jc w:val="center"/>
              <w:rPr>
                <w:rFonts w:ascii="Times New Roman" w:hAnsi="Times New Roman"/>
                <w:b/>
                <w:sz w:val="16"/>
              </w:rPr>
            </w:pPr>
            <w:r w:rsidRPr="00000891">
              <w:rPr>
                <w:rFonts w:ascii="Times New Roman" w:hAnsi="Times New Roman"/>
                <w:b/>
                <w:sz w:val="16"/>
              </w:rPr>
              <w:t>4</w:t>
            </w:r>
          </w:p>
        </w:tc>
        <w:tc>
          <w:tcPr>
            <w:tcW w:w="1769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14:paraId="5FEA962A" w14:textId="77777777" w:rsidR="000D79BC" w:rsidRPr="00000891" w:rsidRDefault="000D79BC" w:rsidP="00B844E0">
            <w:pPr>
              <w:pStyle w:val="a3"/>
              <w:widowControl w:val="0"/>
              <w:jc w:val="center"/>
              <w:rPr>
                <w:rFonts w:ascii="Times New Roman" w:hAnsi="Times New Roman"/>
                <w:b/>
                <w:sz w:val="16"/>
              </w:rPr>
            </w:pPr>
            <w:r w:rsidRPr="00000891">
              <w:rPr>
                <w:rFonts w:ascii="Times New Roman" w:hAnsi="Times New Roman"/>
                <w:b/>
                <w:sz w:val="16"/>
              </w:rPr>
              <w:t>5</w:t>
            </w:r>
          </w:p>
        </w:tc>
      </w:tr>
      <w:tr w:rsidR="000D79BC" w:rsidRPr="006D3694" w14:paraId="2DBC6720" w14:textId="77777777" w:rsidTr="00054037">
        <w:trPr>
          <w:trHeight w:val="34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3390EC" w14:textId="77777777" w:rsidR="000D79BC" w:rsidRPr="006D3694" w:rsidRDefault="000D79BC" w:rsidP="00B844E0">
            <w:pPr>
              <w:pStyle w:val="a3"/>
              <w:widowControl w:val="0"/>
              <w:rPr>
                <w:rFonts w:ascii="Times New Roman" w:hAnsi="Times New Roman"/>
                <w:sz w:val="18"/>
                <w:szCs w:val="18"/>
              </w:rPr>
            </w:pPr>
            <w:r w:rsidRPr="006D3694">
              <w:rPr>
                <w:rFonts w:ascii="Times New Roman" w:hAnsi="Times New Roman"/>
                <w:sz w:val="18"/>
                <w:szCs w:val="18"/>
              </w:rPr>
              <w:t>1.Государственные унитарные организации: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4B7225" w14:textId="77777777" w:rsidR="000D79BC" w:rsidRPr="006D3694" w:rsidRDefault="000D79BC" w:rsidP="00B844E0">
            <w:pPr>
              <w:pStyle w:val="a3"/>
              <w:widowControl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3694">
              <w:rPr>
                <w:rFonts w:ascii="Times New Roman" w:hAnsi="Times New Roman"/>
                <w:sz w:val="18"/>
                <w:szCs w:val="18"/>
              </w:rPr>
              <w:t>1010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66C90F" w14:textId="77777777" w:rsidR="000D79BC" w:rsidRPr="006D3694" w:rsidRDefault="000D79BC" w:rsidP="00B844E0">
            <w:pPr>
              <w:pStyle w:val="a3"/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bookmarkStart w:id="9" w:name="f0r1010"/>
            <w:bookmarkEnd w:id="9"/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C398F" w14:textId="77777777" w:rsidR="000D79BC" w:rsidRPr="006D3694" w:rsidRDefault="000D79BC" w:rsidP="00B844E0">
            <w:pPr>
              <w:pStyle w:val="a3"/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91F8E" w14:textId="77777777" w:rsidR="000D79BC" w:rsidRPr="006D3694" w:rsidRDefault="000D79BC" w:rsidP="00B844E0">
            <w:pPr>
              <w:pStyle w:val="a3"/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0D79BC" w:rsidRPr="006D3694" w14:paraId="77165E93" w14:textId="77777777" w:rsidTr="00054037">
        <w:trPr>
          <w:trHeight w:val="333"/>
        </w:trPr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CCF69D" w14:textId="77777777" w:rsidR="000D79BC" w:rsidRPr="006D3694" w:rsidRDefault="000D79BC" w:rsidP="00B844E0">
            <w:pPr>
              <w:pStyle w:val="a3"/>
              <w:widowControl w:val="0"/>
              <w:rPr>
                <w:rFonts w:ascii="Times New Roman" w:hAnsi="Times New Roman"/>
                <w:sz w:val="18"/>
                <w:szCs w:val="18"/>
              </w:rPr>
            </w:pPr>
            <w:r w:rsidRPr="006D3694">
              <w:rPr>
                <w:rFonts w:ascii="Times New Roman" w:hAnsi="Times New Roman"/>
                <w:sz w:val="18"/>
                <w:szCs w:val="18"/>
              </w:rPr>
              <w:t>в том числе:</w:t>
            </w:r>
          </w:p>
          <w:p w14:paraId="651DC385" w14:textId="77777777" w:rsidR="000D79BC" w:rsidRPr="006D3694" w:rsidRDefault="000D79BC" w:rsidP="00B844E0">
            <w:pPr>
              <w:pStyle w:val="a3"/>
              <w:widowControl w:val="0"/>
              <w:rPr>
                <w:rFonts w:ascii="Times New Roman" w:hAnsi="Times New Roman"/>
                <w:sz w:val="18"/>
                <w:szCs w:val="18"/>
              </w:rPr>
            </w:pPr>
            <w:r w:rsidRPr="006D3694">
              <w:rPr>
                <w:rFonts w:ascii="Times New Roman" w:hAnsi="Times New Roman"/>
                <w:sz w:val="18"/>
                <w:szCs w:val="18"/>
              </w:rPr>
              <w:t>республиканские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E2A107" w14:textId="77777777" w:rsidR="000D79BC" w:rsidRPr="006D3694" w:rsidRDefault="000D79BC" w:rsidP="00B844E0">
            <w:pPr>
              <w:pStyle w:val="a3"/>
              <w:widowControl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3694">
              <w:rPr>
                <w:rFonts w:ascii="Times New Roman" w:hAnsi="Times New Roman"/>
                <w:sz w:val="18"/>
                <w:szCs w:val="18"/>
              </w:rPr>
              <w:t>1011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486FF9" w14:textId="77777777" w:rsidR="000D79BC" w:rsidRPr="006D3694" w:rsidRDefault="000D79BC" w:rsidP="00B844E0">
            <w:pPr>
              <w:pStyle w:val="a3"/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bookmarkStart w:id="10" w:name="f0r1011"/>
            <w:bookmarkEnd w:id="10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FC628C" w14:textId="77777777" w:rsidR="000D79BC" w:rsidRPr="006D3694" w:rsidRDefault="000D79BC" w:rsidP="00B844E0">
            <w:pPr>
              <w:pStyle w:val="a3"/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5D6C74" w14:textId="77777777" w:rsidR="000D79BC" w:rsidRPr="006D3694" w:rsidRDefault="000D79BC" w:rsidP="00B844E0">
            <w:pPr>
              <w:pStyle w:val="a3"/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0D79BC" w:rsidRPr="006D3694" w14:paraId="720E1E44" w14:textId="77777777" w:rsidTr="00054037">
        <w:trPr>
          <w:trHeight w:val="340"/>
        </w:trPr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3735B3" w14:textId="77777777" w:rsidR="000D79BC" w:rsidRPr="006D3694" w:rsidRDefault="000D79BC" w:rsidP="00B844E0">
            <w:pPr>
              <w:pStyle w:val="a3"/>
              <w:widowControl w:val="0"/>
              <w:rPr>
                <w:rFonts w:ascii="Times New Roman" w:hAnsi="Times New Roman"/>
                <w:sz w:val="18"/>
                <w:szCs w:val="18"/>
              </w:rPr>
            </w:pPr>
            <w:r w:rsidRPr="006D3694">
              <w:rPr>
                <w:rFonts w:ascii="Times New Roman" w:hAnsi="Times New Roman"/>
                <w:sz w:val="18"/>
                <w:szCs w:val="18"/>
              </w:rPr>
              <w:t>коммунальные областные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3D716" w14:textId="77777777" w:rsidR="000D79BC" w:rsidRPr="006D3694" w:rsidRDefault="000D79BC" w:rsidP="00B844E0">
            <w:pPr>
              <w:pStyle w:val="a3"/>
              <w:widowControl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3694">
              <w:rPr>
                <w:rFonts w:ascii="Times New Roman" w:hAnsi="Times New Roman"/>
                <w:sz w:val="18"/>
                <w:szCs w:val="18"/>
              </w:rPr>
              <w:t>1012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2F56A4" w14:textId="77777777" w:rsidR="000D79BC" w:rsidRPr="006D3694" w:rsidRDefault="000D79BC" w:rsidP="00B844E0">
            <w:pPr>
              <w:pStyle w:val="a3"/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bookmarkStart w:id="11" w:name="f0r1012"/>
            <w:bookmarkEnd w:id="11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B776C" w14:textId="77777777" w:rsidR="000D79BC" w:rsidRPr="006D3694" w:rsidRDefault="000D79BC" w:rsidP="00B844E0">
            <w:pPr>
              <w:pStyle w:val="a3"/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1134D" w14:textId="77777777" w:rsidR="000D79BC" w:rsidRPr="006D3694" w:rsidRDefault="000D79BC" w:rsidP="00B844E0">
            <w:pPr>
              <w:pStyle w:val="a3"/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0D79BC" w:rsidRPr="006D3694" w14:paraId="39B1866B" w14:textId="77777777" w:rsidTr="00054037">
        <w:trPr>
          <w:trHeight w:val="340"/>
        </w:trPr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BFC1F" w14:textId="77777777" w:rsidR="000D79BC" w:rsidRPr="006D3694" w:rsidRDefault="000D79BC" w:rsidP="00B844E0">
            <w:pPr>
              <w:pStyle w:val="a3"/>
              <w:widowControl w:val="0"/>
              <w:rPr>
                <w:rFonts w:ascii="Times New Roman" w:hAnsi="Times New Roman"/>
                <w:sz w:val="18"/>
                <w:szCs w:val="18"/>
              </w:rPr>
            </w:pPr>
            <w:r w:rsidRPr="006D3694">
              <w:rPr>
                <w:rFonts w:ascii="Times New Roman" w:hAnsi="Times New Roman"/>
                <w:sz w:val="18"/>
                <w:szCs w:val="18"/>
              </w:rPr>
              <w:t>коммунальные районные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3F23A" w14:textId="77777777" w:rsidR="000D79BC" w:rsidRPr="006D3694" w:rsidRDefault="000D79BC" w:rsidP="00B844E0">
            <w:pPr>
              <w:pStyle w:val="a3"/>
              <w:widowControl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3694">
              <w:rPr>
                <w:rFonts w:ascii="Times New Roman" w:hAnsi="Times New Roman"/>
                <w:sz w:val="18"/>
                <w:szCs w:val="18"/>
              </w:rPr>
              <w:t>1013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0610E" w14:textId="77777777" w:rsidR="000D79BC" w:rsidRPr="006D3694" w:rsidRDefault="000D79BC" w:rsidP="00B844E0">
            <w:pPr>
              <w:pStyle w:val="a3"/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bookmarkStart w:id="12" w:name="f0r1013"/>
            <w:bookmarkEnd w:id="12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B82297" w14:textId="77777777" w:rsidR="000D79BC" w:rsidRPr="006D3694" w:rsidRDefault="000D79BC" w:rsidP="00B844E0">
            <w:pPr>
              <w:pStyle w:val="a3"/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3BFCA" w14:textId="77777777" w:rsidR="000D79BC" w:rsidRPr="006D3694" w:rsidRDefault="000D79BC" w:rsidP="00B844E0">
            <w:pPr>
              <w:pStyle w:val="a3"/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0D79BC" w:rsidRPr="006D3694" w14:paraId="081E1877" w14:textId="77777777" w:rsidTr="00054037">
        <w:trPr>
          <w:trHeight w:val="340"/>
        </w:trPr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E8F22" w14:textId="77777777" w:rsidR="000D79BC" w:rsidRPr="006D3694" w:rsidRDefault="000D79BC" w:rsidP="00B844E0">
            <w:pPr>
              <w:pStyle w:val="a3"/>
              <w:widowControl w:val="0"/>
              <w:rPr>
                <w:rFonts w:ascii="Times New Roman" w:hAnsi="Times New Roman"/>
                <w:sz w:val="18"/>
                <w:szCs w:val="18"/>
              </w:rPr>
            </w:pPr>
            <w:r w:rsidRPr="006D3694">
              <w:rPr>
                <w:rFonts w:ascii="Times New Roman" w:hAnsi="Times New Roman"/>
                <w:sz w:val="18"/>
                <w:szCs w:val="18"/>
              </w:rPr>
              <w:t>2.Открытые акционерные общества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60A82" w14:textId="77777777" w:rsidR="000D79BC" w:rsidRPr="006D3694" w:rsidRDefault="000D79BC" w:rsidP="00B844E0">
            <w:pPr>
              <w:pStyle w:val="a3"/>
              <w:widowControl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3694">
              <w:rPr>
                <w:rFonts w:ascii="Times New Roman" w:hAnsi="Times New Roman"/>
                <w:sz w:val="18"/>
                <w:szCs w:val="18"/>
              </w:rPr>
              <w:t>1020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DDA11" w14:textId="77777777" w:rsidR="000D79BC" w:rsidRPr="006D3694" w:rsidRDefault="003A5AFC" w:rsidP="00B844E0">
            <w:pPr>
              <w:pStyle w:val="a3"/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bookmarkStart w:id="13" w:name="f0r1020"/>
            <w:bookmarkEnd w:id="13"/>
            <w:r>
              <w:rPr>
                <w:rFonts w:ascii="Times New Roman" w:hAnsi="Times New Roman"/>
                <w:b/>
                <w:sz w:val="18"/>
                <w:szCs w:val="1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3AAE5" w14:textId="77777777" w:rsidR="000D79BC" w:rsidRPr="006D3694" w:rsidRDefault="003A5AFC" w:rsidP="00B844E0">
            <w:pPr>
              <w:pStyle w:val="a3"/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2 211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00288" w14:textId="77777777" w:rsidR="000D79BC" w:rsidRPr="006D3694" w:rsidRDefault="003A5AFC" w:rsidP="00B844E0">
            <w:pPr>
              <w:pStyle w:val="a3"/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2 101</w:t>
            </w:r>
          </w:p>
        </w:tc>
      </w:tr>
      <w:tr w:rsidR="000D79BC" w:rsidRPr="006D3694" w14:paraId="1A8680AA" w14:textId="77777777" w:rsidTr="00054037">
        <w:trPr>
          <w:trHeight w:val="340"/>
        </w:trPr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D46DB" w14:textId="77777777" w:rsidR="000D79BC" w:rsidRPr="006D3694" w:rsidRDefault="000D79BC" w:rsidP="00B844E0">
            <w:pPr>
              <w:pStyle w:val="a3"/>
              <w:widowControl w:val="0"/>
              <w:rPr>
                <w:rFonts w:ascii="Times New Roman" w:hAnsi="Times New Roman"/>
                <w:sz w:val="18"/>
                <w:szCs w:val="18"/>
              </w:rPr>
            </w:pPr>
            <w:r w:rsidRPr="006D3694">
              <w:rPr>
                <w:rFonts w:ascii="Times New Roman" w:hAnsi="Times New Roman"/>
                <w:sz w:val="18"/>
                <w:szCs w:val="18"/>
              </w:rPr>
              <w:t>3.Закрытые акционерные общества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3E6D1" w14:textId="77777777" w:rsidR="000D79BC" w:rsidRPr="006D3694" w:rsidRDefault="000D79BC" w:rsidP="00B844E0">
            <w:pPr>
              <w:pStyle w:val="a3"/>
              <w:widowControl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3694">
              <w:rPr>
                <w:rFonts w:ascii="Times New Roman" w:hAnsi="Times New Roman"/>
                <w:sz w:val="18"/>
                <w:szCs w:val="18"/>
              </w:rPr>
              <w:t>1030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AE705" w14:textId="77777777" w:rsidR="000D79BC" w:rsidRPr="006D3694" w:rsidRDefault="000D79BC" w:rsidP="00B844E0">
            <w:pPr>
              <w:pStyle w:val="a3"/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bookmarkStart w:id="14" w:name="f0r1030"/>
            <w:bookmarkEnd w:id="14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D97D7" w14:textId="77777777" w:rsidR="000D79BC" w:rsidRPr="006D3694" w:rsidRDefault="000D79BC" w:rsidP="00B844E0">
            <w:pPr>
              <w:pStyle w:val="a3"/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66D1AD" w14:textId="77777777" w:rsidR="000D79BC" w:rsidRPr="006D3694" w:rsidRDefault="000D79BC" w:rsidP="00B844E0">
            <w:pPr>
              <w:pStyle w:val="a3"/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0D79BC" w:rsidRPr="006D3694" w14:paraId="65366B3F" w14:textId="77777777" w:rsidTr="00054037">
        <w:trPr>
          <w:trHeight w:val="340"/>
        </w:trPr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02B0AE" w14:textId="77777777" w:rsidR="000D79BC" w:rsidRPr="006D3694" w:rsidRDefault="000D79BC" w:rsidP="00B844E0">
            <w:pPr>
              <w:pStyle w:val="a3"/>
              <w:widowControl w:val="0"/>
              <w:rPr>
                <w:rFonts w:ascii="Times New Roman" w:hAnsi="Times New Roman"/>
                <w:sz w:val="18"/>
                <w:szCs w:val="18"/>
              </w:rPr>
            </w:pPr>
            <w:r w:rsidRPr="006D3694">
              <w:rPr>
                <w:rFonts w:ascii="Times New Roman" w:hAnsi="Times New Roman"/>
                <w:sz w:val="18"/>
                <w:szCs w:val="18"/>
              </w:rPr>
              <w:t>4.Общества с ограниченной ответственностью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0E285" w14:textId="77777777" w:rsidR="000D79BC" w:rsidRPr="006D3694" w:rsidRDefault="000D79BC" w:rsidP="00B844E0">
            <w:pPr>
              <w:pStyle w:val="a3"/>
              <w:widowControl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3694">
              <w:rPr>
                <w:rFonts w:ascii="Times New Roman" w:hAnsi="Times New Roman"/>
                <w:sz w:val="18"/>
                <w:szCs w:val="18"/>
              </w:rPr>
              <w:t>1040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3EE3F5" w14:textId="77777777" w:rsidR="000D79BC" w:rsidRPr="006D3694" w:rsidRDefault="000D79BC" w:rsidP="00B844E0">
            <w:pPr>
              <w:pStyle w:val="a3"/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bookmarkStart w:id="15" w:name="f0r1040"/>
            <w:bookmarkEnd w:id="15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BE71A" w14:textId="77777777" w:rsidR="000D79BC" w:rsidRPr="006D3694" w:rsidRDefault="000D79BC" w:rsidP="00B844E0">
            <w:pPr>
              <w:pStyle w:val="a3"/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D93A9" w14:textId="77777777" w:rsidR="000D79BC" w:rsidRPr="006D3694" w:rsidRDefault="000D79BC" w:rsidP="00B844E0">
            <w:pPr>
              <w:pStyle w:val="a3"/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0D79BC" w:rsidRPr="006D3694" w14:paraId="43064E06" w14:textId="77777777" w:rsidTr="00054037">
        <w:trPr>
          <w:trHeight w:val="340"/>
        </w:trPr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D3A35" w14:textId="77777777" w:rsidR="000D79BC" w:rsidRPr="006D3694" w:rsidRDefault="000D79BC" w:rsidP="00B844E0">
            <w:pPr>
              <w:pStyle w:val="a3"/>
              <w:widowControl w:val="0"/>
              <w:rPr>
                <w:rFonts w:ascii="Times New Roman" w:hAnsi="Times New Roman"/>
                <w:sz w:val="18"/>
                <w:szCs w:val="18"/>
              </w:rPr>
            </w:pPr>
            <w:r w:rsidRPr="006D3694">
              <w:rPr>
                <w:rFonts w:ascii="Times New Roman" w:hAnsi="Times New Roman"/>
                <w:sz w:val="18"/>
                <w:szCs w:val="18"/>
              </w:rPr>
              <w:t>5.Общества с дополнительной ответственностью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6EF9CA" w14:textId="77777777" w:rsidR="000D79BC" w:rsidRPr="006D3694" w:rsidRDefault="000D79BC" w:rsidP="00B844E0">
            <w:pPr>
              <w:pStyle w:val="a3"/>
              <w:widowControl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3694">
              <w:rPr>
                <w:rFonts w:ascii="Times New Roman" w:hAnsi="Times New Roman"/>
                <w:sz w:val="18"/>
                <w:szCs w:val="18"/>
              </w:rPr>
              <w:t>1050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1A202" w14:textId="77777777" w:rsidR="000D79BC" w:rsidRPr="006D3694" w:rsidRDefault="000D79BC" w:rsidP="00B844E0">
            <w:pPr>
              <w:pStyle w:val="a3"/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bookmarkStart w:id="16" w:name="f0r1050"/>
            <w:bookmarkEnd w:id="16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10895" w14:textId="77777777" w:rsidR="000D79BC" w:rsidRPr="006D3694" w:rsidRDefault="000D79BC" w:rsidP="00B844E0">
            <w:pPr>
              <w:pStyle w:val="a3"/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31E82" w14:textId="77777777" w:rsidR="000D79BC" w:rsidRPr="006D3694" w:rsidRDefault="000D79BC" w:rsidP="00B844E0">
            <w:pPr>
              <w:pStyle w:val="a3"/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0D79BC" w:rsidRPr="006D3694" w14:paraId="1509EDE1" w14:textId="77777777" w:rsidTr="00054037">
        <w:trPr>
          <w:trHeight w:val="340"/>
        </w:trPr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C0C20" w14:textId="77777777" w:rsidR="000D79BC" w:rsidRPr="006D3694" w:rsidRDefault="000D79BC" w:rsidP="00B844E0">
            <w:pPr>
              <w:pStyle w:val="a3"/>
              <w:widowControl w:val="0"/>
              <w:rPr>
                <w:rFonts w:ascii="Times New Roman" w:hAnsi="Times New Roman"/>
                <w:sz w:val="18"/>
                <w:szCs w:val="18"/>
              </w:rPr>
            </w:pPr>
            <w:r w:rsidRPr="006D3694">
              <w:rPr>
                <w:rFonts w:ascii="Times New Roman" w:hAnsi="Times New Roman"/>
                <w:sz w:val="18"/>
                <w:szCs w:val="18"/>
              </w:rPr>
              <w:t>6. Коллективно-долевые хозяйства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A208E" w14:textId="77777777" w:rsidR="000D79BC" w:rsidRPr="006D3694" w:rsidRDefault="000D79BC" w:rsidP="00B844E0">
            <w:pPr>
              <w:pStyle w:val="a3"/>
              <w:widowControl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3694">
              <w:rPr>
                <w:rFonts w:ascii="Times New Roman" w:hAnsi="Times New Roman"/>
                <w:sz w:val="18"/>
                <w:szCs w:val="18"/>
              </w:rPr>
              <w:t>1060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FEE3B" w14:textId="77777777" w:rsidR="000D79BC" w:rsidRPr="006D3694" w:rsidRDefault="000D79BC" w:rsidP="00B844E0">
            <w:pPr>
              <w:pStyle w:val="a3"/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bookmarkStart w:id="17" w:name="f0r1060"/>
            <w:bookmarkEnd w:id="17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C33701" w14:textId="77777777" w:rsidR="000D79BC" w:rsidRPr="006D3694" w:rsidRDefault="000D79BC" w:rsidP="00B844E0">
            <w:pPr>
              <w:pStyle w:val="a3"/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221EF2" w14:textId="77777777" w:rsidR="000D79BC" w:rsidRPr="006D3694" w:rsidRDefault="000D79BC" w:rsidP="00B844E0">
            <w:pPr>
              <w:pStyle w:val="a3"/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0D79BC" w:rsidRPr="006D3694" w14:paraId="738E341A" w14:textId="77777777" w:rsidTr="00054037">
        <w:trPr>
          <w:trHeight w:val="340"/>
        </w:trPr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77A8D" w14:textId="77777777" w:rsidR="000D79BC" w:rsidRPr="006D3694" w:rsidRDefault="000D79BC" w:rsidP="00B844E0">
            <w:pPr>
              <w:pStyle w:val="a3"/>
              <w:widowControl w:val="0"/>
              <w:rPr>
                <w:rFonts w:ascii="Times New Roman" w:hAnsi="Times New Roman"/>
                <w:sz w:val="18"/>
                <w:szCs w:val="18"/>
              </w:rPr>
            </w:pPr>
            <w:r w:rsidRPr="006D3694">
              <w:rPr>
                <w:rFonts w:ascii="Times New Roman" w:hAnsi="Times New Roman"/>
                <w:sz w:val="18"/>
                <w:szCs w:val="18"/>
              </w:rPr>
              <w:t>7. Коллективные сельскохозяйственные организации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53FD7" w14:textId="77777777" w:rsidR="000D79BC" w:rsidRPr="006D3694" w:rsidRDefault="000D79BC" w:rsidP="00B844E0">
            <w:pPr>
              <w:pStyle w:val="a3"/>
              <w:widowControl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3694">
              <w:rPr>
                <w:rFonts w:ascii="Times New Roman" w:hAnsi="Times New Roman"/>
                <w:sz w:val="18"/>
                <w:szCs w:val="18"/>
              </w:rPr>
              <w:t>1070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ED758" w14:textId="77777777" w:rsidR="000D79BC" w:rsidRPr="006D3694" w:rsidRDefault="000D79BC" w:rsidP="00B844E0">
            <w:pPr>
              <w:pStyle w:val="a3"/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bookmarkStart w:id="18" w:name="f0r1070"/>
            <w:bookmarkEnd w:id="18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84CAB" w14:textId="77777777" w:rsidR="000D79BC" w:rsidRPr="006D3694" w:rsidRDefault="000D79BC" w:rsidP="00B844E0">
            <w:pPr>
              <w:pStyle w:val="a3"/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22626" w14:textId="77777777" w:rsidR="000D79BC" w:rsidRPr="006D3694" w:rsidRDefault="000D79BC" w:rsidP="00B844E0">
            <w:pPr>
              <w:pStyle w:val="a3"/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0D79BC" w:rsidRPr="006D3694" w14:paraId="53508337" w14:textId="77777777" w:rsidTr="00054037">
        <w:trPr>
          <w:trHeight w:val="340"/>
        </w:trPr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1C168" w14:textId="77777777" w:rsidR="000D79BC" w:rsidRPr="006D3694" w:rsidRDefault="000D79BC" w:rsidP="00B844E0">
            <w:pPr>
              <w:pStyle w:val="a3"/>
              <w:widowControl w:val="0"/>
              <w:rPr>
                <w:rFonts w:ascii="Times New Roman" w:hAnsi="Times New Roman"/>
                <w:sz w:val="18"/>
                <w:szCs w:val="18"/>
              </w:rPr>
            </w:pPr>
            <w:r w:rsidRPr="006D3694">
              <w:rPr>
                <w:rFonts w:ascii="Times New Roman" w:hAnsi="Times New Roman"/>
                <w:sz w:val="18"/>
                <w:szCs w:val="18"/>
              </w:rPr>
              <w:t>8. Кооперативы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58546" w14:textId="77777777" w:rsidR="000D79BC" w:rsidRPr="006D3694" w:rsidRDefault="000D79BC" w:rsidP="00B844E0">
            <w:pPr>
              <w:pStyle w:val="a3"/>
              <w:widowControl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3694">
              <w:rPr>
                <w:rFonts w:ascii="Times New Roman" w:hAnsi="Times New Roman"/>
                <w:sz w:val="18"/>
                <w:szCs w:val="18"/>
              </w:rPr>
              <w:t>1080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6CE1B" w14:textId="77777777" w:rsidR="000D79BC" w:rsidRPr="006D3694" w:rsidRDefault="000D79BC" w:rsidP="00B844E0">
            <w:pPr>
              <w:pStyle w:val="a3"/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bookmarkStart w:id="19" w:name="f0r1080"/>
            <w:bookmarkEnd w:id="19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DCF6E" w14:textId="77777777" w:rsidR="000D79BC" w:rsidRPr="006D3694" w:rsidRDefault="000D79BC" w:rsidP="00B844E0">
            <w:pPr>
              <w:pStyle w:val="a3"/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4B7EEA" w14:textId="77777777" w:rsidR="000D79BC" w:rsidRPr="006D3694" w:rsidRDefault="000D79BC" w:rsidP="00B844E0">
            <w:pPr>
              <w:pStyle w:val="a3"/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0D79BC" w:rsidRPr="006D3694" w14:paraId="5EC47F5F" w14:textId="77777777" w:rsidTr="00054037">
        <w:trPr>
          <w:trHeight w:val="340"/>
        </w:trPr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6B543" w14:textId="77777777" w:rsidR="000D79BC" w:rsidRPr="006D3694" w:rsidRDefault="000D79BC" w:rsidP="00B844E0">
            <w:pPr>
              <w:pStyle w:val="a3"/>
              <w:widowControl w:val="0"/>
              <w:rPr>
                <w:rFonts w:ascii="Times New Roman" w:hAnsi="Times New Roman"/>
                <w:sz w:val="18"/>
                <w:szCs w:val="18"/>
              </w:rPr>
            </w:pPr>
            <w:r w:rsidRPr="006D3694">
              <w:rPr>
                <w:rFonts w:ascii="Times New Roman" w:hAnsi="Times New Roman"/>
                <w:sz w:val="18"/>
                <w:szCs w:val="18"/>
              </w:rPr>
              <w:t>9. Совхозы и другие государственные сельскохозяйственные организации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4B4D7" w14:textId="77777777" w:rsidR="000D79BC" w:rsidRPr="006D3694" w:rsidRDefault="000D79BC" w:rsidP="00B844E0">
            <w:pPr>
              <w:pStyle w:val="a3"/>
              <w:widowControl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3694">
              <w:rPr>
                <w:rFonts w:ascii="Times New Roman" w:hAnsi="Times New Roman"/>
                <w:sz w:val="18"/>
                <w:szCs w:val="18"/>
              </w:rPr>
              <w:t>1090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3A6C5B" w14:textId="77777777" w:rsidR="000D79BC" w:rsidRPr="006D3694" w:rsidRDefault="000D79BC" w:rsidP="00B844E0">
            <w:pPr>
              <w:pStyle w:val="a3"/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bookmarkStart w:id="20" w:name="f0r1090"/>
            <w:bookmarkEnd w:id="20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BA724" w14:textId="77777777" w:rsidR="000D79BC" w:rsidRPr="006D3694" w:rsidRDefault="000D79BC" w:rsidP="00B844E0">
            <w:pPr>
              <w:pStyle w:val="a3"/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27DFE0" w14:textId="77777777" w:rsidR="000D79BC" w:rsidRPr="006D3694" w:rsidRDefault="000D79BC" w:rsidP="00B844E0">
            <w:pPr>
              <w:pStyle w:val="a3"/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0D79BC" w:rsidRPr="006D3694" w14:paraId="36B15F10" w14:textId="77777777" w:rsidTr="00054037">
        <w:trPr>
          <w:trHeight w:val="340"/>
        </w:trPr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7480A" w14:textId="77777777" w:rsidR="000D79BC" w:rsidRPr="006D3694" w:rsidRDefault="000D79BC" w:rsidP="00B844E0">
            <w:pPr>
              <w:pStyle w:val="a3"/>
              <w:widowControl w:val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736A05" w14:textId="77777777" w:rsidR="000D79BC" w:rsidRPr="006D3694" w:rsidRDefault="000D79BC" w:rsidP="00B844E0">
            <w:pPr>
              <w:pStyle w:val="a3"/>
              <w:widowControl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3694">
              <w:rPr>
                <w:rFonts w:ascii="Times New Roman" w:hAnsi="Times New Roman"/>
                <w:sz w:val="18"/>
                <w:szCs w:val="18"/>
              </w:rPr>
              <w:t>1091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7191D" w14:textId="77777777" w:rsidR="000D79BC" w:rsidRPr="006D3694" w:rsidRDefault="000D79BC" w:rsidP="00B844E0">
            <w:pPr>
              <w:pStyle w:val="a3"/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bookmarkStart w:id="21" w:name="f0r1091"/>
            <w:bookmarkEnd w:id="21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B1219" w14:textId="77777777" w:rsidR="000D79BC" w:rsidRPr="006D3694" w:rsidRDefault="000D79BC" w:rsidP="00B844E0">
            <w:pPr>
              <w:pStyle w:val="a3"/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023B7E" w14:textId="77777777" w:rsidR="000D79BC" w:rsidRPr="006D3694" w:rsidRDefault="000D79BC" w:rsidP="00B844E0">
            <w:pPr>
              <w:pStyle w:val="a3"/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0D79BC" w:rsidRPr="006D3694" w14:paraId="78BADA7E" w14:textId="77777777" w:rsidTr="00054037">
        <w:trPr>
          <w:trHeight w:val="340"/>
        </w:trPr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8C041" w14:textId="77777777" w:rsidR="000D79BC" w:rsidRPr="006D3694" w:rsidRDefault="000D79BC" w:rsidP="00B844E0">
            <w:pPr>
              <w:pStyle w:val="a3"/>
              <w:widowControl w:val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14567A" w14:textId="77777777" w:rsidR="000D79BC" w:rsidRPr="006D3694" w:rsidRDefault="000D79BC" w:rsidP="00B844E0">
            <w:pPr>
              <w:pStyle w:val="a3"/>
              <w:widowControl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3694">
              <w:rPr>
                <w:rFonts w:ascii="Times New Roman" w:hAnsi="Times New Roman"/>
                <w:sz w:val="18"/>
                <w:szCs w:val="18"/>
              </w:rPr>
              <w:t>1092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6707E" w14:textId="77777777" w:rsidR="000D79BC" w:rsidRPr="006D3694" w:rsidRDefault="000D79BC" w:rsidP="00B844E0">
            <w:pPr>
              <w:pStyle w:val="a3"/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bookmarkStart w:id="22" w:name="f0r1092"/>
            <w:bookmarkEnd w:id="22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567A74" w14:textId="77777777" w:rsidR="000D79BC" w:rsidRPr="006D3694" w:rsidRDefault="000D79BC" w:rsidP="00B844E0">
            <w:pPr>
              <w:pStyle w:val="a3"/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45E19" w14:textId="77777777" w:rsidR="000D79BC" w:rsidRPr="006D3694" w:rsidRDefault="000D79BC" w:rsidP="00B844E0">
            <w:pPr>
              <w:pStyle w:val="a3"/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0D79BC" w:rsidRPr="006D3694" w14:paraId="2EA6C069" w14:textId="77777777" w:rsidTr="00054037">
        <w:trPr>
          <w:trHeight w:val="340"/>
        </w:trPr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D05E4" w14:textId="77777777" w:rsidR="000D79BC" w:rsidRPr="006D3694" w:rsidRDefault="000D79BC" w:rsidP="00B844E0">
            <w:pPr>
              <w:pStyle w:val="a3"/>
              <w:widowControl w:val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B7C7E2" w14:textId="77777777" w:rsidR="000D79BC" w:rsidRPr="006D3694" w:rsidRDefault="000D79BC" w:rsidP="00B844E0">
            <w:pPr>
              <w:pStyle w:val="a3"/>
              <w:widowControl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3694">
              <w:rPr>
                <w:rFonts w:ascii="Times New Roman" w:hAnsi="Times New Roman"/>
                <w:sz w:val="18"/>
                <w:szCs w:val="18"/>
              </w:rPr>
              <w:t>1093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BEA97" w14:textId="77777777" w:rsidR="000D79BC" w:rsidRPr="006D3694" w:rsidRDefault="000D79BC" w:rsidP="00B844E0">
            <w:pPr>
              <w:pStyle w:val="a3"/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bookmarkStart w:id="23" w:name="f0r1093"/>
            <w:bookmarkEnd w:id="23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37341" w14:textId="77777777" w:rsidR="000D79BC" w:rsidRPr="006D3694" w:rsidRDefault="000D79BC" w:rsidP="00B844E0">
            <w:pPr>
              <w:pStyle w:val="a3"/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C95AA2" w14:textId="77777777" w:rsidR="000D79BC" w:rsidRPr="006D3694" w:rsidRDefault="000D79BC" w:rsidP="00B844E0">
            <w:pPr>
              <w:pStyle w:val="a3"/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0D79BC" w:rsidRPr="006D3694" w14:paraId="777B45D7" w14:textId="77777777" w:rsidTr="00054037">
        <w:trPr>
          <w:trHeight w:val="340"/>
        </w:trPr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304187" w14:textId="77777777" w:rsidR="000D79BC" w:rsidRPr="006D3694" w:rsidRDefault="000D79BC" w:rsidP="00B844E0">
            <w:pPr>
              <w:pStyle w:val="a3"/>
              <w:widowControl w:val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EB987" w14:textId="77777777" w:rsidR="000D79BC" w:rsidRPr="006D3694" w:rsidRDefault="000D79BC" w:rsidP="00B844E0">
            <w:pPr>
              <w:pStyle w:val="a3"/>
              <w:widowControl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3694">
              <w:rPr>
                <w:rFonts w:ascii="Times New Roman" w:hAnsi="Times New Roman"/>
                <w:sz w:val="18"/>
                <w:szCs w:val="18"/>
              </w:rPr>
              <w:t>1094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02F95" w14:textId="77777777" w:rsidR="000D79BC" w:rsidRPr="006D3694" w:rsidRDefault="000D79BC" w:rsidP="00B844E0">
            <w:pPr>
              <w:pStyle w:val="a3"/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bookmarkStart w:id="24" w:name="f0r1094"/>
            <w:bookmarkEnd w:id="24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E422B" w14:textId="77777777" w:rsidR="000D79BC" w:rsidRPr="006D3694" w:rsidRDefault="000D79BC" w:rsidP="00B844E0">
            <w:pPr>
              <w:pStyle w:val="a3"/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D39B3" w14:textId="77777777" w:rsidR="000D79BC" w:rsidRPr="006D3694" w:rsidRDefault="000D79BC" w:rsidP="00B844E0">
            <w:pPr>
              <w:pStyle w:val="a3"/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0D79BC" w:rsidRPr="006D3694" w14:paraId="62F610F0" w14:textId="77777777" w:rsidTr="00054037">
        <w:trPr>
          <w:trHeight w:val="340"/>
        </w:trPr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343B0" w14:textId="77777777" w:rsidR="000D79BC" w:rsidRPr="006D3694" w:rsidRDefault="000D79BC" w:rsidP="00B844E0">
            <w:pPr>
              <w:pStyle w:val="a3"/>
              <w:widowControl w:val="0"/>
              <w:rPr>
                <w:rFonts w:ascii="Times New Roman" w:hAnsi="Times New Roman"/>
                <w:sz w:val="18"/>
                <w:szCs w:val="18"/>
              </w:rPr>
            </w:pPr>
            <w:r w:rsidRPr="006D3694">
              <w:rPr>
                <w:rFonts w:ascii="Times New Roman" w:hAnsi="Times New Roman"/>
                <w:sz w:val="18"/>
                <w:szCs w:val="18"/>
              </w:rPr>
              <w:t>10. Колхозы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89711" w14:textId="77777777" w:rsidR="000D79BC" w:rsidRPr="006D3694" w:rsidRDefault="000D79BC" w:rsidP="00B844E0">
            <w:pPr>
              <w:pStyle w:val="a3"/>
              <w:widowControl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3694">
              <w:rPr>
                <w:rFonts w:ascii="Times New Roman" w:hAnsi="Times New Roman"/>
                <w:sz w:val="18"/>
                <w:szCs w:val="18"/>
              </w:rPr>
              <w:t>1100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88691A" w14:textId="77777777" w:rsidR="000D79BC" w:rsidRPr="006D3694" w:rsidRDefault="000D79BC" w:rsidP="00B844E0">
            <w:pPr>
              <w:pStyle w:val="a3"/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bookmarkStart w:id="25" w:name="f0r1100"/>
            <w:bookmarkEnd w:id="25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4E317" w14:textId="77777777" w:rsidR="000D79BC" w:rsidRPr="006D3694" w:rsidRDefault="000D79BC" w:rsidP="00B844E0">
            <w:pPr>
              <w:pStyle w:val="a3"/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89843" w14:textId="77777777" w:rsidR="000D79BC" w:rsidRPr="006D3694" w:rsidRDefault="000D79BC" w:rsidP="00B844E0">
            <w:pPr>
              <w:pStyle w:val="a3"/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0D79BC" w:rsidRPr="006D3694" w14:paraId="7A817183" w14:textId="77777777" w:rsidTr="00054037">
        <w:trPr>
          <w:trHeight w:val="340"/>
        </w:trPr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4B5C9" w14:textId="77777777" w:rsidR="000D79BC" w:rsidRPr="006D3694" w:rsidRDefault="000D79BC" w:rsidP="00B844E0">
            <w:pPr>
              <w:pStyle w:val="a3"/>
              <w:widowControl w:val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EE9765" w14:textId="77777777" w:rsidR="000D79BC" w:rsidRPr="006D3694" w:rsidRDefault="000D79BC" w:rsidP="00B844E0">
            <w:pPr>
              <w:pStyle w:val="a3"/>
              <w:widowControl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3694">
              <w:rPr>
                <w:rFonts w:ascii="Times New Roman" w:hAnsi="Times New Roman"/>
                <w:sz w:val="18"/>
                <w:szCs w:val="18"/>
              </w:rPr>
              <w:t>1101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2BA15" w14:textId="77777777" w:rsidR="000D79BC" w:rsidRPr="006D3694" w:rsidRDefault="000D79BC" w:rsidP="00B844E0">
            <w:pPr>
              <w:pStyle w:val="a3"/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bookmarkStart w:id="26" w:name="f0r1101"/>
            <w:bookmarkEnd w:id="26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19A0E6" w14:textId="77777777" w:rsidR="000D79BC" w:rsidRPr="006D3694" w:rsidRDefault="000D79BC" w:rsidP="00B844E0">
            <w:pPr>
              <w:pStyle w:val="a3"/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E9FB4" w14:textId="77777777" w:rsidR="000D79BC" w:rsidRPr="006D3694" w:rsidRDefault="000D79BC" w:rsidP="00B844E0">
            <w:pPr>
              <w:pStyle w:val="a3"/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0D79BC" w:rsidRPr="006D3694" w14:paraId="6779D852" w14:textId="77777777" w:rsidTr="00054037">
        <w:trPr>
          <w:trHeight w:val="340"/>
        </w:trPr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CA679" w14:textId="77777777" w:rsidR="000D79BC" w:rsidRPr="006D3694" w:rsidRDefault="000D79BC" w:rsidP="00B844E0">
            <w:pPr>
              <w:pStyle w:val="a3"/>
              <w:widowControl w:val="0"/>
              <w:rPr>
                <w:rFonts w:ascii="Times New Roman" w:hAnsi="Times New Roman"/>
                <w:sz w:val="18"/>
                <w:szCs w:val="18"/>
              </w:rPr>
            </w:pPr>
            <w:r w:rsidRPr="006D3694">
              <w:rPr>
                <w:rFonts w:ascii="Times New Roman" w:hAnsi="Times New Roman"/>
                <w:sz w:val="18"/>
                <w:szCs w:val="18"/>
              </w:rPr>
              <w:t>11. Частные унитарные организации*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B61C6" w14:textId="77777777" w:rsidR="000D79BC" w:rsidRPr="006D3694" w:rsidRDefault="000D79BC" w:rsidP="00B844E0">
            <w:pPr>
              <w:pStyle w:val="a3"/>
              <w:widowControl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3694">
              <w:rPr>
                <w:rFonts w:ascii="Times New Roman" w:hAnsi="Times New Roman"/>
                <w:sz w:val="18"/>
                <w:szCs w:val="18"/>
              </w:rPr>
              <w:t>1102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2BF66" w14:textId="77777777" w:rsidR="000D79BC" w:rsidRPr="006D3694" w:rsidRDefault="000D79BC" w:rsidP="00B844E0">
            <w:pPr>
              <w:pStyle w:val="a3"/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bookmarkStart w:id="27" w:name="f0r1102"/>
            <w:bookmarkEnd w:id="27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57710" w14:textId="77777777" w:rsidR="000D79BC" w:rsidRPr="006D3694" w:rsidRDefault="000D79BC" w:rsidP="00B844E0">
            <w:pPr>
              <w:pStyle w:val="a3"/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54D78" w14:textId="77777777" w:rsidR="000D79BC" w:rsidRPr="006D3694" w:rsidRDefault="000D79BC" w:rsidP="00B844E0">
            <w:pPr>
              <w:pStyle w:val="a3"/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0D79BC" w:rsidRPr="006D3694" w14:paraId="3136B875" w14:textId="77777777" w:rsidTr="00054037">
        <w:trPr>
          <w:trHeight w:val="340"/>
        </w:trPr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6CB900" w14:textId="77777777" w:rsidR="000D79BC" w:rsidRPr="006D3694" w:rsidRDefault="000D79BC" w:rsidP="00B844E0">
            <w:pPr>
              <w:pStyle w:val="a3"/>
              <w:widowControl w:val="0"/>
              <w:rPr>
                <w:rFonts w:ascii="Times New Roman" w:hAnsi="Times New Roman"/>
                <w:sz w:val="18"/>
                <w:szCs w:val="18"/>
              </w:rPr>
            </w:pPr>
            <w:r w:rsidRPr="006D3694">
              <w:rPr>
                <w:rFonts w:ascii="Times New Roman" w:hAnsi="Times New Roman"/>
                <w:sz w:val="18"/>
                <w:szCs w:val="18"/>
              </w:rPr>
              <w:t>12. Крестьянские (фермерские) хозяйства *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20E78" w14:textId="77777777" w:rsidR="000D79BC" w:rsidRPr="006D3694" w:rsidRDefault="000D79BC" w:rsidP="00B844E0">
            <w:pPr>
              <w:pStyle w:val="a3"/>
              <w:widowControl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3694">
              <w:rPr>
                <w:rFonts w:ascii="Times New Roman" w:hAnsi="Times New Roman"/>
                <w:sz w:val="18"/>
                <w:szCs w:val="18"/>
              </w:rPr>
              <w:t>1103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1C06C" w14:textId="77777777" w:rsidR="000D79BC" w:rsidRPr="006D3694" w:rsidRDefault="000D79BC" w:rsidP="00B844E0">
            <w:pPr>
              <w:pStyle w:val="a3"/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bookmarkStart w:id="28" w:name="f0r1103"/>
            <w:bookmarkEnd w:id="28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FDD3A" w14:textId="77777777" w:rsidR="000D79BC" w:rsidRPr="006D3694" w:rsidRDefault="000D79BC" w:rsidP="00B844E0">
            <w:pPr>
              <w:pStyle w:val="a3"/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6ECC8" w14:textId="77777777" w:rsidR="000D79BC" w:rsidRPr="006D3694" w:rsidRDefault="000D79BC" w:rsidP="00B844E0">
            <w:pPr>
              <w:pStyle w:val="a3"/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0D79BC" w:rsidRPr="006D3694" w14:paraId="0FB3BC0E" w14:textId="77777777" w:rsidTr="00054037">
        <w:trPr>
          <w:trHeight w:val="340"/>
        </w:trPr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4F2777" w14:textId="77777777" w:rsidR="000D79BC" w:rsidRPr="006D3694" w:rsidRDefault="000D79BC" w:rsidP="00B844E0">
            <w:pPr>
              <w:pStyle w:val="a3"/>
              <w:widowControl w:val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A9B43B" w14:textId="77777777" w:rsidR="000D79BC" w:rsidRPr="006D3694" w:rsidRDefault="000D79BC" w:rsidP="00B844E0">
            <w:pPr>
              <w:pStyle w:val="a3"/>
              <w:widowControl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3694">
              <w:rPr>
                <w:rFonts w:ascii="Times New Roman" w:hAnsi="Times New Roman"/>
                <w:sz w:val="18"/>
                <w:szCs w:val="18"/>
              </w:rPr>
              <w:t>1104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741784" w14:textId="77777777" w:rsidR="000D79BC" w:rsidRPr="006D3694" w:rsidRDefault="000D79BC" w:rsidP="00B844E0">
            <w:pPr>
              <w:pStyle w:val="a3"/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bookmarkStart w:id="29" w:name="f0r1104"/>
            <w:bookmarkEnd w:id="29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72C39" w14:textId="77777777" w:rsidR="000D79BC" w:rsidRPr="006D3694" w:rsidRDefault="000D79BC" w:rsidP="00B844E0">
            <w:pPr>
              <w:pStyle w:val="a3"/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8578D" w14:textId="77777777" w:rsidR="000D79BC" w:rsidRPr="006D3694" w:rsidRDefault="000D79BC" w:rsidP="00B844E0">
            <w:pPr>
              <w:pStyle w:val="a3"/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0D79BC" w:rsidRPr="006D3694" w14:paraId="1C5DCE3B" w14:textId="77777777" w:rsidTr="00054037">
        <w:trPr>
          <w:trHeight w:val="340"/>
        </w:trPr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421410" w14:textId="77777777" w:rsidR="000D79BC" w:rsidRPr="006D3694" w:rsidRDefault="000D79BC" w:rsidP="00B844E0">
            <w:pPr>
              <w:pStyle w:val="a3"/>
              <w:widowControl w:val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8A5BE" w14:textId="77777777" w:rsidR="000D79BC" w:rsidRPr="006D3694" w:rsidRDefault="000D79BC" w:rsidP="00B844E0">
            <w:pPr>
              <w:pStyle w:val="a3"/>
              <w:widowControl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3694">
              <w:rPr>
                <w:rFonts w:ascii="Times New Roman" w:hAnsi="Times New Roman"/>
                <w:sz w:val="18"/>
                <w:szCs w:val="18"/>
              </w:rPr>
              <w:t>1110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B54A5" w14:textId="77777777" w:rsidR="000D79BC" w:rsidRPr="006D3694" w:rsidRDefault="000D79BC" w:rsidP="00B844E0">
            <w:pPr>
              <w:pStyle w:val="a3"/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bookmarkStart w:id="30" w:name="f0r1110"/>
            <w:bookmarkEnd w:id="30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7B2A11" w14:textId="77777777" w:rsidR="000D79BC" w:rsidRPr="006D3694" w:rsidRDefault="000D79BC" w:rsidP="00B844E0">
            <w:pPr>
              <w:pStyle w:val="a3"/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985C6" w14:textId="77777777" w:rsidR="000D79BC" w:rsidRPr="006D3694" w:rsidRDefault="000D79BC" w:rsidP="00B844E0">
            <w:pPr>
              <w:pStyle w:val="a3"/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0D79BC" w:rsidRPr="006D3694" w14:paraId="709B5FBE" w14:textId="77777777" w:rsidTr="00054037">
        <w:trPr>
          <w:trHeight w:val="340"/>
        </w:trPr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D63FB" w14:textId="77777777" w:rsidR="000D79BC" w:rsidRPr="006D3694" w:rsidRDefault="000D79BC" w:rsidP="00B844E0">
            <w:pPr>
              <w:pStyle w:val="a3"/>
              <w:widowControl w:val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B17703" w14:textId="77777777" w:rsidR="000D79BC" w:rsidRPr="006D3694" w:rsidRDefault="000D79BC" w:rsidP="00B844E0">
            <w:pPr>
              <w:pStyle w:val="a3"/>
              <w:widowControl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3694">
              <w:rPr>
                <w:rFonts w:ascii="Times New Roman" w:hAnsi="Times New Roman"/>
                <w:sz w:val="18"/>
                <w:szCs w:val="18"/>
              </w:rPr>
              <w:t>1111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F9E54" w14:textId="77777777" w:rsidR="000D79BC" w:rsidRPr="006D3694" w:rsidRDefault="000D79BC" w:rsidP="00B844E0">
            <w:pPr>
              <w:pStyle w:val="a3"/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bookmarkStart w:id="31" w:name="f0r1111"/>
            <w:bookmarkEnd w:id="31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A0077" w14:textId="77777777" w:rsidR="000D79BC" w:rsidRPr="006D3694" w:rsidRDefault="000D79BC" w:rsidP="00B844E0">
            <w:pPr>
              <w:pStyle w:val="a3"/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0AA20" w14:textId="77777777" w:rsidR="000D79BC" w:rsidRPr="006D3694" w:rsidRDefault="000D79BC" w:rsidP="00B844E0">
            <w:pPr>
              <w:pStyle w:val="a3"/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0D79BC" w:rsidRPr="006D3694" w14:paraId="052E3A33" w14:textId="77777777" w:rsidTr="00054037">
        <w:trPr>
          <w:trHeight w:val="340"/>
        </w:trPr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B4FF3A" w14:textId="77777777" w:rsidR="000D79BC" w:rsidRPr="006D3694" w:rsidRDefault="000D79BC" w:rsidP="00B844E0">
            <w:pPr>
              <w:pStyle w:val="a3"/>
              <w:widowControl w:val="0"/>
              <w:rPr>
                <w:rFonts w:ascii="Times New Roman" w:hAnsi="Times New Roman"/>
                <w:sz w:val="18"/>
                <w:szCs w:val="18"/>
              </w:rPr>
            </w:pPr>
            <w:r w:rsidRPr="006D3694">
              <w:rPr>
                <w:rFonts w:ascii="Times New Roman" w:hAnsi="Times New Roman"/>
                <w:sz w:val="18"/>
                <w:szCs w:val="18"/>
              </w:rPr>
              <w:t>1</w:t>
            </w:r>
            <w:r w:rsidRPr="006D3694">
              <w:rPr>
                <w:rFonts w:ascii="Times New Roman" w:hAnsi="Times New Roman"/>
                <w:sz w:val="18"/>
                <w:szCs w:val="18"/>
                <w:lang w:val="en-US"/>
              </w:rPr>
              <w:t>3</w:t>
            </w:r>
            <w:r w:rsidRPr="006D3694">
              <w:rPr>
                <w:rFonts w:ascii="Times New Roman" w:hAnsi="Times New Roman"/>
                <w:sz w:val="18"/>
                <w:szCs w:val="18"/>
              </w:rPr>
              <w:t>. Государственные организации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009A5" w14:textId="77777777" w:rsidR="000D79BC" w:rsidRPr="006D3694" w:rsidRDefault="000D79BC" w:rsidP="00B844E0">
            <w:pPr>
              <w:pStyle w:val="a3"/>
              <w:widowControl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3694">
              <w:rPr>
                <w:rFonts w:ascii="Times New Roman" w:hAnsi="Times New Roman"/>
                <w:sz w:val="18"/>
                <w:szCs w:val="18"/>
              </w:rPr>
              <w:t>1120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6ED3E8" w14:textId="77777777" w:rsidR="000D79BC" w:rsidRPr="006D3694" w:rsidRDefault="000D79BC" w:rsidP="00B844E0">
            <w:pPr>
              <w:pStyle w:val="a3"/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bookmarkStart w:id="32" w:name="f0r1120"/>
            <w:bookmarkEnd w:id="32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46ABC" w14:textId="77777777" w:rsidR="000D79BC" w:rsidRPr="006D3694" w:rsidRDefault="000D79BC" w:rsidP="00B844E0">
            <w:pPr>
              <w:pStyle w:val="a3"/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F8717" w14:textId="77777777" w:rsidR="000D79BC" w:rsidRPr="006D3694" w:rsidRDefault="000D79BC" w:rsidP="00B844E0">
            <w:pPr>
              <w:pStyle w:val="a3"/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0D79BC" w:rsidRPr="006D3694" w14:paraId="57141A3E" w14:textId="77777777" w:rsidTr="00054037">
        <w:trPr>
          <w:trHeight w:val="340"/>
        </w:trPr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B7CE2" w14:textId="77777777" w:rsidR="000D79BC" w:rsidRPr="006D3694" w:rsidRDefault="000D79BC" w:rsidP="00B844E0">
            <w:pPr>
              <w:pStyle w:val="a3"/>
              <w:widowControl w:val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2D971" w14:textId="77777777" w:rsidR="000D79BC" w:rsidRPr="006D3694" w:rsidRDefault="000D79BC" w:rsidP="00B844E0">
            <w:pPr>
              <w:pStyle w:val="a3"/>
              <w:widowControl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CC11B" w14:textId="77777777" w:rsidR="000D79BC" w:rsidRPr="006D3694" w:rsidRDefault="000D79BC" w:rsidP="00B844E0">
            <w:pPr>
              <w:pStyle w:val="a3"/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5908CB" w14:textId="77777777" w:rsidR="000D79BC" w:rsidRPr="006D3694" w:rsidRDefault="000D79BC" w:rsidP="00B844E0">
            <w:pPr>
              <w:pStyle w:val="a3"/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B3215F" w14:textId="77777777" w:rsidR="000D79BC" w:rsidRPr="006D3694" w:rsidRDefault="000D79BC" w:rsidP="00B844E0">
            <w:pPr>
              <w:pStyle w:val="a3"/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0D79BC" w:rsidRPr="006D3694" w14:paraId="7DB91A3E" w14:textId="77777777" w:rsidTr="00054037">
        <w:trPr>
          <w:trHeight w:val="340"/>
        </w:trPr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FA978" w14:textId="77777777" w:rsidR="000D79BC" w:rsidRPr="006D3694" w:rsidRDefault="000D79BC" w:rsidP="00B844E0">
            <w:pPr>
              <w:pStyle w:val="a3"/>
              <w:widowControl w:val="0"/>
              <w:rPr>
                <w:rFonts w:ascii="Times New Roman" w:hAnsi="Times New Roman"/>
                <w:b/>
                <w:sz w:val="18"/>
                <w:szCs w:val="18"/>
              </w:rPr>
            </w:pPr>
            <w:r w:rsidRPr="006D3694">
              <w:rPr>
                <w:rFonts w:ascii="Times New Roman" w:hAnsi="Times New Roman"/>
                <w:b/>
                <w:sz w:val="18"/>
                <w:szCs w:val="18"/>
              </w:rPr>
              <w:t>Итого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53E7A" w14:textId="77777777" w:rsidR="000D79BC" w:rsidRPr="006D3694" w:rsidRDefault="000D79BC" w:rsidP="00B844E0">
            <w:pPr>
              <w:pStyle w:val="a3"/>
              <w:widowControl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3694">
              <w:rPr>
                <w:rFonts w:ascii="Times New Roman" w:hAnsi="Times New Roman"/>
                <w:sz w:val="18"/>
                <w:szCs w:val="18"/>
              </w:rPr>
              <w:t>1130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ABF04" w14:textId="77777777" w:rsidR="000D79BC" w:rsidRPr="006D3694" w:rsidRDefault="003A5AFC" w:rsidP="00B844E0">
            <w:pPr>
              <w:pStyle w:val="a3"/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bookmarkStart w:id="33" w:name="f0r1130"/>
            <w:bookmarkEnd w:id="33"/>
            <w:r>
              <w:rPr>
                <w:rFonts w:ascii="Times New Roman" w:hAnsi="Times New Roman"/>
                <w:b/>
                <w:sz w:val="18"/>
                <w:szCs w:val="1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EB71F" w14:textId="77777777" w:rsidR="000D79BC" w:rsidRPr="006D3694" w:rsidRDefault="003A5AFC" w:rsidP="00B844E0">
            <w:pPr>
              <w:pStyle w:val="a3"/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2 211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402B8" w14:textId="77777777" w:rsidR="000D79BC" w:rsidRPr="006D3694" w:rsidRDefault="003A5AFC" w:rsidP="00B844E0">
            <w:pPr>
              <w:pStyle w:val="a3"/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2 101</w:t>
            </w:r>
          </w:p>
        </w:tc>
      </w:tr>
      <w:tr w:rsidR="000D79BC" w:rsidRPr="006D3694" w14:paraId="7F663986" w14:textId="77777777" w:rsidTr="00054037">
        <w:trPr>
          <w:trHeight w:val="340"/>
        </w:trPr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0AEB7" w14:textId="77777777" w:rsidR="000D79BC" w:rsidRDefault="000D79BC" w:rsidP="00B844E0">
            <w:pPr>
              <w:pStyle w:val="a3"/>
              <w:widowControl w:val="0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СПРАВОЧНО</w:t>
            </w:r>
          </w:p>
          <w:p w14:paraId="03AB756E" w14:textId="77777777" w:rsidR="000D79BC" w:rsidRPr="004B1D53" w:rsidRDefault="000D79BC" w:rsidP="00A61CB7">
            <w:pPr>
              <w:pStyle w:val="a3"/>
              <w:widowControl w:val="0"/>
              <w:rPr>
                <w:rFonts w:ascii="Times New Roman" w:hAnsi="Times New Roman"/>
                <w:sz w:val="18"/>
                <w:szCs w:val="18"/>
              </w:rPr>
            </w:pPr>
            <w:r w:rsidRPr="00005600">
              <w:rPr>
                <w:rFonts w:ascii="Times New Roman" w:hAnsi="Times New Roman"/>
                <w:sz w:val="18"/>
                <w:szCs w:val="18"/>
              </w:rPr>
              <w:t xml:space="preserve">Из кода 1130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– количество </w:t>
            </w:r>
            <w:proofErr w:type="spellStart"/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организаций,присоединившихсельскохозяйственные</w:t>
            </w:r>
            <w:proofErr w:type="spellEnd"/>
            <w:proofErr w:type="gramEnd"/>
            <w:r>
              <w:rPr>
                <w:rFonts w:ascii="Times New Roman" w:hAnsi="Times New Roman"/>
                <w:sz w:val="18"/>
                <w:szCs w:val="18"/>
              </w:rPr>
              <w:t xml:space="preserve"> предприятия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4B35B" w14:textId="77777777" w:rsidR="000D79BC" w:rsidRPr="00513FA8" w:rsidRDefault="000D79BC" w:rsidP="00B844E0">
            <w:pPr>
              <w:pStyle w:val="a3"/>
              <w:widowControl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3FA8">
              <w:rPr>
                <w:rFonts w:ascii="Times New Roman" w:hAnsi="Times New Roman"/>
                <w:sz w:val="18"/>
                <w:szCs w:val="18"/>
              </w:rPr>
              <w:t>11</w:t>
            </w:r>
            <w:r w:rsidRPr="00513FA8">
              <w:rPr>
                <w:rFonts w:ascii="Times New Roman" w:hAnsi="Times New Roman"/>
                <w:sz w:val="18"/>
                <w:szCs w:val="18"/>
                <w:lang w:val="en-US"/>
              </w:rPr>
              <w:t>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21A552" w14:textId="77777777" w:rsidR="000D79BC" w:rsidRPr="00513FA8" w:rsidRDefault="000D79BC" w:rsidP="00B844E0">
            <w:pPr>
              <w:pStyle w:val="a3"/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bookmarkStart w:id="34" w:name="f0r1131"/>
            <w:bookmarkEnd w:id="34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CFE68D" w14:textId="77777777" w:rsidR="000D79BC" w:rsidRPr="00513FA8" w:rsidRDefault="000D79BC" w:rsidP="00B844E0">
            <w:pPr>
              <w:pStyle w:val="a3"/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C65B3" w14:textId="77777777" w:rsidR="000D79BC" w:rsidRPr="00513FA8" w:rsidRDefault="000D79BC" w:rsidP="00B844E0">
            <w:pPr>
              <w:pStyle w:val="a3"/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0D79BC" w:rsidRPr="006D3694" w14:paraId="467D3668" w14:textId="77777777" w:rsidTr="00054037">
        <w:trPr>
          <w:trHeight w:val="340"/>
        </w:trPr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9D50D" w14:textId="77777777" w:rsidR="000D79BC" w:rsidRDefault="000D79BC" w:rsidP="00B844E0">
            <w:pPr>
              <w:pStyle w:val="a3"/>
              <w:widowControl w:val="0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СПРАВОЧНО</w:t>
            </w:r>
          </w:p>
          <w:p w14:paraId="672F0180" w14:textId="77777777" w:rsidR="000D79BC" w:rsidRDefault="000D79BC" w:rsidP="00B844E0">
            <w:pPr>
              <w:pStyle w:val="a3"/>
              <w:widowControl w:val="0"/>
              <w:rPr>
                <w:rFonts w:ascii="Times New Roman" w:hAnsi="Times New Roman"/>
                <w:b/>
                <w:sz w:val="18"/>
                <w:szCs w:val="18"/>
              </w:rPr>
            </w:pPr>
            <w:r w:rsidRPr="00005600">
              <w:rPr>
                <w:rFonts w:ascii="Times New Roman" w:hAnsi="Times New Roman"/>
                <w:sz w:val="18"/>
                <w:szCs w:val="18"/>
              </w:rPr>
              <w:t xml:space="preserve">Из кода 1130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- </w:t>
            </w:r>
            <w:r w:rsidRPr="00005600">
              <w:rPr>
                <w:rFonts w:ascii="Times New Roman" w:hAnsi="Times New Roman"/>
                <w:sz w:val="18"/>
                <w:szCs w:val="18"/>
              </w:rPr>
              <w:t xml:space="preserve">подсобные </w:t>
            </w:r>
            <w:r>
              <w:rPr>
                <w:rFonts w:ascii="Times New Roman" w:hAnsi="Times New Roman"/>
                <w:sz w:val="18"/>
                <w:szCs w:val="18"/>
              </w:rPr>
              <w:t>организации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98B08" w14:textId="77777777" w:rsidR="000D79BC" w:rsidRPr="00513FA8" w:rsidRDefault="000D79BC" w:rsidP="00B844E0">
            <w:pPr>
              <w:pStyle w:val="a3"/>
              <w:widowControl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113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76B3A" w14:textId="77777777" w:rsidR="000D79BC" w:rsidRPr="00513FA8" w:rsidRDefault="000D79BC" w:rsidP="00B844E0">
            <w:pPr>
              <w:pStyle w:val="a3"/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bookmarkStart w:id="35" w:name="f0r1132"/>
            <w:bookmarkEnd w:id="35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19682F" w14:textId="77777777" w:rsidR="000D79BC" w:rsidRPr="00513FA8" w:rsidRDefault="000D79BC" w:rsidP="00B844E0">
            <w:pPr>
              <w:pStyle w:val="a3"/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EC44B" w14:textId="77777777" w:rsidR="000D79BC" w:rsidRPr="00513FA8" w:rsidRDefault="000D79BC" w:rsidP="00B844E0">
            <w:pPr>
              <w:pStyle w:val="a3"/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0D79BC" w:rsidRPr="006D3694" w14:paraId="5EC5FB32" w14:textId="77777777" w:rsidTr="00054037">
        <w:trPr>
          <w:trHeight w:val="340"/>
        </w:trPr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D005C" w14:textId="77777777" w:rsidR="000D79BC" w:rsidRDefault="000D79BC" w:rsidP="00B844E0">
            <w:pPr>
              <w:pStyle w:val="a3"/>
              <w:widowControl w:val="0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СПРАВОЧНО</w:t>
            </w:r>
          </w:p>
          <w:p w14:paraId="3E239553" w14:textId="77777777" w:rsidR="000D79BC" w:rsidRDefault="000D79BC" w:rsidP="00B844E0">
            <w:pPr>
              <w:pStyle w:val="a3"/>
              <w:widowControl w:val="0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Количество филиалов</w:t>
            </w:r>
            <w:r w:rsidRPr="0054005A">
              <w:rPr>
                <w:rFonts w:ascii="Times New Roman" w:hAnsi="Times New Roman"/>
                <w:sz w:val="18"/>
                <w:szCs w:val="18"/>
              </w:rPr>
              <w:t>,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включенных в консолидированную бухгалтерскую отчетность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246B10" w14:textId="77777777" w:rsidR="000D79BC" w:rsidRDefault="000D79BC" w:rsidP="00B844E0">
            <w:pPr>
              <w:pStyle w:val="a3"/>
              <w:widowControl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1133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C43D0" w14:textId="77777777" w:rsidR="000D79BC" w:rsidRPr="00513FA8" w:rsidRDefault="000D79BC" w:rsidP="00B844E0">
            <w:pPr>
              <w:pStyle w:val="a3"/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bookmarkStart w:id="36" w:name="f0r1133"/>
            <w:bookmarkEnd w:id="36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27E45" w14:textId="77777777" w:rsidR="000D79BC" w:rsidRPr="00513FA8" w:rsidRDefault="000D79BC" w:rsidP="00B844E0">
            <w:pPr>
              <w:pStyle w:val="a3"/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2F2B6" w14:textId="77777777" w:rsidR="000D79BC" w:rsidRPr="00513FA8" w:rsidRDefault="000D79BC" w:rsidP="00B844E0">
            <w:pPr>
              <w:pStyle w:val="a3"/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</w:tbl>
    <w:p w14:paraId="6C428727" w14:textId="77777777" w:rsidR="000D79BC" w:rsidRPr="00A61CB7" w:rsidRDefault="000D79BC" w:rsidP="00A61CB7">
      <w:pPr>
        <w:pStyle w:val="a3"/>
        <w:widowControl w:val="0"/>
        <w:spacing w:before="240"/>
        <w:rPr>
          <w:rFonts w:ascii="Times New Roman" w:hAnsi="Times New Roman"/>
          <w:sz w:val="18"/>
          <w:szCs w:val="18"/>
        </w:rPr>
      </w:pPr>
      <w:r w:rsidRPr="00A61CB7">
        <w:rPr>
          <w:rFonts w:ascii="Times New Roman" w:hAnsi="Times New Roman"/>
          <w:sz w:val="18"/>
          <w:szCs w:val="18"/>
        </w:rPr>
        <w:t>Все стоимостные показатели показываются в тысячах рублей, а количественные – в тоннах.</w:t>
      </w:r>
    </w:p>
    <w:p w14:paraId="4F47C2C7" w14:textId="77777777" w:rsidR="000D79BC" w:rsidRPr="00A61CB7" w:rsidRDefault="000D79BC" w:rsidP="000D79BC">
      <w:pPr>
        <w:pStyle w:val="a3"/>
        <w:widowControl w:val="0"/>
        <w:rPr>
          <w:rFonts w:ascii="Times New Roman" w:hAnsi="Times New Roman"/>
          <w:sz w:val="18"/>
          <w:szCs w:val="18"/>
        </w:rPr>
      </w:pPr>
      <w:r w:rsidRPr="00A61CB7">
        <w:rPr>
          <w:rFonts w:ascii="Times New Roman" w:hAnsi="Times New Roman"/>
          <w:sz w:val="18"/>
          <w:szCs w:val="18"/>
        </w:rPr>
        <w:t>Отчет утвержден (рассмотрен), и по нему сделаны следующие замечания и предложения:</w:t>
      </w:r>
    </w:p>
    <w:p w14:paraId="0F081D72" w14:textId="77777777" w:rsidR="000D79BC" w:rsidRPr="00A61CB7" w:rsidRDefault="000D79BC" w:rsidP="000D79BC">
      <w:pPr>
        <w:pStyle w:val="a3"/>
        <w:widowControl w:val="0"/>
        <w:rPr>
          <w:rFonts w:ascii="Times New Roman" w:hAnsi="Times New Roman"/>
          <w:sz w:val="18"/>
          <w:szCs w:val="18"/>
        </w:rPr>
      </w:pPr>
      <w:r w:rsidRPr="00A61CB7">
        <w:rPr>
          <w:rFonts w:ascii="Times New Roman" w:hAnsi="Times New Roman"/>
          <w:sz w:val="18"/>
          <w:szCs w:val="18"/>
        </w:rPr>
        <w:t>*Заполняют только реформированные хозяйства</w:t>
      </w:r>
    </w:p>
    <w:p w14:paraId="455E4706" w14:textId="77777777" w:rsidR="000D79BC" w:rsidRPr="00923D2F" w:rsidRDefault="000D79BC" w:rsidP="000D79BC">
      <w:pPr>
        <w:pStyle w:val="a3"/>
        <w:rPr>
          <w:rFonts w:ascii="Times New Roman" w:hAnsi="Times New Roman"/>
        </w:rPr>
      </w:pPr>
      <w:r w:rsidRPr="006D3694">
        <w:rPr>
          <w:rFonts w:ascii="Times New Roman" w:hAnsi="Times New Roman"/>
        </w:rPr>
        <w:br w:type="page"/>
      </w:r>
      <w:bookmarkStart w:id="37" w:name="f2"/>
    </w:p>
    <w:bookmarkEnd w:id="7"/>
    <w:bookmarkEnd w:id="37"/>
    <w:tbl>
      <w:tblPr>
        <w:tblW w:w="10080" w:type="dxa"/>
        <w:tblInd w:w="959" w:type="dxa"/>
        <w:tblLook w:val="0000" w:firstRow="0" w:lastRow="0" w:firstColumn="0" w:lastColumn="0" w:noHBand="0" w:noVBand="0"/>
      </w:tblPr>
      <w:tblGrid>
        <w:gridCol w:w="1635"/>
        <w:gridCol w:w="895"/>
        <w:gridCol w:w="1415"/>
        <w:gridCol w:w="1175"/>
        <w:gridCol w:w="782"/>
        <w:gridCol w:w="2139"/>
        <w:gridCol w:w="2039"/>
      </w:tblGrid>
      <w:tr w:rsidR="00D54885" w14:paraId="18116644" w14:textId="77777777" w:rsidTr="00054037">
        <w:trPr>
          <w:trHeight w:val="80"/>
        </w:trPr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4CD79C40" w14:textId="77777777" w:rsidR="00D54885" w:rsidRDefault="00D54885" w:rsidP="00B44E62">
            <w:pPr>
              <w:rPr>
                <w:sz w:val="20"/>
                <w:szCs w:val="20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069232BF" w14:textId="77777777" w:rsidR="00D54885" w:rsidRDefault="00D54885" w:rsidP="00B44E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31B187A7" w14:textId="77777777" w:rsidR="00D54885" w:rsidRDefault="00D54885" w:rsidP="00B44E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02ADE957" w14:textId="77777777" w:rsidR="00D54885" w:rsidRDefault="00D54885" w:rsidP="00B44E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64DD4FA6" w14:textId="77777777" w:rsidR="00D54885" w:rsidRDefault="00D54885" w:rsidP="00B44E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1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1945711F" w14:textId="77777777" w:rsidR="00D54885" w:rsidRDefault="00D54885" w:rsidP="00B44E62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Приложение 1</w:t>
            </w:r>
          </w:p>
        </w:tc>
      </w:tr>
      <w:tr w:rsidR="00D54885" w14:paraId="62B0935F" w14:textId="77777777" w:rsidTr="00054037">
        <w:trPr>
          <w:trHeight w:val="225"/>
        </w:trPr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6E8CF46D" w14:textId="77777777" w:rsidR="00D54885" w:rsidRDefault="00D54885" w:rsidP="00B44E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3089DC81" w14:textId="77777777" w:rsidR="00D54885" w:rsidRDefault="00D54885" w:rsidP="00B44E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33DD11B6" w14:textId="77777777" w:rsidR="00D54885" w:rsidRDefault="00D54885" w:rsidP="00B44E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42FD4C95" w14:textId="77777777" w:rsidR="00D54885" w:rsidRDefault="00D54885" w:rsidP="00B44E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0A6FC553" w14:textId="77777777" w:rsidR="00D54885" w:rsidRDefault="00D54885" w:rsidP="00B44E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1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CF1C8C8" w14:textId="77777777" w:rsidR="00D54885" w:rsidRDefault="00D54885" w:rsidP="00B44E62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 постановлению Министерства финансов </w:t>
            </w:r>
            <w:r>
              <w:rPr>
                <w:sz w:val="16"/>
                <w:szCs w:val="16"/>
              </w:rPr>
              <w:br/>
              <w:t xml:space="preserve">Республики Беларусь </w:t>
            </w:r>
          </w:p>
        </w:tc>
      </w:tr>
      <w:tr w:rsidR="00D54885" w14:paraId="556CBDA6" w14:textId="77777777" w:rsidTr="00054037">
        <w:trPr>
          <w:trHeight w:val="225"/>
        </w:trPr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2B1280F3" w14:textId="77777777" w:rsidR="00D54885" w:rsidRDefault="00D54885" w:rsidP="00B44E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7FE9B128" w14:textId="77777777" w:rsidR="00D54885" w:rsidRDefault="00D54885" w:rsidP="00B44E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433E454A" w14:textId="77777777" w:rsidR="00D54885" w:rsidRDefault="00D54885" w:rsidP="00B44E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46F5082A" w14:textId="77777777" w:rsidR="00D54885" w:rsidRDefault="00D54885" w:rsidP="00B44E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41471CC2" w14:textId="77777777" w:rsidR="00D54885" w:rsidRDefault="00D54885" w:rsidP="00B44E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1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0270EB9" w14:textId="77777777" w:rsidR="00D54885" w:rsidRPr="000D79BC" w:rsidRDefault="00D54885" w:rsidP="00B44E62">
            <w:pPr>
              <w:jc w:val="righ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12</w:t>
            </w:r>
            <w:r>
              <w:rPr>
                <w:sz w:val="16"/>
                <w:szCs w:val="16"/>
              </w:rPr>
              <w:t>.</w:t>
            </w:r>
            <w:r>
              <w:rPr>
                <w:sz w:val="16"/>
                <w:szCs w:val="16"/>
                <w:lang w:val="en-US"/>
              </w:rPr>
              <w:t>12</w:t>
            </w:r>
            <w:r>
              <w:rPr>
                <w:sz w:val="16"/>
                <w:szCs w:val="16"/>
              </w:rPr>
              <w:t>.20</w:t>
            </w:r>
            <w:r>
              <w:rPr>
                <w:sz w:val="16"/>
                <w:szCs w:val="16"/>
                <w:lang w:val="en-US"/>
              </w:rPr>
              <w:t>16</w:t>
            </w:r>
            <w:r>
              <w:rPr>
                <w:sz w:val="16"/>
                <w:szCs w:val="16"/>
              </w:rPr>
              <w:t xml:space="preserve"> № 1</w:t>
            </w:r>
            <w:r>
              <w:rPr>
                <w:sz w:val="16"/>
                <w:szCs w:val="16"/>
                <w:lang w:val="en-US"/>
              </w:rPr>
              <w:t>04</w:t>
            </w:r>
          </w:p>
        </w:tc>
      </w:tr>
      <w:tr w:rsidR="00D54885" w14:paraId="728AE33A" w14:textId="77777777" w:rsidTr="00054037">
        <w:trPr>
          <w:trHeight w:val="255"/>
        </w:trPr>
        <w:tc>
          <w:tcPr>
            <w:tcW w:w="100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47B47F77" w14:textId="77777777" w:rsidR="00D54885" w:rsidRDefault="00D54885" w:rsidP="00B44E6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БУХГАЛТЕРСКИЙ БАЛАНС</w:t>
            </w:r>
          </w:p>
        </w:tc>
      </w:tr>
      <w:tr w:rsidR="00133BA2" w14:paraId="1E2A9A66" w14:textId="77777777" w:rsidTr="00054037">
        <w:trPr>
          <w:trHeight w:val="252"/>
        </w:trPr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553C1098" w14:textId="77777777" w:rsidR="00133BA2" w:rsidRDefault="00133BA2" w:rsidP="00B44E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7C55800A" w14:textId="77777777" w:rsidR="00133BA2" w:rsidRDefault="00133BA2" w:rsidP="00B44E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771E0441" w14:textId="77777777" w:rsidR="00133BA2" w:rsidRPr="003D265C" w:rsidRDefault="00133BA2" w:rsidP="00133BA2">
            <w:pPr>
              <w:ind w:firstLineChars="300" w:firstLine="542"/>
              <w:jc w:val="right"/>
              <w:rPr>
                <w:b/>
                <w:sz w:val="18"/>
                <w:szCs w:val="18"/>
              </w:rPr>
            </w:pPr>
            <w:r w:rsidRPr="003D265C">
              <w:rPr>
                <w:b/>
                <w:sz w:val="18"/>
                <w:szCs w:val="18"/>
              </w:rPr>
              <w:t>на</w:t>
            </w:r>
          </w:p>
        </w:tc>
        <w:tc>
          <w:tcPr>
            <w:tcW w:w="409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14:paraId="55961EEF" w14:textId="67558838" w:rsidR="00133BA2" w:rsidRPr="003D265C" w:rsidRDefault="00133BA2" w:rsidP="00052A5E">
            <w:pPr>
              <w:rPr>
                <w:b/>
                <w:sz w:val="18"/>
                <w:szCs w:val="18"/>
              </w:rPr>
            </w:pPr>
            <w:r w:rsidRPr="003D265C">
              <w:rPr>
                <w:b/>
                <w:sz w:val="18"/>
                <w:szCs w:val="18"/>
              </w:rPr>
              <w:t xml:space="preserve">31 </w:t>
            </w:r>
            <w:proofErr w:type="gramStart"/>
            <w:r w:rsidRPr="003D265C">
              <w:rPr>
                <w:b/>
                <w:sz w:val="18"/>
                <w:szCs w:val="18"/>
              </w:rPr>
              <w:t xml:space="preserve">декабря  </w:t>
            </w:r>
            <w:r w:rsidR="00BA75E8">
              <w:rPr>
                <w:b/>
                <w:sz w:val="18"/>
                <w:szCs w:val="18"/>
              </w:rPr>
              <w:t>202</w:t>
            </w:r>
            <w:r w:rsidR="00A31900">
              <w:rPr>
                <w:b/>
                <w:sz w:val="18"/>
                <w:szCs w:val="18"/>
              </w:rPr>
              <w:t>4</w:t>
            </w:r>
            <w:proofErr w:type="gramEnd"/>
            <w:r w:rsidRPr="003D265C">
              <w:rPr>
                <w:b/>
                <w:sz w:val="18"/>
                <w:szCs w:val="18"/>
              </w:rPr>
              <w:t xml:space="preserve"> года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7B2D9142" w14:textId="77777777" w:rsidR="00133BA2" w:rsidRDefault="00133BA2" w:rsidP="00B44E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D54885" w14:paraId="270EA569" w14:textId="77777777" w:rsidTr="00054037">
        <w:trPr>
          <w:trHeight w:val="70"/>
        </w:trPr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6371F3A0" w14:textId="77777777" w:rsidR="00D54885" w:rsidRPr="00670171" w:rsidRDefault="00D54885" w:rsidP="00B44E62">
            <w:pPr>
              <w:rPr>
                <w:sz w:val="16"/>
                <w:szCs w:val="16"/>
              </w:rPr>
            </w:pPr>
            <w:r w:rsidRPr="00670171">
              <w:rPr>
                <w:sz w:val="16"/>
                <w:szCs w:val="16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259C2049" w14:textId="77777777" w:rsidR="00D54885" w:rsidRPr="00670171" w:rsidRDefault="00D54885" w:rsidP="00B44E62">
            <w:pPr>
              <w:rPr>
                <w:sz w:val="16"/>
                <w:szCs w:val="16"/>
              </w:rPr>
            </w:pPr>
            <w:r w:rsidRPr="00670171">
              <w:rPr>
                <w:sz w:val="16"/>
                <w:szCs w:val="16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718F5E38" w14:textId="77777777" w:rsidR="00D54885" w:rsidRPr="00670171" w:rsidRDefault="00D54885" w:rsidP="00B44E62">
            <w:pPr>
              <w:rPr>
                <w:sz w:val="16"/>
                <w:szCs w:val="16"/>
              </w:rPr>
            </w:pPr>
            <w:r w:rsidRPr="00670171">
              <w:rPr>
                <w:sz w:val="16"/>
                <w:szCs w:val="16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241E720C" w14:textId="77777777" w:rsidR="00D54885" w:rsidRPr="00670171" w:rsidRDefault="00D54885" w:rsidP="00B44E62">
            <w:pPr>
              <w:rPr>
                <w:sz w:val="16"/>
                <w:szCs w:val="16"/>
              </w:rPr>
            </w:pPr>
            <w:r w:rsidRPr="00670171">
              <w:rPr>
                <w:sz w:val="16"/>
                <w:szCs w:val="16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3F09F8D2" w14:textId="77777777" w:rsidR="00D54885" w:rsidRPr="00670171" w:rsidRDefault="00D54885" w:rsidP="00B44E62">
            <w:pPr>
              <w:rPr>
                <w:sz w:val="16"/>
                <w:szCs w:val="16"/>
              </w:rPr>
            </w:pPr>
            <w:r w:rsidRPr="00670171">
              <w:rPr>
                <w:sz w:val="16"/>
                <w:szCs w:val="16"/>
              </w:rPr>
              <w:t> </w:t>
            </w:r>
          </w:p>
        </w:tc>
        <w:tc>
          <w:tcPr>
            <w:tcW w:w="21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7C9B6E8C" w14:textId="77777777" w:rsidR="00D54885" w:rsidRPr="00670171" w:rsidRDefault="00D54885" w:rsidP="00B44E62">
            <w:pPr>
              <w:rPr>
                <w:sz w:val="16"/>
                <w:szCs w:val="16"/>
              </w:rPr>
            </w:pPr>
            <w:r w:rsidRPr="00670171">
              <w:rPr>
                <w:sz w:val="16"/>
                <w:szCs w:val="16"/>
              </w:rPr>
              <w:t> 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71ECDE07" w14:textId="77777777" w:rsidR="00D54885" w:rsidRPr="00670171" w:rsidRDefault="00D54885" w:rsidP="00B44E62">
            <w:pPr>
              <w:rPr>
                <w:sz w:val="16"/>
                <w:szCs w:val="16"/>
              </w:rPr>
            </w:pPr>
            <w:r w:rsidRPr="00670171">
              <w:rPr>
                <w:sz w:val="16"/>
                <w:szCs w:val="16"/>
              </w:rPr>
              <w:t> </w:t>
            </w:r>
          </w:p>
        </w:tc>
      </w:tr>
      <w:tr w:rsidR="00D54885" w14:paraId="7FBF9720" w14:textId="77777777" w:rsidTr="00054037">
        <w:trPr>
          <w:trHeight w:val="113"/>
        </w:trPr>
        <w:tc>
          <w:tcPr>
            <w:tcW w:w="39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14:paraId="77EC7227" w14:textId="77777777" w:rsidR="00D54885" w:rsidRPr="00A325B4" w:rsidRDefault="00D54885" w:rsidP="00B44E62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Организация</w:t>
            </w:r>
          </w:p>
        </w:tc>
        <w:tc>
          <w:tcPr>
            <w:tcW w:w="61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14:paraId="44E4272C" w14:textId="77777777" w:rsidR="00D54885" w:rsidRPr="00A325B4" w:rsidRDefault="00D54885" w:rsidP="00B44E62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</w:p>
        </w:tc>
      </w:tr>
      <w:tr w:rsidR="00D54885" w14:paraId="32B71421" w14:textId="77777777" w:rsidTr="00054037">
        <w:trPr>
          <w:trHeight w:val="113"/>
        </w:trPr>
        <w:tc>
          <w:tcPr>
            <w:tcW w:w="39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14:paraId="7415A626" w14:textId="77777777" w:rsidR="00D54885" w:rsidRPr="00A325B4" w:rsidRDefault="00D54885" w:rsidP="00B44E62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Учетный номер плательщика</w:t>
            </w:r>
          </w:p>
        </w:tc>
        <w:tc>
          <w:tcPr>
            <w:tcW w:w="61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14:paraId="7D9405FF" w14:textId="77777777" w:rsidR="00D54885" w:rsidRPr="00A325B4" w:rsidRDefault="00D54885" w:rsidP="00B44E62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</w:p>
        </w:tc>
      </w:tr>
      <w:tr w:rsidR="00D54885" w14:paraId="673F25F1" w14:textId="77777777" w:rsidTr="00054037">
        <w:trPr>
          <w:trHeight w:val="113"/>
        </w:trPr>
        <w:tc>
          <w:tcPr>
            <w:tcW w:w="39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14:paraId="348BFFA5" w14:textId="77777777" w:rsidR="00D54885" w:rsidRPr="00A325B4" w:rsidRDefault="00D54885" w:rsidP="00B44E62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Вид экономической деятельности</w:t>
            </w:r>
          </w:p>
        </w:tc>
        <w:tc>
          <w:tcPr>
            <w:tcW w:w="61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14:paraId="79DB259E" w14:textId="77777777" w:rsidR="00D54885" w:rsidRPr="00A325B4" w:rsidRDefault="00D54885" w:rsidP="00B44E62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</w:p>
        </w:tc>
      </w:tr>
      <w:tr w:rsidR="00D54885" w14:paraId="4CBC425F" w14:textId="77777777" w:rsidTr="00054037">
        <w:trPr>
          <w:trHeight w:val="113"/>
        </w:trPr>
        <w:tc>
          <w:tcPr>
            <w:tcW w:w="39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14:paraId="7C9F7F04" w14:textId="77777777" w:rsidR="00D54885" w:rsidRPr="00A325B4" w:rsidRDefault="00D54885" w:rsidP="00B44E62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Организационно-правовая форма</w:t>
            </w:r>
          </w:p>
        </w:tc>
        <w:tc>
          <w:tcPr>
            <w:tcW w:w="61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14:paraId="0DD8AEF2" w14:textId="77777777" w:rsidR="00D54885" w:rsidRPr="00A325B4" w:rsidRDefault="00D54885" w:rsidP="00B44E62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</w:p>
        </w:tc>
      </w:tr>
      <w:tr w:rsidR="00D54885" w14:paraId="0E33F768" w14:textId="77777777" w:rsidTr="00054037">
        <w:trPr>
          <w:trHeight w:val="113"/>
        </w:trPr>
        <w:tc>
          <w:tcPr>
            <w:tcW w:w="39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14:paraId="6D4B02C9" w14:textId="77777777" w:rsidR="00D54885" w:rsidRPr="00A325B4" w:rsidRDefault="00D54885" w:rsidP="00B44E62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Орган управления</w:t>
            </w:r>
          </w:p>
        </w:tc>
        <w:tc>
          <w:tcPr>
            <w:tcW w:w="61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14:paraId="71B6D5C6" w14:textId="77777777" w:rsidR="00D54885" w:rsidRPr="00A325B4" w:rsidRDefault="00D54885" w:rsidP="00B44E62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</w:p>
        </w:tc>
      </w:tr>
      <w:tr w:rsidR="00D54885" w14:paraId="644D9C5A" w14:textId="77777777" w:rsidTr="00054037">
        <w:trPr>
          <w:trHeight w:val="113"/>
        </w:trPr>
        <w:tc>
          <w:tcPr>
            <w:tcW w:w="39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14:paraId="7AA70899" w14:textId="77777777" w:rsidR="00D54885" w:rsidRPr="00A325B4" w:rsidRDefault="00D54885" w:rsidP="00B44E62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Единица измерения</w:t>
            </w:r>
          </w:p>
        </w:tc>
        <w:tc>
          <w:tcPr>
            <w:tcW w:w="61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14:paraId="7501E225" w14:textId="77777777" w:rsidR="00D54885" w:rsidRPr="00A325B4" w:rsidRDefault="00D54885" w:rsidP="00B44E62">
            <w:pPr>
              <w:rPr>
                <w:b/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  <w:r w:rsidRPr="00A325B4">
              <w:rPr>
                <w:b/>
                <w:sz w:val="18"/>
                <w:szCs w:val="18"/>
              </w:rPr>
              <w:t xml:space="preserve">тыс. </w:t>
            </w:r>
            <w:proofErr w:type="spellStart"/>
            <w:r w:rsidRPr="00A325B4">
              <w:rPr>
                <w:b/>
                <w:sz w:val="18"/>
                <w:szCs w:val="18"/>
              </w:rPr>
              <w:t>руб</w:t>
            </w:r>
            <w:proofErr w:type="spellEnd"/>
            <w:r w:rsidRPr="00A325B4">
              <w:rPr>
                <w:b/>
                <w:sz w:val="18"/>
                <w:szCs w:val="18"/>
                <w:lang w:val="en-US"/>
              </w:rPr>
              <w:t>.</w:t>
            </w:r>
          </w:p>
        </w:tc>
      </w:tr>
      <w:tr w:rsidR="00D54885" w14:paraId="0D68F093" w14:textId="77777777" w:rsidTr="00054037">
        <w:trPr>
          <w:trHeight w:val="113"/>
        </w:trPr>
        <w:tc>
          <w:tcPr>
            <w:tcW w:w="39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14:paraId="10740CBA" w14:textId="77777777" w:rsidR="00D54885" w:rsidRPr="00A325B4" w:rsidRDefault="00D54885" w:rsidP="00B44E62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Адрес</w:t>
            </w:r>
          </w:p>
        </w:tc>
        <w:tc>
          <w:tcPr>
            <w:tcW w:w="61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14:paraId="4F1901DA" w14:textId="77777777" w:rsidR="00D54885" w:rsidRPr="00A325B4" w:rsidRDefault="00D54885" w:rsidP="00B44E62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</w:p>
        </w:tc>
      </w:tr>
      <w:tr w:rsidR="00D54885" w14:paraId="28AC8A3A" w14:textId="77777777" w:rsidTr="00054037">
        <w:trPr>
          <w:trHeight w:val="170"/>
        </w:trPr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0DE1EBDB" w14:textId="77777777" w:rsidR="00D54885" w:rsidRPr="00A325B4" w:rsidRDefault="00D54885" w:rsidP="00B44E62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2F21E9BB" w14:textId="77777777" w:rsidR="00D54885" w:rsidRPr="00A325B4" w:rsidRDefault="00D54885" w:rsidP="00B44E62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4310751D" w14:textId="77777777" w:rsidR="00D54885" w:rsidRPr="00A325B4" w:rsidRDefault="00D54885" w:rsidP="00B44E62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6969ACA1" w14:textId="77777777" w:rsidR="00D54885" w:rsidRPr="00A325B4" w:rsidRDefault="00D54885" w:rsidP="00B44E62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108730" w14:textId="77777777" w:rsidR="00D54885" w:rsidRPr="00A325B4" w:rsidRDefault="00D54885" w:rsidP="00B44E62">
            <w:pPr>
              <w:ind w:firstLineChars="200" w:firstLine="360"/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Дата утверждения</w:t>
            </w:r>
          </w:p>
        </w:tc>
        <w:tc>
          <w:tcPr>
            <w:tcW w:w="2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31F0918" w14:textId="77777777" w:rsidR="00D54885" w:rsidRPr="00A325B4" w:rsidRDefault="00D54885" w:rsidP="00B44E62">
            <w:pPr>
              <w:jc w:val="center"/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</w:p>
        </w:tc>
      </w:tr>
      <w:tr w:rsidR="00D54885" w14:paraId="4A8102DC" w14:textId="77777777" w:rsidTr="00054037">
        <w:trPr>
          <w:trHeight w:val="170"/>
        </w:trPr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7E3FA8DC" w14:textId="77777777" w:rsidR="00D54885" w:rsidRPr="00A325B4" w:rsidRDefault="00D54885" w:rsidP="00B44E62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6B3DFF4C" w14:textId="77777777" w:rsidR="00D54885" w:rsidRPr="00A325B4" w:rsidRDefault="00D54885" w:rsidP="00B44E62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4477FEB8" w14:textId="77777777" w:rsidR="00D54885" w:rsidRPr="00A325B4" w:rsidRDefault="00D54885" w:rsidP="00B44E62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4A73B947" w14:textId="77777777" w:rsidR="00D54885" w:rsidRPr="00A325B4" w:rsidRDefault="00D54885" w:rsidP="00B44E62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97A9DD" w14:textId="77777777" w:rsidR="00D54885" w:rsidRPr="00A325B4" w:rsidRDefault="00D54885" w:rsidP="00B44E62">
            <w:pPr>
              <w:ind w:firstLineChars="200" w:firstLine="360"/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Дата отправки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95C71A7" w14:textId="77777777" w:rsidR="00D54885" w:rsidRPr="00A325B4" w:rsidRDefault="00D54885" w:rsidP="00B44E62">
            <w:pPr>
              <w:jc w:val="center"/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</w:p>
        </w:tc>
      </w:tr>
      <w:tr w:rsidR="00D54885" w14:paraId="63424A27" w14:textId="77777777" w:rsidTr="00054037">
        <w:trPr>
          <w:trHeight w:val="170"/>
        </w:trPr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5257A10A" w14:textId="77777777" w:rsidR="00D54885" w:rsidRPr="00A325B4" w:rsidRDefault="00D54885" w:rsidP="00B44E62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06C9E4C9" w14:textId="77777777" w:rsidR="00D54885" w:rsidRPr="00A325B4" w:rsidRDefault="00D54885" w:rsidP="00B44E62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0A5AB8EE" w14:textId="77777777" w:rsidR="00D54885" w:rsidRPr="00A325B4" w:rsidRDefault="00D54885" w:rsidP="00B44E62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557547FE" w14:textId="77777777" w:rsidR="00D54885" w:rsidRPr="00A325B4" w:rsidRDefault="00D54885" w:rsidP="00B44E62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F57CAB2" w14:textId="77777777" w:rsidR="00D54885" w:rsidRPr="00A325B4" w:rsidRDefault="00D54885" w:rsidP="00B44E62">
            <w:pPr>
              <w:ind w:firstLineChars="200" w:firstLine="360"/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Дата принятия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607C5F6" w14:textId="77777777" w:rsidR="00D54885" w:rsidRPr="00A325B4" w:rsidRDefault="00D54885" w:rsidP="00B44E62">
            <w:pPr>
              <w:jc w:val="center"/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</w:p>
        </w:tc>
      </w:tr>
      <w:tr w:rsidR="00D54885" w14:paraId="3CA3F3F5" w14:textId="77777777" w:rsidTr="00054037">
        <w:trPr>
          <w:trHeight w:val="84"/>
        </w:trPr>
        <w:tc>
          <w:tcPr>
            <w:tcW w:w="1635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FFFFFF"/>
            <w:noWrap/>
            <w:vAlign w:val="center"/>
          </w:tcPr>
          <w:p w14:paraId="0123A791" w14:textId="77777777" w:rsidR="00D54885" w:rsidRPr="00670171" w:rsidRDefault="00D54885" w:rsidP="00B44E62">
            <w:pPr>
              <w:rPr>
                <w:sz w:val="16"/>
                <w:szCs w:val="16"/>
              </w:rPr>
            </w:pPr>
            <w:r w:rsidRPr="00670171">
              <w:rPr>
                <w:sz w:val="16"/>
                <w:szCs w:val="16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FFFFFF"/>
            <w:noWrap/>
            <w:vAlign w:val="center"/>
          </w:tcPr>
          <w:p w14:paraId="4FE020A5" w14:textId="77777777" w:rsidR="00D54885" w:rsidRPr="00670171" w:rsidRDefault="00D54885" w:rsidP="00B44E62">
            <w:pPr>
              <w:rPr>
                <w:sz w:val="16"/>
                <w:szCs w:val="16"/>
              </w:rPr>
            </w:pPr>
            <w:r w:rsidRPr="00670171">
              <w:rPr>
                <w:sz w:val="16"/>
                <w:szCs w:val="16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FFFFFF"/>
            <w:noWrap/>
            <w:vAlign w:val="center"/>
          </w:tcPr>
          <w:p w14:paraId="645131E8" w14:textId="77777777" w:rsidR="00D54885" w:rsidRPr="00670171" w:rsidRDefault="00D54885" w:rsidP="00B44E62">
            <w:pPr>
              <w:rPr>
                <w:sz w:val="16"/>
                <w:szCs w:val="16"/>
              </w:rPr>
            </w:pPr>
            <w:r w:rsidRPr="00670171">
              <w:rPr>
                <w:sz w:val="16"/>
                <w:szCs w:val="16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FFFFFF"/>
            <w:vAlign w:val="center"/>
          </w:tcPr>
          <w:p w14:paraId="19F48007" w14:textId="77777777" w:rsidR="00D54885" w:rsidRPr="00670171" w:rsidRDefault="00D54885" w:rsidP="00B44E62">
            <w:pPr>
              <w:ind w:firstLineChars="200" w:firstLine="320"/>
              <w:rPr>
                <w:sz w:val="16"/>
                <w:szCs w:val="16"/>
              </w:rPr>
            </w:pPr>
            <w:r w:rsidRPr="00670171">
              <w:rPr>
                <w:sz w:val="16"/>
                <w:szCs w:val="16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FFFFFF"/>
            <w:noWrap/>
            <w:vAlign w:val="center"/>
          </w:tcPr>
          <w:p w14:paraId="53E051DA" w14:textId="77777777" w:rsidR="00D54885" w:rsidRPr="00670171" w:rsidRDefault="00D54885" w:rsidP="00B44E62">
            <w:pPr>
              <w:jc w:val="center"/>
              <w:rPr>
                <w:sz w:val="16"/>
                <w:szCs w:val="16"/>
              </w:rPr>
            </w:pPr>
            <w:r w:rsidRPr="00670171">
              <w:rPr>
                <w:sz w:val="16"/>
                <w:szCs w:val="16"/>
              </w:rPr>
              <w:t> </w:t>
            </w:r>
          </w:p>
        </w:tc>
        <w:tc>
          <w:tcPr>
            <w:tcW w:w="2139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FFFFFF"/>
            <w:noWrap/>
            <w:vAlign w:val="center"/>
          </w:tcPr>
          <w:p w14:paraId="5FB0F2B5" w14:textId="77777777" w:rsidR="00D54885" w:rsidRPr="00670171" w:rsidRDefault="00D54885" w:rsidP="00B44E62">
            <w:pPr>
              <w:rPr>
                <w:sz w:val="16"/>
                <w:szCs w:val="16"/>
              </w:rPr>
            </w:pPr>
            <w:r w:rsidRPr="00670171">
              <w:rPr>
                <w:sz w:val="16"/>
                <w:szCs w:val="16"/>
              </w:rPr>
              <w:t> </w:t>
            </w:r>
          </w:p>
        </w:tc>
        <w:tc>
          <w:tcPr>
            <w:tcW w:w="2039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FFFFFF"/>
            <w:noWrap/>
            <w:vAlign w:val="center"/>
          </w:tcPr>
          <w:p w14:paraId="225BF3C8" w14:textId="77777777" w:rsidR="00D54885" w:rsidRPr="00670171" w:rsidRDefault="00D54885" w:rsidP="00B44E62">
            <w:pPr>
              <w:rPr>
                <w:sz w:val="16"/>
                <w:szCs w:val="16"/>
              </w:rPr>
            </w:pPr>
            <w:r w:rsidRPr="00670171">
              <w:rPr>
                <w:sz w:val="16"/>
                <w:szCs w:val="16"/>
              </w:rPr>
              <w:t> </w:t>
            </w:r>
          </w:p>
        </w:tc>
      </w:tr>
      <w:tr w:rsidR="00D54885" w14:paraId="6731E373" w14:textId="77777777" w:rsidTr="00054037">
        <w:trPr>
          <w:trHeight w:val="312"/>
        </w:trPr>
        <w:tc>
          <w:tcPr>
            <w:tcW w:w="5120" w:type="dxa"/>
            <w:gridSpan w:val="4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8D2CF99" w14:textId="77777777" w:rsidR="00D54885" w:rsidRPr="00670171" w:rsidRDefault="00D54885" w:rsidP="00B44E62">
            <w:pPr>
              <w:jc w:val="center"/>
              <w:rPr>
                <w:b/>
                <w:bCs/>
                <w:sz w:val="18"/>
                <w:szCs w:val="18"/>
              </w:rPr>
            </w:pPr>
            <w:r w:rsidRPr="00670171">
              <w:rPr>
                <w:b/>
                <w:bCs/>
                <w:sz w:val="18"/>
                <w:szCs w:val="18"/>
              </w:rPr>
              <w:t>Активы</w:t>
            </w:r>
          </w:p>
        </w:tc>
        <w:tc>
          <w:tcPr>
            <w:tcW w:w="782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73195E" w14:textId="77777777" w:rsidR="00D54885" w:rsidRPr="00F8617A" w:rsidRDefault="00D54885" w:rsidP="00B44E62">
            <w:pPr>
              <w:jc w:val="center"/>
              <w:rPr>
                <w:b/>
                <w:bCs/>
                <w:sz w:val="16"/>
                <w:szCs w:val="16"/>
              </w:rPr>
            </w:pPr>
            <w:r w:rsidRPr="00F8617A">
              <w:rPr>
                <w:b/>
                <w:bCs/>
                <w:sz w:val="16"/>
                <w:szCs w:val="16"/>
              </w:rPr>
              <w:t>Код строки</w:t>
            </w:r>
          </w:p>
        </w:tc>
        <w:tc>
          <w:tcPr>
            <w:tcW w:w="2139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A0FD7F" w14:textId="595E216F" w:rsidR="00D54885" w:rsidRPr="00743169" w:rsidRDefault="00D54885" w:rsidP="00052A5E">
            <w:pPr>
              <w:pStyle w:val="a3"/>
              <w:widowControl w:val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8617A">
              <w:rPr>
                <w:rFonts w:ascii="Times New Roman" w:hAnsi="Times New Roman"/>
                <w:b/>
                <w:sz w:val="16"/>
                <w:szCs w:val="16"/>
              </w:rPr>
              <w:t xml:space="preserve">На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31 декабря </w:t>
            </w:r>
            <w:r w:rsidR="00BA75E8">
              <w:rPr>
                <w:rFonts w:ascii="Times New Roman" w:hAnsi="Times New Roman"/>
                <w:b/>
                <w:sz w:val="16"/>
                <w:szCs w:val="16"/>
              </w:rPr>
              <w:t>202</w:t>
            </w:r>
            <w:r w:rsidR="00A31900">
              <w:rPr>
                <w:rFonts w:ascii="Times New Roman" w:hAnsi="Times New Roman"/>
                <w:b/>
                <w:sz w:val="16"/>
                <w:szCs w:val="16"/>
              </w:rPr>
              <w:t>4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года</w:t>
            </w:r>
          </w:p>
        </w:tc>
        <w:tc>
          <w:tcPr>
            <w:tcW w:w="2039" w:type="dxa"/>
            <w:tcBorders>
              <w:top w:val="doub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0729BC85" w14:textId="1EEBC11F" w:rsidR="00D54885" w:rsidRPr="00743169" w:rsidRDefault="00D54885" w:rsidP="00B44E62">
            <w:pPr>
              <w:pStyle w:val="a3"/>
              <w:widowControl w:val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8617A">
              <w:rPr>
                <w:rFonts w:ascii="Times New Roman" w:hAnsi="Times New Roman"/>
                <w:b/>
                <w:sz w:val="16"/>
                <w:szCs w:val="16"/>
              </w:rPr>
              <w:t xml:space="preserve">На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31 декабря </w:t>
            </w:r>
            <w:r w:rsidR="00052A5E">
              <w:rPr>
                <w:rFonts w:ascii="Times New Roman" w:hAnsi="Times New Roman"/>
                <w:b/>
                <w:sz w:val="16"/>
                <w:szCs w:val="16"/>
              </w:rPr>
              <w:t>202</w:t>
            </w:r>
            <w:r w:rsidR="00A31900">
              <w:rPr>
                <w:rFonts w:ascii="Times New Roman" w:hAnsi="Times New Roman"/>
                <w:b/>
                <w:sz w:val="16"/>
                <w:szCs w:val="16"/>
              </w:rPr>
              <w:t>3</w:t>
            </w:r>
            <w:r w:rsidR="002431E9"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года</w:t>
            </w:r>
          </w:p>
        </w:tc>
      </w:tr>
      <w:tr w:rsidR="00D54885" w14:paraId="235686BE" w14:textId="77777777" w:rsidTr="00054037">
        <w:trPr>
          <w:trHeight w:val="225"/>
        </w:trPr>
        <w:tc>
          <w:tcPr>
            <w:tcW w:w="5120" w:type="dxa"/>
            <w:gridSpan w:val="4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7FEFA843" w14:textId="77777777" w:rsidR="00D54885" w:rsidRPr="00670171" w:rsidRDefault="00D54885" w:rsidP="00B44E62">
            <w:pPr>
              <w:jc w:val="center"/>
              <w:rPr>
                <w:b/>
                <w:bCs/>
                <w:sz w:val="16"/>
                <w:szCs w:val="16"/>
              </w:rPr>
            </w:pPr>
            <w:r w:rsidRPr="00670171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8170B5A" w14:textId="77777777" w:rsidR="00D54885" w:rsidRPr="00670171" w:rsidRDefault="00D54885" w:rsidP="00B44E62">
            <w:pPr>
              <w:jc w:val="center"/>
              <w:rPr>
                <w:b/>
                <w:bCs/>
                <w:sz w:val="16"/>
                <w:szCs w:val="16"/>
              </w:rPr>
            </w:pPr>
            <w:r w:rsidRPr="00670171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2139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71B3CA9" w14:textId="77777777" w:rsidR="00D54885" w:rsidRPr="00670171" w:rsidRDefault="00D54885" w:rsidP="00B44E62">
            <w:pPr>
              <w:jc w:val="center"/>
              <w:rPr>
                <w:b/>
                <w:bCs/>
                <w:sz w:val="16"/>
                <w:szCs w:val="16"/>
              </w:rPr>
            </w:pPr>
            <w:r w:rsidRPr="00670171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2039" w:type="dxa"/>
            <w:tcBorders>
              <w:top w:val="single" w:sz="4" w:space="0" w:color="auto"/>
              <w:left w:val="nil"/>
              <w:bottom w:val="double" w:sz="4" w:space="0" w:color="auto"/>
              <w:right w:val="double" w:sz="4" w:space="0" w:color="auto"/>
            </w:tcBorders>
            <w:shd w:val="clear" w:color="auto" w:fill="FFFFFF"/>
            <w:noWrap/>
            <w:vAlign w:val="center"/>
          </w:tcPr>
          <w:p w14:paraId="0AF2E562" w14:textId="77777777" w:rsidR="00D54885" w:rsidRPr="00670171" w:rsidRDefault="00D54885" w:rsidP="00B44E62">
            <w:pPr>
              <w:jc w:val="center"/>
              <w:rPr>
                <w:b/>
                <w:bCs/>
                <w:sz w:val="16"/>
                <w:szCs w:val="16"/>
              </w:rPr>
            </w:pPr>
            <w:r w:rsidRPr="00670171">
              <w:rPr>
                <w:b/>
                <w:bCs/>
                <w:sz w:val="16"/>
                <w:szCs w:val="16"/>
              </w:rPr>
              <w:t>4</w:t>
            </w:r>
          </w:p>
        </w:tc>
      </w:tr>
      <w:tr w:rsidR="00D54885" w14:paraId="0BBF362D" w14:textId="77777777" w:rsidTr="00054037">
        <w:trPr>
          <w:trHeight w:val="300"/>
        </w:trPr>
        <w:tc>
          <w:tcPr>
            <w:tcW w:w="5120" w:type="dxa"/>
            <w:gridSpan w:val="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497BEBF5" w14:textId="77777777" w:rsidR="00D54885" w:rsidRDefault="00D54885" w:rsidP="00B44E6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I. ДОЛГОСРОЧНЫЕ АКТИВЫ </w:t>
            </w:r>
          </w:p>
        </w:tc>
        <w:tc>
          <w:tcPr>
            <w:tcW w:w="782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217F40A" w14:textId="77777777" w:rsidR="00D54885" w:rsidRDefault="00D54885" w:rsidP="00B44E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139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BF9FBE6" w14:textId="77777777" w:rsidR="00D54885" w:rsidRDefault="00D54885" w:rsidP="00B44E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039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0417F59" w14:textId="77777777" w:rsidR="00D54885" w:rsidRDefault="00D54885" w:rsidP="00B44E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D54885" w14:paraId="7FE11FF1" w14:textId="77777777" w:rsidTr="00054037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418E22B5" w14:textId="77777777" w:rsidR="00D54885" w:rsidRDefault="00D54885" w:rsidP="00B44E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Основные средства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4D642BD" w14:textId="77777777" w:rsidR="00D54885" w:rsidRDefault="00D54885" w:rsidP="00B44E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ACAFCFE" w14:textId="0C1E2B20" w:rsidR="00D54885" w:rsidRPr="003C732E" w:rsidRDefault="00A31900" w:rsidP="00B44E62">
            <w:pPr>
              <w:jc w:val="center"/>
              <w:rPr>
                <w:b/>
                <w:sz w:val="20"/>
                <w:szCs w:val="20"/>
              </w:rPr>
            </w:pPr>
            <w:bookmarkStart w:id="38" w:name="f1r110"/>
            <w:bookmarkEnd w:id="38"/>
            <w:r>
              <w:rPr>
                <w:b/>
                <w:sz w:val="20"/>
                <w:szCs w:val="20"/>
              </w:rPr>
              <w:t>13097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85855D1" w14:textId="28D72706" w:rsidR="00D54885" w:rsidRPr="003C732E" w:rsidRDefault="00A31900" w:rsidP="00B44E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12445</w:t>
            </w:r>
          </w:p>
        </w:tc>
      </w:tr>
      <w:tr w:rsidR="00D54885" w14:paraId="526EA8CD" w14:textId="77777777" w:rsidTr="00054037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7A936BC4" w14:textId="77777777" w:rsidR="00D54885" w:rsidRDefault="00D54885" w:rsidP="00B44E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Нематериальные активы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49A2AEE" w14:textId="77777777" w:rsidR="00D54885" w:rsidRDefault="00D54885" w:rsidP="00B44E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96D8F28" w14:textId="6100E15A" w:rsidR="00D54885" w:rsidRPr="003C732E" w:rsidRDefault="00A31900" w:rsidP="00B44E62">
            <w:pPr>
              <w:jc w:val="center"/>
              <w:rPr>
                <w:b/>
                <w:sz w:val="20"/>
                <w:szCs w:val="20"/>
              </w:rPr>
            </w:pPr>
            <w:bookmarkStart w:id="39" w:name="f1r120"/>
            <w:bookmarkEnd w:id="39"/>
            <w:r>
              <w:rPr>
                <w:b/>
                <w:sz w:val="20"/>
                <w:szCs w:val="20"/>
              </w:rPr>
              <w:t>9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B19A8D3" w14:textId="79D2212B" w:rsidR="00D54885" w:rsidRPr="003C732E" w:rsidRDefault="00A31900" w:rsidP="00B44E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</w:t>
            </w:r>
          </w:p>
        </w:tc>
      </w:tr>
      <w:tr w:rsidR="00D54885" w14:paraId="5532E4D6" w14:textId="77777777" w:rsidTr="00054037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7A4EADF1" w14:textId="77777777" w:rsidR="00D54885" w:rsidRDefault="00D54885" w:rsidP="00B44E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Доходные вложения в материальные активы 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773DEDA" w14:textId="77777777" w:rsidR="00D54885" w:rsidRDefault="00D54885" w:rsidP="00B44E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</w:t>
            </w:r>
          </w:p>
        </w:tc>
        <w:tc>
          <w:tcPr>
            <w:tcW w:w="21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339250A" w14:textId="77777777" w:rsidR="00D54885" w:rsidRPr="003C732E" w:rsidRDefault="00D54885" w:rsidP="00B44E62">
            <w:pPr>
              <w:jc w:val="center"/>
              <w:rPr>
                <w:b/>
                <w:sz w:val="20"/>
                <w:szCs w:val="20"/>
              </w:rPr>
            </w:pPr>
            <w:bookmarkStart w:id="40" w:name="f1r130"/>
            <w:bookmarkEnd w:id="40"/>
          </w:p>
        </w:tc>
        <w:tc>
          <w:tcPr>
            <w:tcW w:w="20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24ED449" w14:textId="77777777" w:rsidR="00D54885" w:rsidRPr="003C732E" w:rsidRDefault="00D54885" w:rsidP="00B44E62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54885" w14:paraId="09EFCF7B" w14:textId="77777777" w:rsidTr="00054037">
        <w:trPr>
          <w:trHeight w:val="255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14:paraId="1C81CA60" w14:textId="77777777" w:rsidR="00D54885" w:rsidRDefault="00D54885" w:rsidP="00B44E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числе: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A3D762E" w14:textId="77777777" w:rsidR="00D54885" w:rsidRDefault="00D54885" w:rsidP="00B44E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1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2EB8A1E" w14:textId="77777777" w:rsidR="00D54885" w:rsidRPr="003C732E" w:rsidRDefault="00D54885" w:rsidP="00B44E6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0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11E7EB6" w14:textId="77777777" w:rsidR="00D54885" w:rsidRPr="003C732E" w:rsidRDefault="00D54885" w:rsidP="00B44E62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54885" w14:paraId="5868A8F5" w14:textId="77777777" w:rsidTr="00054037">
        <w:trPr>
          <w:trHeight w:val="255"/>
        </w:trPr>
        <w:tc>
          <w:tcPr>
            <w:tcW w:w="512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4FF76079" w14:textId="77777777" w:rsidR="00D54885" w:rsidRDefault="00D54885" w:rsidP="00B44E62">
            <w:pPr>
              <w:ind w:firstLineChars="200" w:firstLine="4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инвестиционная недвижимость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03CEF8A" w14:textId="77777777" w:rsidR="00D54885" w:rsidRDefault="00D54885" w:rsidP="00B44E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CBE60BE" w14:textId="77777777" w:rsidR="00D54885" w:rsidRPr="003C732E" w:rsidRDefault="00D54885" w:rsidP="00B44E62">
            <w:pPr>
              <w:jc w:val="center"/>
              <w:rPr>
                <w:b/>
                <w:sz w:val="20"/>
                <w:szCs w:val="20"/>
              </w:rPr>
            </w:pPr>
            <w:bookmarkStart w:id="41" w:name="f1r131"/>
            <w:bookmarkEnd w:id="41"/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E922A2C" w14:textId="77777777" w:rsidR="00D54885" w:rsidRPr="003C732E" w:rsidRDefault="00D54885" w:rsidP="00B44E62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54885" w14:paraId="64D77DE9" w14:textId="77777777" w:rsidTr="00054037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4226AA14" w14:textId="77777777" w:rsidR="00D54885" w:rsidRDefault="00D54885" w:rsidP="00B44E62">
            <w:pPr>
              <w:ind w:firstLineChars="200" w:firstLine="4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предметы финансовой аренды (лизинга)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0578A65" w14:textId="77777777" w:rsidR="00D54885" w:rsidRDefault="00D54885" w:rsidP="00B44E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9652953" w14:textId="77777777" w:rsidR="00D54885" w:rsidRPr="003C732E" w:rsidRDefault="00D54885" w:rsidP="00B44E62">
            <w:pPr>
              <w:jc w:val="center"/>
              <w:rPr>
                <w:b/>
                <w:sz w:val="20"/>
                <w:szCs w:val="20"/>
              </w:rPr>
            </w:pPr>
            <w:bookmarkStart w:id="42" w:name="f1r132"/>
            <w:bookmarkEnd w:id="42"/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8EF0674" w14:textId="77777777" w:rsidR="00D54885" w:rsidRPr="003C732E" w:rsidRDefault="00D54885" w:rsidP="00B44E62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54885" w14:paraId="6878EB7D" w14:textId="77777777" w:rsidTr="00054037">
        <w:trPr>
          <w:trHeight w:val="281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3A063175" w14:textId="77777777" w:rsidR="00D54885" w:rsidRDefault="00D54885" w:rsidP="00B44E62">
            <w:pPr>
              <w:ind w:firstLineChars="200" w:firstLine="4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доходные вложения в материальные активы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AA418DE" w14:textId="77777777" w:rsidR="00D54885" w:rsidRDefault="00D54885" w:rsidP="00B44E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45ABB71" w14:textId="77777777" w:rsidR="00D54885" w:rsidRPr="003C732E" w:rsidRDefault="00D54885" w:rsidP="00B44E62">
            <w:pPr>
              <w:jc w:val="center"/>
              <w:rPr>
                <w:b/>
                <w:sz w:val="20"/>
                <w:szCs w:val="20"/>
              </w:rPr>
            </w:pPr>
            <w:bookmarkStart w:id="43" w:name="f1r133"/>
            <w:bookmarkEnd w:id="43"/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7D599C5" w14:textId="77777777" w:rsidR="00D54885" w:rsidRPr="003C732E" w:rsidRDefault="00D54885" w:rsidP="00B44E62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54885" w14:paraId="4B6BF7B7" w14:textId="77777777" w:rsidTr="00054037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14:paraId="01EEFAD9" w14:textId="77777777" w:rsidR="00D54885" w:rsidRDefault="00D54885" w:rsidP="00B44E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Вложения в долгосрочные активы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81A018A" w14:textId="77777777" w:rsidR="00D54885" w:rsidRDefault="00D54885" w:rsidP="00B44E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8B9F982" w14:textId="32ACE3DB" w:rsidR="00D54885" w:rsidRPr="003C732E" w:rsidRDefault="00D54885" w:rsidP="00B44E62">
            <w:pPr>
              <w:jc w:val="center"/>
              <w:rPr>
                <w:b/>
                <w:sz w:val="20"/>
                <w:szCs w:val="20"/>
              </w:rPr>
            </w:pPr>
            <w:bookmarkStart w:id="44" w:name="f1r140"/>
            <w:bookmarkEnd w:id="44"/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1A5A9B3" w14:textId="34B6AA2E" w:rsidR="00D54885" w:rsidRPr="003C732E" w:rsidRDefault="00A31900" w:rsidP="00B44E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286</w:t>
            </w:r>
          </w:p>
        </w:tc>
      </w:tr>
      <w:tr w:rsidR="00D54885" w14:paraId="559E4034" w14:textId="77777777" w:rsidTr="00054037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14:paraId="080B1076" w14:textId="77777777" w:rsidR="00D54885" w:rsidRDefault="00D54885" w:rsidP="00B44E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Долгосрочные финансовые вложения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B8329CD" w14:textId="77777777" w:rsidR="00D54885" w:rsidRDefault="00D54885" w:rsidP="00B44E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1E77A62" w14:textId="5EAB7DB3" w:rsidR="00D54885" w:rsidRPr="003C732E" w:rsidRDefault="00A31900" w:rsidP="00B44E62">
            <w:pPr>
              <w:jc w:val="center"/>
              <w:rPr>
                <w:b/>
                <w:sz w:val="20"/>
                <w:szCs w:val="20"/>
              </w:rPr>
            </w:pPr>
            <w:bookmarkStart w:id="45" w:name="f1r150"/>
            <w:bookmarkEnd w:id="45"/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84EE470" w14:textId="740237CE" w:rsidR="00D54885" w:rsidRPr="003C732E" w:rsidRDefault="00A31900" w:rsidP="00B44E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</w:tr>
      <w:tr w:rsidR="00D54885" w14:paraId="4D4158F7" w14:textId="77777777" w:rsidTr="00054037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14:paraId="3311E87A" w14:textId="77777777" w:rsidR="00D54885" w:rsidRDefault="00D54885" w:rsidP="00B44E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Отложенные налоговые активы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1106523" w14:textId="77777777" w:rsidR="00D54885" w:rsidRDefault="00D54885" w:rsidP="00B44E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D04E13A" w14:textId="77777777" w:rsidR="00D54885" w:rsidRPr="003C732E" w:rsidRDefault="00D54885" w:rsidP="00B44E62">
            <w:pPr>
              <w:jc w:val="center"/>
              <w:rPr>
                <w:b/>
                <w:sz w:val="20"/>
                <w:szCs w:val="20"/>
              </w:rPr>
            </w:pPr>
            <w:bookmarkStart w:id="46" w:name="f1r160"/>
            <w:bookmarkEnd w:id="46"/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F417564" w14:textId="77777777" w:rsidR="00D54885" w:rsidRPr="003C732E" w:rsidRDefault="00D54885" w:rsidP="00B44E62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54885" w14:paraId="52AD8191" w14:textId="77777777" w:rsidTr="00054037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14:paraId="5EFEDB30" w14:textId="77777777" w:rsidR="00D54885" w:rsidRDefault="00D54885" w:rsidP="00B44E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Долгосрочная дебиторская задолженность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22BAA02" w14:textId="77777777" w:rsidR="00D54885" w:rsidRDefault="00D54885" w:rsidP="00B44E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0260C4F" w14:textId="7F53E4A8" w:rsidR="00D54885" w:rsidRPr="003C732E" w:rsidRDefault="00A31900" w:rsidP="00B44E62">
            <w:pPr>
              <w:jc w:val="center"/>
              <w:rPr>
                <w:b/>
                <w:sz w:val="20"/>
                <w:szCs w:val="20"/>
              </w:rPr>
            </w:pPr>
            <w:bookmarkStart w:id="47" w:name="f1r170"/>
            <w:bookmarkEnd w:id="47"/>
            <w:r>
              <w:rPr>
                <w:b/>
                <w:sz w:val="20"/>
                <w:szCs w:val="20"/>
              </w:rPr>
              <w:t>125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EB2F6A9" w14:textId="487D4822" w:rsidR="00D54885" w:rsidRPr="003C732E" w:rsidRDefault="00A31900" w:rsidP="00B44E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143</w:t>
            </w:r>
          </w:p>
        </w:tc>
      </w:tr>
      <w:tr w:rsidR="00D54885" w14:paraId="3D8634C5" w14:textId="77777777" w:rsidTr="00054037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14:paraId="65507F26" w14:textId="77777777" w:rsidR="00D54885" w:rsidRDefault="00D54885" w:rsidP="00B44E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долгосрочные активы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C2ACF16" w14:textId="77777777" w:rsidR="00D54885" w:rsidRDefault="00D54885" w:rsidP="00B44E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157699D" w14:textId="77777777" w:rsidR="00D54885" w:rsidRPr="003C732E" w:rsidRDefault="00D54885" w:rsidP="00B44E62">
            <w:pPr>
              <w:jc w:val="center"/>
              <w:rPr>
                <w:b/>
                <w:sz w:val="20"/>
                <w:szCs w:val="20"/>
              </w:rPr>
            </w:pPr>
            <w:bookmarkStart w:id="48" w:name="f1r180"/>
            <w:bookmarkEnd w:id="48"/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17B9815" w14:textId="77777777" w:rsidR="00D54885" w:rsidRPr="003C732E" w:rsidRDefault="00D54885" w:rsidP="00B44E62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54885" w14:paraId="60880677" w14:textId="77777777" w:rsidTr="00054037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14:paraId="60A34CEB" w14:textId="77777777" w:rsidR="00D54885" w:rsidRDefault="00D54885" w:rsidP="00B44E6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ИТОГО по разделу I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3CACE07" w14:textId="77777777" w:rsidR="00D54885" w:rsidRDefault="00D54885" w:rsidP="00B44E6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190</w:t>
            </w:r>
          </w:p>
        </w:tc>
        <w:tc>
          <w:tcPr>
            <w:tcW w:w="2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4EC9A5" w14:textId="656847C9" w:rsidR="00D54885" w:rsidRPr="003C732E" w:rsidRDefault="00A31900" w:rsidP="00B44E62">
            <w:pPr>
              <w:jc w:val="center"/>
              <w:rPr>
                <w:b/>
                <w:bCs/>
                <w:sz w:val="20"/>
                <w:szCs w:val="20"/>
              </w:rPr>
            </w:pPr>
            <w:bookmarkStart w:id="49" w:name="f1r190"/>
            <w:bookmarkEnd w:id="49"/>
            <w:r>
              <w:rPr>
                <w:b/>
                <w:bCs/>
                <w:sz w:val="20"/>
                <w:szCs w:val="20"/>
              </w:rPr>
              <w:t>13232</w:t>
            </w:r>
          </w:p>
        </w:tc>
        <w:tc>
          <w:tcPr>
            <w:tcW w:w="2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9A9662" w14:textId="230EE8B4" w:rsidR="00D54885" w:rsidRPr="003C732E" w:rsidRDefault="00A31900" w:rsidP="00B44E6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12884</w:t>
            </w:r>
          </w:p>
        </w:tc>
      </w:tr>
      <w:tr w:rsidR="00D54885" w14:paraId="335E6ED6" w14:textId="77777777" w:rsidTr="00054037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14:paraId="5D6CED67" w14:textId="77777777" w:rsidR="00D54885" w:rsidRDefault="00D54885" w:rsidP="00B44E6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II. КРАТКОСРОЧНЫЕ АКТИВЫ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6DC7105" w14:textId="77777777" w:rsidR="00D54885" w:rsidRPr="00E95246" w:rsidRDefault="00D54885" w:rsidP="00B44E62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1E8962C" w14:textId="77777777" w:rsidR="00D54885" w:rsidRPr="003C732E" w:rsidRDefault="00D54885" w:rsidP="00B44E6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2D5E928" w14:textId="77777777" w:rsidR="00D54885" w:rsidRPr="003C732E" w:rsidRDefault="00D54885" w:rsidP="00B44E6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D54885" w14:paraId="47FB162E" w14:textId="77777777" w:rsidTr="00054037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14:paraId="48CED046" w14:textId="77777777" w:rsidR="00D54885" w:rsidRDefault="00D54885" w:rsidP="00B44E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Запасы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118E0AD" w14:textId="77777777" w:rsidR="00D54885" w:rsidRDefault="00D54885" w:rsidP="00B44E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210</w:t>
            </w:r>
          </w:p>
        </w:tc>
        <w:tc>
          <w:tcPr>
            <w:tcW w:w="21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2701F1E" w14:textId="15241F0F" w:rsidR="00D54885" w:rsidRPr="003C732E" w:rsidRDefault="00A31900" w:rsidP="00B44E62">
            <w:pPr>
              <w:jc w:val="center"/>
              <w:rPr>
                <w:b/>
                <w:sz w:val="20"/>
                <w:szCs w:val="20"/>
              </w:rPr>
            </w:pPr>
            <w:bookmarkStart w:id="50" w:name="f1r210"/>
            <w:bookmarkEnd w:id="50"/>
            <w:r>
              <w:rPr>
                <w:b/>
                <w:sz w:val="20"/>
                <w:szCs w:val="20"/>
              </w:rPr>
              <w:t>7115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266ACAC" w14:textId="24104B21" w:rsidR="00D54885" w:rsidRPr="003C732E" w:rsidRDefault="00A31900" w:rsidP="00B44E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6346</w:t>
            </w:r>
          </w:p>
        </w:tc>
      </w:tr>
      <w:tr w:rsidR="00D54885" w14:paraId="0C4AB385" w14:textId="77777777" w:rsidTr="00054037">
        <w:trPr>
          <w:trHeight w:val="255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14:paraId="068EB86F" w14:textId="77777777" w:rsidR="00D54885" w:rsidRDefault="00D54885" w:rsidP="00B44E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числе: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C462602" w14:textId="77777777" w:rsidR="00D54885" w:rsidRPr="00E95246" w:rsidRDefault="00D54885" w:rsidP="00B44E62">
            <w:pPr>
              <w:jc w:val="center"/>
              <w:rPr>
                <w:rFonts w:ascii="Arial CYR" w:hAnsi="Arial CYR" w:cs="Arial CYR"/>
                <w:sz w:val="20"/>
                <w:szCs w:val="20"/>
                <w:lang w:val="en-US"/>
              </w:rPr>
            </w:pPr>
          </w:p>
        </w:tc>
        <w:tc>
          <w:tcPr>
            <w:tcW w:w="21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A2CF099" w14:textId="77777777" w:rsidR="00D54885" w:rsidRPr="003C732E" w:rsidRDefault="00D54885" w:rsidP="00B44E6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0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916D734" w14:textId="77777777" w:rsidR="00D54885" w:rsidRPr="003C732E" w:rsidRDefault="00D54885" w:rsidP="00B44E62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54885" w14:paraId="565A2F60" w14:textId="77777777" w:rsidTr="00054037">
        <w:trPr>
          <w:trHeight w:val="255"/>
        </w:trPr>
        <w:tc>
          <w:tcPr>
            <w:tcW w:w="512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28D5AFB0" w14:textId="77777777" w:rsidR="00D54885" w:rsidRDefault="00D54885" w:rsidP="00B44E62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материалы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8C1B986" w14:textId="77777777" w:rsidR="00D54885" w:rsidRDefault="00D54885" w:rsidP="00B44E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211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AF70134" w14:textId="31D41C3B" w:rsidR="00D54885" w:rsidRPr="002676D3" w:rsidRDefault="00A31900" w:rsidP="00B44E62">
            <w:pPr>
              <w:pStyle w:val="a3"/>
              <w:widowControl w:val="0"/>
              <w:jc w:val="center"/>
              <w:rPr>
                <w:rFonts w:ascii="Times New Roman" w:hAnsi="Times New Roman"/>
                <w:b/>
              </w:rPr>
            </w:pPr>
            <w:bookmarkStart w:id="51" w:name="f1r211"/>
            <w:bookmarkEnd w:id="51"/>
            <w:r>
              <w:rPr>
                <w:rFonts w:ascii="Times New Roman" w:hAnsi="Times New Roman"/>
                <w:b/>
              </w:rPr>
              <w:t>3310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0F5F238" w14:textId="4FB80433" w:rsidR="00D54885" w:rsidRPr="002676D3" w:rsidRDefault="00A31900" w:rsidP="00B44E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3091</w:t>
            </w:r>
          </w:p>
        </w:tc>
      </w:tr>
      <w:tr w:rsidR="00D54885" w14:paraId="69A0C388" w14:textId="77777777" w:rsidTr="00054037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14:paraId="5CD85854" w14:textId="77777777" w:rsidR="00D54885" w:rsidRDefault="00D54885" w:rsidP="00B44E62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животные на выращивании и откорме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2C18247" w14:textId="77777777" w:rsidR="00D54885" w:rsidRDefault="00D54885" w:rsidP="00B44E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212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4AFCFFD" w14:textId="2E02A866" w:rsidR="00D54885" w:rsidRPr="002676D3" w:rsidRDefault="00A31900" w:rsidP="00B44E62">
            <w:pPr>
              <w:pStyle w:val="a3"/>
              <w:widowControl w:val="0"/>
              <w:jc w:val="center"/>
              <w:rPr>
                <w:rFonts w:ascii="Times New Roman" w:hAnsi="Times New Roman"/>
                <w:b/>
              </w:rPr>
            </w:pPr>
            <w:bookmarkStart w:id="52" w:name="f1r212"/>
            <w:bookmarkEnd w:id="52"/>
            <w:r>
              <w:rPr>
                <w:rFonts w:ascii="Times New Roman" w:hAnsi="Times New Roman"/>
                <w:b/>
              </w:rPr>
              <w:t>2352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7CAC97E" w14:textId="46F10FE1" w:rsidR="00D54885" w:rsidRPr="002676D3" w:rsidRDefault="00A31900" w:rsidP="00B44E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2016</w:t>
            </w:r>
          </w:p>
        </w:tc>
      </w:tr>
      <w:tr w:rsidR="00D54885" w14:paraId="03EBC3B5" w14:textId="77777777" w:rsidTr="00054037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14:paraId="577A33AA" w14:textId="77777777" w:rsidR="00D54885" w:rsidRDefault="00D54885" w:rsidP="00B44E62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незавершенное производство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61CD2E2" w14:textId="77777777" w:rsidR="00D54885" w:rsidRDefault="00D54885" w:rsidP="00B44E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213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AD2DE94" w14:textId="505C8042" w:rsidR="00D54885" w:rsidRPr="002676D3" w:rsidRDefault="00A31900" w:rsidP="00B44E62">
            <w:pPr>
              <w:pStyle w:val="a3"/>
              <w:widowControl w:val="0"/>
              <w:jc w:val="center"/>
              <w:rPr>
                <w:rFonts w:ascii="Times New Roman" w:hAnsi="Times New Roman"/>
                <w:b/>
              </w:rPr>
            </w:pPr>
            <w:bookmarkStart w:id="53" w:name="f1r213"/>
            <w:bookmarkEnd w:id="53"/>
            <w:r>
              <w:rPr>
                <w:rFonts w:ascii="Times New Roman" w:hAnsi="Times New Roman"/>
                <w:b/>
              </w:rPr>
              <w:t>1446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6B18944" w14:textId="7144CB64" w:rsidR="00D54885" w:rsidRPr="002676D3" w:rsidRDefault="00A31900" w:rsidP="00B44E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1225</w:t>
            </w:r>
          </w:p>
        </w:tc>
      </w:tr>
      <w:tr w:rsidR="00D54885" w14:paraId="5771F879" w14:textId="77777777" w:rsidTr="00054037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14:paraId="06BFAD9B" w14:textId="77777777" w:rsidR="00D54885" w:rsidRDefault="00D54885" w:rsidP="00B44E62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готовая продукция и товары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273C54A" w14:textId="77777777" w:rsidR="00D54885" w:rsidRDefault="00D54885" w:rsidP="00B44E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214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E646147" w14:textId="773BA5B9" w:rsidR="00D54885" w:rsidRPr="002676D3" w:rsidRDefault="00A31900" w:rsidP="00B44E62">
            <w:pPr>
              <w:pStyle w:val="a3"/>
              <w:widowControl w:val="0"/>
              <w:jc w:val="center"/>
              <w:rPr>
                <w:rFonts w:ascii="Times New Roman" w:hAnsi="Times New Roman"/>
                <w:b/>
              </w:rPr>
            </w:pPr>
            <w:bookmarkStart w:id="54" w:name="f1r214"/>
            <w:bookmarkEnd w:id="54"/>
            <w:r>
              <w:rPr>
                <w:rFonts w:ascii="Times New Roman" w:hAnsi="Times New Roman"/>
                <w:b/>
              </w:rPr>
              <w:t>7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BF4BFE1" w14:textId="459BD48C" w:rsidR="00D54885" w:rsidRPr="002676D3" w:rsidRDefault="00A31900" w:rsidP="00B44E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</w:t>
            </w:r>
          </w:p>
        </w:tc>
      </w:tr>
      <w:tr w:rsidR="00D54885" w14:paraId="06D5A929" w14:textId="77777777" w:rsidTr="00054037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14:paraId="4A561CB6" w14:textId="77777777" w:rsidR="00D54885" w:rsidRDefault="00D54885" w:rsidP="00B44E62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товары отгруженные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4985B64" w14:textId="77777777" w:rsidR="00D54885" w:rsidRDefault="00D54885" w:rsidP="00B44E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215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3F6ED09" w14:textId="77777777" w:rsidR="00D54885" w:rsidRPr="002676D3" w:rsidRDefault="00D54885" w:rsidP="00B44E62">
            <w:pPr>
              <w:pStyle w:val="a3"/>
              <w:widowControl w:val="0"/>
              <w:jc w:val="center"/>
              <w:rPr>
                <w:rFonts w:ascii="Times New Roman" w:hAnsi="Times New Roman"/>
                <w:b/>
              </w:rPr>
            </w:pPr>
            <w:bookmarkStart w:id="55" w:name="f1r215"/>
            <w:bookmarkEnd w:id="55"/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2F046B6" w14:textId="77777777" w:rsidR="00D54885" w:rsidRPr="002676D3" w:rsidRDefault="00D54885" w:rsidP="00B44E62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54885" w14:paraId="6D1BBA77" w14:textId="77777777" w:rsidTr="00054037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14:paraId="4DC732E1" w14:textId="77777777" w:rsidR="00D54885" w:rsidRDefault="00D54885" w:rsidP="00B44E62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запасы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DF7C949" w14:textId="77777777" w:rsidR="00D54885" w:rsidRDefault="00D54885" w:rsidP="00B44E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216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5F1F6C5" w14:textId="77777777" w:rsidR="00D54885" w:rsidRPr="002676D3" w:rsidRDefault="00D54885" w:rsidP="00B44E62">
            <w:pPr>
              <w:pStyle w:val="a3"/>
              <w:widowControl w:val="0"/>
              <w:jc w:val="center"/>
              <w:rPr>
                <w:rFonts w:ascii="Times New Roman" w:hAnsi="Times New Roman"/>
                <w:b/>
              </w:rPr>
            </w:pPr>
            <w:bookmarkStart w:id="56" w:name="f1r216"/>
            <w:bookmarkEnd w:id="56"/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E94CA25" w14:textId="77777777" w:rsidR="00D54885" w:rsidRPr="002676D3" w:rsidRDefault="00D54885" w:rsidP="00B44E62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54885" w14:paraId="285FB19B" w14:textId="77777777" w:rsidTr="00054037">
        <w:trPr>
          <w:trHeight w:val="31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14:paraId="5BCD5CF1" w14:textId="77777777" w:rsidR="00D54885" w:rsidRDefault="00D54885" w:rsidP="00B44E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Долгосрочные активы, предназначенные для реализации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073712D" w14:textId="77777777" w:rsidR="00D54885" w:rsidRDefault="00D54885" w:rsidP="00B44E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7C9AD35" w14:textId="77777777" w:rsidR="00D54885" w:rsidRPr="003C732E" w:rsidRDefault="00D54885" w:rsidP="00B44E62">
            <w:pPr>
              <w:jc w:val="center"/>
              <w:rPr>
                <w:b/>
                <w:sz w:val="20"/>
                <w:szCs w:val="20"/>
              </w:rPr>
            </w:pPr>
            <w:bookmarkStart w:id="57" w:name="f1r220"/>
            <w:bookmarkEnd w:id="57"/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F06866C" w14:textId="77777777" w:rsidR="00D54885" w:rsidRPr="003C732E" w:rsidRDefault="00D54885" w:rsidP="00B44E62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54885" w14:paraId="252B516D" w14:textId="77777777" w:rsidTr="00054037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7A2D4F03" w14:textId="77777777" w:rsidR="00D54885" w:rsidRDefault="00D54885" w:rsidP="00B44E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Расходы будущих периодов 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73D1FC6" w14:textId="77777777" w:rsidR="00D54885" w:rsidRDefault="00D54885" w:rsidP="00B44E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230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EF8C82B" w14:textId="0635DA20" w:rsidR="00D54885" w:rsidRPr="003C732E" w:rsidRDefault="00A31900" w:rsidP="00B44E62">
            <w:pPr>
              <w:jc w:val="center"/>
              <w:rPr>
                <w:b/>
                <w:sz w:val="20"/>
                <w:szCs w:val="20"/>
              </w:rPr>
            </w:pPr>
            <w:bookmarkStart w:id="58" w:name="f1r230"/>
            <w:bookmarkEnd w:id="58"/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9240045" w14:textId="5AFDBA3E" w:rsidR="00D54885" w:rsidRPr="003C732E" w:rsidRDefault="00A31900" w:rsidP="00B44E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</w:tr>
      <w:tr w:rsidR="00D54885" w14:paraId="6150092E" w14:textId="77777777" w:rsidTr="00054037">
        <w:trPr>
          <w:trHeight w:val="555"/>
        </w:trPr>
        <w:tc>
          <w:tcPr>
            <w:tcW w:w="512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09DF8DD4" w14:textId="77777777" w:rsidR="00D54885" w:rsidRDefault="00D54885" w:rsidP="00B44E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Налог на добавленную стоимость по приобретенным товарам, работам, услугам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050BF94" w14:textId="77777777" w:rsidR="00D54885" w:rsidRDefault="00D54885" w:rsidP="00B44E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4D26823" w14:textId="124A39D9" w:rsidR="00D54885" w:rsidRPr="003C732E" w:rsidRDefault="00A31900" w:rsidP="00B44E62">
            <w:pPr>
              <w:jc w:val="center"/>
              <w:rPr>
                <w:b/>
                <w:sz w:val="20"/>
                <w:szCs w:val="20"/>
              </w:rPr>
            </w:pPr>
            <w:bookmarkStart w:id="59" w:name="f1r240"/>
            <w:bookmarkEnd w:id="59"/>
            <w:r>
              <w:rPr>
                <w:b/>
                <w:sz w:val="20"/>
                <w:szCs w:val="20"/>
              </w:rPr>
              <w:t>355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6F1B23F" w14:textId="10E406A2" w:rsidR="00D54885" w:rsidRPr="003C732E" w:rsidRDefault="00A31900" w:rsidP="00B44E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452</w:t>
            </w:r>
          </w:p>
        </w:tc>
      </w:tr>
      <w:tr w:rsidR="00D54885" w14:paraId="719376A8" w14:textId="77777777" w:rsidTr="00054037">
        <w:trPr>
          <w:trHeight w:val="300"/>
        </w:trPr>
        <w:tc>
          <w:tcPr>
            <w:tcW w:w="5120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14:paraId="567D11EF" w14:textId="77777777" w:rsidR="00D54885" w:rsidRDefault="00D54885" w:rsidP="00B44E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Краткосрочная дебиторская задолженность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725F111" w14:textId="77777777" w:rsidR="00D54885" w:rsidRDefault="00D54885" w:rsidP="00B44E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</w:t>
            </w:r>
          </w:p>
        </w:tc>
        <w:tc>
          <w:tcPr>
            <w:tcW w:w="21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59DDA97" w14:textId="69B5073F" w:rsidR="00D54885" w:rsidRPr="003C732E" w:rsidRDefault="00A31900" w:rsidP="00B44E62">
            <w:pPr>
              <w:jc w:val="center"/>
              <w:rPr>
                <w:b/>
                <w:sz w:val="20"/>
                <w:szCs w:val="20"/>
              </w:rPr>
            </w:pPr>
            <w:bookmarkStart w:id="60" w:name="f1r250"/>
            <w:bookmarkEnd w:id="60"/>
            <w:r>
              <w:rPr>
                <w:b/>
                <w:sz w:val="20"/>
                <w:szCs w:val="20"/>
              </w:rPr>
              <w:t>2309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3D79C49" w14:textId="7A76CC99" w:rsidR="00D54885" w:rsidRPr="003C732E" w:rsidRDefault="00A31900" w:rsidP="00B44E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1192</w:t>
            </w:r>
          </w:p>
        </w:tc>
      </w:tr>
      <w:tr w:rsidR="00D54885" w14:paraId="4485C435" w14:textId="77777777" w:rsidTr="00054037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14:paraId="413BF894" w14:textId="77777777" w:rsidR="00D54885" w:rsidRDefault="00D54885" w:rsidP="00B44E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Краткосрочные финансовые вложения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4BC0ED2" w14:textId="77777777" w:rsidR="00D54885" w:rsidRDefault="00D54885" w:rsidP="00B44E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260</w:t>
            </w:r>
          </w:p>
        </w:tc>
        <w:tc>
          <w:tcPr>
            <w:tcW w:w="2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D916BF3" w14:textId="3A941147" w:rsidR="00D54885" w:rsidRPr="003C732E" w:rsidRDefault="00A31900" w:rsidP="00B44E62">
            <w:pPr>
              <w:jc w:val="center"/>
              <w:rPr>
                <w:b/>
                <w:sz w:val="20"/>
                <w:szCs w:val="20"/>
              </w:rPr>
            </w:pPr>
            <w:bookmarkStart w:id="61" w:name="f1r260"/>
            <w:bookmarkEnd w:id="61"/>
            <w:r>
              <w:rPr>
                <w:b/>
                <w:sz w:val="20"/>
                <w:szCs w:val="20"/>
              </w:rPr>
              <w:t>5</w:t>
            </w:r>
          </w:p>
        </w:tc>
        <w:tc>
          <w:tcPr>
            <w:tcW w:w="2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EE72511" w14:textId="5D67A8D5" w:rsidR="00D54885" w:rsidRPr="003C732E" w:rsidRDefault="00A31900" w:rsidP="00B44E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</w:tr>
      <w:tr w:rsidR="00D54885" w14:paraId="439F5A31" w14:textId="77777777" w:rsidTr="00054037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14:paraId="5AC50696" w14:textId="77777777" w:rsidR="00D54885" w:rsidRDefault="00D54885" w:rsidP="00B44E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Денежные средства и их эквиваленты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39A8075" w14:textId="77777777" w:rsidR="00D54885" w:rsidRDefault="00D54885" w:rsidP="00B44E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270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93EEBC8" w14:textId="12E09BFA" w:rsidR="00D54885" w:rsidRPr="003C732E" w:rsidRDefault="00A31900" w:rsidP="00B44E62">
            <w:pPr>
              <w:jc w:val="center"/>
              <w:rPr>
                <w:b/>
                <w:sz w:val="20"/>
                <w:szCs w:val="20"/>
              </w:rPr>
            </w:pPr>
            <w:bookmarkStart w:id="62" w:name="f1r270"/>
            <w:bookmarkEnd w:id="62"/>
            <w:r>
              <w:rPr>
                <w:b/>
                <w:sz w:val="20"/>
                <w:szCs w:val="20"/>
              </w:rPr>
              <w:t>840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DE84B59" w14:textId="3D1A9E90" w:rsidR="00D54885" w:rsidRPr="003C732E" w:rsidRDefault="00A31900" w:rsidP="00B44E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420</w:t>
            </w:r>
          </w:p>
        </w:tc>
      </w:tr>
      <w:tr w:rsidR="00D54885" w14:paraId="19A902F0" w14:textId="77777777" w:rsidTr="00054037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14:paraId="5353E0DE" w14:textId="77777777" w:rsidR="00D54885" w:rsidRDefault="00D54885" w:rsidP="00B44E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Прочие краткосрочные активы 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3E68109" w14:textId="77777777" w:rsidR="00D54885" w:rsidRDefault="00D54885" w:rsidP="00B44E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280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CF10EAF" w14:textId="77777777" w:rsidR="00D54885" w:rsidRPr="003C732E" w:rsidRDefault="00D54885" w:rsidP="00B44E62">
            <w:pPr>
              <w:jc w:val="center"/>
              <w:rPr>
                <w:b/>
                <w:sz w:val="20"/>
                <w:szCs w:val="20"/>
              </w:rPr>
            </w:pPr>
            <w:bookmarkStart w:id="63" w:name="f1r280"/>
            <w:bookmarkEnd w:id="63"/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6CD364D" w14:textId="77777777" w:rsidR="00D54885" w:rsidRPr="003C732E" w:rsidRDefault="00D54885" w:rsidP="00B44E62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54885" w14:paraId="05854E2B" w14:textId="77777777" w:rsidTr="00054037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03E2784C" w14:textId="77777777" w:rsidR="00D54885" w:rsidRDefault="00D54885" w:rsidP="00B44E6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ИТОГО по разделу II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22DBD8C" w14:textId="77777777" w:rsidR="00D54885" w:rsidRDefault="00D54885" w:rsidP="00B44E6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290</w:t>
            </w:r>
          </w:p>
        </w:tc>
        <w:tc>
          <w:tcPr>
            <w:tcW w:w="2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CD77B4" w14:textId="4AB1A8F3" w:rsidR="00D54885" w:rsidRPr="003C732E" w:rsidRDefault="00A31900" w:rsidP="00B44E62">
            <w:pPr>
              <w:jc w:val="center"/>
              <w:rPr>
                <w:b/>
                <w:bCs/>
                <w:sz w:val="20"/>
                <w:szCs w:val="20"/>
              </w:rPr>
            </w:pPr>
            <w:bookmarkStart w:id="64" w:name="f1r290"/>
            <w:bookmarkEnd w:id="64"/>
            <w:r>
              <w:rPr>
                <w:b/>
                <w:bCs/>
                <w:sz w:val="20"/>
                <w:szCs w:val="20"/>
              </w:rPr>
              <w:t>10625</w:t>
            </w:r>
          </w:p>
        </w:tc>
        <w:tc>
          <w:tcPr>
            <w:tcW w:w="2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76180C" w14:textId="06165B58" w:rsidR="00D54885" w:rsidRPr="003C732E" w:rsidRDefault="00A31900" w:rsidP="00B44E6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8419</w:t>
            </w:r>
          </w:p>
        </w:tc>
      </w:tr>
      <w:tr w:rsidR="00D54885" w14:paraId="5F2FB03D" w14:textId="77777777" w:rsidTr="00054037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661477DF" w14:textId="77777777" w:rsidR="00D54885" w:rsidRDefault="00D54885" w:rsidP="00B44E6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БАЛАНС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A47A551" w14:textId="77777777" w:rsidR="00D54885" w:rsidRDefault="00D54885" w:rsidP="00B44E6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300</w:t>
            </w:r>
          </w:p>
        </w:tc>
        <w:tc>
          <w:tcPr>
            <w:tcW w:w="2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9DDF34" w14:textId="0B551C05" w:rsidR="00D54885" w:rsidRPr="003C732E" w:rsidRDefault="00A31900" w:rsidP="00B44E62">
            <w:pPr>
              <w:jc w:val="center"/>
              <w:rPr>
                <w:b/>
                <w:bCs/>
                <w:sz w:val="20"/>
                <w:szCs w:val="20"/>
              </w:rPr>
            </w:pPr>
            <w:bookmarkStart w:id="65" w:name="f1r300"/>
            <w:bookmarkEnd w:id="65"/>
            <w:r>
              <w:rPr>
                <w:b/>
                <w:bCs/>
                <w:sz w:val="20"/>
                <w:szCs w:val="20"/>
              </w:rPr>
              <w:t>23857</w:t>
            </w:r>
          </w:p>
        </w:tc>
        <w:tc>
          <w:tcPr>
            <w:tcW w:w="2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88B25E" w14:textId="18D7B84B" w:rsidR="00D54885" w:rsidRPr="003C732E" w:rsidRDefault="00A31900" w:rsidP="00B44E6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21303</w:t>
            </w:r>
          </w:p>
        </w:tc>
      </w:tr>
      <w:tr w:rsidR="003A5AFC" w14:paraId="571FCF62" w14:textId="77777777" w:rsidTr="00054037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43890A2C" w14:textId="77777777" w:rsidR="003A5AFC" w:rsidRDefault="003A5AFC" w:rsidP="00B44E6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B58170B" w14:textId="77777777" w:rsidR="003A5AFC" w:rsidRDefault="003A5AFC" w:rsidP="00B44E6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78F1C2" w14:textId="77777777" w:rsidR="003A5AFC" w:rsidRDefault="003A5AFC" w:rsidP="00B44E6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DFADEB" w14:textId="77777777" w:rsidR="003A5AFC" w:rsidRDefault="003A5AFC" w:rsidP="00B44E6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</w:tbl>
    <w:p w14:paraId="7A63D996" w14:textId="77777777" w:rsidR="00D54885" w:rsidRPr="00A325B4" w:rsidRDefault="00D54885" w:rsidP="00D54885">
      <w:pPr>
        <w:rPr>
          <w:sz w:val="14"/>
          <w:szCs w:val="14"/>
        </w:rPr>
      </w:pPr>
      <w:r>
        <w:br w:type="page"/>
      </w:r>
    </w:p>
    <w:tbl>
      <w:tblPr>
        <w:tblW w:w="10447" w:type="dxa"/>
        <w:tblInd w:w="348" w:type="dxa"/>
        <w:tblLook w:val="0000" w:firstRow="0" w:lastRow="0" w:firstColumn="0" w:lastColumn="0" w:noHBand="0" w:noVBand="0"/>
      </w:tblPr>
      <w:tblGrid>
        <w:gridCol w:w="5224"/>
        <w:gridCol w:w="792"/>
        <w:gridCol w:w="2165"/>
        <w:gridCol w:w="2266"/>
      </w:tblGrid>
      <w:tr w:rsidR="00D54885" w14:paraId="3698202B" w14:textId="77777777" w:rsidTr="00B44E62">
        <w:trPr>
          <w:trHeight w:val="406"/>
        </w:trPr>
        <w:tc>
          <w:tcPr>
            <w:tcW w:w="5224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39F3A6A" w14:textId="77777777" w:rsidR="00D54885" w:rsidRPr="009F36D0" w:rsidRDefault="00D54885" w:rsidP="00B44E62">
            <w:pPr>
              <w:ind w:left="132" w:hanging="132"/>
              <w:jc w:val="center"/>
              <w:rPr>
                <w:b/>
                <w:bCs/>
                <w:sz w:val="16"/>
                <w:szCs w:val="16"/>
              </w:rPr>
            </w:pPr>
            <w:r w:rsidRPr="009F36D0">
              <w:rPr>
                <w:sz w:val="16"/>
                <w:szCs w:val="16"/>
              </w:rPr>
              <w:lastRenderedPageBreak/>
              <w:br w:type="page"/>
            </w:r>
            <w:r w:rsidRPr="009F36D0">
              <w:rPr>
                <w:b/>
                <w:bCs/>
                <w:sz w:val="16"/>
                <w:szCs w:val="16"/>
              </w:rPr>
              <w:t>Собственный капитал и обязательства</w:t>
            </w:r>
          </w:p>
        </w:tc>
        <w:tc>
          <w:tcPr>
            <w:tcW w:w="79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90D623" w14:textId="77777777" w:rsidR="00D54885" w:rsidRPr="009F36D0" w:rsidRDefault="00D54885" w:rsidP="00B44E62">
            <w:pPr>
              <w:jc w:val="center"/>
              <w:rPr>
                <w:b/>
                <w:bCs/>
                <w:sz w:val="16"/>
                <w:szCs w:val="16"/>
              </w:rPr>
            </w:pPr>
            <w:r w:rsidRPr="009F36D0">
              <w:rPr>
                <w:b/>
                <w:bCs/>
                <w:sz w:val="16"/>
                <w:szCs w:val="16"/>
              </w:rPr>
              <w:t>Код строки</w:t>
            </w:r>
          </w:p>
        </w:tc>
        <w:tc>
          <w:tcPr>
            <w:tcW w:w="216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73F08E" w14:textId="0F21F6D2" w:rsidR="00D54885" w:rsidRPr="00743169" w:rsidRDefault="00D54885" w:rsidP="00B44E62">
            <w:pPr>
              <w:pStyle w:val="a3"/>
              <w:widowControl w:val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8617A">
              <w:rPr>
                <w:rFonts w:ascii="Times New Roman" w:hAnsi="Times New Roman"/>
                <w:b/>
                <w:sz w:val="16"/>
                <w:szCs w:val="16"/>
              </w:rPr>
              <w:t xml:space="preserve">На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31 декабря </w:t>
            </w:r>
            <w:r w:rsidR="00052A5E">
              <w:rPr>
                <w:rFonts w:ascii="Times New Roman" w:hAnsi="Times New Roman"/>
                <w:b/>
                <w:sz w:val="16"/>
                <w:szCs w:val="16"/>
              </w:rPr>
              <w:t>202</w:t>
            </w:r>
            <w:r w:rsidR="00A31900">
              <w:rPr>
                <w:rFonts w:ascii="Times New Roman" w:hAnsi="Times New Roman"/>
                <w:b/>
                <w:sz w:val="16"/>
                <w:szCs w:val="16"/>
              </w:rPr>
              <w:t>4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года</w:t>
            </w:r>
          </w:p>
        </w:tc>
        <w:tc>
          <w:tcPr>
            <w:tcW w:w="226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0BE04A89" w14:textId="0505AB38" w:rsidR="00D54885" w:rsidRPr="00743169" w:rsidRDefault="00D54885" w:rsidP="00B44E62">
            <w:pPr>
              <w:pStyle w:val="a3"/>
              <w:widowControl w:val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8617A">
              <w:rPr>
                <w:rFonts w:ascii="Times New Roman" w:hAnsi="Times New Roman"/>
                <w:b/>
                <w:sz w:val="16"/>
                <w:szCs w:val="16"/>
              </w:rPr>
              <w:t xml:space="preserve">На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31 декабря </w:t>
            </w:r>
            <w:r w:rsidR="00052A5E">
              <w:rPr>
                <w:rFonts w:ascii="Times New Roman" w:hAnsi="Times New Roman"/>
                <w:b/>
                <w:sz w:val="16"/>
                <w:szCs w:val="16"/>
              </w:rPr>
              <w:t>202</w:t>
            </w:r>
            <w:r w:rsidR="00A31900">
              <w:rPr>
                <w:rFonts w:ascii="Times New Roman" w:hAnsi="Times New Roman"/>
                <w:b/>
                <w:sz w:val="16"/>
                <w:szCs w:val="16"/>
              </w:rPr>
              <w:t>3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года</w:t>
            </w:r>
          </w:p>
        </w:tc>
      </w:tr>
      <w:tr w:rsidR="00D54885" w14:paraId="050F7DAF" w14:textId="77777777" w:rsidTr="00B44E62">
        <w:trPr>
          <w:trHeight w:val="183"/>
        </w:trPr>
        <w:tc>
          <w:tcPr>
            <w:tcW w:w="5224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0516E685" w14:textId="77777777" w:rsidR="00D54885" w:rsidRPr="00670171" w:rsidRDefault="00D54885" w:rsidP="00B44E62">
            <w:pPr>
              <w:jc w:val="center"/>
              <w:rPr>
                <w:b/>
                <w:bCs/>
                <w:sz w:val="16"/>
                <w:szCs w:val="16"/>
              </w:rPr>
            </w:pPr>
            <w:r w:rsidRPr="00670171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A962813" w14:textId="77777777" w:rsidR="00D54885" w:rsidRPr="00670171" w:rsidRDefault="00D54885" w:rsidP="00B44E62">
            <w:pPr>
              <w:jc w:val="center"/>
              <w:rPr>
                <w:b/>
                <w:bCs/>
                <w:sz w:val="16"/>
                <w:szCs w:val="16"/>
              </w:rPr>
            </w:pPr>
            <w:r w:rsidRPr="00670171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2165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D8C3DBD" w14:textId="77777777" w:rsidR="00D54885" w:rsidRPr="00670171" w:rsidRDefault="00D54885" w:rsidP="00B44E62">
            <w:pPr>
              <w:jc w:val="center"/>
              <w:rPr>
                <w:b/>
                <w:bCs/>
                <w:sz w:val="16"/>
                <w:szCs w:val="16"/>
              </w:rPr>
            </w:pPr>
            <w:r w:rsidRPr="00670171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2266" w:type="dxa"/>
            <w:tcBorders>
              <w:top w:val="single" w:sz="4" w:space="0" w:color="auto"/>
              <w:left w:val="nil"/>
              <w:bottom w:val="double" w:sz="4" w:space="0" w:color="auto"/>
              <w:right w:val="double" w:sz="4" w:space="0" w:color="auto"/>
            </w:tcBorders>
            <w:shd w:val="clear" w:color="auto" w:fill="FFFFFF"/>
            <w:noWrap/>
            <w:vAlign w:val="center"/>
          </w:tcPr>
          <w:p w14:paraId="18295786" w14:textId="77777777" w:rsidR="00D54885" w:rsidRPr="00670171" w:rsidRDefault="00D54885" w:rsidP="00B44E62">
            <w:pPr>
              <w:jc w:val="center"/>
              <w:rPr>
                <w:b/>
                <w:bCs/>
                <w:sz w:val="16"/>
                <w:szCs w:val="16"/>
              </w:rPr>
            </w:pPr>
            <w:r w:rsidRPr="00670171">
              <w:rPr>
                <w:b/>
                <w:bCs/>
                <w:sz w:val="16"/>
                <w:szCs w:val="16"/>
              </w:rPr>
              <w:t>4</w:t>
            </w:r>
          </w:p>
        </w:tc>
      </w:tr>
      <w:tr w:rsidR="00D54885" w14:paraId="040A65A9" w14:textId="77777777" w:rsidTr="00B44E62">
        <w:trPr>
          <w:trHeight w:val="360"/>
        </w:trPr>
        <w:tc>
          <w:tcPr>
            <w:tcW w:w="5224" w:type="dxa"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14:paraId="3E55596C" w14:textId="77777777" w:rsidR="00D54885" w:rsidRDefault="00D54885" w:rsidP="00B44E6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III. СОБСТВЕННЫЙ КАПИТАЛ</w:t>
            </w:r>
          </w:p>
        </w:tc>
        <w:tc>
          <w:tcPr>
            <w:tcW w:w="792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B545C93" w14:textId="77777777" w:rsidR="00D54885" w:rsidRDefault="00D54885" w:rsidP="00B44E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165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E70532A" w14:textId="77777777" w:rsidR="00D54885" w:rsidRDefault="00D54885" w:rsidP="00B44E6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266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6332B21" w14:textId="77777777" w:rsidR="00D54885" w:rsidRDefault="00D54885" w:rsidP="00B44E6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D54885" w:rsidRPr="003C732E" w14:paraId="2DFC82BA" w14:textId="77777777" w:rsidTr="00B44E62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14:paraId="1DEAC19D" w14:textId="77777777" w:rsidR="00D54885" w:rsidRDefault="00D54885" w:rsidP="00B44E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Уставный капитал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21266DF" w14:textId="77777777" w:rsidR="00D54885" w:rsidRDefault="00D54885" w:rsidP="00B44E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70153C0" w14:textId="2CE19090" w:rsidR="00D54885" w:rsidRPr="003C732E" w:rsidRDefault="002431E9" w:rsidP="00B44E62">
            <w:pPr>
              <w:jc w:val="center"/>
              <w:rPr>
                <w:b/>
                <w:sz w:val="20"/>
                <w:szCs w:val="20"/>
              </w:rPr>
            </w:pPr>
            <w:bookmarkStart w:id="66" w:name="f1r410"/>
            <w:bookmarkEnd w:id="66"/>
            <w:r>
              <w:rPr>
                <w:b/>
                <w:sz w:val="20"/>
                <w:szCs w:val="20"/>
              </w:rPr>
              <w:t>2211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8F6C550" w14:textId="7112E6FB" w:rsidR="00D54885" w:rsidRPr="003C732E" w:rsidRDefault="002431E9" w:rsidP="00B44E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2211</w:t>
            </w:r>
          </w:p>
        </w:tc>
      </w:tr>
      <w:tr w:rsidR="00D54885" w:rsidRPr="003C732E" w14:paraId="57FA31E2" w14:textId="77777777" w:rsidTr="00B44E62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14:paraId="4B2FEC5E" w14:textId="77777777" w:rsidR="00D54885" w:rsidRDefault="00D54885" w:rsidP="00B44E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Неоплаченная часть уставного капитала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88BA0FA" w14:textId="77777777" w:rsidR="00D54885" w:rsidRDefault="00D54885" w:rsidP="00B44E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420</w:t>
            </w:r>
          </w:p>
        </w:tc>
        <w:tc>
          <w:tcPr>
            <w:tcW w:w="21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FAB4D97" w14:textId="77777777" w:rsidR="00D54885" w:rsidRPr="003C732E" w:rsidRDefault="00D54885" w:rsidP="00B44E62">
            <w:pPr>
              <w:jc w:val="center"/>
              <w:rPr>
                <w:b/>
                <w:sz w:val="20"/>
                <w:szCs w:val="20"/>
              </w:rPr>
            </w:pPr>
            <w:bookmarkStart w:id="67" w:name="f1r420"/>
            <w:bookmarkEnd w:id="67"/>
          </w:p>
        </w:tc>
        <w:tc>
          <w:tcPr>
            <w:tcW w:w="2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9CC9198" w14:textId="77777777" w:rsidR="00D54885" w:rsidRPr="00BD615C" w:rsidRDefault="00D54885" w:rsidP="00B44E62">
            <w:pPr>
              <w:jc w:val="center"/>
              <w:rPr>
                <w:b/>
                <w:sz w:val="20"/>
                <w:szCs w:val="20"/>
                <w:lang w:val="en-US"/>
              </w:rPr>
            </w:pPr>
          </w:p>
        </w:tc>
      </w:tr>
      <w:tr w:rsidR="00D54885" w:rsidRPr="003C732E" w14:paraId="2868F812" w14:textId="77777777" w:rsidTr="00B44E62">
        <w:trPr>
          <w:trHeight w:val="306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345897C0" w14:textId="77777777" w:rsidR="00D54885" w:rsidRDefault="00D54885" w:rsidP="00B44E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Собственные акции (доли в уставном капитале)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45C262C3" w14:textId="77777777" w:rsidR="00D54885" w:rsidRDefault="00D54885" w:rsidP="00B44E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430</w:t>
            </w:r>
          </w:p>
        </w:tc>
        <w:tc>
          <w:tcPr>
            <w:tcW w:w="2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D53ADA7" w14:textId="77777777" w:rsidR="00D54885" w:rsidRPr="00BD615C" w:rsidRDefault="00D54885" w:rsidP="00B44E62">
            <w:pPr>
              <w:jc w:val="center"/>
              <w:rPr>
                <w:b/>
                <w:sz w:val="20"/>
                <w:szCs w:val="20"/>
                <w:lang w:val="en-US"/>
              </w:rPr>
            </w:pPr>
            <w:bookmarkStart w:id="68" w:name="f1r430"/>
            <w:bookmarkEnd w:id="68"/>
          </w:p>
        </w:tc>
        <w:tc>
          <w:tcPr>
            <w:tcW w:w="2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E39BF34" w14:textId="77777777" w:rsidR="00D54885" w:rsidRPr="00BD615C" w:rsidRDefault="00D54885" w:rsidP="00B44E62">
            <w:pPr>
              <w:jc w:val="center"/>
              <w:rPr>
                <w:b/>
                <w:sz w:val="20"/>
                <w:szCs w:val="20"/>
                <w:lang w:val="en-US"/>
              </w:rPr>
            </w:pPr>
          </w:p>
        </w:tc>
      </w:tr>
      <w:tr w:rsidR="00D54885" w:rsidRPr="003C732E" w14:paraId="08E5B18E" w14:textId="77777777" w:rsidTr="00B44E62">
        <w:trPr>
          <w:trHeight w:val="360"/>
        </w:trPr>
        <w:tc>
          <w:tcPr>
            <w:tcW w:w="5224" w:type="dxa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14:paraId="5E019DA2" w14:textId="77777777" w:rsidR="00D54885" w:rsidRDefault="00D54885" w:rsidP="00B44E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Резервный капитал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F093A8C" w14:textId="77777777" w:rsidR="00D54885" w:rsidRDefault="00D54885" w:rsidP="00B44E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017FFE0" w14:textId="77777777" w:rsidR="00D54885" w:rsidRPr="003C732E" w:rsidRDefault="00D54885" w:rsidP="00B44E62">
            <w:pPr>
              <w:jc w:val="center"/>
              <w:rPr>
                <w:b/>
                <w:sz w:val="20"/>
                <w:szCs w:val="20"/>
              </w:rPr>
            </w:pPr>
            <w:bookmarkStart w:id="69" w:name="f1r440"/>
            <w:bookmarkEnd w:id="69"/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3C00752" w14:textId="77777777" w:rsidR="00D54885" w:rsidRPr="003C732E" w:rsidRDefault="00D54885" w:rsidP="00B44E62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54885" w:rsidRPr="003C732E" w14:paraId="603F0D8E" w14:textId="77777777" w:rsidTr="00B44E62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14:paraId="6ED9431D" w14:textId="77777777" w:rsidR="00D54885" w:rsidRDefault="00D54885" w:rsidP="00B44E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Добавочный капитал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FF0A806" w14:textId="77777777" w:rsidR="00D54885" w:rsidRDefault="00D54885" w:rsidP="00B44E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E6AA4A6" w14:textId="07D9E2E8" w:rsidR="00D54885" w:rsidRPr="003C732E" w:rsidRDefault="00A31900" w:rsidP="00B44E62">
            <w:pPr>
              <w:jc w:val="center"/>
              <w:rPr>
                <w:b/>
                <w:sz w:val="20"/>
                <w:szCs w:val="20"/>
              </w:rPr>
            </w:pPr>
            <w:bookmarkStart w:id="70" w:name="f1r450"/>
            <w:bookmarkEnd w:id="70"/>
            <w:r>
              <w:rPr>
                <w:b/>
                <w:sz w:val="20"/>
                <w:szCs w:val="20"/>
              </w:rPr>
              <w:t>4616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C3B7689" w14:textId="09CA4022" w:rsidR="00D54885" w:rsidRPr="003C732E" w:rsidRDefault="00A31900" w:rsidP="00B44E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4089</w:t>
            </w:r>
          </w:p>
        </w:tc>
      </w:tr>
      <w:tr w:rsidR="00D54885" w:rsidRPr="003C732E" w14:paraId="46183CD1" w14:textId="77777777" w:rsidTr="00B44E62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14:paraId="6DF7EBBB" w14:textId="77777777" w:rsidR="00D54885" w:rsidRDefault="00D54885" w:rsidP="00B44E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Нераспределенная прибыль (непокрытый убыток) 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B1B5B65" w14:textId="77777777" w:rsidR="00D54885" w:rsidRDefault="00D54885" w:rsidP="00B44E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38E1246" w14:textId="37A39B09" w:rsidR="00D54885" w:rsidRPr="003C732E" w:rsidRDefault="002431E9" w:rsidP="00B44E62">
            <w:pPr>
              <w:jc w:val="center"/>
              <w:rPr>
                <w:b/>
                <w:sz w:val="20"/>
                <w:szCs w:val="20"/>
              </w:rPr>
            </w:pPr>
            <w:bookmarkStart w:id="71" w:name="f1r460"/>
            <w:bookmarkEnd w:id="71"/>
            <w:r>
              <w:rPr>
                <w:b/>
                <w:sz w:val="20"/>
                <w:szCs w:val="20"/>
              </w:rPr>
              <w:t>1</w:t>
            </w:r>
            <w:r w:rsidR="00A31900">
              <w:rPr>
                <w:b/>
                <w:sz w:val="20"/>
                <w:szCs w:val="20"/>
              </w:rPr>
              <w:t>3731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C5FE670" w14:textId="5E4AE2C1" w:rsidR="00D54885" w:rsidRPr="003C732E" w:rsidRDefault="00A31900" w:rsidP="00B44E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10998</w:t>
            </w:r>
          </w:p>
        </w:tc>
      </w:tr>
      <w:tr w:rsidR="00D54885" w:rsidRPr="003C732E" w14:paraId="29A8E2A5" w14:textId="77777777" w:rsidTr="00B44E62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14:paraId="2AE1E782" w14:textId="77777777" w:rsidR="00D54885" w:rsidRDefault="00D54885" w:rsidP="00B44E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Чистая прибыль (убыток) отчетного периода 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77B27F1" w14:textId="77777777" w:rsidR="00D54885" w:rsidRDefault="00D54885" w:rsidP="00B44E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AB8077E" w14:textId="77777777" w:rsidR="00D54885" w:rsidRPr="000D79BC" w:rsidRDefault="00D54885" w:rsidP="00B44E62">
            <w:pPr>
              <w:jc w:val="center"/>
              <w:rPr>
                <w:b/>
                <w:sz w:val="20"/>
                <w:szCs w:val="20"/>
                <w:lang w:val="en-US"/>
              </w:rPr>
            </w:pPr>
            <w:bookmarkStart w:id="72" w:name="f1r470"/>
            <w:bookmarkEnd w:id="72"/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104366D" w14:textId="77777777" w:rsidR="00D54885" w:rsidRPr="000D79BC" w:rsidRDefault="00D54885" w:rsidP="00B44E62">
            <w:pPr>
              <w:jc w:val="center"/>
              <w:rPr>
                <w:b/>
                <w:sz w:val="20"/>
                <w:szCs w:val="20"/>
                <w:lang w:val="en-US"/>
              </w:rPr>
            </w:pPr>
          </w:p>
        </w:tc>
      </w:tr>
      <w:tr w:rsidR="00D54885" w:rsidRPr="003C732E" w14:paraId="00AC5C38" w14:textId="77777777" w:rsidTr="00B44E62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14:paraId="4F0B8EC2" w14:textId="77777777" w:rsidR="00D54885" w:rsidRDefault="00D54885" w:rsidP="00B44E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Целевое финансирование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97098DF" w14:textId="77777777" w:rsidR="00D54885" w:rsidRDefault="00D54885" w:rsidP="00B44E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FA5682C" w14:textId="77777777" w:rsidR="00D54885" w:rsidRPr="003C732E" w:rsidRDefault="00D54885" w:rsidP="00B44E62">
            <w:pPr>
              <w:jc w:val="center"/>
              <w:rPr>
                <w:b/>
                <w:sz w:val="20"/>
                <w:szCs w:val="20"/>
              </w:rPr>
            </w:pPr>
            <w:bookmarkStart w:id="73" w:name="f1r480"/>
            <w:bookmarkEnd w:id="73"/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79A2C90" w14:textId="77777777" w:rsidR="00D54885" w:rsidRPr="003C732E" w:rsidRDefault="00D54885" w:rsidP="00B44E62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54885" w:rsidRPr="003C732E" w14:paraId="52C93F82" w14:textId="77777777" w:rsidTr="00B44E62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14:paraId="6F5A83E4" w14:textId="77777777" w:rsidR="00D54885" w:rsidRDefault="00D54885" w:rsidP="00B44E6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ИТОГО по разделу III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E82C0D4" w14:textId="77777777" w:rsidR="00D54885" w:rsidRDefault="00D54885" w:rsidP="00B44E6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490</w:t>
            </w:r>
          </w:p>
        </w:tc>
        <w:tc>
          <w:tcPr>
            <w:tcW w:w="2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2C8C42" w14:textId="3C7D7408" w:rsidR="00D54885" w:rsidRPr="003C732E" w:rsidRDefault="00A31900" w:rsidP="00B44E62">
            <w:pPr>
              <w:jc w:val="center"/>
              <w:rPr>
                <w:b/>
                <w:sz w:val="20"/>
                <w:szCs w:val="20"/>
              </w:rPr>
            </w:pPr>
            <w:bookmarkStart w:id="74" w:name="f1r490"/>
            <w:bookmarkEnd w:id="74"/>
            <w:r>
              <w:rPr>
                <w:b/>
                <w:sz w:val="20"/>
                <w:szCs w:val="20"/>
              </w:rPr>
              <w:t>20558</w:t>
            </w:r>
          </w:p>
        </w:tc>
        <w:tc>
          <w:tcPr>
            <w:tcW w:w="2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0DBAEF" w14:textId="187E3B5D" w:rsidR="00D54885" w:rsidRPr="003C732E" w:rsidRDefault="002431E9" w:rsidP="00B44E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="00A31900">
              <w:rPr>
                <w:b/>
                <w:sz w:val="20"/>
                <w:szCs w:val="20"/>
              </w:rPr>
              <w:t>72987</w:t>
            </w:r>
          </w:p>
        </w:tc>
      </w:tr>
      <w:tr w:rsidR="00D54885" w:rsidRPr="003C732E" w14:paraId="6EEFE4D4" w14:textId="77777777" w:rsidTr="00B44E62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14:paraId="0D965285" w14:textId="77777777" w:rsidR="00D54885" w:rsidRDefault="00D54885" w:rsidP="00B44E6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IV. ДОЛГОСРОЧНЫЕ ОБЯЗАТЕЛЬСТВА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AE86832" w14:textId="77777777" w:rsidR="00D54885" w:rsidRDefault="00D54885" w:rsidP="00B44E6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0F222A1" w14:textId="77777777" w:rsidR="00D54885" w:rsidRPr="003C732E" w:rsidRDefault="00D54885" w:rsidP="00B44E6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4273383" w14:textId="77777777" w:rsidR="00D54885" w:rsidRPr="003C732E" w:rsidRDefault="00D54885" w:rsidP="00B44E6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D54885" w:rsidRPr="003C732E" w14:paraId="35A3D0BE" w14:textId="77777777" w:rsidTr="00B44E62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14:paraId="042A9AB8" w14:textId="77777777" w:rsidR="00D54885" w:rsidRDefault="00D54885" w:rsidP="00B44E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Долгосрочные кредиты и займы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17E4880" w14:textId="77777777" w:rsidR="00D54885" w:rsidRDefault="00D54885" w:rsidP="00B44E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4B05788" w14:textId="6C3DABC1" w:rsidR="00D54885" w:rsidRPr="003C732E" w:rsidRDefault="002431E9" w:rsidP="00B44E62">
            <w:pPr>
              <w:jc w:val="center"/>
              <w:rPr>
                <w:b/>
                <w:sz w:val="20"/>
                <w:szCs w:val="20"/>
              </w:rPr>
            </w:pPr>
            <w:bookmarkStart w:id="75" w:name="f1r510"/>
            <w:bookmarkEnd w:id="75"/>
            <w:r>
              <w:rPr>
                <w:b/>
                <w:sz w:val="20"/>
                <w:szCs w:val="20"/>
              </w:rPr>
              <w:t>3</w:t>
            </w:r>
            <w:r w:rsidR="00A31900"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C1AA7CA" w14:textId="10EE2F8B" w:rsidR="00D54885" w:rsidRPr="003C732E" w:rsidRDefault="002431E9" w:rsidP="00B44E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  <w:r w:rsidR="00A31900">
              <w:rPr>
                <w:b/>
                <w:sz w:val="20"/>
                <w:szCs w:val="20"/>
              </w:rPr>
              <w:t>14</w:t>
            </w:r>
          </w:p>
        </w:tc>
      </w:tr>
      <w:tr w:rsidR="00D54885" w:rsidRPr="003C732E" w14:paraId="54FEC4A2" w14:textId="77777777" w:rsidTr="00B44E62">
        <w:trPr>
          <w:trHeight w:val="324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14:paraId="688BD320" w14:textId="77777777" w:rsidR="00D54885" w:rsidRDefault="00D54885" w:rsidP="00B44E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Долгосрочные обязательства по лизинговым платежам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72F651D" w14:textId="77777777" w:rsidR="00D54885" w:rsidRDefault="00D54885" w:rsidP="00B44E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046F85A" w14:textId="11EC0C51" w:rsidR="00D54885" w:rsidRPr="003C732E" w:rsidRDefault="002431E9" w:rsidP="00B44E62">
            <w:pPr>
              <w:jc w:val="center"/>
              <w:rPr>
                <w:b/>
                <w:sz w:val="20"/>
                <w:szCs w:val="20"/>
              </w:rPr>
            </w:pPr>
            <w:bookmarkStart w:id="76" w:name="f1r520"/>
            <w:bookmarkEnd w:id="76"/>
            <w:r>
              <w:rPr>
                <w:b/>
                <w:sz w:val="20"/>
                <w:szCs w:val="20"/>
              </w:rPr>
              <w:t>1</w:t>
            </w:r>
            <w:r w:rsidR="00A31900">
              <w:rPr>
                <w:b/>
                <w:sz w:val="20"/>
                <w:szCs w:val="20"/>
              </w:rPr>
              <w:t>337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DB28756" w14:textId="54E38F7C" w:rsidR="00D54885" w:rsidRPr="003C732E" w:rsidRDefault="002431E9" w:rsidP="00B44E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="00A31900">
              <w:rPr>
                <w:b/>
                <w:sz w:val="20"/>
                <w:szCs w:val="20"/>
              </w:rPr>
              <w:t>742</w:t>
            </w:r>
          </w:p>
        </w:tc>
      </w:tr>
      <w:tr w:rsidR="00D54885" w:rsidRPr="003C732E" w14:paraId="791096BF" w14:textId="77777777" w:rsidTr="00B44E62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14:paraId="4CCA6540" w14:textId="77777777" w:rsidR="00D54885" w:rsidRDefault="00D54885" w:rsidP="00B44E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Отложенные налоговые обязательства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B9B1F65" w14:textId="77777777" w:rsidR="00D54885" w:rsidRDefault="00D54885" w:rsidP="00B44E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91022AF" w14:textId="77777777" w:rsidR="00D54885" w:rsidRPr="003C732E" w:rsidRDefault="00D54885" w:rsidP="00B44E62">
            <w:pPr>
              <w:jc w:val="center"/>
              <w:rPr>
                <w:b/>
                <w:sz w:val="20"/>
                <w:szCs w:val="20"/>
              </w:rPr>
            </w:pPr>
            <w:bookmarkStart w:id="77" w:name="f1r530"/>
            <w:bookmarkEnd w:id="77"/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B0F67DE" w14:textId="77777777" w:rsidR="00D54885" w:rsidRPr="003C732E" w:rsidRDefault="00D54885" w:rsidP="00B44E62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54885" w:rsidRPr="003C732E" w14:paraId="58999C5E" w14:textId="77777777" w:rsidTr="00B44E62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14:paraId="0C741B32" w14:textId="77777777" w:rsidR="00D54885" w:rsidRDefault="00D54885" w:rsidP="00B44E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будущих периодов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D43FFBD" w14:textId="77777777" w:rsidR="00D54885" w:rsidRDefault="00D54885" w:rsidP="00B44E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4B6E6CE" w14:textId="77777777" w:rsidR="00D54885" w:rsidRPr="003C732E" w:rsidRDefault="00D54885" w:rsidP="00B44E62">
            <w:pPr>
              <w:jc w:val="center"/>
              <w:rPr>
                <w:b/>
                <w:sz w:val="20"/>
                <w:szCs w:val="20"/>
              </w:rPr>
            </w:pPr>
            <w:bookmarkStart w:id="78" w:name="f1r540"/>
            <w:bookmarkEnd w:id="78"/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7C12AF4" w14:textId="77777777" w:rsidR="00D54885" w:rsidRPr="003C732E" w:rsidRDefault="00D54885" w:rsidP="00B44E62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54885" w:rsidRPr="003C732E" w14:paraId="6702C5FD" w14:textId="77777777" w:rsidTr="00B44E62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14:paraId="1810B82A" w14:textId="77777777" w:rsidR="00D54885" w:rsidRDefault="00D54885" w:rsidP="00B44E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Резервы предстоящих платежей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475D9F4" w14:textId="77777777" w:rsidR="00D54885" w:rsidRDefault="00D54885" w:rsidP="00B44E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8375668" w14:textId="77777777" w:rsidR="00D54885" w:rsidRPr="003C732E" w:rsidRDefault="00D54885" w:rsidP="00B44E62">
            <w:pPr>
              <w:jc w:val="center"/>
              <w:rPr>
                <w:b/>
                <w:sz w:val="20"/>
                <w:szCs w:val="20"/>
              </w:rPr>
            </w:pPr>
            <w:bookmarkStart w:id="79" w:name="f1r550"/>
            <w:bookmarkEnd w:id="79"/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DFABBC9" w14:textId="77777777" w:rsidR="00D54885" w:rsidRPr="003C732E" w:rsidRDefault="00D54885" w:rsidP="00B44E62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54885" w:rsidRPr="003C732E" w14:paraId="6A9553B9" w14:textId="77777777" w:rsidTr="00B44E62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14:paraId="70726F0C" w14:textId="77777777" w:rsidR="00D54885" w:rsidRDefault="00D54885" w:rsidP="00B44E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долгосрочные обязательства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11B0E07" w14:textId="77777777" w:rsidR="00D54885" w:rsidRDefault="00D54885" w:rsidP="00B44E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5F60753" w14:textId="77777777" w:rsidR="00D54885" w:rsidRPr="003C732E" w:rsidRDefault="00D54885" w:rsidP="00B44E62">
            <w:pPr>
              <w:jc w:val="center"/>
              <w:rPr>
                <w:b/>
                <w:sz w:val="20"/>
                <w:szCs w:val="20"/>
              </w:rPr>
            </w:pPr>
            <w:bookmarkStart w:id="80" w:name="f1r560"/>
            <w:bookmarkEnd w:id="80"/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A83BA78" w14:textId="77777777" w:rsidR="00D54885" w:rsidRPr="003C732E" w:rsidRDefault="00D54885" w:rsidP="00B44E62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54885" w:rsidRPr="003C732E" w14:paraId="39925228" w14:textId="77777777" w:rsidTr="00B44E62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14:paraId="7DB9E101" w14:textId="77777777" w:rsidR="00D54885" w:rsidRDefault="00D54885" w:rsidP="00B44E6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ИТОГО по разделу IV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EF9ECC8" w14:textId="77777777" w:rsidR="00D54885" w:rsidRDefault="00D54885" w:rsidP="00B44E6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590</w:t>
            </w:r>
          </w:p>
        </w:tc>
        <w:tc>
          <w:tcPr>
            <w:tcW w:w="2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FD9397" w14:textId="6D5ECBDE" w:rsidR="00D54885" w:rsidRPr="003C732E" w:rsidRDefault="00A31900" w:rsidP="00B44E62">
            <w:pPr>
              <w:jc w:val="center"/>
              <w:rPr>
                <w:b/>
                <w:bCs/>
                <w:sz w:val="20"/>
                <w:szCs w:val="20"/>
              </w:rPr>
            </w:pPr>
            <w:bookmarkStart w:id="81" w:name="f1r590"/>
            <w:bookmarkEnd w:id="81"/>
            <w:r>
              <w:rPr>
                <w:b/>
                <w:bCs/>
                <w:sz w:val="20"/>
                <w:szCs w:val="20"/>
              </w:rPr>
              <w:t>1640</w:t>
            </w:r>
          </w:p>
        </w:tc>
        <w:tc>
          <w:tcPr>
            <w:tcW w:w="2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13E703" w14:textId="6C654A71" w:rsidR="00D54885" w:rsidRPr="003C732E" w:rsidRDefault="00D60820" w:rsidP="00B44E6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2056</w:t>
            </w:r>
          </w:p>
        </w:tc>
      </w:tr>
      <w:tr w:rsidR="00D54885" w:rsidRPr="003C732E" w14:paraId="7F00D4F6" w14:textId="77777777" w:rsidTr="00B44E62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14:paraId="3D6689F2" w14:textId="77777777" w:rsidR="00D54885" w:rsidRDefault="00D54885" w:rsidP="00B44E6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V. КРАТКОСРОЧНЫЕ ОБЯЗАТЕЛЬСТВА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1C6D259" w14:textId="77777777" w:rsidR="00D54885" w:rsidRDefault="00D54885" w:rsidP="00B44E6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380541B" w14:textId="77777777" w:rsidR="00D54885" w:rsidRPr="003C732E" w:rsidRDefault="00D54885" w:rsidP="00B44E6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D277D5A" w14:textId="77777777" w:rsidR="00D54885" w:rsidRPr="003C732E" w:rsidRDefault="00D54885" w:rsidP="00B44E6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D54885" w:rsidRPr="003C732E" w14:paraId="5812A214" w14:textId="77777777" w:rsidTr="00B44E62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14:paraId="5DF6D774" w14:textId="77777777" w:rsidR="00D54885" w:rsidRDefault="00D54885" w:rsidP="00B44E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Краткосрочные кредиты и займы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1B4612B" w14:textId="77777777" w:rsidR="00D54885" w:rsidRDefault="00D54885" w:rsidP="00B44E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0009B44" w14:textId="1E416E14" w:rsidR="00D54885" w:rsidRPr="003C732E" w:rsidRDefault="00D60820" w:rsidP="00B44E62">
            <w:pPr>
              <w:jc w:val="center"/>
              <w:rPr>
                <w:b/>
                <w:sz w:val="20"/>
                <w:szCs w:val="20"/>
              </w:rPr>
            </w:pPr>
            <w:bookmarkStart w:id="82" w:name="f1r610"/>
            <w:bookmarkEnd w:id="82"/>
            <w:r>
              <w:rPr>
                <w:b/>
                <w:sz w:val="20"/>
                <w:szCs w:val="20"/>
              </w:rPr>
              <w:t>258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2516815" w14:textId="7B638CC7" w:rsidR="00D54885" w:rsidRPr="003C732E" w:rsidRDefault="00D60820" w:rsidP="00B44E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67</w:t>
            </w:r>
          </w:p>
        </w:tc>
      </w:tr>
      <w:tr w:rsidR="00D54885" w:rsidRPr="003C732E" w14:paraId="1D7654C9" w14:textId="77777777" w:rsidTr="00B44E62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14:paraId="5DE0B8CC" w14:textId="77777777" w:rsidR="00D54885" w:rsidRDefault="00D54885" w:rsidP="00B44E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Краткосрочная часть долгосрочных обязательств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11E5AA8" w14:textId="77777777" w:rsidR="00D54885" w:rsidRDefault="00D54885" w:rsidP="00B44E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21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4888BC3" w14:textId="68AAAE9C" w:rsidR="00D54885" w:rsidRPr="003C732E" w:rsidRDefault="002431E9" w:rsidP="00B44E62">
            <w:pPr>
              <w:jc w:val="center"/>
              <w:rPr>
                <w:b/>
                <w:sz w:val="20"/>
                <w:szCs w:val="20"/>
              </w:rPr>
            </w:pPr>
            <w:bookmarkStart w:id="83" w:name="f1r620"/>
            <w:bookmarkEnd w:id="83"/>
            <w:r>
              <w:rPr>
                <w:b/>
                <w:sz w:val="20"/>
                <w:szCs w:val="20"/>
              </w:rPr>
              <w:t>216</w:t>
            </w:r>
          </w:p>
        </w:tc>
        <w:tc>
          <w:tcPr>
            <w:tcW w:w="2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566A28A" w14:textId="6A731DEE" w:rsidR="00D54885" w:rsidRPr="003C732E" w:rsidRDefault="0009648E" w:rsidP="00B44E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</w:t>
            </w:r>
            <w:r w:rsidR="00D60820">
              <w:rPr>
                <w:b/>
                <w:sz w:val="20"/>
                <w:szCs w:val="20"/>
              </w:rPr>
              <w:t>6</w:t>
            </w:r>
          </w:p>
        </w:tc>
      </w:tr>
      <w:tr w:rsidR="00D54885" w:rsidRPr="003C732E" w14:paraId="1DD784FE" w14:textId="77777777" w:rsidTr="00B44E62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14:paraId="5F9F75E3" w14:textId="77777777" w:rsidR="00D54885" w:rsidRDefault="00D54885" w:rsidP="00B44E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Краткосрочная кредиторская задолженность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037A81A0" w14:textId="77777777" w:rsidR="00D54885" w:rsidRDefault="00D54885" w:rsidP="00B44E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630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0DCB89C8" w14:textId="5259FF5C" w:rsidR="00D54885" w:rsidRPr="003C732E" w:rsidRDefault="002431E9" w:rsidP="00B44E62">
            <w:pPr>
              <w:jc w:val="center"/>
              <w:rPr>
                <w:b/>
                <w:sz w:val="20"/>
                <w:szCs w:val="20"/>
              </w:rPr>
            </w:pPr>
            <w:bookmarkStart w:id="84" w:name="f1r630"/>
            <w:bookmarkEnd w:id="84"/>
            <w:r>
              <w:rPr>
                <w:b/>
                <w:sz w:val="20"/>
                <w:szCs w:val="20"/>
              </w:rPr>
              <w:t>1</w:t>
            </w:r>
            <w:r w:rsidR="00D60820">
              <w:rPr>
                <w:b/>
                <w:sz w:val="20"/>
                <w:szCs w:val="20"/>
              </w:rPr>
              <w:t>185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471690A" w14:textId="747FC962" w:rsidR="00D54885" w:rsidRPr="003C732E" w:rsidRDefault="00D60820" w:rsidP="00B44E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1666</w:t>
            </w:r>
          </w:p>
        </w:tc>
      </w:tr>
      <w:tr w:rsidR="00D54885" w:rsidRPr="003C732E" w14:paraId="08BBA3E3" w14:textId="77777777" w:rsidTr="00B44E62">
        <w:trPr>
          <w:trHeight w:val="306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14:paraId="7015CE60" w14:textId="77777777" w:rsidR="00D54885" w:rsidRDefault="00D54885" w:rsidP="00B44E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числе: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0F9B2B5E" w14:textId="77777777" w:rsidR="00D54885" w:rsidRPr="00A20493" w:rsidRDefault="00D54885" w:rsidP="00B44E62">
            <w:pPr>
              <w:jc w:val="center"/>
              <w:rPr>
                <w:rFonts w:ascii="Arial CYR" w:hAnsi="Arial CYR" w:cs="Arial CYR"/>
                <w:sz w:val="20"/>
                <w:szCs w:val="20"/>
                <w:lang w:val="en-US"/>
              </w:rPr>
            </w:pPr>
          </w:p>
        </w:tc>
        <w:tc>
          <w:tcPr>
            <w:tcW w:w="21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EDB7D9B" w14:textId="10536C65" w:rsidR="00D54885" w:rsidRPr="003C732E" w:rsidRDefault="00D60820" w:rsidP="00B44E62">
            <w:pPr>
              <w:jc w:val="center"/>
              <w:rPr>
                <w:b/>
                <w:sz w:val="20"/>
                <w:szCs w:val="20"/>
              </w:rPr>
            </w:pPr>
            <w:bookmarkStart w:id="85" w:name="f1r631"/>
            <w:bookmarkEnd w:id="85"/>
            <w:r>
              <w:rPr>
                <w:b/>
                <w:sz w:val="20"/>
                <w:szCs w:val="20"/>
              </w:rPr>
              <w:t>388</w:t>
            </w:r>
          </w:p>
        </w:tc>
        <w:tc>
          <w:tcPr>
            <w:tcW w:w="22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56E6F96" w14:textId="7BA2EAAA" w:rsidR="00D54885" w:rsidRPr="003C732E" w:rsidRDefault="00D60820" w:rsidP="00B44E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872</w:t>
            </w:r>
          </w:p>
        </w:tc>
      </w:tr>
      <w:tr w:rsidR="00D54885" w:rsidRPr="003C732E" w14:paraId="106404D2" w14:textId="77777777" w:rsidTr="00B44E62">
        <w:trPr>
          <w:trHeight w:val="306"/>
        </w:trPr>
        <w:tc>
          <w:tcPr>
            <w:tcW w:w="5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218AFF80" w14:textId="77777777" w:rsidR="00D54885" w:rsidRDefault="00D54885" w:rsidP="00B44E62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поставщикам, подрядчикам, исполнителям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</w:tcPr>
          <w:p w14:paraId="6C78A8A4" w14:textId="77777777" w:rsidR="00D54885" w:rsidRDefault="00D54885" w:rsidP="00B44E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631</w:t>
            </w:r>
          </w:p>
        </w:tc>
        <w:tc>
          <w:tcPr>
            <w:tcW w:w="21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BEA7EEE" w14:textId="77777777" w:rsidR="00D54885" w:rsidRPr="003C732E" w:rsidRDefault="00D54885" w:rsidP="00B44E62">
            <w:pPr>
              <w:rPr>
                <w:b/>
                <w:sz w:val="20"/>
                <w:szCs w:val="20"/>
              </w:rPr>
            </w:pPr>
          </w:p>
        </w:tc>
        <w:tc>
          <w:tcPr>
            <w:tcW w:w="2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E146B45" w14:textId="77777777" w:rsidR="00D54885" w:rsidRPr="003C732E" w:rsidRDefault="00D54885" w:rsidP="00B44E62">
            <w:pPr>
              <w:rPr>
                <w:b/>
                <w:sz w:val="20"/>
                <w:szCs w:val="20"/>
              </w:rPr>
            </w:pPr>
          </w:p>
        </w:tc>
      </w:tr>
      <w:tr w:rsidR="00D54885" w:rsidRPr="003C732E" w14:paraId="623E60A2" w14:textId="77777777" w:rsidTr="00B44E62">
        <w:trPr>
          <w:trHeight w:val="360"/>
        </w:trPr>
        <w:tc>
          <w:tcPr>
            <w:tcW w:w="5224" w:type="dxa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14:paraId="68199C17" w14:textId="77777777" w:rsidR="00D54885" w:rsidRDefault="00D54885" w:rsidP="00B44E62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авансам полученным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9861A36" w14:textId="77777777" w:rsidR="00D54885" w:rsidRDefault="00D54885" w:rsidP="00B44E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632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8A86D1F" w14:textId="00A4651B" w:rsidR="00D54885" w:rsidRPr="003C732E" w:rsidRDefault="00D60820" w:rsidP="00B44E62">
            <w:pPr>
              <w:jc w:val="center"/>
              <w:rPr>
                <w:b/>
                <w:sz w:val="20"/>
                <w:szCs w:val="20"/>
              </w:rPr>
            </w:pPr>
            <w:bookmarkStart w:id="86" w:name="f1r632"/>
            <w:bookmarkEnd w:id="86"/>
            <w:r>
              <w:rPr>
                <w:b/>
                <w:sz w:val="20"/>
                <w:szCs w:val="20"/>
              </w:rPr>
              <w:t>18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06F207F" w14:textId="19930B85" w:rsidR="00D54885" w:rsidRPr="003C732E" w:rsidRDefault="00D60820" w:rsidP="00B44E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78</w:t>
            </w:r>
          </w:p>
        </w:tc>
      </w:tr>
      <w:tr w:rsidR="00D54885" w:rsidRPr="003C732E" w14:paraId="30D79416" w14:textId="77777777" w:rsidTr="00B44E62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14:paraId="0E0DFF0C" w14:textId="77777777" w:rsidR="00D54885" w:rsidRDefault="00D54885" w:rsidP="00B44E62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налогам и сборам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9FE1AD1" w14:textId="77777777" w:rsidR="00D54885" w:rsidRDefault="00D54885" w:rsidP="00B44E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633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457AB41" w14:textId="03FBBEC0" w:rsidR="00D54885" w:rsidRPr="003C732E" w:rsidRDefault="00D60820" w:rsidP="00B44E62">
            <w:pPr>
              <w:jc w:val="center"/>
              <w:rPr>
                <w:b/>
                <w:sz w:val="20"/>
                <w:szCs w:val="20"/>
              </w:rPr>
            </w:pPr>
            <w:bookmarkStart w:id="87" w:name="f1r633"/>
            <w:bookmarkEnd w:id="87"/>
            <w:r>
              <w:rPr>
                <w:b/>
                <w:sz w:val="20"/>
                <w:szCs w:val="20"/>
              </w:rPr>
              <w:t>207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251A299" w14:textId="24E9DEB4" w:rsidR="00D54885" w:rsidRPr="003C732E" w:rsidRDefault="0009648E" w:rsidP="00B44E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="00D60820">
              <w:rPr>
                <w:b/>
                <w:sz w:val="20"/>
                <w:szCs w:val="20"/>
              </w:rPr>
              <w:t>44</w:t>
            </w:r>
          </w:p>
        </w:tc>
      </w:tr>
      <w:tr w:rsidR="00D54885" w:rsidRPr="003C732E" w14:paraId="3BD530A5" w14:textId="77777777" w:rsidTr="00B44E62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14:paraId="5958D4ED" w14:textId="77777777" w:rsidR="00D54885" w:rsidRDefault="00D54885" w:rsidP="00B44E62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 социальному страхованию и обеспечению 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FED6622" w14:textId="77777777" w:rsidR="00D54885" w:rsidRDefault="00D54885" w:rsidP="00B44E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634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173FE9F" w14:textId="77777777" w:rsidR="00D54885" w:rsidRPr="003C732E" w:rsidRDefault="00D54885" w:rsidP="00B44E62">
            <w:pPr>
              <w:jc w:val="center"/>
              <w:rPr>
                <w:b/>
                <w:sz w:val="20"/>
                <w:szCs w:val="20"/>
              </w:rPr>
            </w:pPr>
            <w:bookmarkStart w:id="88" w:name="f1r634"/>
            <w:bookmarkEnd w:id="88"/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9FBCC31" w14:textId="0B7B9576" w:rsidR="00D54885" w:rsidRPr="003C732E" w:rsidRDefault="00D54885" w:rsidP="00B44E62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54885" w:rsidRPr="003C732E" w14:paraId="3A46F4D2" w14:textId="77777777" w:rsidTr="00B44E62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14:paraId="7CB7F04C" w14:textId="77777777" w:rsidR="00D54885" w:rsidRDefault="00D54885" w:rsidP="00B44E62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оплате труда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78A82F4" w14:textId="77777777" w:rsidR="00D54885" w:rsidRDefault="00D54885" w:rsidP="00B44E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635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7CEA17B" w14:textId="4AED6A61" w:rsidR="00D54885" w:rsidRPr="003C732E" w:rsidRDefault="002431E9" w:rsidP="00B44E62">
            <w:pPr>
              <w:jc w:val="center"/>
              <w:rPr>
                <w:b/>
                <w:sz w:val="20"/>
                <w:szCs w:val="20"/>
              </w:rPr>
            </w:pPr>
            <w:bookmarkStart w:id="89" w:name="f1r635"/>
            <w:bookmarkEnd w:id="89"/>
            <w:r>
              <w:rPr>
                <w:b/>
                <w:sz w:val="20"/>
                <w:szCs w:val="20"/>
              </w:rPr>
              <w:t>1</w:t>
            </w:r>
            <w:r w:rsidR="00D60820">
              <w:rPr>
                <w:b/>
                <w:sz w:val="20"/>
                <w:szCs w:val="20"/>
              </w:rPr>
              <w:t>70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D15D988" w14:textId="71BA8F50" w:rsidR="00D54885" w:rsidRPr="003C732E" w:rsidRDefault="0009648E" w:rsidP="00B44E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="00D60820">
              <w:rPr>
                <w:b/>
                <w:sz w:val="20"/>
                <w:szCs w:val="20"/>
              </w:rPr>
              <w:t>50</w:t>
            </w:r>
          </w:p>
        </w:tc>
      </w:tr>
      <w:tr w:rsidR="00D54885" w:rsidRPr="003C732E" w14:paraId="08B29B93" w14:textId="77777777" w:rsidTr="00B44E62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14:paraId="4F2B01E4" w14:textId="77777777" w:rsidR="00D54885" w:rsidRDefault="00D54885" w:rsidP="00B44E62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 лизинговым платежам 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FF46D5B" w14:textId="77777777" w:rsidR="00D54885" w:rsidRDefault="00D54885" w:rsidP="00B44E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636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F141A9F" w14:textId="53C5695E" w:rsidR="00D54885" w:rsidRPr="003C732E" w:rsidRDefault="00D60820" w:rsidP="00B44E62">
            <w:pPr>
              <w:jc w:val="center"/>
              <w:rPr>
                <w:b/>
                <w:sz w:val="20"/>
                <w:szCs w:val="20"/>
              </w:rPr>
            </w:pPr>
            <w:bookmarkStart w:id="90" w:name="f1r636"/>
            <w:bookmarkEnd w:id="90"/>
            <w:r>
              <w:rPr>
                <w:b/>
                <w:sz w:val="20"/>
                <w:szCs w:val="20"/>
              </w:rPr>
              <w:t>397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14E0214" w14:textId="1751C5AA" w:rsidR="00D54885" w:rsidRPr="003C732E" w:rsidRDefault="00D60820" w:rsidP="00B44E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408</w:t>
            </w:r>
          </w:p>
        </w:tc>
      </w:tr>
      <w:tr w:rsidR="00D54885" w:rsidRPr="003C732E" w14:paraId="5B36615F" w14:textId="77777777" w:rsidTr="00B44E62">
        <w:trPr>
          <w:trHeight w:val="324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14:paraId="470715DE" w14:textId="77777777" w:rsidR="00D54885" w:rsidRDefault="00D54885" w:rsidP="00B44E62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собственнику имущества (учредителям, участникам)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5DEB9B7" w14:textId="77777777" w:rsidR="00D54885" w:rsidRDefault="00D54885" w:rsidP="00B44E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637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C879A09" w14:textId="77777777" w:rsidR="00D54885" w:rsidRPr="003C732E" w:rsidRDefault="00D54885" w:rsidP="00B44E62">
            <w:pPr>
              <w:jc w:val="center"/>
              <w:rPr>
                <w:b/>
                <w:sz w:val="20"/>
                <w:szCs w:val="20"/>
              </w:rPr>
            </w:pPr>
            <w:bookmarkStart w:id="91" w:name="f1r637"/>
            <w:bookmarkEnd w:id="91"/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92D5582" w14:textId="77777777" w:rsidR="00D54885" w:rsidRPr="003C732E" w:rsidRDefault="00D54885" w:rsidP="00B44E62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54885" w:rsidRPr="003C732E" w14:paraId="2C526609" w14:textId="77777777" w:rsidTr="00B44E62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14:paraId="5042712C" w14:textId="77777777" w:rsidR="00D54885" w:rsidRDefault="00D54885" w:rsidP="00B44E62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прочим кредиторам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FFC81E6" w14:textId="77777777" w:rsidR="00D54885" w:rsidRDefault="00D54885" w:rsidP="00B44E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638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5101106" w14:textId="39D617A7" w:rsidR="00D54885" w:rsidRPr="003C732E" w:rsidRDefault="00D60820" w:rsidP="00B44E62">
            <w:pPr>
              <w:jc w:val="center"/>
              <w:rPr>
                <w:b/>
                <w:sz w:val="20"/>
                <w:szCs w:val="20"/>
              </w:rPr>
            </w:pPr>
            <w:bookmarkStart w:id="92" w:name="f1r638"/>
            <w:bookmarkEnd w:id="92"/>
            <w:r>
              <w:rPr>
                <w:b/>
                <w:sz w:val="20"/>
                <w:szCs w:val="20"/>
              </w:rPr>
              <w:t>5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469DD0F" w14:textId="36D9EB8C" w:rsidR="00D54885" w:rsidRPr="003C732E" w:rsidRDefault="0009648E" w:rsidP="00B44E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="00D60820">
              <w:rPr>
                <w:b/>
                <w:sz w:val="20"/>
                <w:szCs w:val="20"/>
              </w:rPr>
              <w:t>4</w:t>
            </w:r>
          </w:p>
        </w:tc>
      </w:tr>
      <w:tr w:rsidR="00D54885" w:rsidRPr="003C732E" w14:paraId="105AC6BA" w14:textId="77777777" w:rsidTr="00B44E62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14:paraId="70213C16" w14:textId="77777777" w:rsidR="00D54885" w:rsidRDefault="00D54885" w:rsidP="00B44E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Обязательства, предназначенные для реализации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60B0982" w14:textId="77777777" w:rsidR="00D54885" w:rsidRDefault="00D54885" w:rsidP="00B44E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078A143" w14:textId="77777777" w:rsidR="00D54885" w:rsidRPr="003C732E" w:rsidRDefault="00D54885" w:rsidP="00B44E62">
            <w:pPr>
              <w:jc w:val="center"/>
              <w:rPr>
                <w:b/>
                <w:sz w:val="20"/>
                <w:szCs w:val="20"/>
              </w:rPr>
            </w:pPr>
            <w:bookmarkStart w:id="93" w:name="f1r640"/>
            <w:bookmarkEnd w:id="93"/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ECF436F" w14:textId="77777777" w:rsidR="00D54885" w:rsidRPr="003C732E" w:rsidRDefault="00D54885" w:rsidP="00B44E62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54885" w:rsidRPr="003C732E" w14:paraId="72C0E87E" w14:textId="77777777" w:rsidTr="00B44E62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14:paraId="05869967" w14:textId="77777777" w:rsidR="00D54885" w:rsidRDefault="00D54885" w:rsidP="00B44E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будущих периодов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7B7B101" w14:textId="77777777" w:rsidR="00D54885" w:rsidRDefault="00D54885" w:rsidP="00B44E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D0E29C2" w14:textId="77777777" w:rsidR="00D54885" w:rsidRPr="003C732E" w:rsidRDefault="00D54885" w:rsidP="00B44E62">
            <w:pPr>
              <w:jc w:val="center"/>
              <w:rPr>
                <w:b/>
                <w:sz w:val="20"/>
                <w:szCs w:val="20"/>
              </w:rPr>
            </w:pPr>
            <w:bookmarkStart w:id="94" w:name="f1r650"/>
            <w:bookmarkEnd w:id="94"/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364F2BC" w14:textId="161CB0AD" w:rsidR="00D54885" w:rsidRPr="003C732E" w:rsidRDefault="00D54885" w:rsidP="00B44E62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54885" w:rsidRPr="003C732E" w14:paraId="7AA5BAD6" w14:textId="77777777" w:rsidTr="00B44E62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14:paraId="6DA40D93" w14:textId="77777777" w:rsidR="00D54885" w:rsidRDefault="00D54885" w:rsidP="00B44E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Резервы предстоящих платежей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9A9BE82" w14:textId="77777777" w:rsidR="00D54885" w:rsidRDefault="00D54885" w:rsidP="00B44E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FFE4FAE" w14:textId="77777777" w:rsidR="00D54885" w:rsidRPr="003C732E" w:rsidRDefault="00D54885" w:rsidP="00B44E62">
            <w:pPr>
              <w:jc w:val="center"/>
              <w:rPr>
                <w:b/>
                <w:sz w:val="20"/>
                <w:szCs w:val="20"/>
              </w:rPr>
            </w:pPr>
            <w:bookmarkStart w:id="95" w:name="f1r660"/>
            <w:bookmarkEnd w:id="95"/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A438082" w14:textId="77777777" w:rsidR="00D54885" w:rsidRPr="003C732E" w:rsidRDefault="00D54885" w:rsidP="00B44E62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54885" w:rsidRPr="003C732E" w14:paraId="5819387D" w14:textId="77777777" w:rsidTr="00B44E62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14:paraId="42FDAC1D" w14:textId="77777777" w:rsidR="00D54885" w:rsidRDefault="00D54885" w:rsidP="00B44E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краткосрочные обязательства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8C09E7E" w14:textId="77777777" w:rsidR="00D54885" w:rsidRDefault="00D54885" w:rsidP="00B44E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08D05F7" w14:textId="77777777" w:rsidR="00D54885" w:rsidRPr="003C732E" w:rsidRDefault="00D54885" w:rsidP="00B44E62">
            <w:pPr>
              <w:jc w:val="center"/>
              <w:rPr>
                <w:b/>
                <w:sz w:val="20"/>
                <w:szCs w:val="20"/>
              </w:rPr>
            </w:pPr>
            <w:bookmarkStart w:id="96" w:name="f1r670"/>
            <w:bookmarkEnd w:id="96"/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D2AA56E" w14:textId="77777777" w:rsidR="00D54885" w:rsidRPr="003C732E" w:rsidRDefault="00D54885" w:rsidP="00B44E62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54885" w:rsidRPr="003C732E" w14:paraId="24CB21A9" w14:textId="77777777" w:rsidTr="00B44E62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5A98F0D8" w14:textId="77777777" w:rsidR="00D54885" w:rsidRDefault="00D54885" w:rsidP="00B44E6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ИТОГО по разделу V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85C7BB7" w14:textId="77777777" w:rsidR="00D54885" w:rsidRDefault="00D54885" w:rsidP="00B44E6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690</w:t>
            </w:r>
          </w:p>
        </w:tc>
        <w:tc>
          <w:tcPr>
            <w:tcW w:w="2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02EEE0" w14:textId="5EF7715F" w:rsidR="00D54885" w:rsidRPr="003C732E" w:rsidRDefault="002431E9" w:rsidP="00B44E62">
            <w:pPr>
              <w:jc w:val="center"/>
              <w:rPr>
                <w:b/>
                <w:bCs/>
                <w:sz w:val="20"/>
                <w:szCs w:val="20"/>
              </w:rPr>
            </w:pPr>
            <w:bookmarkStart w:id="97" w:name="f1r690"/>
            <w:bookmarkEnd w:id="97"/>
            <w:r>
              <w:rPr>
                <w:b/>
                <w:bCs/>
                <w:sz w:val="20"/>
                <w:szCs w:val="20"/>
              </w:rPr>
              <w:t>1</w:t>
            </w:r>
            <w:r w:rsidR="00D60820">
              <w:rPr>
                <w:b/>
                <w:bCs/>
                <w:sz w:val="20"/>
                <w:szCs w:val="20"/>
              </w:rPr>
              <w:t>659</w:t>
            </w:r>
          </w:p>
        </w:tc>
        <w:tc>
          <w:tcPr>
            <w:tcW w:w="2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92E795" w14:textId="68BF1275" w:rsidR="00D54885" w:rsidRPr="003C732E" w:rsidRDefault="00D60820" w:rsidP="00B44E6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1949</w:t>
            </w:r>
          </w:p>
        </w:tc>
      </w:tr>
      <w:tr w:rsidR="00D54885" w:rsidRPr="003C732E" w14:paraId="529E83D2" w14:textId="77777777" w:rsidTr="00B44E62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D724C4" w14:textId="77777777" w:rsidR="00D54885" w:rsidRDefault="00D54885" w:rsidP="00B44E6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БАЛАНС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BAA3AE9" w14:textId="77777777" w:rsidR="00D54885" w:rsidRDefault="00D54885" w:rsidP="00B44E6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700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A2CFF6" w14:textId="5D758C5E" w:rsidR="00D54885" w:rsidRPr="003C732E" w:rsidRDefault="002431E9" w:rsidP="00B44E62">
            <w:pPr>
              <w:jc w:val="center"/>
              <w:rPr>
                <w:b/>
                <w:bCs/>
                <w:sz w:val="20"/>
                <w:szCs w:val="20"/>
              </w:rPr>
            </w:pPr>
            <w:bookmarkStart w:id="98" w:name="f1r700"/>
            <w:bookmarkEnd w:id="98"/>
            <w:r>
              <w:rPr>
                <w:b/>
                <w:bCs/>
                <w:sz w:val="20"/>
                <w:szCs w:val="20"/>
              </w:rPr>
              <w:t>2</w:t>
            </w:r>
            <w:r w:rsidR="00D60820">
              <w:rPr>
                <w:b/>
                <w:bCs/>
                <w:sz w:val="20"/>
                <w:szCs w:val="20"/>
              </w:rPr>
              <w:t>3857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110FF8" w14:textId="3544E77C" w:rsidR="00D54885" w:rsidRPr="003C732E" w:rsidRDefault="00D60820" w:rsidP="00B44E6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21303</w:t>
            </w:r>
          </w:p>
        </w:tc>
      </w:tr>
      <w:tr w:rsidR="003A5AFC" w:rsidRPr="003C732E" w14:paraId="638E882C" w14:textId="77777777" w:rsidTr="00B44E62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33EA41" w14:textId="77777777" w:rsidR="003A5AFC" w:rsidRDefault="003A5AFC" w:rsidP="00B44E6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0AE86B9" w14:textId="77777777" w:rsidR="003A5AFC" w:rsidRDefault="003A5AFC" w:rsidP="00B44E6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732925" w14:textId="77777777" w:rsidR="003A5AFC" w:rsidRDefault="003A5AFC" w:rsidP="00B44E6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FE444A" w14:textId="77777777" w:rsidR="003A5AFC" w:rsidRDefault="003A5AFC" w:rsidP="00B44E6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</w:tbl>
    <w:p w14:paraId="6E0AF026" w14:textId="77777777" w:rsidR="00D54885" w:rsidRDefault="00D54885" w:rsidP="00D54885">
      <w:pPr>
        <w:pStyle w:val="a3"/>
        <w:widowControl w:val="0"/>
        <w:ind w:firstLine="567"/>
        <w:rPr>
          <w:rFonts w:ascii="Times New Roman" w:hAnsi="Times New Roman"/>
          <w:lang w:val="en-US"/>
        </w:rPr>
      </w:pPr>
    </w:p>
    <w:p w14:paraId="34ABDEC9" w14:textId="77777777" w:rsidR="00D54885" w:rsidRPr="00D47376" w:rsidRDefault="00D54885" w:rsidP="00D54885">
      <w:pPr>
        <w:pStyle w:val="a3"/>
        <w:tabs>
          <w:tab w:val="left" w:pos="2340"/>
        </w:tabs>
        <w:rPr>
          <w:rFonts w:ascii="Times New Roman" w:hAnsi="Times New Roman"/>
          <w:lang w:val="en-US"/>
        </w:rPr>
      </w:pPr>
      <w:r w:rsidRPr="00D47376">
        <w:rPr>
          <w:rFonts w:ascii="Times New Roman" w:hAnsi="Times New Roman"/>
          <w:lang w:val="en-US"/>
        </w:rPr>
        <w:br w:type="page"/>
      </w:r>
    </w:p>
    <w:tbl>
      <w:tblPr>
        <w:tblW w:w="10370" w:type="dxa"/>
        <w:tblInd w:w="228" w:type="dxa"/>
        <w:tblLook w:val="0000" w:firstRow="0" w:lastRow="0" w:firstColumn="0" w:lastColumn="0" w:noHBand="0" w:noVBand="0"/>
      </w:tblPr>
      <w:tblGrid>
        <w:gridCol w:w="1854"/>
        <w:gridCol w:w="764"/>
        <w:gridCol w:w="1273"/>
        <w:gridCol w:w="1002"/>
        <w:gridCol w:w="782"/>
        <w:gridCol w:w="2185"/>
        <w:gridCol w:w="170"/>
        <w:gridCol w:w="10"/>
        <w:gridCol w:w="2330"/>
      </w:tblGrid>
      <w:tr w:rsidR="00D54885" w14:paraId="6E2649E0" w14:textId="77777777" w:rsidTr="00B44E62">
        <w:trPr>
          <w:trHeight w:val="136"/>
        </w:trPr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408E9DF6" w14:textId="77777777" w:rsidR="00D54885" w:rsidRPr="00692C37" w:rsidRDefault="00D54885" w:rsidP="00B44E62">
            <w:pPr>
              <w:rPr>
                <w:sz w:val="16"/>
                <w:szCs w:val="16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3A4EB125" w14:textId="77777777" w:rsidR="00D54885" w:rsidRPr="00692C37" w:rsidRDefault="00D54885" w:rsidP="00B44E62">
            <w:pPr>
              <w:rPr>
                <w:sz w:val="16"/>
                <w:szCs w:val="16"/>
              </w:rPr>
            </w:pPr>
            <w:r w:rsidRPr="00692C37">
              <w:rPr>
                <w:sz w:val="16"/>
                <w:szCs w:val="16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77EEBCEB" w14:textId="77777777" w:rsidR="00D54885" w:rsidRPr="00692C37" w:rsidRDefault="00D54885" w:rsidP="00B44E62">
            <w:pPr>
              <w:rPr>
                <w:sz w:val="16"/>
                <w:szCs w:val="16"/>
              </w:rPr>
            </w:pPr>
            <w:r w:rsidRPr="00692C37">
              <w:rPr>
                <w:sz w:val="16"/>
                <w:szCs w:val="16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1CD27377" w14:textId="77777777" w:rsidR="00D54885" w:rsidRPr="00692C37" w:rsidRDefault="00D54885" w:rsidP="00B44E62">
            <w:pPr>
              <w:rPr>
                <w:sz w:val="16"/>
                <w:szCs w:val="16"/>
              </w:rPr>
            </w:pPr>
            <w:r w:rsidRPr="00692C37">
              <w:rPr>
                <w:sz w:val="16"/>
                <w:szCs w:val="16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50A46BE1" w14:textId="77777777" w:rsidR="00D54885" w:rsidRPr="00692C37" w:rsidRDefault="00D54885" w:rsidP="00B44E62">
            <w:pPr>
              <w:rPr>
                <w:sz w:val="16"/>
                <w:szCs w:val="16"/>
              </w:rPr>
            </w:pPr>
            <w:r w:rsidRPr="00692C37">
              <w:rPr>
                <w:sz w:val="16"/>
                <w:szCs w:val="16"/>
              </w:rPr>
              <w:t> </w:t>
            </w:r>
          </w:p>
        </w:tc>
        <w:tc>
          <w:tcPr>
            <w:tcW w:w="46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4ECB73CC" w14:textId="77777777" w:rsidR="00D54885" w:rsidRPr="00000891" w:rsidRDefault="00D54885" w:rsidP="00B44E62">
            <w:pPr>
              <w:jc w:val="right"/>
              <w:rPr>
                <w:sz w:val="16"/>
                <w:szCs w:val="16"/>
              </w:rPr>
            </w:pPr>
            <w:r w:rsidRPr="00000891">
              <w:rPr>
                <w:sz w:val="16"/>
                <w:szCs w:val="16"/>
              </w:rPr>
              <w:t>Приложение 2</w:t>
            </w:r>
          </w:p>
        </w:tc>
      </w:tr>
      <w:tr w:rsidR="00D54885" w14:paraId="4A080ACF" w14:textId="77777777" w:rsidTr="00B44E62">
        <w:trPr>
          <w:trHeight w:val="224"/>
        </w:trPr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4DECFE60" w14:textId="77777777" w:rsidR="00D54885" w:rsidRDefault="00D54885" w:rsidP="00B44E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17E78736" w14:textId="77777777" w:rsidR="00D54885" w:rsidRDefault="00D54885" w:rsidP="00B44E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283AF065" w14:textId="77777777" w:rsidR="00D54885" w:rsidRDefault="00D54885" w:rsidP="00B44E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78251AFE" w14:textId="77777777" w:rsidR="00D54885" w:rsidRDefault="00D54885" w:rsidP="00B44E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42898D57" w14:textId="77777777" w:rsidR="00D54885" w:rsidRDefault="00D54885" w:rsidP="00B44E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6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200213E" w14:textId="77777777" w:rsidR="00D54885" w:rsidRDefault="00D54885" w:rsidP="00B44E62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 постановлению Министерства финансов </w:t>
            </w:r>
            <w:r>
              <w:rPr>
                <w:sz w:val="16"/>
                <w:szCs w:val="16"/>
              </w:rPr>
              <w:br/>
              <w:t xml:space="preserve">Республики Беларусь </w:t>
            </w:r>
          </w:p>
        </w:tc>
      </w:tr>
      <w:tr w:rsidR="00D54885" w14:paraId="40F84B2E" w14:textId="77777777" w:rsidTr="00B44E62">
        <w:trPr>
          <w:trHeight w:val="225"/>
        </w:trPr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31938563" w14:textId="77777777" w:rsidR="00D54885" w:rsidRDefault="00D54885" w:rsidP="00B44E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0370E6CF" w14:textId="77777777" w:rsidR="00D54885" w:rsidRDefault="00D54885" w:rsidP="00B44E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1D533D63" w14:textId="77777777" w:rsidR="00D54885" w:rsidRDefault="00D54885" w:rsidP="00B44E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1D66BC8F" w14:textId="77777777" w:rsidR="00D54885" w:rsidRDefault="00D54885" w:rsidP="00B44E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095C7944" w14:textId="77777777" w:rsidR="00D54885" w:rsidRDefault="00D54885" w:rsidP="00B44E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6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BA4EBD6" w14:textId="77777777" w:rsidR="00D54885" w:rsidRDefault="00D54885" w:rsidP="00B44E62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12</w:t>
            </w:r>
            <w:r>
              <w:rPr>
                <w:sz w:val="16"/>
                <w:szCs w:val="16"/>
              </w:rPr>
              <w:t>.</w:t>
            </w:r>
            <w:r>
              <w:rPr>
                <w:sz w:val="16"/>
                <w:szCs w:val="16"/>
                <w:lang w:val="en-US"/>
              </w:rPr>
              <w:t>12</w:t>
            </w:r>
            <w:r>
              <w:rPr>
                <w:sz w:val="16"/>
                <w:szCs w:val="16"/>
              </w:rPr>
              <w:t>.20</w:t>
            </w:r>
            <w:r>
              <w:rPr>
                <w:sz w:val="16"/>
                <w:szCs w:val="16"/>
                <w:lang w:val="en-US"/>
              </w:rPr>
              <w:t>16</w:t>
            </w:r>
            <w:r>
              <w:rPr>
                <w:sz w:val="16"/>
                <w:szCs w:val="16"/>
              </w:rPr>
              <w:t xml:space="preserve"> № 1</w:t>
            </w:r>
            <w:r>
              <w:rPr>
                <w:sz w:val="16"/>
                <w:szCs w:val="16"/>
                <w:lang w:val="en-US"/>
              </w:rPr>
              <w:t>04</w:t>
            </w:r>
          </w:p>
        </w:tc>
      </w:tr>
      <w:tr w:rsidR="00D54885" w14:paraId="28356BFD" w14:textId="77777777" w:rsidTr="00B44E62">
        <w:trPr>
          <w:trHeight w:val="80"/>
        </w:trPr>
        <w:tc>
          <w:tcPr>
            <w:tcW w:w="1037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106906C5" w14:textId="77777777" w:rsidR="00D54885" w:rsidRPr="00A325B4" w:rsidRDefault="00D54885" w:rsidP="00B44E62">
            <w:pPr>
              <w:jc w:val="center"/>
              <w:rPr>
                <w:b/>
                <w:bCs/>
                <w:sz w:val="18"/>
                <w:szCs w:val="18"/>
              </w:rPr>
            </w:pPr>
            <w:r w:rsidRPr="00A325B4">
              <w:rPr>
                <w:b/>
                <w:bCs/>
                <w:sz w:val="18"/>
                <w:szCs w:val="18"/>
              </w:rPr>
              <w:t>ОТЧЕТ</w:t>
            </w:r>
          </w:p>
        </w:tc>
      </w:tr>
      <w:tr w:rsidR="00D54885" w14:paraId="5B31E04B" w14:textId="77777777" w:rsidTr="00B44E62">
        <w:trPr>
          <w:trHeight w:val="255"/>
        </w:trPr>
        <w:tc>
          <w:tcPr>
            <w:tcW w:w="1037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247C9A22" w14:textId="77777777" w:rsidR="00D54885" w:rsidRPr="00A325B4" w:rsidRDefault="00D54885" w:rsidP="00B44E62">
            <w:pPr>
              <w:jc w:val="center"/>
              <w:rPr>
                <w:b/>
                <w:bCs/>
                <w:sz w:val="18"/>
                <w:szCs w:val="18"/>
              </w:rPr>
            </w:pPr>
            <w:r w:rsidRPr="00A325B4">
              <w:rPr>
                <w:b/>
                <w:bCs/>
                <w:sz w:val="18"/>
                <w:szCs w:val="18"/>
              </w:rPr>
              <w:t>о прибылях и убытках</w:t>
            </w:r>
          </w:p>
        </w:tc>
      </w:tr>
      <w:tr w:rsidR="00D54885" w14:paraId="36581900" w14:textId="77777777" w:rsidTr="00B44E62">
        <w:trPr>
          <w:trHeight w:val="151"/>
        </w:trPr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23768433" w14:textId="77777777" w:rsidR="00D54885" w:rsidRPr="00A325B4" w:rsidRDefault="00D54885" w:rsidP="00B44E62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14BA6209" w14:textId="77777777" w:rsidR="00D54885" w:rsidRPr="00A325B4" w:rsidRDefault="00D54885" w:rsidP="00B44E62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4D4FAE03" w14:textId="77777777" w:rsidR="00D54885" w:rsidRPr="00A325B4" w:rsidRDefault="00D54885" w:rsidP="00B44E62">
            <w:pPr>
              <w:ind w:firstLineChars="300" w:firstLine="542"/>
              <w:jc w:val="right"/>
              <w:rPr>
                <w:b/>
                <w:sz w:val="18"/>
                <w:szCs w:val="18"/>
              </w:rPr>
            </w:pPr>
            <w:r w:rsidRPr="00A325B4">
              <w:rPr>
                <w:b/>
                <w:sz w:val="18"/>
                <w:szCs w:val="18"/>
              </w:rPr>
              <w:t>за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14:paraId="04D39285" w14:textId="266D7ADC" w:rsidR="00D54885" w:rsidRPr="00A325B4" w:rsidRDefault="00D54885" w:rsidP="00052A5E">
            <w:pPr>
              <w:ind w:leftChars="-3" w:left="-2" w:hangingChars="3" w:hanging="5"/>
              <w:rPr>
                <w:b/>
                <w:sz w:val="18"/>
                <w:szCs w:val="18"/>
              </w:rPr>
            </w:pPr>
            <w:r w:rsidRPr="00A325B4">
              <w:rPr>
                <w:b/>
                <w:sz w:val="18"/>
                <w:szCs w:val="18"/>
              </w:rPr>
              <w:t>январь-</w:t>
            </w:r>
            <w:r>
              <w:rPr>
                <w:b/>
                <w:sz w:val="18"/>
                <w:szCs w:val="18"/>
              </w:rPr>
              <w:t>декабрь</w:t>
            </w:r>
            <w:r w:rsidR="002431E9">
              <w:rPr>
                <w:b/>
                <w:sz w:val="18"/>
                <w:szCs w:val="18"/>
              </w:rPr>
              <w:t xml:space="preserve"> </w:t>
            </w:r>
            <w:r w:rsidR="00B663C8">
              <w:rPr>
                <w:b/>
                <w:sz w:val="18"/>
                <w:szCs w:val="18"/>
              </w:rPr>
              <w:t>202</w:t>
            </w:r>
            <w:r w:rsidR="00D60820">
              <w:rPr>
                <w:b/>
                <w:sz w:val="18"/>
                <w:szCs w:val="18"/>
              </w:rPr>
              <w:t>4</w:t>
            </w:r>
            <w:r w:rsidRPr="00A325B4">
              <w:rPr>
                <w:b/>
                <w:sz w:val="18"/>
                <w:szCs w:val="18"/>
              </w:rPr>
              <w:t xml:space="preserve"> года</w:t>
            </w:r>
          </w:p>
        </w:tc>
        <w:tc>
          <w:tcPr>
            <w:tcW w:w="25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43A89B3C" w14:textId="77777777" w:rsidR="00D54885" w:rsidRPr="00A325B4" w:rsidRDefault="00D54885" w:rsidP="00B44E62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</w:p>
        </w:tc>
      </w:tr>
      <w:tr w:rsidR="00D54885" w14:paraId="1E1A7CA4" w14:textId="77777777" w:rsidTr="00B44E62">
        <w:trPr>
          <w:trHeight w:val="70"/>
        </w:trPr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6CC3E46C" w14:textId="77777777" w:rsidR="00D54885" w:rsidRPr="00A325B4" w:rsidRDefault="00D54885" w:rsidP="00B44E62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321EF1C1" w14:textId="77777777" w:rsidR="00D54885" w:rsidRPr="00A325B4" w:rsidRDefault="00D54885" w:rsidP="00B44E62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682D4FF4" w14:textId="77777777" w:rsidR="00D54885" w:rsidRPr="00A325B4" w:rsidRDefault="00D54885" w:rsidP="00B44E62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2D61317D" w14:textId="77777777" w:rsidR="00D54885" w:rsidRPr="00A325B4" w:rsidRDefault="00D54885" w:rsidP="00B44E62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04B446D4" w14:textId="77777777" w:rsidR="00D54885" w:rsidRPr="00A325B4" w:rsidRDefault="00D54885" w:rsidP="00B44E62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130DF242" w14:textId="77777777" w:rsidR="00D54885" w:rsidRPr="00A325B4" w:rsidRDefault="00D54885" w:rsidP="00B44E62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</w:p>
        </w:tc>
        <w:tc>
          <w:tcPr>
            <w:tcW w:w="25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19138D25" w14:textId="77777777" w:rsidR="00D54885" w:rsidRPr="00A325B4" w:rsidRDefault="00D54885" w:rsidP="00B44E62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</w:p>
        </w:tc>
      </w:tr>
      <w:tr w:rsidR="00D54885" w14:paraId="44D9E7F7" w14:textId="77777777" w:rsidTr="00B44E62">
        <w:trPr>
          <w:trHeight w:val="170"/>
        </w:trPr>
        <w:tc>
          <w:tcPr>
            <w:tcW w:w="38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14:paraId="792C5BE4" w14:textId="77777777" w:rsidR="00D54885" w:rsidRPr="00A325B4" w:rsidRDefault="00D54885" w:rsidP="00B44E62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Организация</w:t>
            </w:r>
          </w:p>
        </w:tc>
        <w:tc>
          <w:tcPr>
            <w:tcW w:w="64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14:paraId="35CE4280" w14:textId="77777777" w:rsidR="00D54885" w:rsidRPr="00A325B4" w:rsidRDefault="00D54885" w:rsidP="00B44E62">
            <w:pPr>
              <w:rPr>
                <w:sz w:val="18"/>
                <w:szCs w:val="18"/>
              </w:rPr>
            </w:pPr>
          </w:p>
        </w:tc>
      </w:tr>
      <w:tr w:rsidR="00D54885" w14:paraId="7909F7FF" w14:textId="77777777" w:rsidTr="00B44E62">
        <w:trPr>
          <w:trHeight w:val="170"/>
        </w:trPr>
        <w:tc>
          <w:tcPr>
            <w:tcW w:w="38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14:paraId="76A4C2CC" w14:textId="77777777" w:rsidR="00D54885" w:rsidRPr="00A325B4" w:rsidRDefault="00D54885" w:rsidP="00B44E62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Учетный номер плательщика</w:t>
            </w:r>
          </w:p>
        </w:tc>
        <w:tc>
          <w:tcPr>
            <w:tcW w:w="64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14:paraId="29D204AC" w14:textId="77777777" w:rsidR="00D54885" w:rsidRPr="00A325B4" w:rsidRDefault="00D54885" w:rsidP="00B44E62">
            <w:pPr>
              <w:rPr>
                <w:sz w:val="18"/>
                <w:szCs w:val="18"/>
              </w:rPr>
            </w:pPr>
          </w:p>
        </w:tc>
      </w:tr>
      <w:tr w:rsidR="00D54885" w14:paraId="58FB0C93" w14:textId="77777777" w:rsidTr="00B44E62">
        <w:trPr>
          <w:trHeight w:val="170"/>
        </w:trPr>
        <w:tc>
          <w:tcPr>
            <w:tcW w:w="38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14:paraId="0E7BF6B6" w14:textId="77777777" w:rsidR="00D54885" w:rsidRPr="00A325B4" w:rsidRDefault="00D54885" w:rsidP="00B44E62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Вид экономической деятельности</w:t>
            </w:r>
          </w:p>
        </w:tc>
        <w:tc>
          <w:tcPr>
            <w:tcW w:w="64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14:paraId="44B46E5F" w14:textId="77777777" w:rsidR="00D54885" w:rsidRPr="00A325B4" w:rsidRDefault="00D54885" w:rsidP="00B44E62">
            <w:pPr>
              <w:rPr>
                <w:sz w:val="18"/>
                <w:szCs w:val="18"/>
              </w:rPr>
            </w:pPr>
          </w:p>
        </w:tc>
      </w:tr>
      <w:tr w:rsidR="00D54885" w14:paraId="24CDB9F8" w14:textId="77777777" w:rsidTr="00B44E62">
        <w:trPr>
          <w:trHeight w:val="170"/>
        </w:trPr>
        <w:tc>
          <w:tcPr>
            <w:tcW w:w="38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14:paraId="321E49FB" w14:textId="77777777" w:rsidR="00D54885" w:rsidRPr="00A325B4" w:rsidRDefault="00D54885" w:rsidP="00B44E62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Организационно-правовая форма</w:t>
            </w:r>
          </w:p>
        </w:tc>
        <w:tc>
          <w:tcPr>
            <w:tcW w:w="64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14:paraId="4F08EF36" w14:textId="77777777" w:rsidR="00D54885" w:rsidRPr="00A325B4" w:rsidRDefault="00D54885" w:rsidP="00B44E62">
            <w:pPr>
              <w:rPr>
                <w:sz w:val="18"/>
                <w:szCs w:val="18"/>
                <w:lang w:val="en-US"/>
              </w:rPr>
            </w:pPr>
          </w:p>
        </w:tc>
      </w:tr>
      <w:tr w:rsidR="00D54885" w14:paraId="6A609D7F" w14:textId="77777777" w:rsidTr="00B44E62">
        <w:trPr>
          <w:trHeight w:val="170"/>
        </w:trPr>
        <w:tc>
          <w:tcPr>
            <w:tcW w:w="38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14:paraId="03642049" w14:textId="77777777" w:rsidR="00D54885" w:rsidRPr="00A325B4" w:rsidRDefault="00D54885" w:rsidP="00B44E62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Орган управления</w:t>
            </w:r>
          </w:p>
        </w:tc>
        <w:tc>
          <w:tcPr>
            <w:tcW w:w="64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14:paraId="3337450C" w14:textId="77777777" w:rsidR="00D54885" w:rsidRPr="00A325B4" w:rsidRDefault="00D54885" w:rsidP="00B44E62">
            <w:pPr>
              <w:rPr>
                <w:sz w:val="18"/>
                <w:szCs w:val="18"/>
              </w:rPr>
            </w:pPr>
          </w:p>
        </w:tc>
      </w:tr>
      <w:tr w:rsidR="00D54885" w14:paraId="70FA320B" w14:textId="77777777" w:rsidTr="00B44E62">
        <w:trPr>
          <w:trHeight w:val="170"/>
        </w:trPr>
        <w:tc>
          <w:tcPr>
            <w:tcW w:w="38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14:paraId="1786FD90" w14:textId="77777777" w:rsidR="00D54885" w:rsidRPr="00A325B4" w:rsidRDefault="00D54885" w:rsidP="00B44E62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Единица измерения</w:t>
            </w:r>
          </w:p>
        </w:tc>
        <w:tc>
          <w:tcPr>
            <w:tcW w:w="64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14:paraId="30BA2A6C" w14:textId="77777777" w:rsidR="00D54885" w:rsidRPr="00A325B4" w:rsidRDefault="00D54885" w:rsidP="00B44E62">
            <w:pPr>
              <w:rPr>
                <w:b/>
                <w:sz w:val="18"/>
                <w:szCs w:val="18"/>
              </w:rPr>
            </w:pPr>
            <w:r w:rsidRPr="00A325B4">
              <w:rPr>
                <w:b/>
                <w:sz w:val="18"/>
                <w:szCs w:val="18"/>
              </w:rPr>
              <w:t xml:space="preserve">тыс. </w:t>
            </w:r>
            <w:proofErr w:type="spellStart"/>
            <w:r w:rsidRPr="00A325B4">
              <w:rPr>
                <w:b/>
                <w:sz w:val="18"/>
                <w:szCs w:val="18"/>
              </w:rPr>
              <w:t>руб</w:t>
            </w:r>
            <w:proofErr w:type="spellEnd"/>
            <w:r w:rsidRPr="00A325B4">
              <w:rPr>
                <w:b/>
                <w:sz w:val="18"/>
                <w:szCs w:val="18"/>
                <w:lang w:val="en-US"/>
              </w:rPr>
              <w:t>.</w:t>
            </w:r>
          </w:p>
        </w:tc>
      </w:tr>
      <w:tr w:rsidR="00D54885" w14:paraId="0CCFE740" w14:textId="77777777" w:rsidTr="00B44E62">
        <w:trPr>
          <w:trHeight w:val="170"/>
        </w:trPr>
        <w:tc>
          <w:tcPr>
            <w:tcW w:w="38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14:paraId="495ED4C5" w14:textId="77777777" w:rsidR="00D54885" w:rsidRPr="00A325B4" w:rsidRDefault="00D54885" w:rsidP="00B44E62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Адрес</w:t>
            </w:r>
          </w:p>
        </w:tc>
        <w:tc>
          <w:tcPr>
            <w:tcW w:w="64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14:paraId="56155E4F" w14:textId="77777777" w:rsidR="00D54885" w:rsidRPr="00A325B4" w:rsidRDefault="00D54885" w:rsidP="00B44E62">
            <w:pPr>
              <w:rPr>
                <w:sz w:val="18"/>
                <w:szCs w:val="18"/>
              </w:rPr>
            </w:pPr>
          </w:p>
        </w:tc>
      </w:tr>
      <w:tr w:rsidR="00D54885" w14:paraId="483332E6" w14:textId="77777777" w:rsidTr="00B44E62">
        <w:trPr>
          <w:trHeight w:val="247"/>
        </w:trPr>
        <w:tc>
          <w:tcPr>
            <w:tcW w:w="4893" w:type="dxa"/>
            <w:gridSpan w:val="4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EE740F8" w14:textId="77777777" w:rsidR="00D54885" w:rsidRPr="00A325B4" w:rsidRDefault="00D54885" w:rsidP="00B44E62">
            <w:pPr>
              <w:jc w:val="center"/>
              <w:rPr>
                <w:b/>
                <w:bCs/>
                <w:sz w:val="16"/>
                <w:szCs w:val="16"/>
              </w:rPr>
            </w:pPr>
            <w:r w:rsidRPr="00A325B4">
              <w:rPr>
                <w:b/>
                <w:bCs/>
                <w:sz w:val="16"/>
                <w:szCs w:val="16"/>
              </w:rPr>
              <w:t>Наименование показателей</w:t>
            </w:r>
          </w:p>
        </w:tc>
        <w:tc>
          <w:tcPr>
            <w:tcW w:w="782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B41ED8" w14:textId="77777777" w:rsidR="00D54885" w:rsidRPr="00A325B4" w:rsidRDefault="00D54885" w:rsidP="00B44E62">
            <w:pPr>
              <w:jc w:val="center"/>
              <w:rPr>
                <w:b/>
                <w:bCs/>
                <w:sz w:val="16"/>
                <w:szCs w:val="16"/>
              </w:rPr>
            </w:pPr>
            <w:r w:rsidRPr="00A325B4">
              <w:rPr>
                <w:b/>
                <w:bCs/>
                <w:sz w:val="16"/>
                <w:szCs w:val="16"/>
              </w:rPr>
              <w:t>Код строки</w:t>
            </w:r>
          </w:p>
        </w:tc>
        <w:tc>
          <w:tcPr>
            <w:tcW w:w="2365" w:type="dxa"/>
            <w:gridSpan w:val="3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101984" w14:textId="4AB6BA36" w:rsidR="00D54885" w:rsidRPr="00A325B4" w:rsidRDefault="00D54885" w:rsidP="00D54885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325B4">
              <w:rPr>
                <w:rFonts w:ascii="Times New Roman" w:hAnsi="Times New Roman"/>
                <w:b/>
                <w:sz w:val="16"/>
                <w:szCs w:val="16"/>
              </w:rPr>
              <w:t>За январь-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дека</w:t>
            </w:r>
            <w:r w:rsidRPr="00A325B4">
              <w:rPr>
                <w:rFonts w:ascii="Times New Roman" w:hAnsi="Times New Roman"/>
                <w:b/>
                <w:sz w:val="16"/>
                <w:szCs w:val="16"/>
              </w:rPr>
              <w:t xml:space="preserve">брь </w:t>
            </w:r>
            <w:r w:rsidR="00052A5E">
              <w:rPr>
                <w:rFonts w:ascii="Times New Roman" w:hAnsi="Times New Roman"/>
                <w:b/>
                <w:sz w:val="16"/>
                <w:szCs w:val="16"/>
              </w:rPr>
              <w:t>202</w:t>
            </w:r>
            <w:r w:rsidR="00D60820">
              <w:rPr>
                <w:rFonts w:ascii="Times New Roman" w:hAnsi="Times New Roman"/>
                <w:b/>
                <w:sz w:val="16"/>
                <w:szCs w:val="16"/>
              </w:rPr>
              <w:t>4</w:t>
            </w:r>
            <w:r w:rsidRPr="00A325B4">
              <w:rPr>
                <w:rFonts w:ascii="Times New Roman" w:hAnsi="Times New Roman"/>
                <w:b/>
                <w:sz w:val="16"/>
                <w:szCs w:val="16"/>
              </w:rPr>
              <w:t xml:space="preserve"> г.</w:t>
            </w:r>
          </w:p>
        </w:tc>
        <w:tc>
          <w:tcPr>
            <w:tcW w:w="2330" w:type="dxa"/>
            <w:tcBorders>
              <w:top w:val="doub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01AF96A7" w14:textId="67326FAE" w:rsidR="00D54885" w:rsidRPr="00A325B4" w:rsidRDefault="00D54885" w:rsidP="00D54885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325B4">
              <w:rPr>
                <w:rFonts w:ascii="Times New Roman" w:hAnsi="Times New Roman"/>
                <w:b/>
                <w:sz w:val="16"/>
                <w:szCs w:val="16"/>
              </w:rPr>
              <w:t xml:space="preserve">За январь-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дека</w:t>
            </w:r>
            <w:r w:rsidRPr="00A325B4">
              <w:rPr>
                <w:rFonts w:ascii="Times New Roman" w:hAnsi="Times New Roman"/>
                <w:b/>
                <w:sz w:val="16"/>
                <w:szCs w:val="16"/>
              </w:rPr>
              <w:t xml:space="preserve">брь </w:t>
            </w:r>
            <w:r w:rsidR="00052A5E">
              <w:rPr>
                <w:rFonts w:ascii="Times New Roman" w:hAnsi="Times New Roman"/>
                <w:b/>
                <w:sz w:val="16"/>
                <w:szCs w:val="16"/>
              </w:rPr>
              <w:t>202</w:t>
            </w:r>
            <w:r w:rsidR="00D60820">
              <w:rPr>
                <w:rFonts w:ascii="Times New Roman" w:hAnsi="Times New Roman"/>
                <w:b/>
                <w:sz w:val="16"/>
                <w:szCs w:val="16"/>
              </w:rPr>
              <w:t>3</w:t>
            </w:r>
            <w:r w:rsidRPr="00A325B4">
              <w:rPr>
                <w:rFonts w:ascii="Times New Roman" w:hAnsi="Times New Roman"/>
                <w:b/>
                <w:sz w:val="16"/>
                <w:szCs w:val="16"/>
              </w:rPr>
              <w:t xml:space="preserve"> г.</w:t>
            </w:r>
          </w:p>
        </w:tc>
      </w:tr>
      <w:tr w:rsidR="00D54885" w14:paraId="6542D1D6" w14:textId="77777777" w:rsidTr="00B44E62">
        <w:trPr>
          <w:trHeight w:val="154"/>
        </w:trPr>
        <w:tc>
          <w:tcPr>
            <w:tcW w:w="4893" w:type="dxa"/>
            <w:gridSpan w:val="4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6F347E2A" w14:textId="77777777" w:rsidR="00D54885" w:rsidRPr="00A325B4" w:rsidRDefault="00D54885" w:rsidP="00B44E62">
            <w:pPr>
              <w:jc w:val="center"/>
              <w:rPr>
                <w:b/>
                <w:bCs/>
                <w:sz w:val="16"/>
                <w:szCs w:val="16"/>
              </w:rPr>
            </w:pPr>
            <w:r w:rsidRPr="00A325B4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BD91595" w14:textId="77777777" w:rsidR="00D54885" w:rsidRPr="00A325B4" w:rsidRDefault="00D54885" w:rsidP="00B44E62">
            <w:pPr>
              <w:jc w:val="center"/>
              <w:rPr>
                <w:b/>
                <w:bCs/>
                <w:sz w:val="16"/>
                <w:szCs w:val="16"/>
              </w:rPr>
            </w:pPr>
            <w:r w:rsidRPr="00A325B4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2365" w:type="dxa"/>
            <w:gridSpan w:val="3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21DC693" w14:textId="77777777" w:rsidR="00D54885" w:rsidRPr="00A325B4" w:rsidRDefault="00D54885" w:rsidP="00B44E62">
            <w:pPr>
              <w:jc w:val="center"/>
              <w:rPr>
                <w:b/>
                <w:bCs/>
                <w:sz w:val="16"/>
                <w:szCs w:val="16"/>
              </w:rPr>
            </w:pPr>
            <w:r w:rsidRPr="00A325B4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2330" w:type="dxa"/>
            <w:tcBorders>
              <w:top w:val="single" w:sz="4" w:space="0" w:color="auto"/>
              <w:left w:val="nil"/>
              <w:bottom w:val="double" w:sz="4" w:space="0" w:color="auto"/>
              <w:right w:val="double" w:sz="4" w:space="0" w:color="auto"/>
            </w:tcBorders>
            <w:shd w:val="clear" w:color="auto" w:fill="FFFFFF"/>
            <w:noWrap/>
            <w:vAlign w:val="center"/>
          </w:tcPr>
          <w:p w14:paraId="2B57E040" w14:textId="77777777" w:rsidR="00D54885" w:rsidRPr="00A325B4" w:rsidRDefault="00D54885" w:rsidP="00B44E62">
            <w:pPr>
              <w:jc w:val="center"/>
              <w:rPr>
                <w:b/>
                <w:bCs/>
                <w:sz w:val="16"/>
                <w:szCs w:val="16"/>
              </w:rPr>
            </w:pPr>
            <w:r w:rsidRPr="00A325B4">
              <w:rPr>
                <w:b/>
                <w:bCs/>
                <w:sz w:val="16"/>
                <w:szCs w:val="16"/>
              </w:rPr>
              <w:t>4</w:t>
            </w:r>
          </w:p>
        </w:tc>
      </w:tr>
      <w:tr w:rsidR="00D54885" w14:paraId="766AC81A" w14:textId="77777777" w:rsidTr="00B44E62">
        <w:trPr>
          <w:trHeight w:val="284"/>
        </w:trPr>
        <w:tc>
          <w:tcPr>
            <w:tcW w:w="4893" w:type="dxa"/>
            <w:gridSpan w:val="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4F78EFBC" w14:textId="77777777" w:rsidR="00D54885" w:rsidRPr="00566863" w:rsidRDefault="00D54885" w:rsidP="00B44E62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Выручка от реализации продукции, товаров, работ, услуг</w:t>
            </w:r>
          </w:p>
        </w:tc>
        <w:tc>
          <w:tcPr>
            <w:tcW w:w="782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91D5D6" w14:textId="77777777" w:rsidR="00D54885" w:rsidRPr="00566863" w:rsidRDefault="00D54885" w:rsidP="00B44E62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010</w:t>
            </w:r>
          </w:p>
        </w:tc>
        <w:tc>
          <w:tcPr>
            <w:tcW w:w="2365" w:type="dxa"/>
            <w:gridSpan w:val="3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C56B15" w14:textId="2D6932EF" w:rsidR="00D54885" w:rsidRPr="00566863" w:rsidRDefault="00D60820" w:rsidP="00B44E62">
            <w:pPr>
              <w:jc w:val="center"/>
              <w:rPr>
                <w:b/>
                <w:sz w:val="18"/>
                <w:szCs w:val="18"/>
              </w:rPr>
            </w:pPr>
            <w:bookmarkStart w:id="99" w:name="f2r10"/>
            <w:bookmarkEnd w:id="99"/>
            <w:r>
              <w:rPr>
                <w:b/>
                <w:sz w:val="18"/>
                <w:szCs w:val="18"/>
              </w:rPr>
              <w:t>14749</w:t>
            </w:r>
          </w:p>
        </w:tc>
        <w:tc>
          <w:tcPr>
            <w:tcW w:w="2330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A9AD51" w14:textId="206EB09F" w:rsidR="00D54885" w:rsidRPr="00566863" w:rsidRDefault="00D60820" w:rsidP="00B44E6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12837</w:t>
            </w:r>
          </w:p>
        </w:tc>
      </w:tr>
      <w:tr w:rsidR="00D54885" w14:paraId="57EC76AE" w14:textId="77777777" w:rsidTr="00B44E62">
        <w:trPr>
          <w:trHeight w:val="284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798B78D0" w14:textId="77777777" w:rsidR="00D54885" w:rsidRPr="00566863" w:rsidRDefault="00D54885" w:rsidP="00B44E62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Себестоимость реализованной продукции, товаров, работ, услуг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A6CF00" w14:textId="77777777" w:rsidR="00D54885" w:rsidRPr="00566863" w:rsidRDefault="00D54885" w:rsidP="00B44E62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020</w:t>
            </w:r>
          </w:p>
        </w:tc>
        <w:tc>
          <w:tcPr>
            <w:tcW w:w="23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60348C" w14:textId="2DAD2F7F" w:rsidR="00D54885" w:rsidRPr="00566863" w:rsidRDefault="00D60820" w:rsidP="00B44E62">
            <w:pPr>
              <w:jc w:val="center"/>
              <w:rPr>
                <w:b/>
                <w:sz w:val="18"/>
                <w:szCs w:val="18"/>
              </w:rPr>
            </w:pPr>
            <w:bookmarkStart w:id="100" w:name="f2r20"/>
            <w:bookmarkEnd w:id="100"/>
            <w:r>
              <w:rPr>
                <w:b/>
                <w:sz w:val="18"/>
                <w:szCs w:val="18"/>
              </w:rPr>
              <w:t>10328</w:t>
            </w:r>
          </w:p>
        </w:tc>
        <w:tc>
          <w:tcPr>
            <w:tcW w:w="2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CCE150" w14:textId="22377D14" w:rsidR="00D54885" w:rsidRPr="00566863" w:rsidRDefault="00D60820" w:rsidP="00B44E6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8765</w:t>
            </w:r>
          </w:p>
        </w:tc>
      </w:tr>
      <w:tr w:rsidR="00D54885" w14:paraId="62369859" w14:textId="77777777" w:rsidTr="00B44E62">
        <w:trPr>
          <w:trHeight w:val="284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2591C907" w14:textId="77777777" w:rsidR="00D54885" w:rsidRPr="00566863" w:rsidRDefault="00D54885" w:rsidP="00B44E62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Валовая прибыль (010 – 020)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D9E6E2" w14:textId="77777777" w:rsidR="00D54885" w:rsidRPr="00566863" w:rsidRDefault="00D54885" w:rsidP="00B44E62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030</w:t>
            </w:r>
          </w:p>
        </w:tc>
        <w:tc>
          <w:tcPr>
            <w:tcW w:w="23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7B6809" w14:textId="790FA20D" w:rsidR="00D54885" w:rsidRPr="00566863" w:rsidRDefault="00D60820" w:rsidP="00B44E62">
            <w:pPr>
              <w:jc w:val="center"/>
              <w:rPr>
                <w:b/>
                <w:sz w:val="18"/>
                <w:szCs w:val="18"/>
              </w:rPr>
            </w:pPr>
            <w:bookmarkStart w:id="101" w:name="f2r30"/>
            <w:bookmarkEnd w:id="101"/>
            <w:r>
              <w:rPr>
                <w:b/>
                <w:sz w:val="18"/>
                <w:szCs w:val="18"/>
              </w:rPr>
              <w:t>4421</w:t>
            </w:r>
          </w:p>
        </w:tc>
        <w:tc>
          <w:tcPr>
            <w:tcW w:w="2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52E562" w14:textId="3703BA64" w:rsidR="00D54885" w:rsidRPr="00566863" w:rsidRDefault="00D60820" w:rsidP="00B44E6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4072</w:t>
            </w:r>
          </w:p>
        </w:tc>
      </w:tr>
      <w:tr w:rsidR="00D54885" w14:paraId="36FEA130" w14:textId="77777777" w:rsidTr="00B44E62">
        <w:trPr>
          <w:trHeight w:val="284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637F6D90" w14:textId="77777777" w:rsidR="00D54885" w:rsidRPr="00566863" w:rsidRDefault="00D54885" w:rsidP="00B44E62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Управленческие расходы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A9B2859" w14:textId="77777777" w:rsidR="00D54885" w:rsidRPr="00566863" w:rsidRDefault="00D54885" w:rsidP="00B44E62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040</w:t>
            </w:r>
          </w:p>
        </w:tc>
        <w:tc>
          <w:tcPr>
            <w:tcW w:w="23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679B8D" w14:textId="3D88A475" w:rsidR="00D54885" w:rsidRPr="00566863" w:rsidRDefault="00D60820" w:rsidP="00B44E62">
            <w:pPr>
              <w:jc w:val="center"/>
              <w:rPr>
                <w:b/>
                <w:sz w:val="18"/>
                <w:szCs w:val="18"/>
              </w:rPr>
            </w:pPr>
            <w:bookmarkStart w:id="102" w:name="f2r40"/>
            <w:bookmarkEnd w:id="102"/>
            <w:r>
              <w:rPr>
                <w:b/>
                <w:sz w:val="18"/>
                <w:szCs w:val="18"/>
              </w:rPr>
              <w:t>1629</w:t>
            </w:r>
          </w:p>
        </w:tc>
        <w:tc>
          <w:tcPr>
            <w:tcW w:w="2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C7330F" w14:textId="745B323B" w:rsidR="00D54885" w:rsidRPr="00566863" w:rsidRDefault="00D60820" w:rsidP="00B44E6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1369</w:t>
            </w:r>
          </w:p>
        </w:tc>
      </w:tr>
      <w:tr w:rsidR="00D54885" w14:paraId="65E3D463" w14:textId="77777777" w:rsidTr="00B44E62">
        <w:trPr>
          <w:trHeight w:val="284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617A8700" w14:textId="77777777" w:rsidR="00D54885" w:rsidRPr="00566863" w:rsidRDefault="00D54885" w:rsidP="00B44E62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Расходы на реализацию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99FFAA" w14:textId="77777777" w:rsidR="00D54885" w:rsidRPr="00566863" w:rsidRDefault="00D54885" w:rsidP="00B44E62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050</w:t>
            </w:r>
          </w:p>
        </w:tc>
        <w:tc>
          <w:tcPr>
            <w:tcW w:w="23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F1EF7B" w14:textId="77777777" w:rsidR="00D54885" w:rsidRPr="00566863" w:rsidRDefault="00D54885" w:rsidP="00B44E62">
            <w:pPr>
              <w:jc w:val="center"/>
              <w:rPr>
                <w:b/>
                <w:sz w:val="18"/>
                <w:szCs w:val="18"/>
              </w:rPr>
            </w:pPr>
            <w:bookmarkStart w:id="103" w:name="f2r50"/>
            <w:bookmarkEnd w:id="103"/>
          </w:p>
        </w:tc>
        <w:tc>
          <w:tcPr>
            <w:tcW w:w="2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7D098A" w14:textId="77777777" w:rsidR="00D54885" w:rsidRPr="00566863" w:rsidRDefault="00D54885" w:rsidP="00B44E62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D54885" w14:paraId="05945323" w14:textId="77777777" w:rsidTr="00B44E62">
        <w:trPr>
          <w:trHeight w:val="284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7057D153" w14:textId="77777777" w:rsidR="00D54885" w:rsidRPr="00566863" w:rsidRDefault="00D54885" w:rsidP="00B44E62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Прибыль (убыток) от реализации продукции, товаров, работ, услуг (030 – 040 – 050)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06448D" w14:textId="77777777" w:rsidR="00D54885" w:rsidRPr="00566863" w:rsidRDefault="00D54885" w:rsidP="00B44E62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060</w:t>
            </w:r>
          </w:p>
        </w:tc>
        <w:tc>
          <w:tcPr>
            <w:tcW w:w="23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80C88A" w14:textId="4C949907" w:rsidR="00D54885" w:rsidRPr="00566863" w:rsidRDefault="00D60820" w:rsidP="00B44E62">
            <w:pPr>
              <w:jc w:val="center"/>
              <w:rPr>
                <w:b/>
                <w:sz w:val="18"/>
                <w:szCs w:val="18"/>
              </w:rPr>
            </w:pPr>
            <w:bookmarkStart w:id="104" w:name="f2r60"/>
            <w:bookmarkEnd w:id="104"/>
            <w:r>
              <w:rPr>
                <w:b/>
                <w:sz w:val="18"/>
                <w:szCs w:val="18"/>
              </w:rPr>
              <w:t>2792</w:t>
            </w:r>
          </w:p>
        </w:tc>
        <w:tc>
          <w:tcPr>
            <w:tcW w:w="2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9A1E96" w14:textId="6442E7F1" w:rsidR="00D54885" w:rsidRPr="00566863" w:rsidRDefault="00D60820" w:rsidP="00B44E6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2703</w:t>
            </w:r>
          </w:p>
        </w:tc>
      </w:tr>
      <w:tr w:rsidR="00D54885" w14:paraId="46AC9277" w14:textId="77777777" w:rsidTr="00B44E62">
        <w:trPr>
          <w:trHeight w:val="284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264615E5" w14:textId="77777777" w:rsidR="00D54885" w:rsidRPr="00566863" w:rsidRDefault="00D54885" w:rsidP="00B44E62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Прочие доходы по текущей деятельности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9C2C429" w14:textId="77777777" w:rsidR="00D54885" w:rsidRPr="00566863" w:rsidRDefault="00D54885" w:rsidP="00B44E62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070</w:t>
            </w:r>
          </w:p>
        </w:tc>
        <w:tc>
          <w:tcPr>
            <w:tcW w:w="23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EC4E28" w14:textId="34CC377E" w:rsidR="00D54885" w:rsidRPr="00566863" w:rsidRDefault="00D60820" w:rsidP="00B44E62">
            <w:pPr>
              <w:jc w:val="center"/>
              <w:rPr>
                <w:b/>
                <w:sz w:val="18"/>
                <w:szCs w:val="18"/>
              </w:rPr>
            </w:pPr>
            <w:bookmarkStart w:id="105" w:name="f2r70"/>
            <w:bookmarkEnd w:id="105"/>
            <w:r>
              <w:rPr>
                <w:b/>
                <w:sz w:val="18"/>
                <w:szCs w:val="18"/>
              </w:rPr>
              <w:t>986</w:t>
            </w:r>
          </w:p>
        </w:tc>
        <w:tc>
          <w:tcPr>
            <w:tcW w:w="2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7F38A2" w14:textId="41474801" w:rsidR="00D54885" w:rsidRPr="00566863" w:rsidRDefault="00D60820" w:rsidP="00B44E6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984</w:t>
            </w:r>
          </w:p>
        </w:tc>
      </w:tr>
      <w:tr w:rsidR="00D54885" w14:paraId="366194AF" w14:textId="77777777" w:rsidTr="00B44E62">
        <w:trPr>
          <w:trHeight w:val="284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657BC37C" w14:textId="77777777" w:rsidR="00D54885" w:rsidRPr="00566863" w:rsidRDefault="00D54885" w:rsidP="00B44E62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Прочие расходы по текущей деятельности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07473C" w14:textId="77777777" w:rsidR="00D54885" w:rsidRPr="00566863" w:rsidRDefault="00D54885" w:rsidP="00B44E62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080</w:t>
            </w:r>
          </w:p>
        </w:tc>
        <w:tc>
          <w:tcPr>
            <w:tcW w:w="23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44A4CF" w14:textId="1BA198F5" w:rsidR="00D54885" w:rsidRPr="00566863" w:rsidRDefault="00D60820" w:rsidP="00B44E62">
            <w:pPr>
              <w:jc w:val="center"/>
              <w:rPr>
                <w:b/>
                <w:sz w:val="18"/>
                <w:szCs w:val="18"/>
              </w:rPr>
            </w:pPr>
            <w:bookmarkStart w:id="106" w:name="f2r80"/>
            <w:bookmarkEnd w:id="106"/>
            <w:r>
              <w:rPr>
                <w:b/>
                <w:sz w:val="18"/>
                <w:szCs w:val="18"/>
              </w:rPr>
              <w:t>695</w:t>
            </w:r>
          </w:p>
        </w:tc>
        <w:tc>
          <w:tcPr>
            <w:tcW w:w="2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737523" w14:textId="0C94AF8E" w:rsidR="00D54885" w:rsidRPr="00566863" w:rsidRDefault="00D60820" w:rsidP="00B44E6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773</w:t>
            </w:r>
          </w:p>
        </w:tc>
      </w:tr>
      <w:tr w:rsidR="00D54885" w14:paraId="6D0B486A" w14:textId="77777777" w:rsidTr="00B44E62">
        <w:trPr>
          <w:trHeight w:val="284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5891D6AA" w14:textId="77777777" w:rsidR="00D54885" w:rsidRPr="00566863" w:rsidRDefault="00D54885" w:rsidP="00B44E62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Прибыль (убыток) от текущей деятельности</w:t>
            </w:r>
            <w:r w:rsidRPr="00566863">
              <w:rPr>
                <w:sz w:val="18"/>
                <w:szCs w:val="18"/>
              </w:rPr>
              <w:br/>
              <w:t>(± 060 + 070 – 080)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E51078" w14:textId="77777777" w:rsidR="00D54885" w:rsidRPr="00566863" w:rsidRDefault="00D54885" w:rsidP="00B44E62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090</w:t>
            </w:r>
          </w:p>
        </w:tc>
        <w:tc>
          <w:tcPr>
            <w:tcW w:w="23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B5CE33" w14:textId="382B7C41" w:rsidR="00D54885" w:rsidRPr="00566863" w:rsidRDefault="00D60820" w:rsidP="00B44E62">
            <w:pPr>
              <w:jc w:val="center"/>
              <w:rPr>
                <w:b/>
                <w:sz w:val="18"/>
                <w:szCs w:val="18"/>
              </w:rPr>
            </w:pPr>
            <w:bookmarkStart w:id="107" w:name="f2r90"/>
            <w:bookmarkEnd w:id="107"/>
            <w:r>
              <w:rPr>
                <w:b/>
                <w:sz w:val="18"/>
                <w:szCs w:val="18"/>
              </w:rPr>
              <w:t>3083</w:t>
            </w:r>
          </w:p>
        </w:tc>
        <w:tc>
          <w:tcPr>
            <w:tcW w:w="2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B41EB7" w14:textId="53CF47BD" w:rsidR="00D54885" w:rsidRPr="00566863" w:rsidRDefault="00D60820" w:rsidP="00B44E6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2914</w:t>
            </w:r>
          </w:p>
        </w:tc>
      </w:tr>
      <w:tr w:rsidR="00D54885" w14:paraId="0814870A" w14:textId="77777777" w:rsidTr="00B44E62">
        <w:trPr>
          <w:trHeight w:val="284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64E606F6" w14:textId="77777777" w:rsidR="00D54885" w:rsidRPr="00566863" w:rsidRDefault="00D54885" w:rsidP="00B44E62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Доходы по инвестиционной деятельности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7A60054" w14:textId="77777777" w:rsidR="00D54885" w:rsidRPr="00566863" w:rsidRDefault="00D54885" w:rsidP="00B44E62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100</w:t>
            </w:r>
          </w:p>
        </w:tc>
        <w:tc>
          <w:tcPr>
            <w:tcW w:w="23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67851C" w14:textId="675E91C9" w:rsidR="00D54885" w:rsidRPr="00566863" w:rsidRDefault="00D60820" w:rsidP="00B44E62">
            <w:pPr>
              <w:jc w:val="center"/>
              <w:rPr>
                <w:b/>
                <w:sz w:val="18"/>
                <w:szCs w:val="18"/>
              </w:rPr>
            </w:pPr>
            <w:bookmarkStart w:id="108" w:name="f2r100"/>
            <w:bookmarkEnd w:id="108"/>
            <w:r>
              <w:rPr>
                <w:b/>
                <w:sz w:val="18"/>
                <w:szCs w:val="18"/>
              </w:rPr>
              <w:t>80</w:t>
            </w:r>
          </w:p>
        </w:tc>
        <w:tc>
          <w:tcPr>
            <w:tcW w:w="2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6A60E9" w14:textId="076D51FD" w:rsidR="00D54885" w:rsidRPr="00566863" w:rsidRDefault="00D60820" w:rsidP="00B44E6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22</w:t>
            </w:r>
          </w:p>
        </w:tc>
      </w:tr>
      <w:tr w:rsidR="00D54885" w14:paraId="248E95B9" w14:textId="77777777" w:rsidTr="00B44E62">
        <w:trPr>
          <w:trHeight w:val="284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14:paraId="168D4D8C" w14:textId="77777777" w:rsidR="00D54885" w:rsidRPr="00566863" w:rsidRDefault="00D54885" w:rsidP="00B44E62">
            <w:pPr>
              <w:ind w:firstLineChars="100" w:firstLine="180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В том числе: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45E4AF34" w14:textId="77777777" w:rsidR="00D54885" w:rsidRPr="00566863" w:rsidRDefault="00D54885" w:rsidP="00B44E62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2365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1223255" w14:textId="77777777" w:rsidR="00D54885" w:rsidRPr="00566863" w:rsidRDefault="00D54885" w:rsidP="00B44E6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3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7F1DBEB" w14:textId="77777777" w:rsidR="00D54885" w:rsidRPr="00566863" w:rsidRDefault="00D54885" w:rsidP="00B44E62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D54885" w14:paraId="75D55818" w14:textId="77777777" w:rsidTr="00B44E62">
        <w:trPr>
          <w:trHeight w:val="284"/>
        </w:trPr>
        <w:tc>
          <w:tcPr>
            <w:tcW w:w="489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0D129B66" w14:textId="77777777" w:rsidR="00D54885" w:rsidRPr="00566863" w:rsidRDefault="00D54885" w:rsidP="00B44E62">
            <w:pPr>
              <w:ind w:firstLineChars="100" w:firstLine="180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доходы от выбытия основных средств, нематериальных активов и других долгосрочных активов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E04C95" w14:textId="77777777" w:rsidR="00D54885" w:rsidRPr="00566863" w:rsidRDefault="00D54885" w:rsidP="00B44E62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101</w:t>
            </w:r>
          </w:p>
        </w:tc>
        <w:tc>
          <w:tcPr>
            <w:tcW w:w="2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0E6B045" w14:textId="79E9B890" w:rsidR="00D54885" w:rsidRPr="00566863" w:rsidRDefault="00D60820" w:rsidP="00B44E62">
            <w:pPr>
              <w:jc w:val="center"/>
              <w:rPr>
                <w:b/>
                <w:sz w:val="18"/>
                <w:szCs w:val="18"/>
              </w:rPr>
            </w:pPr>
            <w:bookmarkStart w:id="109" w:name="f2r101"/>
            <w:bookmarkEnd w:id="109"/>
            <w:r>
              <w:rPr>
                <w:b/>
                <w:sz w:val="18"/>
                <w:szCs w:val="18"/>
              </w:rPr>
              <w:t>80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D050D1F" w14:textId="24E82260" w:rsidR="00D54885" w:rsidRPr="00566863" w:rsidRDefault="00D60820" w:rsidP="00B44E6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22</w:t>
            </w:r>
          </w:p>
        </w:tc>
      </w:tr>
      <w:tr w:rsidR="00D54885" w14:paraId="17BF9512" w14:textId="77777777" w:rsidTr="00B44E62">
        <w:trPr>
          <w:trHeight w:val="284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14A1780C" w14:textId="77777777" w:rsidR="00D54885" w:rsidRPr="00566863" w:rsidRDefault="00D54885" w:rsidP="00B44E62">
            <w:pPr>
              <w:ind w:firstLineChars="100" w:firstLine="180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доходы от участия в уставном капитале других организаций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872A6C" w14:textId="77777777" w:rsidR="00D54885" w:rsidRPr="00566863" w:rsidRDefault="00D54885" w:rsidP="00B44E62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102</w:t>
            </w:r>
          </w:p>
        </w:tc>
        <w:tc>
          <w:tcPr>
            <w:tcW w:w="2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9731E58" w14:textId="77777777" w:rsidR="00D54885" w:rsidRPr="00566863" w:rsidRDefault="00D54885" w:rsidP="00B44E62">
            <w:pPr>
              <w:jc w:val="center"/>
              <w:rPr>
                <w:b/>
                <w:sz w:val="18"/>
                <w:szCs w:val="18"/>
              </w:rPr>
            </w:pPr>
            <w:bookmarkStart w:id="110" w:name="f2r102"/>
            <w:bookmarkEnd w:id="110"/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05FD6C9" w14:textId="77777777" w:rsidR="00D54885" w:rsidRPr="00566863" w:rsidRDefault="00D54885" w:rsidP="00B44E62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D54885" w14:paraId="3D84CFBE" w14:textId="77777777" w:rsidTr="00B44E62">
        <w:trPr>
          <w:trHeight w:val="284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2BC681EC" w14:textId="77777777" w:rsidR="00D54885" w:rsidRPr="00566863" w:rsidRDefault="00D54885" w:rsidP="00B44E62">
            <w:pPr>
              <w:ind w:firstLineChars="100" w:firstLine="180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проценты к получению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72FEEA" w14:textId="77777777" w:rsidR="00D54885" w:rsidRPr="00566863" w:rsidRDefault="00D54885" w:rsidP="00B44E62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103</w:t>
            </w:r>
          </w:p>
        </w:tc>
        <w:tc>
          <w:tcPr>
            <w:tcW w:w="2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BAA6273" w14:textId="77777777" w:rsidR="00D54885" w:rsidRPr="00566863" w:rsidRDefault="00D54885" w:rsidP="00B44E62">
            <w:pPr>
              <w:jc w:val="center"/>
              <w:rPr>
                <w:b/>
                <w:sz w:val="18"/>
                <w:szCs w:val="18"/>
              </w:rPr>
            </w:pPr>
            <w:bookmarkStart w:id="111" w:name="f2r103"/>
            <w:bookmarkEnd w:id="111"/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28FB0F7" w14:textId="77777777" w:rsidR="00D54885" w:rsidRPr="00566863" w:rsidRDefault="00D54885" w:rsidP="00B44E62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D54885" w14:paraId="57171174" w14:textId="77777777" w:rsidTr="00B44E62">
        <w:trPr>
          <w:trHeight w:val="284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2B2287F6" w14:textId="77777777" w:rsidR="00D54885" w:rsidRPr="00566863" w:rsidRDefault="00D54885" w:rsidP="00B44E62">
            <w:pPr>
              <w:ind w:firstLineChars="100" w:firstLine="180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прочие доходы по инвестиционной деятельности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6C6BD55" w14:textId="77777777" w:rsidR="00D54885" w:rsidRPr="00566863" w:rsidRDefault="00D54885" w:rsidP="00B44E62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104</w:t>
            </w:r>
          </w:p>
        </w:tc>
        <w:tc>
          <w:tcPr>
            <w:tcW w:w="2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15A6554" w14:textId="77777777" w:rsidR="00D54885" w:rsidRPr="00566863" w:rsidRDefault="00D54885" w:rsidP="00B44E62">
            <w:pPr>
              <w:jc w:val="center"/>
              <w:rPr>
                <w:b/>
                <w:sz w:val="18"/>
                <w:szCs w:val="18"/>
              </w:rPr>
            </w:pPr>
            <w:bookmarkStart w:id="112" w:name="f2r104"/>
            <w:bookmarkEnd w:id="112"/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3EE4698" w14:textId="1A878977" w:rsidR="00D54885" w:rsidRPr="00566863" w:rsidRDefault="00D54885" w:rsidP="00B44E62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D54885" w14:paraId="04BE46E7" w14:textId="77777777" w:rsidTr="00B44E62">
        <w:trPr>
          <w:trHeight w:val="284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2B057FFC" w14:textId="77777777" w:rsidR="00D54885" w:rsidRPr="00566863" w:rsidRDefault="00D54885" w:rsidP="00B44E62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Расходы по инвестиционной деятельности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D0BAF28" w14:textId="77777777" w:rsidR="00D54885" w:rsidRPr="00566863" w:rsidRDefault="00D54885" w:rsidP="00B44E62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110</w:t>
            </w:r>
          </w:p>
        </w:tc>
        <w:tc>
          <w:tcPr>
            <w:tcW w:w="2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44B4562" w14:textId="6E09E094" w:rsidR="00D54885" w:rsidRPr="00566863" w:rsidRDefault="00D60820" w:rsidP="00B44E62">
            <w:pPr>
              <w:jc w:val="center"/>
              <w:rPr>
                <w:b/>
                <w:sz w:val="18"/>
                <w:szCs w:val="18"/>
              </w:rPr>
            </w:pPr>
            <w:bookmarkStart w:id="113" w:name="f2r110"/>
            <w:bookmarkEnd w:id="113"/>
            <w:r>
              <w:rPr>
                <w:b/>
                <w:sz w:val="18"/>
                <w:szCs w:val="18"/>
              </w:rPr>
              <w:t>382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6B18EC1" w14:textId="3F3E6DDE" w:rsidR="00D54885" w:rsidRPr="00566863" w:rsidRDefault="00D60820" w:rsidP="00B44E6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428</w:t>
            </w:r>
          </w:p>
        </w:tc>
      </w:tr>
      <w:tr w:rsidR="00D54885" w14:paraId="08B9B50F" w14:textId="77777777" w:rsidTr="00B44E62">
        <w:trPr>
          <w:trHeight w:val="284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14:paraId="12B2B5A8" w14:textId="77777777" w:rsidR="00D54885" w:rsidRPr="00566863" w:rsidRDefault="00D54885" w:rsidP="00B44E62">
            <w:pPr>
              <w:ind w:firstLineChars="100" w:firstLine="180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В том числе: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6CEFA82C" w14:textId="77777777" w:rsidR="00D54885" w:rsidRPr="00566863" w:rsidRDefault="00D54885" w:rsidP="00B44E62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 </w:t>
            </w:r>
          </w:p>
        </w:tc>
        <w:tc>
          <w:tcPr>
            <w:tcW w:w="236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1139E63" w14:textId="77777777" w:rsidR="00D54885" w:rsidRPr="00566863" w:rsidRDefault="00D54885" w:rsidP="00B44E6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3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8B0264A" w14:textId="77777777" w:rsidR="00D54885" w:rsidRPr="00566863" w:rsidRDefault="00D54885" w:rsidP="00B44E62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D54885" w14:paraId="7897AB57" w14:textId="77777777" w:rsidTr="00B44E62">
        <w:trPr>
          <w:trHeight w:val="284"/>
        </w:trPr>
        <w:tc>
          <w:tcPr>
            <w:tcW w:w="489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5763C190" w14:textId="77777777" w:rsidR="00D54885" w:rsidRPr="00566863" w:rsidRDefault="00D54885" w:rsidP="00B44E62">
            <w:pPr>
              <w:ind w:firstLineChars="100" w:firstLine="180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расходы от выбытия основных средств, нематериальных активов и других долгосрочных активов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05853C" w14:textId="77777777" w:rsidR="00D54885" w:rsidRPr="00566863" w:rsidRDefault="00D54885" w:rsidP="00B44E62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111</w:t>
            </w:r>
          </w:p>
        </w:tc>
        <w:tc>
          <w:tcPr>
            <w:tcW w:w="2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3D5130E" w14:textId="2E321587" w:rsidR="00D54885" w:rsidRPr="00566863" w:rsidRDefault="00D60820" w:rsidP="00B44E62">
            <w:pPr>
              <w:jc w:val="center"/>
              <w:rPr>
                <w:b/>
                <w:sz w:val="18"/>
                <w:szCs w:val="18"/>
              </w:rPr>
            </w:pPr>
            <w:bookmarkStart w:id="114" w:name="f2r111"/>
            <w:bookmarkEnd w:id="114"/>
            <w:r>
              <w:rPr>
                <w:b/>
                <w:sz w:val="18"/>
                <w:szCs w:val="18"/>
              </w:rPr>
              <w:t>382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048EC22" w14:textId="21FA70C3" w:rsidR="00D54885" w:rsidRPr="00566863" w:rsidRDefault="00D60820" w:rsidP="00B44E6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428</w:t>
            </w:r>
          </w:p>
        </w:tc>
      </w:tr>
      <w:tr w:rsidR="00D54885" w14:paraId="6B1AAFD0" w14:textId="77777777" w:rsidTr="00B44E62">
        <w:trPr>
          <w:trHeight w:val="284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6D952462" w14:textId="77777777" w:rsidR="00D54885" w:rsidRPr="00566863" w:rsidRDefault="00D54885" w:rsidP="00B44E62">
            <w:pPr>
              <w:ind w:firstLineChars="100" w:firstLine="180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прочие расходы по инвестиционной деятельности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DA1C681" w14:textId="77777777" w:rsidR="00D54885" w:rsidRPr="00566863" w:rsidRDefault="00D54885" w:rsidP="00B44E62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112</w:t>
            </w:r>
          </w:p>
        </w:tc>
        <w:tc>
          <w:tcPr>
            <w:tcW w:w="2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24902EE" w14:textId="77777777" w:rsidR="00D54885" w:rsidRPr="00566863" w:rsidRDefault="00D54885" w:rsidP="00B44E62">
            <w:pPr>
              <w:jc w:val="center"/>
              <w:rPr>
                <w:b/>
                <w:sz w:val="18"/>
                <w:szCs w:val="18"/>
              </w:rPr>
            </w:pPr>
            <w:bookmarkStart w:id="115" w:name="f2r112"/>
            <w:bookmarkEnd w:id="115"/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602238E" w14:textId="77777777" w:rsidR="00D54885" w:rsidRPr="00566863" w:rsidRDefault="00D54885" w:rsidP="00B44E62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D54885" w14:paraId="29012084" w14:textId="77777777" w:rsidTr="00B44E62">
        <w:trPr>
          <w:trHeight w:val="284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79D7A55C" w14:textId="77777777" w:rsidR="00D54885" w:rsidRPr="00566863" w:rsidRDefault="00D54885" w:rsidP="00B44E62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Доходы по финансовой деятельности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EFC2B7" w14:textId="77777777" w:rsidR="00D54885" w:rsidRPr="00566863" w:rsidRDefault="00D54885" w:rsidP="00B44E62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120</w:t>
            </w:r>
          </w:p>
        </w:tc>
        <w:tc>
          <w:tcPr>
            <w:tcW w:w="2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90DCFE7" w14:textId="77777777" w:rsidR="00D54885" w:rsidRPr="00566863" w:rsidRDefault="00D54885" w:rsidP="00B44E62">
            <w:pPr>
              <w:jc w:val="center"/>
              <w:rPr>
                <w:b/>
                <w:sz w:val="18"/>
                <w:szCs w:val="18"/>
              </w:rPr>
            </w:pPr>
            <w:bookmarkStart w:id="116" w:name="f2r120"/>
            <w:bookmarkEnd w:id="116"/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1EDC08F" w14:textId="708429C3" w:rsidR="00D54885" w:rsidRPr="00566863" w:rsidRDefault="00D54885" w:rsidP="00B44E62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D54885" w14:paraId="7E26C222" w14:textId="77777777" w:rsidTr="00B44E62">
        <w:trPr>
          <w:trHeight w:val="284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14:paraId="2B493761" w14:textId="77777777" w:rsidR="00D54885" w:rsidRPr="00566863" w:rsidRDefault="00D54885" w:rsidP="00B44E62">
            <w:pPr>
              <w:ind w:firstLineChars="100" w:firstLine="180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В том числе: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32DE4C65" w14:textId="77777777" w:rsidR="00D54885" w:rsidRPr="00566863" w:rsidRDefault="00D54885" w:rsidP="00B44E62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236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5259576" w14:textId="77777777" w:rsidR="00D54885" w:rsidRPr="00566863" w:rsidRDefault="00D54885" w:rsidP="00B44E6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3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DE39061" w14:textId="77777777" w:rsidR="00D54885" w:rsidRPr="00566863" w:rsidRDefault="00D54885" w:rsidP="00B44E62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D54885" w14:paraId="39E146EB" w14:textId="77777777" w:rsidTr="00B44E62">
        <w:trPr>
          <w:trHeight w:val="284"/>
        </w:trPr>
        <w:tc>
          <w:tcPr>
            <w:tcW w:w="489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2FF29DF2" w14:textId="77777777" w:rsidR="00D54885" w:rsidRPr="00566863" w:rsidRDefault="00D54885" w:rsidP="00B44E62">
            <w:pPr>
              <w:ind w:firstLineChars="100" w:firstLine="180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курсовые разницы от пересчета активов и обязательств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9A20FAE" w14:textId="77777777" w:rsidR="00D54885" w:rsidRPr="00566863" w:rsidRDefault="00D54885" w:rsidP="00B44E62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121</w:t>
            </w:r>
          </w:p>
        </w:tc>
        <w:tc>
          <w:tcPr>
            <w:tcW w:w="2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940339F" w14:textId="77777777" w:rsidR="00D54885" w:rsidRPr="00566863" w:rsidRDefault="00D54885" w:rsidP="00B44E62">
            <w:pPr>
              <w:jc w:val="center"/>
              <w:rPr>
                <w:b/>
                <w:sz w:val="18"/>
                <w:szCs w:val="18"/>
              </w:rPr>
            </w:pPr>
            <w:bookmarkStart w:id="117" w:name="f2r121"/>
            <w:bookmarkEnd w:id="117"/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F091116" w14:textId="194310EF" w:rsidR="00D54885" w:rsidRPr="00566863" w:rsidRDefault="00D54885" w:rsidP="00B44E62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D54885" w14:paraId="560C8212" w14:textId="77777777" w:rsidTr="00B44E62">
        <w:trPr>
          <w:trHeight w:val="284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126A7B9E" w14:textId="77777777" w:rsidR="00D54885" w:rsidRPr="00566863" w:rsidRDefault="00D54885" w:rsidP="00B44E62">
            <w:pPr>
              <w:ind w:firstLineChars="100" w:firstLine="180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прочие доходы по финансовой деятельности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151280" w14:textId="77777777" w:rsidR="00D54885" w:rsidRPr="00566863" w:rsidRDefault="00D54885" w:rsidP="00B44E62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122</w:t>
            </w:r>
          </w:p>
        </w:tc>
        <w:tc>
          <w:tcPr>
            <w:tcW w:w="2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5737185" w14:textId="77777777" w:rsidR="00D54885" w:rsidRPr="00566863" w:rsidRDefault="00D54885" w:rsidP="00B44E62">
            <w:pPr>
              <w:jc w:val="center"/>
              <w:rPr>
                <w:b/>
                <w:sz w:val="18"/>
                <w:szCs w:val="18"/>
              </w:rPr>
            </w:pPr>
            <w:bookmarkStart w:id="118" w:name="f2r122"/>
            <w:bookmarkEnd w:id="118"/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8D6DDEC" w14:textId="77777777" w:rsidR="00D54885" w:rsidRPr="00566863" w:rsidRDefault="00D54885" w:rsidP="00B44E62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D54885" w14:paraId="14422B3A" w14:textId="77777777" w:rsidTr="00B44E62">
        <w:trPr>
          <w:trHeight w:val="284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38E6D67D" w14:textId="77777777" w:rsidR="00D54885" w:rsidRPr="00566863" w:rsidRDefault="00D54885" w:rsidP="00B44E62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Расходы по финансовой деятельности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BF4D1C" w14:textId="77777777" w:rsidR="00D54885" w:rsidRPr="00566863" w:rsidRDefault="00D54885" w:rsidP="00B44E62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130</w:t>
            </w:r>
          </w:p>
        </w:tc>
        <w:tc>
          <w:tcPr>
            <w:tcW w:w="2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7FDDA86" w14:textId="54A7E15B" w:rsidR="00D54885" w:rsidRPr="00566863" w:rsidRDefault="00D60820" w:rsidP="00B44E62">
            <w:pPr>
              <w:jc w:val="center"/>
              <w:rPr>
                <w:b/>
                <w:sz w:val="18"/>
                <w:szCs w:val="18"/>
              </w:rPr>
            </w:pPr>
            <w:bookmarkStart w:id="119" w:name="f2r130"/>
            <w:bookmarkEnd w:id="119"/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0B53F18" w14:textId="681AD516" w:rsidR="00D54885" w:rsidRPr="00566863" w:rsidRDefault="00D60820" w:rsidP="00B44E6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125</w:t>
            </w:r>
          </w:p>
        </w:tc>
      </w:tr>
      <w:tr w:rsidR="00D54885" w14:paraId="021D6434" w14:textId="77777777" w:rsidTr="00B44E62">
        <w:trPr>
          <w:trHeight w:val="284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498109B1" w14:textId="77777777" w:rsidR="00D54885" w:rsidRPr="00566863" w:rsidRDefault="00D54885" w:rsidP="00B44E62">
            <w:pPr>
              <w:ind w:firstLineChars="100" w:firstLine="180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 xml:space="preserve">В том </w:t>
            </w:r>
            <w:proofErr w:type="spellStart"/>
            <w:proofErr w:type="gramStart"/>
            <w:r w:rsidRPr="00566863">
              <w:rPr>
                <w:sz w:val="18"/>
                <w:szCs w:val="18"/>
              </w:rPr>
              <w:t>числе:проценты</w:t>
            </w:r>
            <w:proofErr w:type="spellEnd"/>
            <w:proofErr w:type="gramEnd"/>
            <w:r w:rsidRPr="00566863">
              <w:rPr>
                <w:sz w:val="18"/>
                <w:szCs w:val="18"/>
              </w:rPr>
              <w:t xml:space="preserve"> к уплате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14:paraId="765D98EC" w14:textId="77777777" w:rsidR="00D54885" w:rsidRPr="00566863" w:rsidRDefault="00D54885" w:rsidP="00B44E62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131</w:t>
            </w:r>
          </w:p>
        </w:tc>
        <w:tc>
          <w:tcPr>
            <w:tcW w:w="235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FC09CD4" w14:textId="50F39BD9" w:rsidR="00D54885" w:rsidRPr="00566863" w:rsidRDefault="00D60820" w:rsidP="00B44E62">
            <w:pPr>
              <w:jc w:val="center"/>
              <w:rPr>
                <w:b/>
                <w:sz w:val="18"/>
                <w:szCs w:val="18"/>
              </w:rPr>
            </w:pPr>
            <w:bookmarkStart w:id="120" w:name="f2r131"/>
            <w:bookmarkEnd w:id="120"/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23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4D5E0A" w14:textId="43049FC5" w:rsidR="00D54885" w:rsidRPr="00566863" w:rsidRDefault="00D60820" w:rsidP="00B44E6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15</w:t>
            </w:r>
          </w:p>
        </w:tc>
      </w:tr>
      <w:tr w:rsidR="00D54885" w14:paraId="26928E76" w14:textId="77777777" w:rsidTr="00B44E62">
        <w:trPr>
          <w:trHeight w:val="284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3C99C5B4" w14:textId="77777777" w:rsidR="00D54885" w:rsidRPr="00566863" w:rsidRDefault="00D54885" w:rsidP="00B44E62">
            <w:pPr>
              <w:ind w:firstLineChars="100" w:firstLine="180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курсовые разницы от пересчета активов и обязательств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4267AD" w14:textId="77777777" w:rsidR="00D54885" w:rsidRPr="00566863" w:rsidRDefault="00D54885" w:rsidP="00B44E62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132</w:t>
            </w:r>
          </w:p>
        </w:tc>
        <w:tc>
          <w:tcPr>
            <w:tcW w:w="23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8904E28" w14:textId="115C68A4" w:rsidR="00D54885" w:rsidRPr="00566863" w:rsidRDefault="00D54885" w:rsidP="00B44E62">
            <w:pPr>
              <w:jc w:val="center"/>
              <w:rPr>
                <w:b/>
                <w:sz w:val="18"/>
                <w:szCs w:val="18"/>
              </w:rPr>
            </w:pPr>
            <w:bookmarkStart w:id="121" w:name="f2r132"/>
            <w:bookmarkEnd w:id="121"/>
          </w:p>
        </w:tc>
        <w:tc>
          <w:tcPr>
            <w:tcW w:w="2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3134D8A" w14:textId="21513B6D" w:rsidR="00D54885" w:rsidRPr="00566863" w:rsidRDefault="00D60820" w:rsidP="00B44E6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110</w:t>
            </w:r>
          </w:p>
        </w:tc>
      </w:tr>
      <w:tr w:rsidR="00D54885" w14:paraId="73D942AE" w14:textId="77777777" w:rsidTr="00B44E62">
        <w:trPr>
          <w:trHeight w:val="284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5F700AD9" w14:textId="77777777" w:rsidR="00D54885" w:rsidRPr="00566863" w:rsidRDefault="00D54885" w:rsidP="00B44E62">
            <w:pPr>
              <w:ind w:firstLineChars="100" w:firstLine="180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прочие расходы по финансовой деятельности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5D19B2" w14:textId="77777777" w:rsidR="00D54885" w:rsidRPr="00566863" w:rsidRDefault="00D54885" w:rsidP="00B44E62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133</w:t>
            </w:r>
          </w:p>
        </w:tc>
        <w:tc>
          <w:tcPr>
            <w:tcW w:w="23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6AFACF6" w14:textId="77777777" w:rsidR="00D54885" w:rsidRPr="00566863" w:rsidRDefault="00D54885" w:rsidP="00B44E62">
            <w:pPr>
              <w:jc w:val="center"/>
              <w:rPr>
                <w:b/>
                <w:sz w:val="18"/>
                <w:szCs w:val="18"/>
              </w:rPr>
            </w:pPr>
            <w:bookmarkStart w:id="122" w:name="f2r133"/>
            <w:bookmarkEnd w:id="122"/>
          </w:p>
        </w:tc>
        <w:tc>
          <w:tcPr>
            <w:tcW w:w="2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C8B3767" w14:textId="77777777" w:rsidR="00D54885" w:rsidRPr="00566863" w:rsidRDefault="00D54885" w:rsidP="00B44E62">
            <w:pPr>
              <w:jc w:val="center"/>
              <w:rPr>
                <w:b/>
                <w:sz w:val="18"/>
                <w:szCs w:val="18"/>
              </w:rPr>
            </w:pPr>
          </w:p>
        </w:tc>
      </w:tr>
    </w:tbl>
    <w:p w14:paraId="70E00C5D" w14:textId="4737C361" w:rsidR="00D54885" w:rsidRDefault="0009648E" w:rsidP="00D54885">
      <w:pPr>
        <w:jc w:val="right"/>
      </w:pPr>
      <w:r>
        <w:t>-</w:t>
      </w:r>
      <w:r w:rsidR="00D54885">
        <w:br w:type="page"/>
      </w:r>
      <w:proofErr w:type="gramStart"/>
      <w:r w:rsidR="00D54885" w:rsidRPr="00856335">
        <w:rPr>
          <w:b/>
          <w:sz w:val="16"/>
        </w:rPr>
        <w:lastRenderedPageBreak/>
        <w:t>Форма  №</w:t>
      </w:r>
      <w:proofErr w:type="gramEnd"/>
      <w:r w:rsidR="00D54885" w:rsidRPr="00856335">
        <w:rPr>
          <w:b/>
          <w:sz w:val="16"/>
        </w:rPr>
        <w:t>2 лист 2</w:t>
      </w:r>
      <w:r w:rsidR="00052A5E">
        <w:rPr>
          <w:b/>
          <w:sz w:val="16"/>
        </w:rPr>
        <w:t>1850</w:t>
      </w:r>
    </w:p>
    <w:tbl>
      <w:tblPr>
        <w:tblW w:w="10512" w:type="dxa"/>
        <w:tblInd w:w="228" w:type="dxa"/>
        <w:tblLook w:val="0000" w:firstRow="0" w:lastRow="0" w:firstColumn="0" w:lastColumn="0" w:noHBand="0" w:noVBand="0"/>
      </w:tblPr>
      <w:tblGrid>
        <w:gridCol w:w="5125"/>
        <w:gridCol w:w="782"/>
        <w:gridCol w:w="2365"/>
        <w:gridCol w:w="2240"/>
      </w:tblGrid>
      <w:tr w:rsidR="00D54885" w14:paraId="0303B706" w14:textId="77777777" w:rsidTr="00B44E62">
        <w:trPr>
          <w:trHeight w:val="270"/>
        </w:trPr>
        <w:tc>
          <w:tcPr>
            <w:tcW w:w="5125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E472F10" w14:textId="77777777" w:rsidR="00D54885" w:rsidRPr="00566863" w:rsidRDefault="00D54885" w:rsidP="00B44E62">
            <w:pPr>
              <w:jc w:val="center"/>
              <w:rPr>
                <w:b/>
                <w:bCs/>
                <w:sz w:val="16"/>
                <w:szCs w:val="16"/>
              </w:rPr>
            </w:pPr>
            <w:r w:rsidRPr="00566863">
              <w:rPr>
                <w:b/>
                <w:bCs/>
                <w:sz w:val="16"/>
                <w:szCs w:val="16"/>
              </w:rPr>
              <w:t>Наименование показателей</w:t>
            </w:r>
          </w:p>
        </w:tc>
        <w:tc>
          <w:tcPr>
            <w:tcW w:w="782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E56C93" w14:textId="77777777" w:rsidR="00D54885" w:rsidRPr="00566863" w:rsidRDefault="00D54885" w:rsidP="00B44E62">
            <w:pPr>
              <w:jc w:val="center"/>
              <w:rPr>
                <w:b/>
                <w:bCs/>
                <w:sz w:val="16"/>
                <w:szCs w:val="16"/>
              </w:rPr>
            </w:pPr>
            <w:r w:rsidRPr="00566863">
              <w:rPr>
                <w:b/>
                <w:bCs/>
                <w:sz w:val="16"/>
                <w:szCs w:val="16"/>
              </w:rPr>
              <w:t>Код строки</w:t>
            </w:r>
          </w:p>
        </w:tc>
        <w:tc>
          <w:tcPr>
            <w:tcW w:w="2365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833597" w14:textId="6C36AC54" w:rsidR="00D54885" w:rsidRPr="00A325B4" w:rsidRDefault="00D54885" w:rsidP="00B44E62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325B4">
              <w:rPr>
                <w:rFonts w:ascii="Times New Roman" w:hAnsi="Times New Roman"/>
                <w:b/>
                <w:sz w:val="16"/>
                <w:szCs w:val="16"/>
              </w:rPr>
              <w:t>За январь-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дека</w:t>
            </w:r>
            <w:r w:rsidRPr="00A325B4">
              <w:rPr>
                <w:rFonts w:ascii="Times New Roman" w:hAnsi="Times New Roman"/>
                <w:b/>
                <w:sz w:val="16"/>
                <w:szCs w:val="16"/>
              </w:rPr>
              <w:t xml:space="preserve">брь </w:t>
            </w:r>
            <w:r w:rsidR="00052A5E">
              <w:rPr>
                <w:rFonts w:ascii="Times New Roman" w:hAnsi="Times New Roman"/>
                <w:b/>
                <w:sz w:val="16"/>
                <w:szCs w:val="16"/>
              </w:rPr>
              <w:t>202</w:t>
            </w:r>
            <w:r w:rsidR="00D60820">
              <w:rPr>
                <w:rFonts w:ascii="Times New Roman" w:hAnsi="Times New Roman"/>
                <w:b/>
                <w:sz w:val="16"/>
                <w:szCs w:val="16"/>
              </w:rPr>
              <w:t>4</w:t>
            </w:r>
            <w:r w:rsidRPr="00A325B4">
              <w:rPr>
                <w:rFonts w:ascii="Times New Roman" w:hAnsi="Times New Roman"/>
                <w:b/>
                <w:sz w:val="16"/>
                <w:szCs w:val="16"/>
              </w:rPr>
              <w:t xml:space="preserve"> г.</w:t>
            </w:r>
          </w:p>
        </w:tc>
        <w:tc>
          <w:tcPr>
            <w:tcW w:w="2240" w:type="dxa"/>
            <w:tcBorders>
              <w:top w:val="doub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53ABDB2A" w14:textId="64D24EEC" w:rsidR="00D54885" w:rsidRPr="00A325B4" w:rsidRDefault="00D54885" w:rsidP="00052A5E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325B4">
              <w:rPr>
                <w:rFonts w:ascii="Times New Roman" w:hAnsi="Times New Roman"/>
                <w:b/>
                <w:sz w:val="16"/>
                <w:szCs w:val="16"/>
              </w:rPr>
              <w:t xml:space="preserve">За январь-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дека</w:t>
            </w:r>
            <w:r w:rsidRPr="00A325B4">
              <w:rPr>
                <w:rFonts w:ascii="Times New Roman" w:hAnsi="Times New Roman"/>
                <w:b/>
                <w:sz w:val="16"/>
                <w:szCs w:val="16"/>
              </w:rPr>
              <w:t xml:space="preserve">брь </w:t>
            </w:r>
            <w:r w:rsidR="00BA75E8">
              <w:rPr>
                <w:rFonts w:ascii="Times New Roman" w:hAnsi="Times New Roman"/>
                <w:b/>
                <w:sz w:val="16"/>
                <w:szCs w:val="16"/>
              </w:rPr>
              <w:t>202</w:t>
            </w:r>
            <w:r w:rsidR="00D60820">
              <w:rPr>
                <w:rFonts w:ascii="Times New Roman" w:hAnsi="Times New Roman"/>
                <w:b/>
                <w:sz w:val="16"/>
                <w:szCs w:val="16"/>
              </w:rPr>
              <w:t>3</w:t>
            </w:r>
            <w:r w:rsidRPr="00A325B4">
              <w:rPr>
                <w:rFonts w:ascii="Times New Roman" w:hAnsi="Times New Roman"/>
                <w:b/>
                <w:sz w:val="16"/>
                <w:szCs w:val="16"/>
              </w:rPr>
              <w:t xml:space="preserve"> г.</w:t>
            </w:r>
          </w:p>
        </w:tc>
      </w:tr>
      <w:tr w:rsidR="00D54885" w14:paraId="680F39EF" w14:textId="77777777" w:rsidTr="00B44E62">
        <w:trPr>
          <w:trHeight w:val="50"/>
        </w:trPr>
        <w:tc>
          <w:tcPr>
            <w:tcW w:w="5125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910FB6" w14:textId="77777777" w:rsidR="00D54885" w:rsidRPr="00566863" w:rsidRDefault="00D54885" w:rsidP="00B44E62">
            <w:pPr>
              <w:jc w:val="center"/>
              <w:rPr>
                <w:b/>
                <w:bCs/>
                <w:sz w:val="16"/>
                <w:szCs w:val="16"/>
              </w:rPr>
            </w:pPr>
            <w:r w:rsidRPr="00566863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8148B3E" w14:textId="77777777" w:rsidR="00D54885" w:rsidRPr="00566863" w:rsidRDefault="00D54885" w:rsidP="00B44E62">
            <w:pPr>
              <w:jc w:val="center"/>
              <w:rPr>
                <w:b/>
                <w:bCs/>
                <w:sz w:val="16"/>
                <w:szCs w:val="16"/>
              </w:rPr>
            </w:pPr>
            <w:r w:rsidRPr="00566863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72E96FF" w14:textId="77777777" w:rsidR="00D54885" w:rsidRPr="00566863" w:rsidRDefault="00D54885" w:rsidP="00B44E62">
            <w:pPr>
              <w:jc w:val="center"/>
              <w:rPr>
                <w:b/>
                <w:bCs/>
                <w:sz w:val="16"/>
                <w:szCs w:val="16"/>
              </w:rPr>
            </w:pPr>
            <w:r w:rsidRPr="00566863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noWrap/>
            <w:vAlign w:val="center"/>
          </w:tcPr>
          <w:p w14:paraId="0163ADCD" w14:textId="77777777" w:rsidR="00D54885" w:rsidRPr="00566863" w:rsidRDefault="00D54885" w:rsidP="00B44E62">
            <w:pPr>
              <w:jc w:val="center"/>
              <w:rPr>
                <w:b/>
                <w:bCs/>
                <w:sz w:val="16"/>
                <w:szCs w:val="16"/>
              </w:rPr>
            </w:pPr>
            <w:r w:rsidRPr="00566863">
              <w:rPr>
                <w:b/>
                <w:bCs/>
                <w:sz w:val="16"/>
                <w:szCs w:val="16"/>
              </w:rPr>
              <w:t>4</w:t>
            </w:r>
          </w:p>
        </w:tc>
      </w:tr>
      <w:tr w:rsidR="00D54885" w14:paraId="602EC1BF" w14:textId="77777777" w:rsidTr="00B44E62">
        <w:trPr>
          <w:trHeight w:val="333"/>
        </w:trPr>
        <w:tc>
          <w:tcPr>
            <w:tcW w:w="512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2B2E62F6" w14:textId="77777777" w:rsidR="00D54885" w:rsidRPr="00566863" w:rsidRDefault="00D54885" w:rsidP="00B44E62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 xml:space="preserve">Прибыль (убыток) от инвестиционной </w:t>
            </w:r>
            <w:proofErr w:type="gramStart"/>
            <w:r w:rsidRPr="00566863">
              <w:rPr>
                <w:sz w:val="18"/>
                <w:szCs w:val="18"/>
              </w:rPr>
              <w:t>и  финансовой</w:t>
            </w:r>
            <w:proofErr w:type="gramEnd"/>
            <w:r w:rsidRPr="00566863">
              <w:rPr>
                <w:sz w:val="18"/>
                <w:szCs w:val="18"/>
              </w:rPr>
              <w:t xml:space="preserve">  деятельности (100 – 110 + 120 – 130)</w:t>
            </w:r>
          </w:p>
        </w:tc>
        <w:tc>
          <w:tcPr>
            <w:tcW w:w="782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975434" w14:textId="77777777" w:rsidR="00D54885" w:rsidRPr="00566863" w:rsidRDefault="00D54885" w:rsidP="00B44E62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140</w:t>
            </w:r>
          </w:p>
        </w:tc>
        <w:tc>
          <w:tcPr>
            <w:tcW w:w="2365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862AC1" w14:textId="6C4EB6A8" w:rsidR="00D54885" w:rsidRPr="00566863" w:rsidRDefault="00D60820" w:rsidP="00B44E62">
            <w:pPr>
              <w:jc w:val="center"/>
              <w:rPr>
                <w:b/>
                <w:sz w:val="18"/>
                <w:szCs w:val="18"/>
              </w:rPr>
            </w:pPr>
            <w:bookmarkStart w:id="123" w:name="f2r140"/>
            <w:bookmarkEnd w:id="123"/>
            <w:r>
              <w:rPr>
                <w:b/>
                <w:sz w:val="18"/>
                <w:szCs w:val="18"/>
              </w:rPr>
              <w:t>-318</w:t>
            </w:r>
          </w:p>
        </w:tc>
        <w:tc>
          <w:tcPr>
            <w:tcW w:w="2240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22FC1D" w14:textId="5B721DE4" w:rsidR="00D54885" w:rsidRPr="00566863" w:rsidRDefault="00D60820" w:rsidP="00B44E6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-531</w:t>
            </w:r>
          </w:p>
        </w:tc>
      </w:tr>
      <w:tr w:rsidR="00D54885" w14:paraId="18374A74" w14:textId="77777777" w:rsidTr="00B44E62">
        <w:trPr>
          <w:trHeight w:val="200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7CCB94B9" w14:textId="77777777" w:rsidR="00D54885" w:rsidRPr="00566863" w:rsidRDefault="00D54885" w:rsidP="00B44E62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Прибыль (убыток) до налогообложения (± 090 ± 140)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158355" w14:textId="77777777" w:rsidR="00D54885" w:rsidRPr="00566863" w:rsidRDefault="00D54885" w:rsidP="00B44E62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150</w:t>
            </w:r>
          </w:p>
        </w:tc>
        <w:tc>
          <w:tcPr>
            <w:tcW w:w="2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5C0CC0" w14:textId="1B9C1DB6" w:rsidR="00D54885" w:rsidRPr="00566863" w:rsidRDefault="00D60820" w:rsidP="00B44E62">
            <w:pPr>
              <w:jc w:val="center"/>
              <w:rPr>
                <w:b/>
                <w:sz w:val="18"/>
                <w:szCs w:val="18"/>
              </w:rPr>
            </w:pPr>
            <w:bookmarkStart w:id="124" w:name="f2r150"/>
            <w:bookmarkEnd w:id="124"/>
            <w:r>
              <w:rPr>
                <w:b/>
                <w:sz w:val="18"/>
                <w:szCs w:val="18"/>
              </w:rPr>
              <w:t>2765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61F66C" w14:textId="36DF4BE8" w:rsidR="00D54885" w:rsidRPr="00566863" w:rsidRDefault="00D60820" w:rsidP="00B44E6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2383</w:t>
            </w:r>
          </w:p>
        </w:tc>
      </w:tr>
      <w:tr w:rsidR="00D54885" w14:paraId="51B03F13" w14:textId="77777777" w:rsidTr="00B44E62">
        <w:trPr>
          <w:trHeight w:val="100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1C3006FB" w14:textId="77777777" w:rsidR="00D54885" w:rsidRPr="00566863" w:rsidRDefault="00D54885" w:rsidP="00B44E62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Налог на прибыль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887F8E" w14:textId="77777777" w:rsidR="00D54885" w:rsidRPr="00566863" w:rsidRDefault="00D54885" w:rsidP="00B44E62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160</w:t>
            </w:r>
          </w:p>
        </w:tc>
        <w:tc>
          <w:tcPr>
            <w:tcW w:w="2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926985" w14:textId="77777777" w:rsidR="00D54885" w:rsidRPr="00566863" w:rsidRDefault="00D54885" w:rsidP="00B44E62">
            <w:pPr>
              <w:jc w:val="center"/>
              <w:rPr>
                <w:b/>
                <w:sz w:val="18"/>
                <w:szCs w:val="18"/>
              </w:rPr>
            </w:pPr>
            <w:bookmarkStart w:id="125" w:name="f2r160"/>
            <w:bookmarkEnd w:id="125"/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E6BB66" w14:textId="77777777" w:rsidR="00D54885" w:rsidRPr="00566863" w:rsidRDefault="00D54885" w:rsidP="00B44E62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D54885" w14:paraId="0BD4CD1D" w14:textId="77777777" w:rsidTr="00B44E62">
        <w:trPr>
          <w:trHeight w:val="122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7170A207" w14:textId="77777777" w:rsidR="00D54885" w:rsidRPr="00566863" w:rsidRDefault="00D54885" w:rsidP="00B44E62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Изменение отложенных налоговых активов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904D67D" w14:textId="77777777" w:rsidR="00D54885" w:rsidRPr="00566863" w:rsidRDefault="00D54885" w:rsidP="00B44E62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170</w:t>
            </w:r>
          </w:p>
        </w:tc>
        <w:tc>
          <w:tcPr>
            <w:tcW w:w="2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A53B46" w14:textId="77777777" w:rsidR="00D54885" w:rsidRPr="00566863" w:rsidRDefault="00D54885" w:rsidP="00B44E62">
            <w:pPr>
              <w:jc w:val="center"/>
              <w:rPr>
                <w:b/>
                <w:sz w:val="18"/>
                <w:szCs w:val="18"/>
              </w:rPr>
            </w:pPr>
            <w:bookmarkStart w:id="126" w:name="f2r170"/>
            <w:bookmarkEnd w:id="126"/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DFB94E" w14:textId="77777777" w:rsidR="00D54885" w:rsidRPr="00566863" w:rsidRDefault="00D54885" w:rsidP="00B44E62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D54885" w14:paraId="0C3971A3" w14:textId="77777777" w:rsidTr="00B44E62">
        <w:trPr>
          <w:trHeight w:val="167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7DCD9B09" w14:textId="77777777" w:rsidR="00D54885" w:rsidRPr="00566863" w:rsidRDefault="00D54885" w:rsidP="00B44E62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Изменение отложенных налоговых обязательств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C1AFBD" w14:textId="77777777" w:rsidR="00D54885" w:rsidRPr="00566863" w:rsidRDefault="00D54885" w:rsidP="00B44E62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180</w:t>
            </w:r>
          </w:p>
        </w:tc>
        <w:tc>
          <w:tcPr>
            <w:tcW w:w="2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7FCF16" w14:textId="77777777" w:rsidR="00D54885" w:rsidRPr="00566863" w:rsidRDefault="00D54885" w:rsidP="00B44E62">
            <w:pPr>
              <w:jc w:val="center"/>
              <w:rPr>
                <w:b/>
                <w:sz w:val="18"/>
                <w:szCs w:val="18"/>
              </w:rPr>
            </w:pPr>
            <w:bookmarkStart w:id="127" w:name="f2r180"/>
            <w:bookmarkEnd w:id="127"/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384845" w14:textId="77777777" w:rsidR="00D54885" w:rsidRPr="00566863" w:rsidRDefault="00D54885" w:rsidP="00B44E62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D54885" w14:paraId="753FE2E9" w14:textId="77777777" w:rsidTr="00B44E62">
        <w:trPr>
          <w:trHeight w:val="200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12C92347" w14:textId="77777777" w:rsidR="00D54885" w:rsidRPr="00566863" w:rsidRDefault="00D54885" w:rsidP="00B44E62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Прочие налоги и сборы, исчисляемые из прибыли (дохода)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5B22F3" w14:textId="77777777" w:rsidR="00D54885" w:rsidRPr="00566863" w:rsidRDefault="00D54885" w:rsidP="00B44E62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190</w:t>
            </w:r>
          </w:p>
        </w:tc>
        <w:tc>
          <w:tcPr>
            <w:tcW w:w="2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589B0B" w14:textId="77777777" w:rsidR="00D54885" w:rsidRPr="00566863" w:rsidRDefault="00D54885" w:rsidP="00B44E62">
            <w:pPr>
              <w:jc w:val="center"/>
              <w:rPr>
                <w:b/>
                <w:sz w:val="18"/>
                <w:szCs w:val="18"/>
              </w:rPr>
            </w:pPr>
            <w:bookmarkStart w:id="128" w:name="f2r190"/>
            <w:bookmarkEnd w:id="128"/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40DBE0" w14:textId="77777777" w:rsidR="00D54885" w:rsidRPr="00566863" w:rsidRDefault="00D54885" w:rsidP="00B44E62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D54885" w14:paraId="7CCFC5F6" w14:textId="77777777" w:rsidTr="00B44E62">
        <w:trPr>
          <w:trHeight w:val="163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2EF0E9E0" w14:textId="77777777" w:rsidR="00D54885" w:rsidRPr="00566863" w:rsidRDefault="00D54885" w:rsidP="00B44E62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Прочие платежи, исчисляемые из прибыли (дохода)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48F922" w14:textId="77777777" w:rsidR="00D54885" w:rsidRPr="00566863" w:rsidRDefault="00D54885" w:rsidP="00B44E62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200</w:t>
            </w:r>
          </w:p>
        </w:tc>
        <w:tc>
          <w:tcPr>
            <w:tcW w:w="2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8A877C" w14:textId="77777777" w:rsidR="00D54885" w:rsidRPr="00566863" w:rsidRDefault="00D54885" w:rsidP="00B44E62">
            <w:pPr>
              <w:jc w:val="center"/>
              <w:rPr>
                <w:b/>
                <w:sz w:val="18"/>
                <w:szCs w:val="18"/>
              </w:rPr>
            </w:pPr>
            <w:bookmarkStart w:id="129" w:name="f2r200"/>
            <w:bookmarkEnd w:id="129"/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7C7CE3" w14:textId="77777777" w:rsidR="00D54885" w:rsidRPr="00566863" w:rsidRDefault="00D54885" w:rsidP="00B44E62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D54885" w14:paraId="73B493D7" w14:textId="77777777" w:rsidTr="00B44E62">
        <w:trPr>
          <w:trHeight w:val="302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49EA62BC" w14:textId="77777777" w:rsidR="00D54885" w:rsidRPr="00566863" w:rsidRDefault="00D54885" w:rsidP="00B44E62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 xml:space="preserve">Чистая прибыль (убыток) </w:t>
            </w:r>
            <w:r w:rsidRPr="00566863">
              <w:rPr>
                <w:sz w:val="18"/>
                <w:szCs w:val="18"/>
              </w:rPr>
              <w:br/>
              <w:t>(± 150 – 160 ± 170 ± 180 – 190-200)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DA9426" w14:textId="77777777" w:rsidR="00D54885" w:rsidRPr="00566863" w:rsidRDefault="00D54885" w:rsidP="00B44E62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210</w:t>
            </w:r>
          </w:p>
        </w:tc>
        <w:tc>
          <w:tcPr>
            <w:tcW w:w="2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724514" w14:textId="3B0E6B45" w:rsidR="00D54885" w:rsidRPr="00566863" w:rsidRDefault="00D60820" w:rsidP="00B44E62">
            <w:pPr>
              <w:jc w:val="center"/>
              <w:rPr>
                <w:b/>
                <w:sz w:val="18"/>
                <w:szCs w:val="18"/>
              </w:rPr>
            </w:pPr>
            <w:bookmarkStart w:id="130" w:name="f2r210"/>
            <w:bookmarkEnd w:id="130"/>
            <w:r>
              <w:rPr>
                <w:b/>
                <w:sz w:val="18"/>
                <w:szCs w:val="18"/>
              </w:rPr>
              <w:t>2765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D0F0DA" w14:textId="6BD9C8B7" w:rsidR="00D54885" w:rsidRPr="00566863" w:rsidRDefault="00D60820" w:rsidP="00B44E6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2383</w:t>
            </w:r>
          </w:p>
        </w:tc>
      </w:tr>
      <w:tr w:rsidR="00D54885" w14:paraId="2E5533E2" w14:textId="77777777" w:rsidTr="00B44E62">
        <w:trPr>
          <w:trHeight w:val="397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7198853B" w14:textId="77777777" w:rsidR="00D54885" w:rsidRPr="00566863" w:rsidRDefault="00D54885" w:rsidP="00B44E62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Результат от переоценки долгосрочных активов, не включаемый в чистую прибыль (убыток)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3C1875" w14:textId="77777777" w:rsidR="00D54885" w:rsidRPr="00566863" w:rsidRDefault="00D54885" w:rsidP="00B44E62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220</w:t>
            </w:r>
          </w:p>
        </w:tc>
        <w:tc>
          <w:tcPr>
            <w:tcW w:w="2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82E2E6" w14:textId="73031FFD" w:rsidR="00D54885" w:rsidRPr="00566863" w:rsidRDefault="00D60820" w:rsidP="00B44E62">
            <w:pPr>
              <w:jc w:val="center"/>
              <w:rPr>
                <w:b/>
                <w:sz w:val="18"/>
                <w:szCs w:val="18"/>
              </w:rPr>
            </w:pPr>
            <w:bookmarkStart w:id="131" w:name="f2r220"/>
            <w:bookmarkEnd w:id="131"/>
            <w:r>
              <w:rPr>
                <w:b/>
                <w:sz w:val="18"/>
                <w:szCs w:val="18"/>
              </w:rPr>
              <w:t>527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475358" w14:textId="7DB8EB6A" w:rsidR="00D54885" w:rsidRPr="00566863" w:rsidRDefault="00D60820" w:rsidP="00B44E6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369</w:t>
            </w:r>
          </w:p>
        </w:tc>
      </w:tr>
      <w:tr w:rsidR="00D54885" w14:paraId="2624DFCF" w14:textId="77777777" w:rsidTr="00B44E62">
        <w:trPr>
          <w:trHeight w:val="178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15B42192" w14:textId="77777777" w:rsidR="00D54885" w:rsidRPr="00566863" w:rsidRDefault="00D54885" w:rsidP="00B44E62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Результат от прочих операций, не включаемый в чистую прибыль (убыток)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78A7EB" w14:textId="77777777" w:rsidR="00D54885" w:rsidRPr="00566863" w:rsidRDefault="00D54885" w:rsidP="00B44E62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230</w:t>
            </w:r>
          </w:p>
        </w:tc>
        <w:tc>
          <w:tcPr>
            <w:tcW w:w="2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CEBFF5" w14:textId="77777777" w:rsidR="00D54885" w:rsidRPr="00566863" w:rsidRDefault="00D54885" w:rsidP="00B44E62">
            <w:pPr>
              <w:jc w:val="center"/>
              <w:rPr>
                <w:b/>
                <w:sz w:val="18"/>
                <w:szCs w:val="18"/>
              </w:rPr>
            </w:pPr>
            <w:bookmarkStart w:id="132" w:name="f2r230"/>
            <w:bookmarkEnd w:id="132"/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A6EED3" w14:textId="77777777" w:rsidR="00D54885" w:rsidRPr="00566863" w:rsidRDefault="00D54885" w:rsidP="00B44E62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D54885" w14:paraId="645077E1" w14:textId="77777777" w:rsidTr="00B44E62">
        <w:trPr>
          <w:trHeight w:val="229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6FAAC2CA" w14:textId="77777777" w:rsidR="00D54885" w:rsidRPr="00566863" w:rsidRDefault="00D54885" w:rsidP="00B44E62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Совокупная прибыль (убыток) (± 210 ± 220 ± 230)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FFC13D" w14:textId="77777777" w:rsidR="00D54885" w:rsidRPr="00566863" w:rsidRDefault="00D54885" w:rsidP="00B44E62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240</w:t>
            </w:r>
          </w:p>
        </w:tc>
        <w:tc>
          <w:tcPr>
            <w:tcW w:w="2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A4EC64" w14:textId="15332489" w:rsidR="00D54885" w:rsidRPr="00566863" w:rsidRDefault="00D60820" w:rsidP="00B44E62">
            <w:pPr>
              <w:jc w:val="center"/>
              <w:rPr>
                <w:b/>
                <w:sz w:val="18"/>
                <w:szCs w:val="18"/>
              </w:rPr>
            </w:pPr>
            <w:bookmarkStart w:id="133" w:name="f2r240"/>
            <w:bookmarkEnd w:id="133"/>
            <w:r>
              <w:rPr>
                <w:b/>
                <w:sz w:val="18"/>
                <w:szCs w:val="18"/>
              </w:rPr>
              <w:t>3292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0DB11C" w14:textId="25E31908" w:rsidR="00D54885" w:rsidRPr="00566863" w:rsidRDefault="00D60820" w:rsidP="00B44E6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2752</w:t>
            </w:r>
          </w:p>
        </w:tc>
      </w:tr>
      <w:tr w:rsidR="00D54885" w14:paraId="67E7E962" w14:textId="77777777" w:rsidTr="00B44E62">
        <w:trPr>
          <w:trHeight w:val="120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7E13E48D" w14:textId="77777777" w:rsidR="00D54885" w:rsidRPr="00566863" w:rsidRDefault="00D54885" w:rsidP="00B44E62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Базовая прибыль (убыток) на акцию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33F20D" w14:textId="77777777" w:rsidR="00D54885" w:rsidRPr="00566863" w:rsidRDefault="00D54885" w:rsidP="00B44E62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250</w:t>
            </w:r>
          </w:p>
        </w:tc>
        <w:tc>
          <w:tcPr>
            <w:tcW w:w="2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FD9CE3D" w14:textId="77777777" w:rsidR="00D54885" w:rsidRPr="00566863" w:rsidRDefault="00D54885" w:rsidP="00B44E62">
            <w:pPr>
              <w:jc w:val="center"/>
              <w:rPr>
                <w:b/>
                <w:sz w:val="18"/>
                <w:szCs w:val="18"/>
              </w:rPr>
            </w:pPr>
            <w:bookmarkStart w:id="134" w:name="f2r250"/>
            <w:bookmarkEnd w:id="134"/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1C9DB1D" w14:textId="77777777" w:rsidR="00D54885" w:rsidRPr="00566863" w:rsidRDefault="00D54885" w:rsidP="00B44E62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D54885" w14:paraId="1C1CE24A" w14:textId="77777777" w:rsidTr="00B44E62">
        <w:trPr>
          <w:trHeight w:val="165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46F14C90" w14:textId="77777777" w:rsidR="00D54885" w:rsidRPr="00566863" w:rsidRDefault="00D54885" w:rsidP="00B44E62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Разводненная прибыль (убыток) на акцию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1302BC" w14:textId="77777777" w:rsidR="00D54885" w:rsidRPr="00566863" w:rsidRDefault="00D54885" w:rsidP="00B44E62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260</w:t>
            </w:r>
          </w:p>
        </w:tc>
        <w:tc>
          <w:tcPr>
            <w:tcW w:w="2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E5CB8A5" w14:textId="77777777" w:rsidR="00D54885" w:rsidRPr="00566863" w:rsidRDefault="00D54885" w:rsidP="00B44E62">
            <w:pPr>
              <w:jc w:val="center"/>
              <w:rPr>
                <w:b/>
                <w:sz w:val="18"/>
                <w:szCs w:val="18"/>
              </w:rPr>
            </w:pPr>
            <w:bookmarkStart w:id="135" w:name="f2r260"/>
            <w:bookmarkEnd w:id="135"/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6245D51" w14:textId="77777777" w:rsidR="00D54885" w:rsidRPr="00566863" w:rsidRDefault="00D54885" w:rsidP="00B44E62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D54885" w14:paraId="513747F8" w14:textId="77777777" w:rsidTr="00B44E62">
        <w:trPr>
          <w:trHeight w:val="397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220002" w14:textId="77777777" w:rsidR="00D54885" w:rsidRPr="00566863" w:rsidRDefault="00D54885" w:rsidP="00B44E62">
            <w:pPr>
              <w:rPr>
                <w:sz w:val="18"/>
                <w:szCs w:val="18"/>
              </w:rPr>
            </w:pPr>
            <w:proofErr w:type="gramStart"/>
            <w:r w:rsidRPr="00566863">
              <w:rPr>
                <w:sz w:val="18"/>
                <w:szCs w:val="18"/>
              </w:rPr>
              <w:t>Количество  организаций</w:t>
            </w:r>
            <w:proofErr w:type="gramEnd"/>
            <w:r w:rsidRPr="00566863">
              <w:rPr>
                <w:sz w:val="18"/>
                <w:szCs w:val="18"/>
              </w:rPr>
              <w:t xml:space="preserve"> получивших прибыль по конечному финансовому результату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671F60" w14:textId="77777777" w:rsidR="00D54885" w:rsidRPr="00566863" w:rsidRDefault="00D54885" w:rsidP="00B44E62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270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92B66C3" w14:textId="14440E58" w:rsidR="00D54885" w:rsidRPr="00566863" w:rsidRDefault="00D60820" w:rsidP="00B44E62">
            <w:pPr>
              <w:jc w:val="center"/>
              <w:rPr>
                <w:b/>
                <w:sz w:val="18"/>
                <w:szCs w:val="18"/>
              </w:rPr>
            </w:pPr>
            <w:bookmarkStart w:id="136" w:name="f2r270"/>
            <w:bookmarkEnd w:id="13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1122C39" w14:textId="11E6EF8F" w:rsidR="00D54885" w:rsidRPr="00566863" w:rsidRDefault="00D60820" w:rsidP="00B44E6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</w:tr>
      <w:tr w:rsidR="00D54885" w14:paraId="20A96D4E" w14:textId="77777777" w:rsidTr="00B44E62">
        <w:trPr>
          <w:trHeight w:val="319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D0D6F3" w14:textId="77777777" w:rsidR="00D54885" w:rsidRPr="00566863" w:rsidRDefault="00D54885" w:rsidP="00B44E62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Сумма полученной прибыли по конечному финансовому результату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D30AA8" w14:textId="77777777" w:rsidR="00D54885" w:rsidRPr="00566863" w:rsidRDefault="00D54885" w:rsidP="00B44E62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270а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94CBBD4" w14:textId="5893C60F" w:rsidR="00D54885" w:rsidRPr="00566863" w:rsidRDefault="00D60820" w:rsidP="00B44E62">
            <w:pPr>
              <w:jc w:val="center"/>
              <w:rPr>
                <w:b/>
                <w:sz w:val="18"/>
                <w:szCs w:val="18"/>
              </w:rPr>
            </w:pPr>
            <w:bookmarkStart w:id="137" w:name="f2r270A"/>
            <w:bookmarkEnd w:id="137"/>
            <w:r>
              <w:rPr>
                <w:b/>
                <w:sz w:val="18"/>
                <w:szCs w:val="18"/>
              </w:rPr>
              <w:t>2765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FCE83F7" w14:textId="098157CF" w:rsidR="00D54885" w:rsidRPr="00566863" w:rsidRDefault="00D60820" w:rsidP="00B44E6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2383</w:t>
            </w:r>
          </w:p>
        </w:tc>
      </w:tr>
      <w:tr w:rsidR="00D54885" w14:paraId="6A54BE3E" w14:textId="77777777" w:rsidTr="00B44E62">
        <w:trPr>
          <w:trHeight w:val="397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D30342" w14:textId="77777777" w:rsidR="00D54885" w:rsidRPr="00566863" w:rsidRDefault="00D54885" w:rsidP="00B44E62">
            <w:pPr>
              <w:rPr>
                <w:sz w:val="18"/>
                <w:szCs w:val="18"/>
              </w:rPr>
            </w:pPr>
            <w:proofErr w:type="gramStart"/>
            <w:r w:rsidRPr="00566863">
              <w:rPr>
                <w:sz w:val="18"/>
                <w:szCs w:val="18"/>
              </w:rPr>
              <w:t>Количество  организаций</w:t>
            </w:r>
            <w:proofErr w:type="gramEnd"/>
            <w:r w:rsidRPr="00566863">
              <w:rPr>
                <w:sz w:val="18"/>
                <w:szCs w:val="18"/>
              </w:rPr>
              <w:t xml:space="preserve"> получивших убыток по конечному финансовому результату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30BE1D" w14:textId="77777777" w:rsidR="00D54885" w:rsidRPr="00566863" w:rsidRDefault="00D54885" w:rsidP="00B44E62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280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8FA2EC9" w14:textId="77777777" w:rsidR="00D54885" w:rsidRPr="00566863" w:rsidRDefault="00D54885" w:rsidP="00B44E62">
            <w:pPr>
              <w:jc w:val="center"/>
              <w:rPr>
                <w:b/>
                <w:sz w:val="18"/>
                <w:szCs w:val="18"/>
              </w:rPr>
            </w:pPr>
            <w:bookmarkStart w:id="138" w:name="f2r280"/>
            <w:bookmarkEnd w:id="138"/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0E19D1B" w14:textId="77777777" w:rsidR="00D54885" w:rsidRPr="00566863" w:rsidRDefault="00D54885" w:rsidP="00B44E62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D54885" w14:paraId="4EA1E64C" w14:textId="77777777" w:rsidTr="00B44E62">
        <w:trPr>
          <w:trHeight w:val="397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133B86" w14:textId="77777777" w:rsidR="00D54885" w:rsidRPr="00566863" w:rsidRDefault="00D54885" w:rsidP="00B44E62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Сумма полученного убытка по конечному финансовому результату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DF514F" w14:textId="77777777" w:rsidR="00D54885" w:rsidRPr="00566863" w:rsidRDefault="00D54885" w:rsidP="00B44E62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280а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E3EFE11" w14:textId="77777777" w:rsidR="00D54885" w:rsidRPr="00566863" w:rsidRDefault="00D54885" w:rsidP="00B44E62">
            <w:pPr>
              <w:jc w:val="center"/>
              <w:rPr>
                <w:b/>
                <w:sz w:val="18"/>
                <w:szCs w:val="18"/>
              </w:rPr>
            </w:pPr>
            <w:bookmarkStart w:id="139" w:name="f2r280A"/>
            <w:bookmarkEnd w:id="139"/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1A5BF20" w14:textId="77777777" w:rsidR="00D54885" w:rsidRPr="00566863" w:rsidRDefault="00D54885" w:rsidP="00B44E62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D54885" w14:paraId="21EBF0DC" w14:textId="77777777" w:rsidTr="00B44E62">
        <w:trPr>
          <w:trHeight w:val="397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0CC9E1" w14:textId="77777777" w:rsidR="00D54885" w:rsidRPr="00566863" w:rsidRDefault="00D54885" w:rsidP="00B44E62">
            <w:pPr>
              <w:rPr>
                <w:sz w:val="18"/>
                <w:szCs w:val="18"/>
              </w:rPr>
            </w:pPr>
            <w:proofErr w:type="gramStart"/>
            <w:r w:rsidRPr="00566863">
              <w:rPr>
                <w:sz w:val="18"/>
                <w:szCs w:val="18"/>
              </w:rPr>
              <w:t>Количество  организаций</w:t>
            </w:r>
            <w:proofErr w:type="gramEnd"/>
            <w:r w:rsidRPr="00566863">
              <w:rPr>
                <w:sz w:val="18"/>
                <w:szCs w:val="18"/>
              </w:rPr>
              <w:t xml:space="preserve"> получивших прибыль по конечному финансовому результату, без учета государственной поддержки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9A97AA0" w14:textId="77777777" w:rsidR="00D54885" w:rsidRPr="00566863" w:rsidRDefault="00D54885" w:rsidP="00B44E62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290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5D24DAE" w14:textId="42126296" w:rsidR="00D54885" w:rsidRPr="00566863" w:rsidRDefault="00D60820" w:rsidP="00B44E62">
            <w:pPr>
              <w:jc w:val="center"/>
              <w:rPr>
                <w:b/>
                <w:sz w:val="18"/>
                <w:szCs w:val="18"/>
              </w:rPr>
            </w:pPr>
            <w:bookmarkStart w:id="140" w:name="f2r290"/>
            <w:bookmarkEnd w:id="14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FFAC1DD" w14:textId="565CEBC8" w:rsidR="00D54885" w:rsidRPr="00566863" w:rsidRDefault="00D60820" w:rsidP="00B44E6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</w:tr>
      <w:tr w:rsidR="00D54885" w14:paraId="2D1EEECE" w14:textId="77777777" w:rsidTr="00B44E62">
        <w:trPr>
          <w:trHeight w:val="397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83FCE3" w14:textId="77777777" w:rsidR="00D54885" w:rsidRPr="00566863" w:rsidRDefault="00D54885" w:rsidP="00B44E62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Сумма полученной прибыли по конечному финансовому результату, без учета государственной поддержки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898FEB" w14:textId="77777777" w:rsidR="00D54885" w:rsidRPr="00566863" w:rsidRDefault="00D54885" w:rsidP="00B44E62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290а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D63032A" w14:textId="11DA7A8D" w:rsidR="00D54885" w:rsidRPr="00566863" w:rsidRDefault="00D60820" w:rsidP="00B44E62">
            <w:pPr>
              <w:jc w:val="center"/>
              <w:rPr>
                <w:b/>
                <w:sz w:val="18"/>
                <w:szCs w:val="18"/>
              </w:rPr>
            </w:pPr>
            <w:bookmarkStart w:id="141" w:name="f"/>
            <w:bookmarkStart w:id="142" w:name="f2r290A"/>
            <w:bookmarkEnd w:id="141"/>
            <w:bookmarkEnd w:id="142"/>
            <w:r>
              <w:rPr>
                <w:b/>
                <w:sz w:val="18"/>
                <w:szCs w:val="18"/>
              </w:rPr>
              <w:t>2285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A7D1F19" w14:textId="11CADAC2" w:rsidR="00D54885" w:rsidRPr="00566863" w:rsidRDefault="00D60820" w:rsidP="00B44E6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1733</w:t>
            </w:r>
          </w:p>
        </w:tc>
      </w:tr>
      <w:tr w:rsidR="00D54885" w14:paraId="7E219247" w14:textId="77777777" w:rsidTr="00B44E62">
        <w:trPr>
          <w:trHeight w:val="471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BC1DE5" w14:textId="77777777" w:rsidR="00D54885" w:rsidRPr="00566863" w:rsidRDefault="00D54885" w:rsidP="00B44E62">
            <w:pPr>
              <w:rPr>
                <w:sz w:val="18"/>
                <w:szCs w:val="18"/>
              </w:rPr>
            </w:pPr>
            <w:proofErr w:type="gramStart"/>
            <w:r w:rsidRPr="00566863">
              <w:rPr>
                <w:sz w:val="18"/>
                <w:szCs w:val="18"/>
              </w:rPr>
              <w:t>Количество  организаций</w:t>
            </w:r>
            <w:proofErr w:type="gramEnd"/>
            <w:r w:rsidRPr="00566863">
              <w:rPr>
                <w:sz w:val="18"/>
                <w:szCs w:val="18"/>
              </w:rPr>
              <w:t xml:space="preserve"> получивших убыток по конечному финансовому результату, без учета государственной поддержки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D3917D" w14:textId="77777777" w:rsidR="00D54885" w:rsidRPr="00566863" w:rsidRDefault="00D54885" w:rsidP="00B44E62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295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4814432" w14:textId="77777777" w:rsidR="00D54885" w:rsidRPr="00566863" w:rsidRDefault="00D54885" w:rsidP="00B44E62">
            <w:pPr>
              <w:jc w:val="center"/>
              <w:rPr>
                <w:b/>
                <w:sz w:val="18"/>
                <w:szCs w:val="18"/>
              </w:rPr>
            </w:pPr>
            <w:bookmarkStart w:id="143" w:name="f2r295"/>
            <w:bookmarkEnd w:id="143"/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E221F8E" w14:textId="77777777" w:rsidR="00D54885" w:rsidRPr="00566863" w:rsidRDefault="00D54885" w:rsidP="00B44E62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D54885" w14:paraId="3581143B" w14:textId="77777777" w:rsidTr="00B44E62">
        <w:trPr>
          <w:trHeight w:val="290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F5AC32" w14:textId="77777777" w:rsidR="00D54885" w:rsidRPr="00566863" w:rsidRDefault="00D54885" w:rsidP="00B44E62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Сумма полученного убытка по конечному финансовому результату, без учета государственной поддержки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DBE47D" w14:textId="77777777" w:rsidR="00D54885" w:rsidRPr="00566863" w:rsidRDefault="00D54885" w:rsidP="00B44E62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295а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5D95F96" w14:textId="77777777" w:rsidR="00D54885" w:rsidRPr="00566863" w:rsidRDefault="00D54885" w:rsidP="00B44E62">
            <w:pPr>
              <w:jc w:val="center"/>
              <w:rPr>
                <w:b/>
                <w:sz w:val="18"/>
                <w:szCs w:val="18"/>
              </w:rPr>
            </w:pPr>
            <w:bookmarkStart w:id="144" w:name="f2r295A"/>
            <w:bookmarkEnd w:id="144"/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F34BE9B" w14:textId="77777777" w:rsidR="00D54885" w:rsidRPr="00566863" w:rsidRDefault="00D54885" w:rsidP="00B44E62">
            <w:pPr>
              <w:jc w:val="center"/>
              <w:rPr>
                <w:b/>
                <w:sz w:val="18"/>
                <w:szCs w:val="18"/>
              </w:rPr>
            </w:pPr>
          </w:p>
        </w:tc>
      </w:tr>
    </w:tbl>
    <w:p w14:paraId="33F1DFB2" w14:textId="77777777" w:rsidR="00D54885" w:rsidRPr="006D3694" w:rsidRDefault="00D54885" w:rsidP="00D54885">
      <w:pPr>
        <w:pStyle w:val="a3"/>
        <w:widowControl w:val="0"/>
        <w:rPr>
          <w:rFonts w:ascii="Times New Roman" w:hAnsi="Times New Roman"/>
          <w:sz w:val="16"/>
        </w:rPr>
      </w:pPr>
    </w:p>
    <w:tbl>
      <w:tblPr>
        <w:tblW w:w="10540" w:type="dxa"/>
        <w:tblInd w:w="228" w:type="dxa"/>
        <w:tblLayout w:type="fixed"/>
        <w:tblLook w:val="0000" w:firstRow="0" w:lastRow="0" w:firstColumn="0" w:lastColumn="0" w:noHBand="0" w:noVBand="0"/>
      </w:tblPr>
      <w:tblGrid>
        <w:gridCol w:w="5834"/>
        <w:gridCol w:w="605"/>
        <w:gridCol w:w="1096"/>
        <w:gridCol w:w="1006"/>
        <w:gridCol w:w="978"/>
        <w:gridCol w:w="1021"/>
      </w:tblGrid>
      <w:tr w:rsidR="00D54885" w14:paraId="0EE5AE54" w14:textId="77777777" w:rsidTr="00B44E62">
        <w:trPr>
          <w:trHeight w:val="165"/>
        </w:trPr>
        <w:tc>
          <w:tcPr>
            <w:tcW w:w="10540" w:type="dxa"/>
            <w:gridSpan w:val="6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000000" w:fill="FFFFFF"/>
            <w:vAlign w:val="center"/>
          </w:tcPr>
          <w:p w14:paraId="611F7558" w14:textId="77777777" w:rsidR="00D54885" w:rsidRPr="00566863" w:rsidRDefault="00D54885" w:rsidP="00B44E62">
            <w:pPr>
              <w:jc w:val="center"/>
              <w:rPr>
                <w:b/>
                <w:bCs/>
                <w:sz w:val="16"/>
                <w:szCs w:val="16"/>
              </w:rPr>
            </w:pPr>
            <w:r w:rsidRPr="00566863">
              <w:rPr>
                <w:b/>
                <w:bCs/>
                <w:sz w:val="16"/>
                <w:szCs w:val="16"/>
              </w:rPr>
              <w:t>Расшифровка прочих доходов и расходов по текущей деятельности</w:t>
            </w:r>
          </w:p>
        </w:tc>
      </w:tr>
      <w:tr w:rsidR="00D54885" w14:paraId="13C2AF9A" w14:textId="77777777" w:rsidTr="00B44E62">
        <w:trPr>
          <w:trHeight w:val="209"/>
        </w:trPr>
        <w:tc>
          <w:tcPr>
            <w:tcW w:w="6439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1C5D7B93" w14:textId="77777777" w:rsidR="00D54885" w:rsidRPr="00566863" w:rsidRDefault="00D54885" w:rsidP="00B44E62">
            <w:pPr>
              <w:jc w:val="center"/>
              <w:rPr>
                <w:b/>
                <w:sz w:val="16"/>
                <w:szCs w:val="16"/>
              </w:rPr>
            </w:pPr>
            <w:r w:rsidRPr="00566863">
              <w:rPr>
                <w:b/>
                <w:sz w:val="16"/>
                <w:szCs w:val="16"/>
              </w:rPr>
              <w:t>Показатель</w:t>
            </w:r>
          </w:p>
        </w:tc>
        <w:tc>
          <w:tcPr>
            <w:tcW w:w="21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95A6C93" w14:textId="77777777" w:rsidR="00D54885" w:rsidRPr="00566863" w:rsidRDefault="00D54885" w:rsidP="00B44E62">
            <w:pPr>
              <w:jc w:val="center"/>
              <w:rPr>
                <w:b/>
                <w:sz w:val="16"/>
                <w:szCs w:val="16"/>
              </w:rPr>
            </w:pPr>
            <w:r w:rsidRPr="00566863">
              <w:rPr>
                <w:b/>
                <w:sz w:val="16"/>
                <w:szCs w:val="16"/>
              </w:rPr>
              <w:t xml:space="preserve"> За отчетный период </w:t>
            </w:r>
          </w:p>
        </w:tc>
        <w:tc>
          <w:tcPr>
            <w:tcW w:w="19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000000" w:fill="FFFFFF"/>
            <w:vAlign w:val="center"/>
          </w:tcPr>
          <w:p w14:paraId="2D0429C2" w14:textId="77777777" w:rsidR="00D54885" w:rsidRPr="00566863" w:rsidRDefault="00D54885" w:rsidP="00B44E62">
            <w:pPr>
              <w:ind w:left="-122"/>
              <w:jc w:val="center"/>
              <w:rPr>
                <w:b/>
                <w:sz w:val="16"/>
                <w:szCs w:val="16"/>
              </w:rPr>
            </w:pPr>
            <w:r w:rsidRPr="00566863">
              <w:rPr>
                <w:b/>
                <w:sz w:val="16"/>
                <w:szCs w:val="16"/>
              </w:rPr>
              <w:t xml:space="preserve"> За аналогичный период прошлого года </w:t>
            </w:r>
          </w:p>
        </w:tc>
      </w:tr>
      <w:tr w:rsidR="00D54885" w14:paraId="35BBCA8C" w14:textId="77777777" w:rsidTr="00B44E62">
        <w:trPr>
          <w:trHeight w:val="156"/>
        </w:trPr>
        <w:tc>
          <w:tcPr>
            <w:tcW w:w="583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2ED75C4C" w14:textId="77777777" w:rsidR="00D54885" w:rsidRPr="00566863" w:rsidRDefault="00D54885" w:rsidP="00B44E62">
            <w:pPr>
              <w:jc w:val="center"/>
              <w:rPr>
                <w:b/>
                <w:sz w:val="16"/>
                <w:szCs w:val="16"/>
              </w:rPr>
            </w:pPr>
            <w:r w:rsidRPr="00566863">
              <w:rPr>
                <w:b/>
                <w:sz w:val="16"/>
                <w:szCs w:val="16"/>
              </w:rPr>
              <w:t>Наименование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6FC8FAD" w14:textId="77777777" w:rsidR="00D54885" w:rsidRPr="00566863" w:rsidRDefault="00D54885" w:rsidP="00B44E62">
            <w:pPr>
              <w:jc w:val="center"/>
              <w:rPr>
                <w:b/>
                <w:sz w:val="16"/>
                <w:szCs w:val="16"/>
              </w:rPr>
            </w:pPr>
            <w:r w:rsidRPr="00566863">
              <w:rPr>
                <w:b/>
                <w:sz w:val="16"/>
                <w:szCs w:val="16"/>
              </w:rPr>
              <w:t>код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2209EEF" w14:textId="77777777" w:rsidR="00D54885" w:rsidRPr="00566863" w:rsidRDefault="00D54885" w:rsidP="00B44E62">
            <w:pPr>
              <w:jc w:val="center"/>
              <w:rPr>
                <w:b/>
                <w:sz w:val="16"/>
                <w:szCs w:val="16"/>
              </w:rPr>
            </w:pPr>
            <w:r w:rsidRPr="00566863">
              <w:rPr>
                <w:b/>
                <w:sz w:val="16"/>
                <w:szCs w:val="16"/>
              </w:rPr>
              <w:t xml:space="preserve"> доход 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87E34C7" w14:textId="77777777" w:rsidR="00D54885" w:rsidRPr="00566863" w:rsidRDefault="00D54885" w:rsidP="00B44E62">
            <w:pPr>
              <w:jc w:val="center"/>
              <w:rPr>
                <w:b/>
                <w:sz w:val="16"/>
                <w:szCs w:val="16"/>
              </w:rPr>
            </w:pPr>
            <w:r w:rsidRPr="00566863">
              <w:rPr>
                <w:b/>
                <w:sz w:val="16"/>
                <w:szCs w:val="16"/>
              </w:rPr>
              <w:t xml:space="preserve"> расход 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CBB9D2B" w14:textId="77777777" w:rsidR="00D54885" w:rsidRPr="00566863" w:rsidRDefault="00D54885" w:rsidP="00B44E62">
            <w:pPr>
              <w:jc w:val="center"/>
              <w:rPr>
                <w:b/>
                <w:sz w:val="16"/>
                <w:szCs w:val="16"/>
              </w:rPr>
            </w:pPr>
            <w:r w:rsidRPr="00566863">
              <w:rPr>
                <w:b/>
                <w:sz w:val="16"/>
                <w:szCs w:val="16"/>
              </w:rPr>
              <w:t xml:space="preserve"> доход 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000000" w:fill="FFFFFF"/>
            <w:noWrap/>
            <w:vAlign w:val="center"/>
          </w:tcPr>
          <w:p w14:paraId="54896385" w14:textId="77777777" w:rsidR="00D54885" w:rsidRPr="00566863" w:rsidRDefault="00D54885" w:rsidP="00B44E62">
            <w:pPr>
              <w:jc w:val="center"/>
              <w:rPr>
                <w:b/>
                <w:sz w:val="16"/>
                <w:szCs w:val="16"/>
              </w:rPr>
            </w:pPr>
            <w:r w:rsidRPr="00566863">
              <w:rPr>
                <w:b/>
                <w:sz w:val="16"/>
                <w:szCs w:val="16"/>
              </w:rPr>
              <w:t xml:space="preserve"> расход </w:t>
            </w:r>
          </w:p>
        </w:tc>
      </w:tr>
      <w:tr w:rsidR="00D54885" w14:paraId="5D36EC8B" w14:textId="77777777" w:rsidTr="00B44E62">
        <w:trPr>
          <w:trHeight w:val="124"/>
        </w:trPr>
        <w:tc>
          <w:tcPr>
            <w:tcW w:w="5834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nil"/>
            </w:tcBorders>
            <w:shd w:val="clear" w:color="000000" w:fill="FFFFFF"/>
            <w:vAlign w:val="bottom"/>
          </w:tcPr>
          <w:p w14:paraId="00561F8D" w14:textId="77777777" w:rsidR="00D54885" w:rsidRPr="00566863" w:rsidRDefault="00D54885" w:rsidP="00B44E62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566863">
              <w:rPr>
                <w:b/>
                <w:sz w:val="16"/>
                <w:szCs w:val="16"/>
                <w:lang w:val="en-US"/>
              </w:rPr>
              <w:t>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3050AAA" w14:textId="77777777" w:rsidR="00D54885" w:rsidRPr="00566863" w:rsidRDefault="00D54885" w:rsidP="00B44E62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566863">
              <w:rPr>
                <w:b/>
                <w:sz w:val="16"/>
                <w:szCs w:val="16"/>
                <w:lang w:val="en-US"/>
              </w:rPr>
              <w:t>2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376D633" w14:textId="77777777" w:rsidR="00D54885" w:rsidRPr="00566863" w:rsidRDefault="00D54885" w:rsidP="00B44E62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566863">
              <w:rPr>
                <w:b/>
                <w:sz w:val="16"/>
                <w:szCs w:val="16"/>
                <w:lang w:val="en-US"/>
              </w:rPr>
              <w:t>3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10464D1" w14:textId="77777777" w:rsidR="00D54885" w:rsidRPr="00566863" w:rsidRDefault="00D54885" w:rsidP="00B44E62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566863">
              <w:rPr>
                <w:b/>
                <w:sz w:val="16"/>
                <w:szCs w:val="16"/>
                <w:lang w:val="en-US"/>
              </w:rPr>
              <w:t>4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09C7B1F" w14:textId="77777777" w:rsidR="00D54885" w:rsidRPr="00566863" w:rsidRDefault="00D54885" w:rsidP="00B44E62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566863">
              <w:rPr>
                <w:b/>
                <w:sz w:val="16"/>
                <w:szCs w:val="16"/>
                <w:lang w:val="en-US"/>
              </w:rPr>
              <w:t>5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double" w:sz="4" w:space="0" w:color="auto"/>
              <w:right w:val="double" w:sz="4" w:space="0" w:color="auto"/>
            </w:tcBorders>
            <w:shd w:val="clear" w:color="000000" w:fill="FFFFFF"/>
            <w:noWrap/>
            <w:vAlign w:val="center"/>
          </w:tcPr>
          <w:p w14:paraId="5E2C1BE4" w14:textId="77777777" w:rsidR="00D54885" w:rsidRPr="00566863" w:rsidRDefault="00D54885" w:rsidP="00B44E62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566863">
              <w:rPr>
                <w:b/>
                <w:sz w:val="16"/>
                <w:szCs w:val="16"/>
                <w:lang w:val="en-US"/>
              </w:rPr>
              <w:t>6</w:t>
            </w:r>
          </w:p>
        </w:tc>
      </w:tr>
      <w:tr w:rsidR="00D54885" w14:paraId="7B9591E6" w14:textId="77777777" w:rsidTr="00B44E62">
        <w:trPr>
          <w:trHeight w:val="559"/>
        </w:trPr>
        <w:tc>
          <w:tcPr>
            <w:tcW w:w="583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1F1D6DDC" w14:textId="77777777" w:rsidR="00D54885" w:rsidRPr="00566863" w:rsidRDefault="00D54885" w:rsidP="00B44E62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Доходы, связанные с государственной поддержкой, направленной на приобретение запасов, оплату выполненных работ, оказанных услуг, финансирование текущих расходов (из строки 070)</w:t>
            </w:r>
          </w:p>
        </w:tc>
        <w:tc>
          <w:tcPr>
            <w:tcW w:w="60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0C50D6" w14:textId="77777777" w:rsidR="00D54885" w:rsidRPr="00566863" w:rsidRDefault="00D54885" w:rsidP="00B44E62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300</w:t>
            </w:r>
          </w:p>
        </w:tc>
        <w:tc>
          <w:tcPr>
            <w:tcW w:w="1096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E85F942" w14:textId="50E508BD" w:rsidR="00D54885" w:rsidRPr="00566863" w:rsidRDefault="00D60820" w:rsidP="00B44E6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480</w:t>
            </w:r>
          </w:p>
        </w:tc>
        <w:tc>
          <w:tcPr>
            <w:tcW w:w="1006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4B838D0" w14:textId="77777777" w:rsidR="00D54885" w:rsidRPr="00566863" w:rsidRDefault="00D54885" w:rsidP="00B44E62">
            <w:pPr>
              <w:jc w:val="center"/>
              <w:rPr>
                <w:b/>
                <w:sz w:val="18"/>
                <w:szCs w:val="18"/>
              </w:rPr>
            </w:pPr>
            <w:r w:rsidRPr="00566863">
              <w:rPr>
                <w:b/>
                <w:sz w:val="18"/>
                <w:szCs w:val="18"/>
              </w:rPr>
              <w:t xml:space="preserve"> Х </w:t>
            </w:r>
          </w:p>
        </w:tc>
        <w:tc>
          <w:tcPr>
            <w:tcW w:w="978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A684341" w14:textId="2C611180" w:rsidR="00D54885" w:rsidRPr="00566863" w:rsidRDefault="00D60820" w:rsidP="00B44E6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650</w:t>
            </w:r>
          </w:p>
        </w:tc>
        <w:tc>
          <w:tcPr>
            <w:tcW w:w="102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CE8D73A" w14:textId="77777777" w:rsidR="00D54885" w:rsidRPr="00566863" w:rsidRDefault="00D54885" w:rsidP="00B44E62">
            <w:pPr>
              <w:jc w:val="center"/>
              <w:rPr>
                <w:b/>
                <w:sz w:val="18"/>
                <w:szCs w:val="18"/>
              </w:rPr>
            </w:pPr>
            <w:r w:rsidRPr="00566863">
              <w:rPr>
                <w:b/>
                <w:sz w:val="18"/>
                <w:szCs w:val="18"/>
              </w:rPr>
              <w:t xml:space="preserve"> Х </w:t>
            </w:r>
          </w:p>
        </w:tc>
      </w:tr>
      <w:tr w:rsidR="00D54885" w14:paraId="6FF698F4" w14:textId="77777777" w:rsidTr="00B44E62">
        <w:trPr>
          <w:trHeight w:val="288"/>
        </w:trPr>
        <w:tc>
          <w:tcPr>
            <w:tcW w:w="583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340B2FD9" w14:textId="77777777" w:rsidR="00D54885" w:rsidRPr="00566863" w:rsidRDefault="00D54885" w:rsidP="00B44E62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Доходы, связанные с государственной поддержкой, направленной на инвестиционную и финансовую деятельность (из стр.104 и 122)</w:t>
            </w:r>
          </w:p>
        </w:tc>
        <w:tc>
          <w:tcPr>
            <w:tcW w:w="60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376516" w14:textId="77777777" w:rsidR="00D54885" w:rsidRPr="00566863" w:rsidRDefault="00D54885" w:rsidP="00B44E62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301</w:t>
            </w:r>
          </w:p>
        </w:tc>
        <w:tc>
          <w:tcPr>
            <w:tcW w:w="1096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42DBAE2" w14:textId="77777777" w:rsidR="00D54885" w:rsidRPr="00566863" w:rsidRDefault="00D54885" w:rsidP="00B44E62">
            <w:pPr>
              <w:jc w:val="center"/>
              <w:rPr>
                <w:b/>
                <w:sz w:val="18"/>
                <w:szCs w:val="18"/>
              </w:rPr>
            </w:pPr>
            <w:bookmarkStart w:id="145" w:name="f2r301"/>
            <w:bookmarkEnd w:id="145"/>
          </w:p>
        </w:tc>
        <w:tc>
          <w:tcPr>
            <w:tcW w:w="1006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9674B4A" w14:textId="77777777" w:rsidR="00D54885" w:rsidRPr="00566863" w:rsidRDefault="00D54885" w:rsidP="00B44E62">
            <w:pPr>
              <w:jc w:val="center"/>
              <w:rPr>
                <w:b/>
                <w:sz w:val="18"/>
                <w:szCs w:val="18"/>
              </w:rPr>
            </w:pPr>
            <w:r w:rsidRPr="00566863">
              <w:rPr>
                <w:b/>
                <w:sz w:val="18"/>
                <w:szCs w:val="18"/>
              </w:rPr>
              <w:t>Х</w:t>
            </w:r>
          </w:p>
        </w:tc>
        <w:tc>
          <w:tcPr>
            <w:tcW w:w="978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AC031E6" w14:textId="77777777" w:rsidR="00D54885" w:rsidRPr="00566863" w:rsidRDefault="00D54885" w:rsidP="00B44E6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2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A46FA21" w14:textId="77777777" w:rsidR="00D54885" w:rsidRPr="00566863" w:rsidRDefault="00D54885" w:rsidP="00B44E62">
            <w:pPr>
              <w:jc w:val="center"/>
              <w:rPr>
                <w:b/>
                <w:sz w:val="18"/>
                <w:szCs w:val="18"/>
              </w:rPr>
            </w:pPr>
            <w:r w:rsidRPr="00566863">
              <w:rPr>
                <w:b/>
                <w:sz w:val="18"/>
                <w:szCs w:val="18"/>
              </w:rPr>
              <w:t>Х</w:t>
            </w:r>
          </w:p>
        </w:tc>
      </w:tr>
      <w:tr w:rsidR="00D54885" w14:paraId="3B4AE6B4" w14:textId="77777777" w:rsidTr="00B44E62">
        <w:trPr>
          <w:trHeight w:val="394"/>
        </w:trPr>
        <w:tc>
          <w:tcPr>
            <w:tcW w:w="5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6256C818" w14:textId="77777777" w:rsidR="00D54885" w:rsidRPr="00566863" w:rsidRDefault="00D54885" w:rsidP="00B44E62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 xml:space="preserve">Выплаты компенсирующего, </w:t>
            </w:r>
            <w:proofErr w:type="gramStart"/>
            <w:r w:rsidRPr="00566863">
              <w:rPr>
                <w:sz w:val="18"/>
                <w:szCs w:val="18"/>
              </w:rPr>
              <w:t>стимулирующего  характера</w:t>
            </w:r>
            <w:proofErr w:type="gramEnd"/>
            <w:r w:rsidRPr="00566863">
              <w:rPr>
                <w:sz w:val="18"/>
                <w:szCs w:val="18"/>
              </w:rPr>
              <w:t>, а также выплаты, носящие характер социальных льгот (из строки 080)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471982" w14:textId="77777777" w:rsidR="00D54885" w:rsidRPr="00566863" w:rsidRDefault="00D54885" w:rsidP="00B44E62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310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0AA736E" w14:textId="77777777" w:rsidR="00D54885" w:rsidRPr="00566863" w:rsidRDefault="00D54885" w:rsidP="00B44E62">
            <w:pPr>
              <w:jc w:val="center"/>
              <w:rPr>
                <w:b/>
                <w:sz w:val="18"/>
                <w:szCs w:val="18"/>
              </w:rPr>
            </w:pPr>
            <w:bookmarkStart w:id="146" w:name="f2r310"/>
            <w:bookmarkEnd w:id="146"/>
            <w:r w:rsidRPr="00566863">
              <w:rPr>
                <w:b/>
                <w:sz w:val="18"/>
                <w:szCs w:val="18"/>
              </w:rPr>
              <w:t xml:space="preserve"> Х 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61B2FB0" w14:textId="3D5AEEDA" w:rsidR="00D54885" w:rsidRPr="00566863" w:rsidRDefault="0009648E" w:rsidP="00B44E6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  <w:r w:rsidR="00D60820">
              <w:rPr>
                <w:b/>
                <w:sz w:val="18"/>
                <w:szCs w:val="18"/>
              </w:rPr>
              <w:t>07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C01158E" w14:textId="77777777" w:rsidR="00D54885" w:rsidRPr="00566863" w:rsidRDefault="00D54885" w:rsidP="00B44E62">
            <w:pPr>
              <w:jc w:val="center"/>
              <w:rPr>
                <w:b/>
                <w:sz w:val="18"/>
                <w:szCs w:val="18"/>
              </w:rPr>
            </w:pPr>
            <w:r w:rsidRPr="00566863">
              <w:rPr>
                <w:b/>
                <w:sz w:val="18"/>
                <w:szCs w:val="18"/>
              </w:rPr>
              <w:t xml:space="preserve"> Х 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0A4BF47" w14:textId="15BD20EA" w:rsidR="00D54885" w:rsidRPr="00566863" w:rsidRDefault="00D60820" w:rsidP="00B44E6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413</w:t>
            </w:r>
          </w:p>
        </w:tc>
      </w:tr>
      <w:tr w:rsidR="00D54885" w14:paraId="771C0E66" w14:textId="77777777" w:rsidTr="00B44E62">
        <w:trPr>
          <w:trHeight w:val="209"/>
        </w:trPr>
        <w:tc>
          <w:tcPr>
            <w:tcW w:w="5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3814E0C" w14:textId="77777777" w:rsidR="00D54885" w:rsidRPr="00566863" w:rsidRDefault="00D54885" w:rsidP="00B44E62">
            <w:pPr>
              <w:rPr>
                <w:b/>
                <w:bCs/>
                <w:sz w:val="18"/>
                <w:szCs w:val="18"/>
              </w:rPr>
            </w:pPr>
            <w:proofErr w:type="spellStart"/>
            <w:r w:rsidRPr="00566863">
              <w:rPr>
                <w:b/>
                <w:bCs/>
                <w:sz w:val="18"/>
                <w:szCs w:val="18"/>
              </w:rPr>
              <w:t>Справочно</w:t>
            </w:r>
            <w:proofErr w:type="spellEnd"/>
            <w:r w:rsidRPr="00566863">
              <w:rPr>
                <w:b/>
                <w:bCs/>
                <w:sz w:val="18"/>
                <w:szCs w:val="18"/>
              </w:rPr>
              <w:t>: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9C0736" w14:textId="77777777" w:rsidR="00D54885" w:rsidRPr="00566863" w:rsidRDefault="00D54885" w:rsidP="00B44E62">
            <w:pPr>
              <w:jc w:val="center"/>
              <w:rPr>
                <w:b/>
                <w:bCs/>
                <w:sz w:val="18"/>
                <w:szCs w:val="18"/>
              </w:rPr>
            </w:pPr>
            <w:r w:rsidRPr="00566863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CD8F30" w14:textId="77777777" w:rsidR="00D54885" w:rsidRPr="00566863" w:rsidRDefault="00D54885" w:rsidP="00B44E62">
            <w:pPr>
              <w:jc w:val="center"/>
              <w:rPr>
                <w:b/>
                <w:sz w:val="18"/>
                <w:szCs w:val="18"/>
                <w:lang w:val="en-US"/>
              </w:rPr>
            </w:pPr>
            <w:r w:rsidRPr="00566863">
              <w:rPr>
                <w:b/>
                <w:sz w:val="18"/>
                <w:szCs w:val="18"/>
                <w:lang w:val="en-US"/>
              </w:rPr>
              <w:t>3</w:t>
            </w:r>
          </w:p>
        </w:tc>
        <w:tc>
          <w:tcPr>
            <w:tcW w:w="1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FB05D8" w14:textId="77777777" w:rsidR="00D54885" w:rsidRPr="00566863" w:rsidRDefault="00D54885" w:rsidP="00B44E62">
            <w:pPr>
              <w:jc w:val="center"/>
              <w:rPr>
                <w:b/>
                <w:sz w:val="18"/>
                <w:szCs w:val="18"/>
                <w:lang w:val="en-US"/>
              </w:rPr>
            </w:pPr>
          </w:p>
        </w:tc>
      </w:tr>
      <w:tr w:rsidR="00D54885" w14:paraId="5D9AFD2F" w14:textId="77777777" w:rsidTr="00B44E62">
        <w:trPr>
          <w:trHeight w:val="244"/>
        </w:trPr>
        <w:tc>
          <w:tcPr>
            <w:tcW w:w="5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0A616495" w14:textId="77777777" w:rsidR="00D54885" w:rsidRPr="00566863" w:rsidRDefault="00D54885" w:rsidP="00B44E62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 xml:space="preserve">Выручка от реализации продукции, товаров, работ, услуг (с учетом </w:t>
            </w:r>
            <w:proofErr w:type="gramStart"/>
            <w:r w:rsidRPr="00566863">
              <w:rPr>
                <w:sz w:val="18"/>
                <w:szCs w:val="18"/>
              </w:rPr>
              <w:t>налогов и сборов</w:t>
            </w:r>
            <w:proofErr w:type="gramEnd"/>
            <w:r w:rsidRPr="00566863">
              <w:rPr>
                <w:sz w:val="18"/>
                <w:szCs w:val="18"/>
              </w:rPr>
              <w:t xml:space="preserve"> включаемых в выручку)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5C4F9D" w14:textId="77777777" w:rsidR="00D54885" w:rsidRPr="00566863" w:rsidRDefault="00D54885" w:rsidP="00B44E62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400</w:t>
            </w:r>
          </w:p>
        </w:tc>
        <w:tc>
          <w:tcPr>
            <w:tcW w:w="21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672FAC" w14:textId="21CFC19C" w:rsidR="00D54885" w:rsidRPr="00566863" w:rsidRDefault="00D60820" w:rsidP="00B44E62">
            <w:pPr>
              <w:jc w:val="center"/>
              <w:rPr>
                <w:b/>
                <w:sz w:val="18"/>
                <w:szCs w:val="18"/>
              </w:rPr>
            </w:pPr>
            <w:bookmarkStart w:id="147" w:name="f2r400"/>
            <w:bookmarkEnd w:id="147"/>
            <w:r>
              <w:rPr>
                <w:b/>
                <w:sz w:val="18"/>
                <w:szCs w:val="18"/>
              </w:rPr>
              <w:t>16403</w:t>
            </w:r>
          </w:p>
        </w:tc>
        <w:tc>
          <w:tcPr>
            <w:tcW w:w="19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9CBA10" w14:textId="69D71FA7" w:rsidR="00D54885" w:rsidRPr="00566863" w:rsidRDefault="00D60820" w:rsidP="00B44E6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14277</w:t>
            </w:r>
          </w:p>
        </w:tc>
      </w:tr>
      <w:tr w:rsidR="00D54885" w14:paraId="6E3E8940" w14:textId="77777777" w:rsidTr="00B44E62">
        <w:trPr>
          <w:trHeight w:val="340"/>
        </w:trPr>
        <w:tc>
          <w:tcPr>
            <w:tcW w:w="5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1DEFDA34" w14:textId="77777777" w:rsidR="00D54885" w:rsidRPr="00566863" w:rsidRDefault="00D54885" w:rsidP="00B44E62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 xml:space="preserve">в том числе: </w:t>
            </w:r>
            <w:proofErr w:type="gramStart"/>
            <w:r w:rsidRPr="00566863">
              <w:rPr>
                <w:sz w:val="18"/>
                <w:szCs w:val="18"/>
              </w:rPr>
              <w:t>выручка</w:t>
            </w:r>
            <w:proofErr w:type="gramEnd"/>
            <w:r w:rsidRPr="00566863">
              <w:rPr>
                <w:sz w:val="18"/>
                <w:szCs w:val="18"/>
              </w:rPr>
              <w:t xml:space="preserve"> полученная в иностранной валюте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92C679" w14:textId="77777777" w:rsidR="00D54885" w:rsidRPr="00566863" w:rsidRDefault="00D54885" w:rsidP="00B44E62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400а</w:t>
            </w:r>
          </w:p>
        </w:tc>
        <w:tc>
          <w:tcPr>
            <w:tcW w:w="21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D4D1AB" w14:textId="77777777" w:rsidR="00D54885" w:rsidRPr="00566863" w:rsidRDefault="00D54885" w:rsidP="00B44E62">
            <w:pPr>
              <w:jc w:val="center"/>
              <w:rPr>
                <w:b/>
                <w:sz w:val="18"/>
                <w:szCs w:val="18"/>
              </w:rPr>
            </w:pPr>
            <w:bookmarkStart w:id="148" w:name="f2r400A"/>
            <w:bookmarkEnd w:id="148"/>
          </w:p>
        </w:tc>
        <w:tc>
          <w:tcPr>
            <w:tcW w:w="19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7C726D" w14:textId="77777777" w:rsidR="00D54885" w:rsidRPr="00566863" w:rsidRDefault="00D54885" w:rsidP="00B44E62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D54885" w14:paraId="7EB4D832" w14:textId="77777777" w:rsidTr="00B44E62">
        <w:trPr>
          <w:trHeight w:val="340"/>
        </w:trPr>
        <w:tc>
          <w:tcPr>
            <w:tcW w:w="5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70244B4B" w14:textId="77777777" w:rsidR="00D54885" w:rsidRPr="00566863" w:rsidRDefault="00D54885" w:rsidP="00B44E62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 xml:space="preserve">Рентабельность </w:t>
            </w:r>
            <w:proofErr w:type="gramStart"/>
            <w:r w:rsidRPr="00566863">
              <w:rPr>
                <w:sz w:val="18"/>
                <w:szCs w:val="18"/>
              </w:rPr>
              <w:t>продаж,%</w:t>
            </w:r>
            <w:proofErr w:type="gramEnd"/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695D94" w14:textId="77777777" w:rsidR="00D54885" w:rsidRPr="00566863" w:rsidRDefault="00D54885" w:rsidP="00B44E62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410</w:t>
            </w:r>
          </w:p>
        </w:tc>
        <w:tc>
          <w:tcPr>
            <w:tcW w:w="21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5437CECE" w14:textId="28F1EA17" w:rsidR="00D54885" w:rsidRPr="00566863" w:rsidRDefault="00D60820" w:rsidP="00B44E62">
            <w:pPr>
              <w:jc w:val="center"/>
              <w:rPr>
                <w:b/>
                <w:sz w:val="18"/>
                <w:szCs w:val="18"/>
              </w:rPr>
            </w:pPr>
            <w:bookmarkStart w:id="149" w:name="f2r410"/>
            <w:bookmarkEnd w:id="149"/>
            <w:r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19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C059F15" w14:textId="12B56FBE" w:rsidR="00D54885" w:rsidRPr="00566863" w:rsidRDefault="00D60820" w:rsidP="00B44E6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18,9</w:t>
            </w:r>
          </w:p>
        </w:tc>
      </w:tr>
      <w:tr w:rsidR="00D54885" w14:paraId="0B1F7A6F" w14:textId="77777777" w:rsidTr="00B44E62">
        <w:trPr>
          <w:trHeight w:val="340"/>
        </w:trPr>
        <w:tc>
          <w:tcPr>
            <w:tcW w:w="5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7AD6E1D5" w14:textId="77777777" w:rsidR="00D54885" w:rsidRPr="00566863" w:rsidRDefault="00D54885" w:rsidP="00B44E62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Рентабельность от реализации, товаров, работ, услуг, %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A2A955" w14:textId="77777777" w:rsidR="00D54885" w:rsidRPr="00566863" w:rsidRDefault="00D54885" w:rsidP="00B44E62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411</w:t>
            </w:r>
          </w:p>
        </w:tc>
        <w:tc>
          <w:tcPr>
            <w:tcW w:w="21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1B46EC96" w14:textId="51829095" w:rsidR="00D54885" w:rsidRPr="00566863" w:rsidRDefault="00D60820" w:rsidP="00B44E62">
            <w:pPr>
              <w:jc w:val="center"/>
              <w:rPr>
                <w:b/>
                <w:sz w:val="18"/>
                <w:szCs w:val="18"/>
              </w:rPr>
            </w:pPr>
            <w:bookmarkStart w:id="150" w:name="f2r411"/>
            <w:bookmarkEnd w:id="150"/>
            <w:r>
              <w:rPr>
                <w:b/>
                <w:sz w:val="18"/>
                <w:szCs w:val="18"/>
              </w:rPr>
              <w:t>23,4</w:t>
            </w:r>
          </w:p>
        </w:tc>
        <w:tc>
          <w:tcPr>
            <w:tcW w:w="19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AEEEDA5" w14:textId="293CC423" w:rsidR="00D54885" w:rsidRPr="00566863" w:rsidRDefault="00D60820" w:rsidP="00B44E6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26,7</w:t>
            </w:r>
          </w:p>
        </w:tc>
      </w:tr>
      <w:tr w:rsidR="00D54885" w14:paraId="1812291C" w14:textId="77777777" w:rsidTr="00B44E62">
        <w:trPr>
          <w:trHeight w:val="340"/>
        </w:trPr>
        <w:tc>
          <w:tcPr>
            <w:tcW w:w="5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51A89D3C" w14:textId="77777777" w:rsidR="00D54885" w:rsidRPr="00566863" w:rsidRDefault="00D54885" w:rsidP="00B44E62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Рентабельность по конечному финансовому результату, %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A4E761" w14:textId="77777777" w:rsidR="00D54885" w:rsidRPr="00566863" w:rsidRDefault="00D54885" w:rsidP="00B44E62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412</w:t>
            </w:r>
          </w:p>
        </w:tc>
        <w:tc>
          <w:tcPr>
            <w:tcW w:w="21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6D4D533F" w14:textId="6CEDE986" w:rsidR="00D54885" w:rsidRPr="00566863" w:rsidRDefault="00D60820" w:rsidP="00B44E62">
            <w:pPr>
              <w:jc w:val="center"/>
              <w:rPr>
                <w:b/>
                <w:sz w:val="18"/>
                <w:szCs w:val="18"/>
              </w:rPr>
            </w:pPr>
            <w:bookmarkStart w:id="151" w:name="f2r412"/>
            <w:bookmarkEnd w:id="151"/>
            <w:r>
              <w:rPr>
                <w:b/>
                <w:sz w:val="18"/>
                <w:szCs w:val="18"/>
              </w:rPr>
              <w:t>23,1</w:t>
            </w:r>
          </w:p>
        </w:tc>
        <w:tc>
          <w:tcPr>
            <w:tcW w:w="19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A7F7E04" w14:textId="73F52345" w:rsidR="00D54885" w:rsidRPr="00566863" w:rsidRDefault="00D60820" w:rsidP="00B44E6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23,5</w:t>
            </w:r>
          </w:p>
        </w:tc>
      </w:tr>
      <w:tr w:rsidR="00D54885" w14:paraId="6DFF9FB8" w14:textId="77777777" w:rsidTr="00B44E62">
        <w:trPr>
          <w:trHeight w:val="340"/>
        </w:trPr>
        <w:tc>
          <w:tcPr>
            <w:tcW w:w="5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0BBFDFDB" w14:textId="77777777" w:rsidR="00D54885" w:rsidRPr="00566863" w:rsidRDefault="00D54885" w:rsidP="00B44E62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Рентабельность по конечному финансовому результату, без учета государственной поддержки, %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FB8F60" w14:textId="77777777" w:rsidR="00D54885" w:rsidRPr="00566863" w:rsidRDefault="00D54885" w:rsidP="00B44E62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413</w:t>
            </w:r>
          </w:p>
        </w:tc>
        <w:tc>
          <w:tcPr>
            <w:tcW w:w="21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7FB84644" w14:textId="6384056D" w:rsidR="00D54885" w:rsidRPr="00566863" w:rsidRDefault="00D60820" w:rsidP="00B44E62">
            <w:pPr>
              <w:jc w:val="center"/>
              <w:rPr>
                <w:b/>
                <w:sz w:val="18"/>
                <w:szCs w:val="18"/>
              </w:rPr>
            </w:pPr>
            <w:bookmarkStart w:id="152" w:name="f2r413"/>
            <w:bookmarkEnd w:id="152"/>
            <w:r>
              <w:rPr>
                <w:b/>
                <w:sz w:val="18"/>
                <w:szCs w:val="18"/>
              </w:rPr>
              <w:t>19,1</w:t>
            </w:r>
          </w:p>
        </w:tc>
        <w:tc>
          <w:tcPr>
            <w:tcW w:w="19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B6C8A39" w14:textId="16690E11" w:rsidR="00D54885" w:rsidRPr="00566863" w:rsidRDefault="00D60820" w:rsidP="00B44E6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17,1</w:t>
            </w:r>
          </w:p>
        </w:tc>
      </w:tr>
      <w:tr w:rsidR="003A5AFC" w14:paraId="69253DE1" w14:textId="77777777" w:rsidTr="00B44E62">
        <w:trPr>
          <w:trHeight w:val="340"/>
        </w:trPr>
        <w:tc>
          <w:tcPr>
            <w:tcW w:w="5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029F4F15" w14:textId="77777777" w:rsidR="003A5AFC" w:rsidRPr="00566863" w:rsidRDefault="003A5AFC" w:rsidP="00B44E62">
            <w:pPr>
              <w:rPr>
                <w:sz w:val="18"/>
                <w:szCs w:val="18"/>
              </w:rPr>
            </w:pP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A98836" w14:textId="77777777" w:rsidR="003A5AFC" w:rsidRPr="00566863" w:rsidRDefault="003A5AFC" w:rsidP="00B44E6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66DB4035" w14:textId="77777777" w:rsidR="003A5AFC" w:rsidRDefault="003A5AFC" w:rsidP="00B44E6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9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43B11C4" w14:textId="77777777" w:rsidR="003A5AFC" w:rsidRDefault="003A5AFC" w:rsidP="00B44E62">
            <w:pPr>
              <w:jc w:val="center"/>
              <w:rPr>
                <w:b/>
                <w:sz w:val="18"/>
                <w:szCs w:val="18"/>
              </w:rPr>
            </w:pPr>
          </w:p>
        </w:tc>
      </w:tr>
    </w:tbl>
    <w:p w14:paraId="54C3CAFC" w14:textId="77777777" w:rsidR="00D54885" w:rsidRDefault="00D54885" w:rsidP="00D54885">
      <w:pPr>
        <w:pStyle w:val="a3"/>
        <w:widowControl w:val="0"/>
        <w:ind w:firstLine="567"/>
        <w:rPr>
          <w:rFonts w:ascii="Times New Roman" w:hAnsi="Times New Roman"/>
          <w:lang w:val="en-US"/>
        </w:rPr>
      </w:pPr>
    </w:p>
    <w:p w14:paraId="764F151D" w14:textId="00ED7983" w:rsidR="006F45BC" w:rsidRPr="003570F4" w:rsidRDefault="00D54885" w:rsidP="006F45BC">
      <w:pPr>
        <w:pStyle w:val="a3"/>
        <w:jc w:val="right"/>
        <w:rPr>
          <w:rFonts w:ascii="Times New Roman" w:hAnsi="Times New Roman"/>
          <w:b/>
          <w:sz w:val="16"/>
          <w:szCs w:val="16"/>
          <w:u w:val="single"/>
          <w:lang w:val="en-US"/>
        </w:rPr>
      </w:pPr>
      <w:r w:rsidRPr="00D47376">
        <w:br w:type="page"/>
      </w:r>
      <w:bookmarkStart w:id="153" w:name="f3"/>
      <w:r w:rsidR="006F45BC" w:rsidRPr="003570F4">
        <w:rPr>
          <w:rFonts w:ascii="Times New Roman" w:hAnsi="Times New Roman"/>
          <w:b/>
          <w:sz w:val="16"/>
          <w:szCs w:val="16"/>
          <w:u w:val="single"/>
        </w:rPr>
        <w:lastRenderedPageBreak/>
        <w:t>Форма № 3</w:t>
      </w:r>
      <w:r w:rsidR="0009648E">
        <w:rPr>
          <w:rFonts w:ascii="Times New Roman" w:hAnsi="Times New Roman"/>
          <w:b/>
          <w:sz w:val="16"/>
          <w:szCs w:val="16"/>
          <w:u w:val="single"/>
        </w:rPr>
        <w:t>2383</w:t>
      </w:r>
    </w:p>
    <w:tbl>
      <w:tblPr>
        <w:tblW w:w="10911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406"/>
        <w:gridCol w:w="719"/>
        <w:gridCol w:w="920"/>
        <w:gridCol w:w="403"/>
        <w:gridCol w:w="720"/>
        <w:gridCol w:w="1052"/>
        <w:gridCol w:w="992"/>
        <w:gridCol w:w="960"/>
        <w:gridCol w:w="840"/>
        <w:gridCol w:w="1019"/>
        <w:gridCol w:w="61"/>
        <w:gridCol w:w="899"/>
        <w:gridCol w:w="334"/>
        <w:gridCol w:w="626"/>
        <w:gridCol w:w="299"/>
        <w:gridCol w:w="661"/>
      </w:tblGrid>
      <w:tr w:rsidR="006F45BC" w14:paraId="53D7DD83" w14:textId="77777777" w:rsidTr="00054037">
        <w:trPr>
          <w:trHeight w:val="80"/>
        </w:trPr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52E9E522" w14:textId="77777777" w:rsidR="006F45BC" w:rsidRDefault="006F45BC" w:rsidP="00B963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72081CE5" w14:textId="77777777" w:rsidR="006F45BC" w:rsidRDefault="006F45BC" w:rsidP="00B963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3C496B56" w14:textId="77777777" w:rsidR="006F45BC" w:rsidRDefault="006F45BC" w:rsidP="00B963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67A79CAE" w14:textId="77777777" w:rsidR="006F45BC" w:rsidRDefault="006F45BC" w:rsidP="00B963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2432A245" w14:textId="77777777" w:rsidR="006F45BC" w:rsidRDefault="006F45BC" w:rsidP="00B963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4587E97D" w14:textId="77777777" w:rsidR="006F45BC" w:rsidRDefault="006F45BC" w:rsidP="00B963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0A1531A3" w14:textId="77777777" w:rsidR="006F45BC" w:rsidRDefault="006F45BC" w:rsidP="00B963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6A1DE9CB" w14:textId="77777777" w:rsidR="006F45BC" w:rsidRDefault="006F45BC" w:rsidP="00B96355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189EF7B3" w14:textId="77777777" w:rsidR="006F45BC" w:rsidRDefault="006F45BC" w:rsidP="00B963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81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5915789" w14:textId="77777777" w:rsidR="006F45BC" w:rsidRPr="00F57E7A" w:rsidRDefault="006F45BC" w:rsidP="00B96355">
            <w:pPr>
              <w:jc w:val="right"/>
              <w:rPr>
                <w:sz w:val="12"/>
                <w:szCs w:val="12"/>
              </w:rPr>
            </w:pPr>
            <w:r w:rsidRPr="00F57E7A">
              <w:rPr>
                <w:sz w:val="12"/>
                <w:szCs w:val="12"/>
              </w:rPr>
              <w:t>Приложение 3</w:t>
            </w:r>
          </w:p>
        </w:tc>
      </w:tr>
      <w:tr w:rsidR="006F45BC" w14:paraId="5D43933D" w14:textId="77777777" w:rsidTr="00054037">
        <w:trPr>
          <w:trHeight w:val="297"/>
        </w:trPr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1B59D404" w14:textId="77777777" w:rsidR="006F45BC" w:rsidRDefault="006F45BC" w:rsidP="00B963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602766BB" w14:textId="77777777" w:rsidR="006F45BC" w:rsidRDefault="006F45BC" w:rsidP="00B963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629D067F" w14:textId="77777777" w:rsidR="006F45BC" w:rsidRDefault="006F45BC" w:rsidP="00B963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3D0F2BED" w14:textId="77777777" w:rsidR="006F45BC" w:rsidRDefault="006F45BC" w:rsidP="00B963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0A14EB42" w14:textId="77777777" w:rsidR="006F45BC" w:rsidRDefault="006F45BC" w:rsidP="00B963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5F91F361" w14:textId="77777777" w:rsidR="006F45BC" w:rsidRDefault="006F45BC" w:rsidP="00B963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7D32B71D" w14:textId="77777777" w:rsidR="006F45BC" w:rsidRDefault="006F45BC" w:rsidP="00B963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1DA7BC70" w14:textId="77777777" w:rsidR="006F45BC" w:rsidRDefault="006F45BC" w:rsidP="00B963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46F4D38D" w14:textId="77777777" w:rsidR="006F45BC" w:rsidRDefault="006F45BC" w:rsidP="00B963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3964B146" w14:textId="77777777" w:rsidR="006F45BC" w:rsidRDefault="006F45BC" w:rsidP="00B963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81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6F1973B" w14:textId="77777777" w:rsidR="006F45BC" w:rsidRPr="00F57E7A" w:rsidRDefault="006F45BC" w:rsidP="00B96355">
            <w:pPr>
              <w:jc w:val="right"/>
              <w:rPr>
                <w:sz w:val="12"/>
                <w:szCs w:val="12"/>
              </w:rPr>
            </w:pPr>
            <w:r w:rsidRPr="00F57E7A">
              <w:rPr>
                <w:sz w:val="12"/>
                <w:szCs w:val="12"/>
              </w:rPr>
              <w:t xml:space="preserve">к постановлению Министерства финансов Республики Беларусь </w:t>
            </w:r>
          </w:p>
        </w:tc>
      </w:tr>
      <w:tr w:rsidR="006F45BC" w14:paraId="78ADF6C2" w14:textId="77777777" w:rsidTr="00054037">
        <w:trPr>
          <w:trHeight w:val="124"/>
        </w:trPr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04747F14" w14:textId="77777777" w:rsidR="006F45BC" w:rsidRDefault="006F45BC" w:rsidP="00B963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043BD5AC" w14:textId="77777777" w:rsidR="006F45BC" w:rsidRDefault="006F45BC" w:rsidP="00B963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0680CBD4" w14:textId="77777777" w:rsidR="006F45BC" w:rsidRDefault="006F45BC" w:rsidP="00B963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16183B2A" w14:textId="77777777" w:rsidR="006F45BC" w:rsidRDefault="006F45BC" w:rsidP="00B963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3AA2881C" w14:textId="77777777" w:rsidR="006F45BC" w:rsidRDefault="006F45BC" w:rsidP="00B963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084C6973" w14:textId="77777777" w:rsidR="006F45BC" w:rsidRDefault="006F45BC" w:rsidP="00B963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76761AFE" w14:textId="77777777" w:rsidR="006F45BC" w:rsidRDefault="006F45BC" w:rsidP="00B963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2BF687A6" w14:textId="77777777" w:rsidR="006F45BC" w:rsidRDefault="006F45BC" w:rsidP="00B96355">
            <w:pPr>
              <w:rPr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2BBEAB12" w14:textId="77777777" w:rsidR="006F45BC" w:rsidRDefault="006F45BC" w:rsidP="00B963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4CB59B1E" w14:textId="77777777" w:rsidR="006F45BC" w:rsidRDefault="006F45BC" w:rsidP="00B963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81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E0CB5F9" w14:textId="77777777" w:rsidR="006F45BC" w:rsidRPr="00F57E7A" w:rsidRDefault="006F45BC" w:rsidP="00B96355">
            <w:pPr>
              <w:jc w:val="right"/>
              <w:rPr>
                <w:sz w:val="12"/>
                <w:szCs w:val="12"/>
              </w:rPr>
            </w:pPr>
            <w:r>
              <w:rPr>
                <w:sz w:val="16"/>
                <w:szCs w:val="16"/>
                <w:lang w:val="en-US"/>
              </w:rPr>
              <w:t>12</w:t>
            </w:r>
            <w:r>
              <w:rPr>
                <w:sz w:val="16"/>
                <w:szCs w:val="16"/>
              </w:rPr>
              <w:t>.</w:t>
            </w:r>
            <w:r>
              <w:rPr>
                <w:sz w:val="16"/>
                <w:szCs w:val="16"/>
                <w:lang w:val="en-US"/>
              </w:rPr>
              <w:t>12</w:t>
            </w:r>
            <w:r>
              <w:rPr>
                <w:sz w:val="16"/>
                <w:szCs w:val="16"/>
              </w:rPr>
              <w:t>.20</w:t>
            </w:r>
            <w:r>
              <w:rPr>
                <w:sz w:val="16"/>
                <w:szCs w:val="16"/>
                <w:lang w:val="en-US"/>
              </w:rPr>
              <w:t>16</w:t>
            </w:r>
            <w:r>
              <w:rPr>
                <w:sz w:val="16"/>
                <w:szCs w:val="16"/>
              </w:rPr>
              <w:t xml:space="preserve"> № 1</w:t>
            </w:r>
            <w:r>
              <w:rPr>
                <w:sz w:val="16"/>
                <w:szCs w:val="16"/>
                <w:lang w:val="en-US"/>
              </w:rPr>
              <w:t>04</w:t>
            </w:r>
          </w:p>
        </w:tc>
      </w:tr>
      <w:tr w:rsidR="006F45BC" w14:paraId="6EE2B0E4" w14:textId="77777777" w:rsidTr="00054037">
        <w:trPr>
          <w:trHeight w:val="212"/>
        </w:trPr>
        <w:tc>
          <w:tcPr>
            <w:tcW w:w="10911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44E0607F" w14:textId="77777777" w:rsidR="006F45BC" w:rsidRPr="00F57E7A" w:rsidRDefault="006F45BC" w:rsidP="00B96355">
            <w:pPr>
              <w:jc w:val="center"/>
              <w:rPr>
                <w:b/>
                <w:bCs/>
                <w:sz w:val="20"/>
                <w:szCs w:val="20"/>
              </w:rPr>
            </w:pPr>
            <w:r w:rsidRPr="00F57E7A">
              <w:rPr>
                <w:b/>
                <w:bCs/>
                <w:sz w:val="20"/>
                <w:szCs w:val="20"/>
              </w:rPr>
              <w:t>ОТЧЕТ</w:t>
            </w:r>
          </w:p>
        </w:tc>
      </w:tr>
      <w:tr w:rsidR="006F45BC" w14:paraId="33E41D3E" w14:textId="77777777" w:rsidTr="00054037">
        <w:trPr>
          <w:trHeight w:val="255"/>
        </w:trPr>
        <w:tc>
          <w:tcPr>
            <w:tcW w:w="10911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09A902FB" w14:textId="77777777" w:rsidR="006F45BC" w:rsidRPr="00F57E7A" w:rsidRDefault="006F45BC" w:rsidP="00B96355">
            <w:pPr>
              <w:jc w:val="center"/>
              <w:rPr>
                <w:b/>
                <w:bCs/>
                <w:sz w:val="20"/>
                <w:szCs w:val="20"/>
              </w:rPr>
            </w:pPr>
            <w:r w:rsidRPr="00F57E7A">
              <w:rPr>
                <w:b/>
                <w:bCs/>
                <w:sz w:val="20"/>
                <w:szCs w:val="20"/>
              </w:rPr>
              <w:t xml:space="preserve">об изменении </w:t>
            </w:r>
            <w:r>
              <w:rPr>
                <w:b/>
                <w:bCs/>
                <w:sz w:val="20"/>
                <w:szCs w:val="20"/>
              </w:rPr>
              <w:t xml:space="preserve">собственного </w:t>
            </w:r>
            <w:r w:rsidRPr="00F57E7A">
              <w:rPr>
                <w:b/>
                <w:bCs/>
                <w:sz w:val="20"/>
                <w:szCs w:val="20"/>
              </w:rPr>
              <w:t>капитала</w:t>
            </w:r>
          </w:p>
        </w:tc>
      </w:tr>
      <w:tr w:rsidR="006F45BC" w14:paraId="38604EAD" w14:textId="77777777" w:rsidTr="00054037">
        <w:trPr>
          <w:trHeight w:val="80"/>
        </w:trPr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5142A6FE" w14:textId="77777777" w:rsidR="006F45BC" w:rsidRPr="00020A41" w:rsidRDefault="006F45BC" w:rsidP="00B96355">
            <w:pPr>
              <w:rPr>
                <w:sz w:val="18"/>
                <w:szCs w:val="18"/>
              </w:rPr>
            </w:pPr>
            <w:r w:rsidRPr="00020A41">
              <w:rPr>
                <w:sz w:val="18"/>
                <w:szCs w:val="18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050D4574" w14:textId="77777777" w:rsidR="006F45BC" w:rsidRPr="00020A41" w:rsidRDefault="006F45BC" w:rsidP="00B96355">
            <w:pPr>
              <w:rPr>
                <w:sz w:val="18"/>
                <w:szCs w:val="18"/>
              </w:rPr>
            </w:pPr>
            <w:r w:rsidRPr="00020A41">
              <w:rPr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692E2B2F" w14:textId="77777777" w:rsidR="006F45BC" w:rsidRPr="00020A41" w:rsidRDefault="006F45BC" w:rsidP="00B96355">
            <w:pPr>
              <w:rPr>
                <w:sz w:val="18"/>
                <w:szCs w:val="18"/>
              </w:rPr>
            </w:pPr>
            <w:r w:rsidRPr="00020A41">
              <w:rPr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2B3BA52F" w14:textId="77777777" w:rsidR="006F45BC" w:rsidRPr="00020A41" w:rsidRDefault="006F45BC" w:rsidP="00B96355">
            <w:pPr>
              <w:rPr>
                <w:sz w:val="18"/>
                <w:szCs w:val="18"/>
              </w:rPr>
            </w:pPr>
            <w:r w:rsidRPr="00020A41">
              <w:rPr>
                <w:sz w:val="18"/>
                <w:szCs w:val="18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2A3CC043" w14:textId="77777777" w:rsidR="006F45BC" w:rsidRPr="00020A41" w:rsidRDefault="006F45BC" w:rsidP="00B96355">
            <w:pPr>
              <w:rPr>
                <w:sz w:val="18"/>
                <w:szCs w:val="18"/>
              </w:rPr>
            </w:pPr>
            <w:r w:rsidRPr="00020A41">
              <w:rPr>
                <w:sz w:val="18"/>
                <w:szCs w:val="18"/>
              </w:rPr>
              <w:t> </w:t>
            </w:r>
          </w:p>
        </w:tc>
        <w:tc>
          <w:tcPr>
            <w:tcW w:w="492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77A8890D" w14:textId="4FEC8D09" w:rsidR="006F45BC" w:rsidRPr="009F36D0" w:rsidRDefault="006F45BC" w:rsidP="00B96355">
            <w:pPr>
              <w:ind w:firstLineChars="26" w:firstLine="47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за январь-декабрь </w:t>
            </w:r>
            <w:r w:rsidR="00052A5E">
              <w:rPr>
                <w:b/>
                <w:sz w:val="18"/>
                <w:szCs w:val="18"/>
              </w:rPr>
              <w:t>202</w:t>
            </w:r>
            <w:r w:rsidR="00D60820">
              <w:rPr>
                <w:b/>
                <w:sz w:val="18"/>
                <w:szCs w:val="18"/>
              </w:rPr>
              <w:t>4</w:t>
            </w:r>
            <w:r>
              <w:rPr>
                <w:b/>
                <w:sz w:val="18"/>
                <w:szCs w:val="18"/>
              </w:rPr>
              <w:t xml:space="preserve"> г</w:t>
            </w:r>
            <w:r w:rsidRPr="005407FD">
              <w:rPr>
                <w:b/>
                <w:sz w:val="18"/>
                <w:szCs w:val="18"/>
              </w:rPr>
              <w:t>.</w:t>
            </w:r>
          </w:p>
        </w:tc>
        <w:tc>
          <w:tcPr>
            <w:tcW w:w="12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179EB934" w14:textId="77777777" w:rsidR="006F45BC" w:rsidRPr="00020A41" w:rsidRDefault="006F45BC" w:rsidP="00B96355">
            <w:pPr>
              <w:rPr>
                <w:sz w:val="18"/>
                <w:szCs w:val="18"/>
              </w:rPr>
            </w:pPr>
            <w:r w:rsidRPr="00020A41">
              <w:rPr>
                <w:sz w:val="18"/>
                <w:szCs w:val="18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3F33AE92" w14:textId="77777777" w:rsidR="006F45BC" w:rsidRPr="00020A41" w:rsidRDefault="006F45BC" w:rsidP="00B96355">
            <w:pPr>
              <w:rPr>
                <w:sz w:val="18"/>
                <w:szCs w:val="18"/>
              </w:rPr>
            </w:pPr>
            <w:r w:rsidRPr="00020A41">
              <w:rPr>
                <w:sz w:val="18"/>
                <w:szCs w:val="18"/>
              </w:rPr>
              <w:t> 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3CBCF719" w14:textId="77777777" w:rsidR="006F45BC" w:rsidRPr="00020A41" w:rsidRDefault="006F45BC" w:rsidP="00B96355">
            <w:pPr>
              <w:rPr>
                <w:sz w:val="18"/>
                <w:szCs w:val="18"/>
              </w:rPr>
            </w:pPr>
            <w:r w:rsidRPr="00020A41">
              <w:rPr>
                <w:sz w:val="18"/>
                <w:szCs w:val="18"/>
              </w:rPr>
              <w:t> </w:t>
            </w:r>
          </w:p>
        </w:tc>
      </w:tr>
      <w:tr w:rsidR="006F45BC" w14:paraId="06455105" w14:textId="77777777" w:rsidTr="00054037">
        <w:trPr>
          <w:trHeight w:val="113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14:paraId="61B71F75" w14:textId="77777777" w:rsidR="006F45BC" w:rsidRPr="005407FD" w:rsidRDefault="006F45BC" w:rsidP="00B96355">
            <w:pPr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Организация</w:t>
            </w:r>
          </w:p>
        </w:tc>
        <w:tc>
          <w:tcPr>
            <w:tcW w:w="8463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14:paraId="493EB8D3" w14:textId="77777777" w:rsidR="006F45BC" w:rsidRPr="005407FD" w:rsidRDefault="006F45BC" w:rsidP="00B96355">
            <w:pPr>
              <w:rPr>
                <w:sz w:val="20"/>
                <w:szCs w:val="20"/>
              </w:rPr>
            </w:pPr>
          </w:p>
        </w:tc>
      </w:tr>
      <w:tr w:rsidR="006F45BC" w14:paraId="735A6F7A" w14:textId="77777777" w:rsidTr="00054037">
        <w:trPr>
          <w:trHeight w:val="113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14:paraId="2C41E28B" w14:textId="77777777" w:rsidR="006F45BC" w:rsidRPr="00020A41" w:rsidRDefault="006F45BC" w:rsidP="00B96355">
            <w:pPr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Учетный номер плательщика</w:t>
            </w:r>
          </w:p>
        </w:tc>
        <w:tc>
          <w:tcPr>
            <w:tcW w:w="8463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14:paraId="769CAB09" w14:textId="77777777" w:rsidR="006F45BC" w:rsidRDefault="006F45BC" w:rsidP="00B96355">
            <w:pPr>
              <w:rPr>
                <w:sz w:val="20"/>
                <w:szCs w:val="20"/>
              </w:rPr>
            </w:pPr>
          </w:p>
        </w:tc>
      </w:tr>
      <w:tr w:rsidR="006F45BC" w14:paraId="1F4ECF78" w14:textId="77777777" w:rsidTr="00054037">
        <w:trPr>
          <w:trHeight w:val="113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14:paraId="6F739B38" w14:textId="77777777" w:rsidR="006F45BC" w:rsidRPr="00020A41" w:rsidRDefault="006F45BC" w:rsidP="00B96355">
            <w:pPr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Вид экономической деятельности</w:t>
            </w:r>
          </w:p>
        </w:tc>
        <w:tc>
          <w:tcPr>
            <w:tcW w:w="8463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14:paraId="4116B5F2" w14:textId="77777777" w:rsidR="006F45BC" w:rsidRDefault="006F45BC" w:rsidP="00B96355">
            <w:pPr>
              <w:rPr>
                <w:sz w:val="20"/>
                <w:szCs w:val="20"/>
              </w:rPr>
            </w:pPr>
          </w:p>
        </w:tc>
      </w:tr>
      <w:tr w:rsidR="006F45BC" w14:paraId="15017402" w14:textId="77777777" w:rsidTr="00054037">
        <w:trPr>
          <w:trHeight w:val="113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14:paraId="2D79FE2B" w14:textId="77777777" w:rsidR="006F45BC" w:rsidRPr="00020A41" w:rsidRDefault="006F45BC" w:rsidP="00B96355">
            <w:pPr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Организационно-правовая форма</w:t>
            </w:r>
          </w:p>
        </w:tc>
        <w:tc>
          <w:tcPr>
            <w:tcW w:w="8463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14:paraId="3C188DB7" w14:textId="77777777" w:rsidR="006F45BC" w:rsidRDefault="006F45BC" w:rsidP="00B96355">
            <w:pPr>
              <w:rPr>
                <w:sz w:val="20"/>
                <w:szCs w:val="20"/>
              </w:rPr>
            </w:pPr>
          </w:p>
        </w:tc>
      </w:tr>
      <w:tr w:rsidR="006F45BC" w14:paraId="413F79BC" w14:textId="77777777" w:rsidTr="00054037">
        <w:trPr>
          <w:trHeight w:val="113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14:paraId="73CC31FC" w14:textId="77777777" w:rsidR="006F45BC" w:rsidRPr="00020A41" w:rsidRDefault="006F45BC" w:rsidP="00B96355">
            <w:pPr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Орган управления</w:t>
            </w:r>
          </w:p>
        </w:tc>
        <w:tc>
          <w:tcPr>
            <w:tcW w:w="8463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14:paraId="7BA698C3" w14:textId="77777777" w:rsidR="006F45BC" w:rsidRDefault="006F45BC" w:rsidP="00B96355">
            <w:pPr>
              <w:rPr>
                <w:sz w:val="20"/>
                <w:szCs w:val="20"/>
              </w:rPr>
            </w:pPr>
          </w:p>
        </w:tc>
      </w:tr>
      <w:tr w:rsidR="006F45BC" w14:paraId="49A6CA3A" w14:textId="77777777" w:rsidTr="00054037">
        <w:trPr>
          <w:trHeight w:val="113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14:paraId="3B2DF5BE" w14:textId="77777777" w:rsidR="006F45BC" w:rsidRPr="00020A41" w:rsidRDefault="006F45BC" w:rsidP="00B96355">
            <w:pPr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Единица измерения</w:t>
            </w:r>
          </w:p>
        </w:tc>
        <w:tc>
          <w:tcPr>
            <w:tcW w:w="8463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14:paraId="6D3948B2" w14:textId="77777777" w:rsidR="006F45BC" w:rsidRPr="00A325B4" w:rsidRDefault="006F45BC" w:rsidP="00B96355">
            <w:pPr>
              <w:rPr>
                <w:b/>
                <w:sz w:val="18"/>
                <w:szCs w:val="18"/>
                <w:lang w:val="en-US"/>
              </w:rPr>
            </w:pPr>
            <w:r w:rsidRPr="00A325B4">
              <w:rPr>
                <w:b/>
                <w:sz w:val="18"/>
                <w:szCs w:val="18"/>
              </w:rPr>
              <w:t xml:space="preserve">тыс. </w:t>
            </w:r>
            <w:proofErr w:type="spellStart"/>
            <w:r w:rsidRPr="00A325B4">
              <w:rPr>
                <w:b/>
                <w:sz w:val="18"/>
                <w:szCs w:val="18"/>
              </w:rPr>
              <w:t>руб</w:t>
            </w:r>
            <w:proofErr w:type="spellEnd"/>
            <w:r w:rsidRPr="00A325B4">
              <w:rPr>
                <w:b/>
                <w:sz w:val="18"/>
                <w:szCs w:val="18"/>
                <w:lang w:val="en-US"/>
              </w:rPr>
              <w:t>.</w:t>
            </w:r>
          </w:p>
        </w:tc>
      </w:tr>
      <w:tr w:rsidR="006F45BC" w14:paraId="11A8C109" w14:textId="77777777" w:rsidTr="00054037">
        <w:trPr>
          <w:trHeight w:val="113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14:paraId="1EA8ECC3" w14:textId="77777777" w:rsidR="006F45BC" w:rsidRPr="00020A41" w:rsidRDefault="006F45BC" w:rsidP="00B96355">
            <w:pPr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Адрес</w:t>
            </w:r>
          </w:p>
        </w:tc>
        <w:tc>
          <w:tcPr>
            <w:tcW w:w="8463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14:paraId="518FB893" w14:textId="77777777" w:rsidR="006F45BC" w:rsidRDefault="006F45BC" w:rsidP="00B96355">
            <w:pPr>
              <w:rPr>
                <w:sz w:val="20"/>
                <w:szCs w:val="20"/>
              </w:rPr>
            </w:pPr>
          </w:p>
        </w:tc>
      </w:tr>
      <w:tr w:rsidR="006F45BC" w14:paraId="6C79BEF8" w14:textId="77777777" w:rsidTr="00054037">
        <w:trPr>
          <w:trHeight w:val="726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120243C0" w14:textId="77777777" w:rsidR="006F45BC" w:rsidRPr="00F758E8" w:rsidRDefault="006F45BC" w:rsidP="00B96355">
            <w:pPr>
              <w:jc w:val="center"/>
              <w:rPr>
                <w:b/>
                <w:bCs/>
                <w:sz w:val="16"/>
                <w:szCs w:val="16"/>
              </w:rPr>
            </w:pPr>
            <w:r w:rsidRPr="00F57E7A">
              <w:rPr>
                <w:b/>
                <w:bCs/>
                <w:sz w:val="16"/>
                <w:szCs w:val="16"/>
              </w:rPr>
              <w:t>Наименование</w:t>
            </w:r>
          </w:p>
          <w:p w14:paraId="7BEDC92E" w14:textId="77777777" w:rsidR="006F45BC" w:rsidRPr="00F57E7A" w:rsidRDefault="006F45BC" w:rsidP="00B96355">
            <w:pPr>
              <w:ind w:right="-108"/>
              <w:jc w:val="center"/>
              <w:rPr>
                <w:b/>
                <w:bCs/>
                <w:sz w:val="16"/>
                <w:szCs w:val="16"/>
              </w:rPr>
            </w:pPr>
            <w:r w:rsidRPr="00F57E7A">
              <w:rPr>
                <w:b/>
                <w:bCs/>
                <w:sz w:val="16"/>
                <w:szCs w:val="16"/>
              </w:rPr>
              <w:t xml:space="preserve"> показателей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6C4BDEE5" w14:textId="77777777" w:rsidR="006F45BC" w:rsidRPr="00F57E7A" w:rsidRDefault="006F45BC" w:rsidP="00B96355">
            <w:pPr>
              <w:jc w:val="center"/>
              <w:rPr>
                <w:b/>
                <w:bCs/>
                <w:sz w:val="16"/>
                <w:szCs w:val="16"/>
              </w:rPr>
            </w:pPr>
            <w:r w:rsidRPr="00F57E7A">
              <w:rPr>
                <w:b/>
                <w:bCs/>
                <w:sz w:val="16"/>
                <w:szCs w:val="16"/>
              </w:rPr>
              <w:t>Код строки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35B2FAB1" w14:textId="77777777" w:rsidR="006F45BC" w:rsidRPr="00F57E7A" w:rsidRDefault="006F45BC" w:rsidP="00B96355">
            <w:pPr>
              <w:jc w:val="center"/>
              <w:rPr>
                <w:b/>
                <w:bCs/>
                <w:sz w:val="16"/>
                <w:szCs w:val="16"/>
              </w:rPr>
            </w:pPr>
            <w:r w:rsidRPr="00F57E7A">
              <w:rPr>
                <w:b/>
                <w:bCs/>
                <w:sz w:val="16"/>
                <w:szCs w:val="16"/>
              </w:rPr>
              <w:t>Уставный капитал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2E4829C0" w14:textId="77777777" w:rsidR="006F45BC" w:rsidRPr="00F57E7A" w:rsidRDefault="006F45BC" w:rsidP="00B96355">
            <w:pPr>
              <w:jc w:val="center"/>
              <w:rPr>
                <w:b/>
                <w:bCs/>
                <w:sz w:val="16"/>
                <w:szCs w:val="16"/>
              </w:rPr>
            </w:pPr>
            <w:proofErr w:type="spellStart"/>
            <w:proofErr w:type="gramStart"/>
            <w:r w:rsidRPr="00F57E7A">
              <w:rPr>
                <w:b/>
                <w:bCs/>
                <w:sz w:val="16"/>
                <w:szCs w:val="16"/>
              </w:rPr>
              <w:t>Неопла-ченная</w:t>
            </w:r>
            <w:proofErr w:type="spellEnd"/>
            <w:proofErr w:type="gramEnd"/>
            <w:r w:rsidRPr="00F57E7A">
              <w:rPr>
                <w:b/>
                <w:bCs/>
                <w:sz w:val="16"/>
                <w:szCs w:val="16"/>
              </w:rPr>
              <w:t xml:space="preserve"> часть уставного капитала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21766F3D" w14:textId="77777777" w:rsidR="006F45BC" w:rsidRPr="00F57E7A" w:rsidRDefault="006F45BC" w:rsidP="00B96355">
            <w:pPr>
              <w:jc w:val="center"/>
              <w:rPr>
                <w:b/>
                <w:bCs/>
                <w:sz w:val="16"/>
                <w:szCs w:val="16"/>
              </w:rPr>
            </w:pPr>
            <w:proofErr w:type="spellStart"/>
            <w:proofErr w:type="gramStart"/>
            <w:r w:rsidRPr="00F57E7A">
              <w:rPr>
                <w:b/>
                <w:bCs/>
                <w:sz w:val="16"/>
                <w:szCs w:val="16"/>
              </w:rPr>
              <w:t>Собст</w:t>
            </w:r>
            <w:proofErr w:type="spellEnd"/>
            <w:r w:rsidRPr="00F57E7A">
              <w:rPr>
                <w:b/>
                <w:bCs/>
                <w:sz w:val="16"/>
                <w:szCs w:val="16"/>
              </w:rPr>
              <w:t>-венные</w:t>
            </w:r>
            <w:proofErr w:type="gramEnd"/>
            <w:r w:rsidRPr="00F57E7A">
              <w:rPr>
                <w:b/>
                <w:bCs/>
                <w:sz w:val="16"/>
                <w:szCs w:val="16"/>
              </w:rPr>
              <w:t xml:space="preserve"> акции (доли в уставном капитале)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57962B62" w14:textId="77777777" w:rsidR="006F45BC" w:rsidRPr="00F57E7A" w:rsidRDefault="006F45BC" w:rsidP="00B96355">
            <w:pPr>
              <w:jc w:val="center"/>
              <w:rPr>
                <w:b/>
                <w:bCs/>
                <w:sz w:val="16"/>
                <w:szCs w:val="16"/>
              </w:rPr>
            </w:pPr>
            <w:proofErr w:type="gramStart"/>
            <w:r w:rsidRPr="00F57E7A">
              <w:rPr>
                <w:b/>
                <w:bCs/>
                <w:sz w:val="16"/>
                <w:szCs w:val="16"/>
              </w:rPr>
              <w:t>Резерв-</w:t>
            </w:r>
            <w:proofErr w:type="spellStart"/>
            <w:r w:rsidRPr="00F57E7A">
              <w:rPr>
                <w:b/>
                <w:bCs/>
                <w:sz w:val="16"/>
                <w:szCs w:val="16"/>
              </w:rPr>
              <w:t>ный</w:t>
            </w:r>
            <w:proofErr w:type="spellEnd"/>
            <w:proofErr w:type="gramEnd"/>
            <w:r w:rsidRPr="00F57E7A">
              <w:rPr>
                <w:b/>
                <w:bCs/>
                <w:sz w:val="16"/>
                <w:szCs w:val="16"/>
              </w:rPr>
              <w:t xml:space="preserve"> капитал 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370B3F98" w14:textId="77777777" w:rsidR="006F45BC" w:rsidRPr="00F57E7A" w:rsidRDefault="006F45BC" w:rsidP="00B96355">
            <w:pPr>
              <w:jc w:val="center"/>
              <w:rPr>
                <w:b/>
                <w:bCs/>
                <w:sz w:val="16"/>
                <w:szCs w:val="16"/>
              </w:rPr>
            </w:pPr>
            <w:proofErr w:type="spellStart"/>
            <w:proofErr w:type="gramStart"/>
            <w:r w:rsidRPr="00F57E7A">
              <w:rPr>
                <w:b/>
                <w:bCs/>
                <w:sz w:val="16"/>
                <w:szCs w:val="16"/>
              </w:rPr>
              <w:t>Добавоч-ный</w:t>
            </w:r>
            <w:proofErr w:type="spellEnd"/>
            <w:proofErr w:type="gramEnd"/>
            <w:r w:rsidRPr="00F57E7A">
              <w:rPr>
                <w:b/>
                <w:bCs/>
                <w:sz w:val="16"/>
                <w:szCs w:val="16"/>
              </w:rPr>
              <w:t xml:space="preserve"> капитал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459380C3" w14:textId="77777777" w:rsidR="006F45BC" w:rsidRPr="00F57E7A" w:rsidRDefault="006F45BC" w:rsidP="00B96355">
            <w:pPr>
              <w:jc w:val="center"/>
              <w:rPr>
                <w:b/>
                <w:bCs/>
                <w:sz w:val="16"/>
                <w:szCs w:val="16"/>
              </w:rPr>
            </w:pPr>
            <w:proofErr w:type="spellStart"/>
            <w:proofErr w:type="gramStart"/>
            <w:r w:rsidRPr="00F57E7A">
              <w:rPr>
                <w:b/>
                <w:bCs/>
                <w:sz w:val="16"/>
                <w:szCs w:val="16"/>
              </w:rPr>
              <w:t>Нераспре</w:t>
            </w:r>
            <w:proofErr w:type="spellEnd"/>
            <w:r w:rsidRPr="00F57E7A">
              <w:rPr>
                <w:b/>
                <w:bCs/>
                <w:sz w:val="16"/>
                <w:szCs w:val="16"/>
              </w:rPr>
              <w:t>-деленная</w:t>
            </w:r>
            <w:proofErr w:type="gramEnd"/>
            <w:r w:rsidRPr="00F57E7A">
              <w:rPr>
                <w:b/>
                <w:bCs/>
                <w:sz w:val="16"/>
                <w:szCs w:val="16"/>
              </w:rPr>
              <w:t xml:space="preserve"> прибыль (непокрытый убыток)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BF8AD0" w14:textId="77777777" w:rsidR="006F45BC" w:rsidRPr="00F57E7A" w:rsidRDefault="006F45BC" w:rsidP="00B96355">
            <w:pPr>
              <w:jc w:val="center"/>
              <w:rPr>
                <w:b/>
                <w:bCs/>
                <w:sz w:val="16"/>
                <w:szCs w:val="16"/>
              </w:rPr>
            </w:pPr>
            <w:r w:rsidRPr="00F57E7A">
              <w:rPr>
                <w:b/>
                <w:bCs/>
                <w:sz w:val="16"/>
                <w:szCs w:val="16"/>
              </w:rPr>
              <w:t>Чистая прибыль (убыток)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3D1C76" w14:textId="77777777" w:rsidR="006F45BC" w:rsidRPr="00F57E7A" w:rsidRDefault="006F45BC" w:rsidP="00B96355">
            <w:pPr>
              <w:jc w:val="center"/>
              <w:rPr>
                <w:b/>
                <w:bCs/>
                <w:sz w:val="16"/>
                <w:szCs w:val="16"/>
              </w:rPr>
            </w:pPr>
            <w:r w:rsidRPr="00F57E7A">
              <w:rPr>
                <w:b/>
                <w:bCs/>
                <w:sz w:val="16"/>
                <w:szCs w:val="16"/>
              </w:rPr>
              <w:t>Итого</w:t>
            </w:r>
          </w:p>
        </w:tc>
      </w:tr>
      <w:tr w:rsidR="006F45BC" w14:paraId="3478A187" w14:textId="77777777" w:rsidTr="00054037">
        <w:trPr>
          <w:trHeight w:val="225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15A023B6" w14:textId="77777777" w:rsidR="006F45BC" w:rsidRPr="00020A41" w:rsidRDefault="006F45BC" w:rsidP="00B96355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14:paraId="3B86BB15" w14:textId="77777777" w:rsidR="006F45BC" w:rsidRPr="00020A41" w:rsidRDefault="006F45BC" w:rsidP="00B96355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AC3F6C9" w14:textId="77777777" w:rsidR="006F45BC" w:rsidRPr="00020A41" w:rsidRDefault="006F45BC" w:rsidP="00B96355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ADF54EA" w14:textId="77777777" w:rsidR="006F45BC" w:rsidRPr="00020A41" w:rsidRDefault="006F45BC" w:rsidP="00B96355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4C94AF5" w14:textId="77777777" w:rsidR="006F45BC" w:rsidRPr="00020A41" w:rsidRDefault="006F45BC" w:rsidP="00B96355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94D6A74" w14:textId="77777777" w:rsidR="006F45BC" w:rsidRPr="00020A41" w:rsidRDefault="006F45BC" w:rsidP="00B96355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9F9A8A1" w14:textId="77777777" w:rsidR="006F45BC" w:rsidRPr="00020A41" w:rsidRDefault="006F45BC" w:rsidP="00B96355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9C6DCB7" w14:textId="77777777" w:rsidR="006F45BC" w:rsidRPr="00020A41" w:rsidRDefault="006F45BC" w:rsidP="00B96355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D0E231B" w14:textId="77777777" w:rsidR="006F45BC" w:rsidRPr="00020A41" w:rsidRDefault="006F45BC" w:rsidP="00B96355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265BFB7" w14:textId="77777777" w:rsidR="006F45BC" w:rsidRPr="00020A41" w:rsidRDefault="006F45BC" w:rsidP="00B96355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10</w:t>
            </w:r>
          </w:p>
        </w:tc>
      </w:tr>
      <w:tr w:rsidR="007874CC" w14:paraId="2BE83935" w14:textId="77777777" w:rsidTr="00054037">
        <w:trPr>
          <w:trHeight w:val="397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12D98DEA" w14:textId="77777777" w:rsidR="007874CC" w:rsidRPr="007A72AE" w:rsidRDefault="007874CC" w:rsidP="006E09C2">
            <w:pPr>
              <w:rPr>
                <w:b/>
                <w:sz w:val="16"/>
                <w:szCs w:val="16"/>
              </w:rPr>
            </w:pPr>
            <w:r w:rsidRPr="007A72AE">
              <w:rPr>
                <w:b/>
                <w:sz w:val="16"/>
                <w:szCs w:val="16"/>
              </w:rPr>
              <w:t>Остаток на 31.12.201</w:t>
            </w:r>
            <w:r w:rsidR="00447374">
              <w:rPr>
                <w:b/>
                <w:sz w:val="16"/>
                <w:szCs w:val="16"/>
              </w:rPr>
              <w:t>8</w:t>
            </w:r>
            <w:r w:rsidRPr="007A72AE">
              <w:rPr>
                <w:b/>
                <w:sz w:val="16"/>
                <w:szCs w:val="16"/>
              </w:rPr>
              <w:t xml:space="preserve"> г.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14:paraId="3F2603A1" w14:textId="77777777" w:rsidR="007874CC" w:rsidRPr="00020A41" w:rsidRDefault="007874CC" w:rsidP="006E09C2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010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066051E" w14:textId="77777777" w:rsidR="007874CC" w:rsidRPr="007670C0" w:rsidRDefault="00447374" w:rsidP="00B96355">
            <w:pPr>
              <w:jc w:val="center"/>
              <w:rPr>
                <w:b/>
                <w:sz w:val="18"/>
                <w:szCs w:val="18"/>
              </w:rPr>
            </w:pPr>
            <w:bookmarkStart w:id="154" w:name="f3r10"/>
            <w:bookmarkEnd w:id="154"/>
            <w:r>
              <w:rPr>
                <w:b/>
                <w:sz w:val="18"/>
                <w:szCs w:val="18"/>
              </w:rPr>
              <w:t>2211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4DF0A44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B99BFA7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45A2131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0B81F22" w14:textId="118F0D96" w:rsidR="002763EC" w:rsidRPr="007670C0" w:rsidRDefault="000230DB" w:rsidP="002763EC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3720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28F1606" w14:textId="78E9E7C5" w:rsidR="007874CC" w:rsidRPr="007670C0" w:rsidRDefault="000230DB" w:rsidP="00B9635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8677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64CA045" w14:textId="2A61F102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4AD6AD5" w14:textId="58D25742" w:rsidR="007874CC" w:rsidRPr="007670C0" w:rsidRDefault="000230DB" w:rsidP="0018013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14608</w:t>
            </w:r>
          </w:p>
        </w:tc>
      </w:tr>
      <w:tr w:rsidR="007874CC" w14:paraId="5B094D09" w14:textId="77777777" w:rsidTr="00054037">
        <w:trPr>
          <w:trHeight w:val="397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06E77934" w14:textId="77777777" w:rsidR="007874CC" w:rsidRPr="003C732E" w:rsidRDefault="007874CC" w:rsidP="006E09C2">
            <w:pPr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Корректировки в связи с изменением учетной политики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79217649" w14:textId="77777777" w:rsidR="007874CC" w:rsidRPr="00020A41" w:rsidRDefault="007874CC" w:rsidP="006E09C2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020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3C3C9C8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  <w:bookmarkStart w:id="155" w:name="f3r20"/>
            <w:bookmarkEnd w:id="155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920A97D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5130437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59589B8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4D14C95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C73C9D1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1124107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45564D1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7874CC" w14:paraId="65168DCB" w14:textId="77777777" w:rsidTr="00054037">
        <w:trPr>
          <w:trHeight w:val="397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0EDD4B6F" w14:textId="77777777" w:rsidR="007874CC" w:rsidRPr="003C732E" w:rsidRDefault="007874CC" w:rsidP="006E09C2">
            <w:pPr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Корректировки в связи с исправлением ошибок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5AA389C9" w14:textId="77777777" w:rsidR="007874CC" w:rsidRPr="00020A41" w:rsidRDefault="007874CC" w:rsidP="006E09C2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030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EE9C128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  <w:bookmarkStart w:id="156" w:name="f3r30"/>
            <w:bookmarkEnd w:id="156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8A3ECE6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3C43DCC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A8399E4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5B3B76B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A903373" w14:textId="1B4D92D9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912A9BA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C063471" w14:textId="2C3F813C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E6050" w14:paraId="206736D8" w14:textId="77777777" w:rsidTr="00054037">
        <w:trPr>
          <w:trHeight w:val="397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2D4A8E2C" w14:textId="77777777" w:rsidR="002E6050" w:rsidRPr="003C732E" w:rsidRDefault="002E6050" w:rsidP="00105246">
            <w:pPr>
              <w:rPr>
                <w:sz w:val="16"/>
                <w:szCs w:val="16"/>
              </w:rPr>
            </w:pPr>
            <w:proofErr w:type="gramStart"/>
            <w:r w:rsidRPr="00C762E6">
              <w:rPr>
                <w:sz w:val="16"/>
                <w:szCs w:val="16"/>
              </w:rPr>
              <w:t xml:space="preserve">По  </w:t>
            </w:r>
            <w:r>
              <w:rPr>
                <w:sz w:val="16"/>
                <w:szCs w:val="16"/>
              </w:rPr>
              <w:t>п</w:t>
            </w:r>
            <w:r w:rsidRPr="00C762E6">
              <w:rPr>
                <w:sz w:val="16"/>
                <w:szCs w:val="16"/>
              </w:rPr>
              <w:t>остановлению</w:t>
            </w:r>
            <w:proofErr w:type="gramEnd"/>
            <w:r w:rsidRPr="00C762E6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Министерства финансов РБ </w:t>
            </w:r>
            <w:r w:rsidRPr="009E2B60">
              <w:rPr>
                <w:b/>
                <w:sz w:val="16"/>
                <w:szCs w:val="16"/>
              </w:rPr>
              <w:t>№</w:t>
            </w:r>
            <w:r>
              <w:rPr>
                <w:b/>
                <w:sz w:val="16"/>
                <w:szCs w:val="16"/>
              </w:rPr>
              <w:t> </w:t>
            </w:r>
            <w:r w:rsidRPr="009E2B60">
              <w:rPr>
                <w:b/>
                <w:sz w:val="16"/>
                <w:szCs w:val="16"/>
              </w:rPr>
              <w:t>23</w:t>
            </w:r>
            <w:r>
              <w:rPr>
                <w:sz w:val="16"/>
                <w:szCs w:val="16"/>
              </w:rPr>
              <w:t>от 10.08.2017 г.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203CF744" w14:textId="77777777" w:rsidR="002E6050" w:rsidRPr="0011743F" w:rsidRDefault="002E6050" w:rsidP="00105246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031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DE6B7E7" w14:textId="77777777"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  <w:bookmarkStart w:id="157" w:name="f3r31"/>
            <w:bookmarkEnd w:id="157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72A0EB4" w14:textId="77777777"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382FDE9" w14:textId="77777777"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353AA7C" w14:textId="77777777"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BC044E4" w14:textId="77777777"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A1FC3C2" w14:textId="77777777"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FA5B6BA" w14:textId="77777777"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35FE1D3" w14:textId="77777777"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E6050" w14:paraId="51364046" w14:textId="77777777" w:rsidTr="00054037">
        <w:trPr>
          <w:trHeight w:val="397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32AFB21E" w14:textId="77777777" w:rsidR="002E6050" w:rsidRPr="007A72AE" w:rsidRDefault="002E6050" w:rsidP="00105246">
            <w:pPr>
              <w:rPr>
                <w:b/>
                <w:sz w:val="16"/>
                <w:szCs w:val="16"/>
              </w:rPr>
            </w:pPr>
            <w:r w:rsidRPr="007A72AE">
              <w:rPr>
                <w:b/>
                <w:sz w:val="16"/>
                <w:szCs w:val="16"/>
              </w:rPr>
              <w:t>Скорректированный остаток на 31.12.201</w:t>
            </w:r>
            <w:r>
              <w:rPr>
                <w:b/>
                <w:sz w:val="16"/>
                <w:szCs w:val="16"/>
              </w:rPr>
              <w:t>7</w:t>
            </w:r>
            <w:r w:rsidRPr="007A72AE">
              <w:rPr>
                <w:b/>
                <w:sz w:val="16"/>
                <w:szCs w:val="16"/>
              </w:rPr>
              <w:t xml:space="preserve"> г.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195104D7" w14:textId="77777777" w:rsidR="002E6050" w:rsidRPr="00020A41" w:rsidRDefault="002E6050" w:rsidP="00105246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040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4335AB6" w14:textId="77777777" w:rsidR="002E6050" w:rsidRPr="007670C0" w:rsidRDefault="00447374" w:rsidP="00B96355">
            <w:pPr>
              <w:jc w:val="center"/>
              <w:rPr>
                <w:b/>
                <w:sz w:val="18"/>
                <w:szCs w:val="18"/>
              </w:rPr>
            </w:pPr>
            <w:bookmarkStart w:id="158" w:name="f3r40"/>
            <w:bookmarkEnd w:id="158"/>
            <w:r>
              <w:rPr>
                <w:b/>
                <w:sz w:val="18"/>
                <w:szCs w:val="18"/>
              </w:rPr>
              <w:t>2211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12BD135" w14:textId="77777777"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905B6F9" w14:textId="77777777"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B492456" w14:textId="77777777"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0039B5C" w14:textId="1AAC42EE" w:rsidR="002E6050" w:rsidRPr="007670C0" w:rsidRDefault="000230DB" w:rsidP="00B9635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3720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56BE106" w14:textId="3E8CC452" w:rsidR="002E6050" w:rsidRPr="007670C0" w:rsidRDefault="000230DB" w:rsidP="00B9635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8677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6A4A3C2" w14:textId="77777777"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52B17A1" w14:textId="30F2D940" w:rsidR="002E6050" w:rsidRPr="007670C0" w:rsidRDefault="000230DB" w:rsidP="00180138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14608</w:t>
            </w:r>
          </w:p>
        </w:tc>
      </w:tr>
      <w:tr w:rsidR="002E6050" w14:paraId="55B26DA8" w14:textId="77777777" w:rsidTr="00054037">
        <w:trPr>
          <w:trHeight w:val="397"/>
        </w:trPr>
        <w:tc>
          <w:tcPr>
            <w:tcW w:w="2448" w:type="dxa"/>
            <w:gridSpan w:val="4"/>
            <w:tcBorders>
              <w:top w:val="nil"/>
              <w:left w:val="single" w:sz="4" w:space="0" w:color="auto"/>
              <w:right w:val="nil"/>
            </w:tcBorders>
            <w:shd w:val="clear" w:color="auto" w:fill="FFFFFF"/>
            <w:vAlign w:val="center"/>
          </w:tcPr>
          <w:p w14:paraId="294C8D88" w14:textId="77777777" w:rsidR="002E6050" w:rsidRPr="007A72AE" w:rsidRDefault="002E6050" w:rsidP="00105246">
            <w:pPr>
              <w:rPr>
                <w:b/>
                <w:sz w:val="16"/>
                <w:szCs w:val="16"/>
              </w:rPr>
            </w:pPr>
            <w:r w:rsidRPr="007A72AE">
              <w:rPr>
                <w:b/>
                <w:sz w:val="16"/>
                <w:szCs w:val="16"/>
              </w:rPr>
              <w:t>За январь-</w:t>
            </w:r>
            <w:r w:rsidR="00447374">
              <w:rPr>
                <w:b/>
                <w:sz w:val="16"/>
                <w:szCs w:val="16"/>
              </w:rPr>
              <w:t xml:space="preserve"> декабрь 2019</w:t>
            </w:r>
            <w:r w:rsidRPr="007A72AE">
              <w:rPr>
                <w:b/>
                <w:sz w:val="16"/>
                <w:szCs w:val="16"/>
              </w:rPr>
              <w:t xml:space="preserve"> года</w:t>
            </w:r>
          </w:p>
          <w:p w14:paraId="78DE548C" w14:textId="77777777" w:rsidR="002E6050" w:rsidRPr="003C732E" w:rsidRDefault="002E6050" w:rsidP="00105246">
            <w:pPr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Увеличение собственного капитала – всего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14:paraId="045E7D44" w14:textId="77777777" w:rsidR="002E6050" w:rsidRPr="00020A41" w:rsidRDefault="002E6050" w:rsidP="00105246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050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F85DAA" w14:textId="77777777"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  <w:bookmarkStart w:id="159" w:name="f3r50"/>
            <w:bookmarkEnd w:id="159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2E12EE" w14:textId="77777777"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991BF0" w14:textId="77777777"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D19A1C" w14:textId="77777777"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11E86E" w14:textId="7A93DF34" w:rsidR="002E6050" w:rsidRPr="007670C0" w:rsidRDefault="000230DB" w:rsidP="00B9635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369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0EB001" w14:textId="5931143F" w:rsidR="002E6050" w:rsidRPr="007670C0" w:rsidRDefault="000230DB" w:rsidP="00B9635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2383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8313DE" w14:textId="77777777"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9E0F02" w14:textId="0AFAF361" w:rsidR="002E6050" w:rsidRPr="007670C0" w:rsidRDefault="000230DB" w:rsidP="00B9635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2752</w:t>
            </w:r>
          </w:p>
        </w:tc>
      </w:tr>
      <w:tr w:rsidR="002E6050" w14:paraId="1BC3D056" w14:textId="77777777" w:rsidTr="00054037">
        <w:trPr>
          <w:trHeight w:val="397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3925AD22" w14:textId="77777777" w:rsidR="002E6050" w:rsidRPr="003C732E" w:rsidRDefault="002E6050" w:rsidP="00105246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В том числе:</w:t>
            </w:r>
          </w:p>
          <w:p w14:paraId="756FC8CA" w14:textId="77777777" w:rsidR="002E6050" w:rsidRPr="003C732E" w:rsidRDefault="002E6050" w:rsidP="00105246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 xml:space="preserve">чистая прибыль 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right w:val="nil"/>
            </w:tcBorders>
            <w:shd w:val="clear" w:color="auto" w:fill="FFFFFF"/>
            <w:noWrap/>
            <w:vAlign w:val="center"/>
          </w:tcPr>
          <w:p w14:paraId="5C76EC9C" w14:textId="77777777" w:rsidR="002E6050" w:rsidRPr="00020A41" w:rsidRDefault="002E6050" w:rsidP="00105246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051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6006FE" w14:textId="77777777"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  <w:bookmarkStart w:id="160" w:name="f3r51"/>
            <w:bookmarkEnd w:id="160"/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F934CF" w14:textId="77777777"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6BD0AE" w14:textId="77777777"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3150C5" w14:textId="77777777"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F459D4" w14:textId="77777777"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26DFB4" w14:textId="580C9318" w:rsidR="002E6050" w:rsidRPr="007670C0" w:rsidRDefault="000230DB" w:rsidP="00B9635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2383</w:t>
            </w:r>
          </w:p>
        </w:tc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60AD06" w14:textId="77777777"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DA6E3D" w14:textId="0BAE78AB" w:rsidR="002E6050" w:rsidRPr="007670C0" w:rsidRDefault="000230DB" w:rsidP="00B9635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2383</w:t>
            </w:r>
          </w:p>
        </w:tc>
      </w:tr>
      <w:tr w:rsidR="002E6050" w14:paraId="1C1F57A6" w14:textId="77777777" w:rsidTr="00054037">
        <w:trPr>
          <w:trHeight w:val="397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421C333B" w14:textId="77777777" w:rsidR="002E6050" w:rsidRPr="003C732E" w:rsidRDefault="002E6050" w:rsidP="00105246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переоценка долгосрочных активов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4EE63CEB" w14:textId="77777777" w:rsidR="002E6050" w:rsidRPr="00020A41" w:rsidRDefault="002E6050" w:rsidP="00105246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052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BBDF15" w14:textId="77777777"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  <w:bookmarkStart w:id="161" w:name="f3r52"/>
            <w:bookmarkEnd w:id="161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6A0F0E" w14:textId="77777777"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D0719D" w14:textId="77777777"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A37299" w14:textId="77777777"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7013E5" w14:textId="2AB7714C" w:rsidR="002E6050" w:rsidRPr="007670C0" w:rsidRDefault="000230DB" w:rsidP="00B9635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369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B840DD" w14:textId="41F0A775"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9D2949" w14:textId="77777777"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45CEE8" w14:textId="119B3885" w:rsidR="002E6050" w:rsidRPr="007670C0" w:rsidRDefault="000230DB" w:rsidP="00B9635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369</w:t>
            </w:r>
          </w:p>
        </w:tc>
      </w:tr>
      <w:tr w:rsidR="002E6050" w14:paraId="456A2A11" w14:textId="77777777" w:rsidTr="00054037">
        <w:trPr>
          <w:trHeight w:val="397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79724C13" w14:textId="77777777" w:rsidR="002E6050" w:rsidRPr="003C732E" w:rsidRDefault="002E6050" w:rsidP="00105246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доходы от прочих операций, не включаемые в чистую прибыль (убыток)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30DD6DC3" w14:textId="77777777" w:rsidR="002E6050" w:rsidRPr="00020A41" w:rsidRDefault="002E6050" w:rsidP="00105246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053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C8AB3B" w14:textId="77777777"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  <w:bookmarkStart w:id="162" w:name="f3r53"/>
            <w:bookmarkEnd w:id="162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5DC4A8" w14:textId="77777777"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4E5326" w14:textId="77777777"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D8A4C8" w14:textId="77777777"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366D89" w14:textId="77777777"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151BA6" w14:textId="77777777"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D2AB4F" w14:textId="77777777"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02E723" w14:textId="77777777"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E6050" w14:paraId="27FB35C6" w14:textId="77777777" w:rsidTr="00054037">
        <w:trPr>
          <w:trHeight w:val="397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14DCADDD" w14:textId="77777777" w:rsidR="002E6050" w:rsidRPr="003C732E" w:rsidRDefault="002E6050" w:rsidP="00105246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 xml:space="preserve">выпуск дополнительных акций 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7106A909" w14:textId="77777777" w:rsidR="002E6050" w:rsidRPr="00020A41" w:rsidRDefault="002E6050" w:rsidP="00105246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054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8FAF7D" w14:textId="77777777"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  <w:bookmarkStart w:id="163" w:name="f3r54"/>
            <w:bookmarkEnd w:id="163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4C1392" w14:textId="77777777"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97949D" w14:textId="77777777"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2D3D4C" w14:textId="77777777"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958CE2" w14:textId="77777777"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4AB91B" w14:textId="77777777"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AC1627" w14:textId="77777777"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DAABBC" w14:textId="77777777"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E6050" w14:paraId="133704F4" w14:textId="77777777" w:rsidTr="00054037">
        <w:trPr>
          <w:trHeight w:val="397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6B4AA4AD" w14:textId="77777777" w:rsidR="002E6050" w:rsidRPr="003C732E" w:rsidRDefault="002E6050" w:rsidP="00105246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увеличение номинальной стоимости акций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299C6015" w14:textId="77777777" w:rsidR="002E6050" w:rsidRPr="00020A41" w:rsidRDefault="002E6050" w:rsidP="00105246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055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1EDA5F" w14:textId="77777777"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  <w:bookmarkStart w:id="164" w:name="f3r55"/>
            <w:bookmarkEnd w:id="164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AC5910" w14:textId="77777777"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E179AE" w14:textId="77777777"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05CAE6" w14:textId="77777777"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45A65B" w14:textId="77777777"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0BD1DF" w14:textId="77777777"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7EFF33" w14:textId="77777777"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11214B" w14:textId="77777777"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E6050" w14:paraId="34B78898" w14:textId="77777777" w:rsidTr="00054037">
        <w:trPr>
          <w:trHeight w:val="397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40C5BBCA" w14:textId="77777777" w:rsidR="002E6050" w:rsidRPr="003C732E" w:rsidRDefault="002E6050" w:rsidP="00105246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вклады собственника имущества (учредителей, участников)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7CC2023B" w14:textId="77777777" w:rsidR="002E6050" w:rsidRPr="00020A41" w:rsidRDefault="002E6050" w:rsidP="00105246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056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DC8712" w14:textId="77777777"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  <w:bookmarkStart w:id="165" w:name="f3r56"/>
            <w:bookmarkEnd w:id="165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369E45" w14:textId="77777777"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62AA03" w14:textId="77777777"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2112FB" w14:textId="77777777"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E1CB26" w14:textId="77777777"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3B51D6" w14:textId="77777777"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BF7833" w14:textId="77777777"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73274D" w14:textId="77777777"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E6050" w14:paraId="0635758D" w14:textId="77777777" w:rsidTr="00054037">
        <w:trPr>
          <w:trHeight w:val="397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7FFFFDF7" w14:textId="77777777" w:rsidR="002E6050" w:rsidRPr="003C732E" w:rsidRDefault="002E6050" w:rsidP="00105246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реорганизация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1ABEE944" w14:textId="77777777" w:rsidR="002E6050" w:rsidRPr="00020A41" w:rsidRDefault="002E6050" w:rsidP="00105246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057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0784FC" w14:textId="77777777"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  <w:bookmarkStart w:id="166" w:name="f3r57"/>
            <w:bookmarkEnd w:id="166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8582A1" w14:textId="77777777"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F10E1D" w14:textId="77777777"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B74E26" w14:textId="77777777"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3DB297" w14:textId="77777777"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F919D4" w14:textId="77777777"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60C516" w14:textId="77777777"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75CC90" w14:textId="77777777"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E6050" w14:paraId="6A32D479" w14:textId="77777777" w:rsidTr="00054037">
        <w:trPr>
          <w:trHeight w:val="224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4BEB4F67" w14:textId="77777777" w:rsidR="002E6050" w:rsidRPr="003C732E" w:rsidRDefault="002E6050" w:rsidP="00105246">
            <w:pPr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1D521091" w14:textId="77777777" w:rsidR="002E6050" w:rsidRPr="00020A41" w:rsidRDefault="002E6050" w:rsidP="00105246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058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523E99" w14:textId="77777777"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  <w:bookmarkStart w:id="167" w:name="f3r58"/>
            <w:bookmarkEnd w:id="167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386F11" w14:textId="77777777"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099FD6" w14:textId="77777777"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45CB94" w14:textId="77777777"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9FC9E8" w14:textId="77777777"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11744B" w14:textId="77777777"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A71EC4" w14:textId="77777777"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53FD8D" w14:textId="77777777"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E6050" w14:paraId="01686D7D" w14:textId="77777777" w:rsidTr="00054037">
        <w:trPr>
          <w:trHeight w:val="249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3B0E2662" w14:textId="77777777" w:rsidR="002E6050" w:rsidRPr="003C732E" w:rsidRDefault="002E6050" w:rsidP="00105246">
            <w:pPr>
              <w:ind w:firstLineChars="100" w:firstLine="1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прочие</w:t>
            </w:r>
            <w:r w:rsidRPr="003C732E">
              <w:rPr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28E3642E" w14:textId="77777777" w:rsidR="002E6050" w:rsidRPr="00020A41" w:rsidRDefault="002E6050" w:rsidP="00105246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059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8705BD" w14:textId="77777777"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  <w:bookmarkStart w:id="168" w:name="f3r59"/>
            <w:bookmarkEnd w:id="168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F3F302" w14:textId="77777777"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BE7B47" w14:textId="77777777"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8C2DD5" w14:textId="77777777"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C71274" w14:textId="77777777"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1BD051" w14:textId="77777777"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13AE03" w14:textId="77777777"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0762DC" w14:textId="77777777"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E6050" w14:paraId="7CB71C1C" w14:textId="77777777" w:rsidTr="00054037">
        <w:trPr>
          <w:trHeight w:val="281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1E3D068A" w14:textId="77777777" w:rsidR="002E6050" w:rsidRPr="003C732E" w:rsidRDefault="002E6050" w:rsidP="00105246">
            <w:pPr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Уменьшение собственного капитала – всего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2630A378" w14:textId="77777777" w:rsidR="002E6050" w:rsidRPr="00020A41" w:rsidRDefault="002E6050" w:rsidP="00105246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060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FBEE93" w14:textId="77777777"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  <w:bookmarkStart w:id="169" w:name="f3r60"/>
            <w:bookmarkEnd w:id="169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FC5389" w14:textId="77777777"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1D6D99" w14:textId="77777777"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0258F7" w14:textId="77777777"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1BDDBE" w14:textId="77777777"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16659E" w14:textId="523FD841" w:rsidR="002E6050" w:rsidRPr="007670C0" w:rsidRDefault="000230DB" w:rsidP="00B9635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36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451C98" w14:textId="77777777"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669D8D" w14:textId="228670B8" w:rsidR="002E6050" w:rsidRPr="007670C0" w:rsidRDefault="000230DB" w:rsidP="00B9635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36</w:t>
            </w:r>
          </w:p>
        </w:tc>
      </w:tr>
      <w:tr w:rsidR="002E6050" w14:paraId="52D2A46A" w14:textId="77777777" w:rsidTr="00054037">
        <w:trPr>
          <w:trHeight w:val="397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17BE61F9" w14:textId="77777777" w:rsidR="002E6050" w:rsidRPr="003C732E" w:rsidRDefault="002E6050" w:rsidP="00105246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В том числе:</w:t>
            </w:r>
          </w:p>
          <w:p w14:paraId="7DC15469" w14:textId="77777777" w:rsidR="002E6050" w:rsidRPr="003C732E" w:rsidRDefault="002E6050" w:rsidP="00105246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убыток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right w:val="nil"/>
            </w:tcBorders>
            <w:shd w:val="clear" w:color="auto" w:fill="FFFFFF"/>
            <w:noWrap/>
            <w:vAlign w:val="center"/>
          </w:tcPr>
          <w:p w14:paraId="7CD040DE" w14:textId="77777777" w:rsidR="002E6050" w:rsidRPr="00020A41" w:rsidRDefault="002E6050" w:rsidP="00105246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061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55873F" w14:textId="77777777"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  <w:bookmarkStart w:id="170" w:name="f3r61"/>
            <w:bookmarkEnd w:id="170"/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326CCD" w14:textId="77777777"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84EA69" w14:textId="77777777"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21943E" w14:textId="77777777"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40B6B0" w14:textId="77777777"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AD3F33" w14:textId="77777777"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5E8064" w14:textId="77777777"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702F48" w14:textId="77777777"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E6050" w14:paraId="691D4231" w14:textId="77777777" w:rsidTr="00054037">
        <w:trPr>
          <w:trHeight w:val="397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75FA4661" w14:textId="77777777" w:rsidR="002E6050" w:rsidRPr="003C732E" w:rsidRDefault="002E6050" w:rsidP="00105246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переоценка долгосрочных активов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1D6AE935" w14:textId="77777777" w:rsidR="002E6050" w:rsidRPr="00020A41" w:rsidRDefault="002E6050" w:rsidP="00105246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062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981545F" w14:textId="77777777"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  <w:bookmarkStart w:id="171" w:name="f3r62"/>
            <w:bookmarkEnd w:id="171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18E8A3D" w14:textId="77777777"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45A3C2C" w14:textId="77777777"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4C3410D" w14:textId="77777777"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1A333C3" w14:textId="77777777"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D05A7D6" w14:textId="77777777"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D04C170" w14:textId="77777777"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A7DD9E7" w14:textId="77777777"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E6050" w14:paraId="10C477DC" w14:textId="77777777" w:rsidTr="00054037">
        <w:trPr>
          <w:trHeight w:val="397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22813263" w14:textId="77777777" w:rsidR="002E6050" w:rsidRPr="003C732E" w:rsidRDefault="002E6050" w:rsidP="00105246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расходы от прочих операций, не включаемые в чистую прибыль (убыток)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5176B89C" w14:textId="77777777" w:rsidR="002E6050" w:rsidRPr="00020A41" w:rsidRDefault="002E6050" w:rsidP="00105246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063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2951ECC" w14:textId="77777777"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  <w:bookmarkStart w:id="172" w:name="f3r63"/>
            <w:bookmarkEnd w:id="172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DCB680D" w14:textId="77777777"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F63A2CC" w14:textId="77777777"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C695169" w14:textId="77777777"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F65192A" w14:textId="77777777"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4832904" w14:textId="77777777"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6C9403E" w14:textId="77777777"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1B2506E" w14:textId="77777777"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E6050" w14:paraId="6B2DA1C0" w14:textId="77777777" w:rsidTr="00054037">
        <w:trPr>
          <w:trHeight w:val="397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5C36FBFA" w14:textId="77777777" w:rsidR="002E6050" w:rsidRPr="003C732E" w:rsidRDefault="002E6050" w:rsidP="00105246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уменьшение номинальной стоимости акций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446D837B" w14:textId="77777777" w:rsidR="002E6050" w:rsidRPr="00020A41" w:rsidRDefault="002E6050" w:rsidP="00105246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064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859E179" w14:textId="77777777"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  <w:bookmarkStart w:id="173" w:name="f3r64"/>
            <w:bookmarkEnd w:id="173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B2BA5FD" w14:textId="77777777"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48BBC3F" w14:textId="77777777"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FC16E90" w14:textId="77777777"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ABB7490" w14:textId="77777777"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47381AB" w14:textId="77777777"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E42504B" w14:textId="77777777"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10F188C" w14:textId="77777777"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E6050" w14:paraId="78C24D6F" w14:textId="77777777" w:rsidTr="00054037">
        <w:trPr>
          <w:trHeight w:val="397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50A33C5C" w14:textId="77777777" w:rsidR="002E6050" w:rsidRPr="003C732E" w:rsidRDefault="002E6050" w:rsidP="00105246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выкуп акций (долей в уставном капитале)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14:paraId="214F67C5" w14:textId="77777777" w:rsidR="002E6050" w:rsidRPr="00020A41" w:rsidRDefault="002E6050" w:rsidP="00105246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065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E4CBBF1" w14:textId="77777777"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  <w:bookmarkStart w:id="174" w:name="f3r65"/>
            <w:bookmarkEnd w:id="174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0D30269" w14:textId="77777777"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A106BB6" w14:textId="77777777"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300D85F" w14:textId="77777777"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2797147" w14:textId="77777777"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7FB968D" w14:textId="77777777"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9CB5CF7" w14:textId="77777777"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9BA3CFA" w14:textId="77777777"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E6050" w14:paraId="1713FAE2" w14:textId="77777777" w:rsidTr="00054037">
        <w:trPr>
          <w:trHeight w:val="397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51219D06" w14:textId="77777777" w:rsidR="002E6050" w:rsidRPr="003C732E" w:rsidRDefault="002E6050" w:rsidP="00105246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дивиденды и другие    доходы от участия в уставном капитале организации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14:paraId="1191D935" w14:textId="77777777" w:rsidR="002E6050" w:rsidRPr="00020A41" w:rsidRDefault="002E6050" w:rsidP="00105246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066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3467A8E" w14:textId="77777777"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  <w:bookmarkStart w:id="175" w:name="f3r66"/>
            <w:bookmarkEnd w:id="175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1D86B2E" w14:textId="77777777"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694BC7F" w14:textId="77777777"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310267B" w14:textId="77777777"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DA12E6D" w14:textId="77777777"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B7EDB19" w14:textId="552DC8A8" w:rsidR="002E6050" w:rsidRPr="007670C0" w:rsidRDefault="000230DB" w:rsidP="00B9635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36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CA81D34" w14:textId="77777777"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8754CE7" w14:textId="6361B8C2" w:rsidR="002E6050" w:rsidRPr="007670C0" w:rsidRDefault="000230DB" w:rsidP="00B9635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36</w:t>
            </w:r>
          </w:p>
        </w:tc>
      </w:tr>
      <w:tr w:rsidR="002E6050" w14:paraId="1284482B" w14:textId="77777777" w:rsidTr="00054037">
        <w:trPr>
          <w:trHeight w:val="330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748C7615" w14:textId="77777777" w:rsidR="002E6050" w:rsidRPr="003C732E" w:rsidRDefault="002E6050" w:rsidP="00105246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реорганизация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4B9AF67E" w14:textId="77777777" w:rsidR="002E6050" w:rsidRPr="00020A41" w:rsidRDefault="002E6050" w:rsidP="00105246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067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2EF2B26" w14:textId="77777777"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  <w:bookmarkStart w:id="176" w:name="f3r67"/>
            <w:bookmarkEnd w:id="176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C570F71" w14:textId="77777777"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2F85C8F" w14:textId="77777777"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D03B32F" w14:textId="77777777"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1FE1F18" w14:textId="77777777"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CFB8980" w14:textId="77777777"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8D6CCAA" w14:textId="77777777"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3767571" w14:textId="77777777"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E6050" w14:paraId="51A829F1" w14:textId="77777777" w:rsidTr="00054037">
        <w:trPr>
          <w:trHeight w:val="249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77D16479" w14:textId="77777777" w:rsidR="002E6050" w:rsidRPr="003C732E" w:rsidRDefault="002E6050" w:rsidP="00105246">
            <w:pPr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14:paraId="37086168" w14:textId="77777777" w:rsidR="002E6050" w:rsidRPr="00020A41" w:rsidRDefault="002E6050" w:rsidP="00105246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068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78D988A" w14:textId="77777777"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  <w:bookmarkStart w:id="177" w:name="f3r68"/>
            <w:bookmarkEnd w:id="177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E21C417" w14:textId="77777777"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06C9E05" w14:textId="77777777"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1F6DC71" w14:textId="77777777"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6739E7C" w14:textId="77777777"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C93E72C" w14:textId="77777777"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1185195" w14:textId="77777777"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CFEAFB8" w14:textId="77777777"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E6050" w14:paraId="05C75498" w14:textId="77777777" w:rsidTr="00054037">
        <w:trPr>
          <w:trHeight w:val="249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5DE562" w14:textId="77777777" w:rsidR="002E6050" w:rsidRPr="003C732E" w:rsidRDefault="002E6050" w:rsidP="00105246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 </w:t>
            </w:r>
            <w:r>
              <w:rPr>
                <w:sz w:val="16"/>
                <w:szCs w:val="16"/>
              </w:rPr>
              <w:t>прочие</w:t>
            </w:r>
            <w:r w:rsidRPr="003C732E">
              <w:rPr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14:paraId="1C35AA7C" w14:textId="77777777" w:rsidR="002E6050" w:rsidRPr="00020A41" w:rsidRDefault="002E6050" w:rsidP="00105246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069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1DA0E45" w14:textId="77777777"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  <w:bookmarkStart w:id="178" w:name="f3r69"/>
            <w:bookmarkEnd w:id="178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56241E3" w14:textId="77777777"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5866C9F" w14:textId="77777777"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101CA5B" w14:textId="77777777"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CBCE08C" w14:textId="77777777"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4FF2C62" w14:textId="77777777"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C56770F" w14:textId="77777777"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C222A8E" w14:textId="77777777"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E6050" w14:paraId="56287E2D" w14:textId="77777777" w:rsidTr="00054037">
        <w:trPr>
          <w:trHeight w:val="310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04F7E0" w14:textId="77777777" w:rsidR="002E6050" w:rsidRPr="003C732E" w:rsidRDefault="002E6050" w:rsidP="006E09C2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 </w:t>
            </w:r>
            <w:r>
              <w:rPr>
                <w:sz w:val="16"/>
                <w:szCs w:val="16"/>
              </w:rPr>
              <w:t>прочие</w:t>
            </w:r>
            <w:r w:rsidRPr="003C732E">
              <w:rPr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14:paraId="18A6301B" w14:textId="77777777" w:rsidR="002E6050" w:rsidRPr="00020A41" w:rsidRDefault="002E6050" w:rsidP="006E09C2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069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A904C95" w14:textId="77777777"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CD6C2A0" w14:textId="77777777"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5F54D70" w14:textId="77777777"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EA8AF50" w14:textId="77777777"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85A3992" w14:textId="77777777"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85F8801" w14:textId="77777777"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3F172D8" w14:textId="77777777"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0CF9233" w14:textId="77777777"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</w:p>
        </w:tc>
      </w:tr>
    </w:tbl>
    <w:p w14:paraId="6A7D6168" w14:textId="77777777" w:rsidR="006F45BC" w:rsidRDefault="006F45BC" w:rsidP="006F45BC">
      <w:pPr>
        <w:jc w:val="right"/>
      </w:pPr>
      <w:r>
        <w:br w:type="page"/>
      </w:r>
      <w:r w:rsidRPr="000C7B6A">
        <w:rPr>
          <w:b/>
          <w:sz w:val="16"/>
        </w:rPr>
        <w:lastRenderedPageBreak/>
        <w:t>Форма №3 лист 2</w:t>
      </w:r>
    </w:p>
    <w:tbl>
      <w:tblPr>
        <w:tblW w:w="10860" w:type="dxa"/>
        <w:tblInd w:w="-324" w:type="dxa"/>
        <w:tblLayout w:type="fixed"/>
        <w:tblLook w:val="0000" w:firstRow="0" w:lastRow="0" w:firstColumn="0" w:lastColumn="0" w:noHBand="0" w:noVBand="0"/>
      </w:tblPr>
      <w:tblGrid>
        <w:gridCol w:w="2400"/>
        <w:gridCol w:w="721"/>
        <w:gridCol w:w="1080"/>
        <w:gridCol w:w="960"/>
        <w:gridCol w:w="960"/>
        <w:gridCol w:w="840"/>
        <w:gridCol w:w="1019"/>
        <w:gridCol w:w="960"/>
        <w:gridCol w:w="960"/>
        <w:gridCol w:w="960"/>
      </w:tblGrid>
      <w:tr w:rsidR="006F45BC" w14:paraId="6D1A1691" w14:textId="77777777" w:rsidTr="00B96355">
        <w:trPr>
          <w:trHeight w:val="303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70EC38C" w14:textId="77777777" w:rsidR="006F45BC" w:rsidRDefault="006F45BC" w:rsidP="00B96355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020A41">
              <w:rPr>
                <w:b/>
                <w:bCs/>
                <w:sz w:val="16"/>
                <w:szCs w:val="16"/>
              </w:rPr>
              <w:t>Наименование</w:t>
            </w:r>
          </w:p>
          <w:p w14:paraId="3C70B9DC" w14:textId="77777777" w:rsidR="006F45BC" w:rsidRPr="00020A41" w:rsidRDefault="006F45BC" w:rsidP="00B96355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 xml:space="preserve"> показателей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B970B42" w14:textId="77777777" w:rsidR="006F45BC" w:rsidRPr="00020A41" w:rsidRDefault="006F45BC" w:rsidP="00B96355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Код строки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C97B0C0" w14:textId="77777777" w:rsidR="006F45BC" w:rsidRPr="00020A41" w:rsidRDefault="006F45BC" w:rsidP="00B96355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Уставный капитал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264A46B" w14:textId="77777777" w:rsidR="006F45BC" w:rsidRPr="00020A41" w:rsidRDefault="006F45BC" w:rsidP="00B96355">
            <w:pPr>
              <w:jc w:val="center"/>
              <w:rPr>
                <w:b/>
                <w:bCs/>
                <w:sz w:val="16"/>
                <w:szCs w:val="16"/>
              </w:rPr>
            </w:pPr>
            <w:proofErr w:type="spellStart"/>
            <w:proofErr w:type="gramStart"/>
            <w:r w:rsidRPr="00020A41">
              <w:rPr>
                <w:b/>
                <w:bCs/>
                <w:sz w:val="16"/>
                <w:szCs w:val="16"/>
              </w:rPr>
              <w:t>Неопла-ченная</w:t>
            </w:r>
            <w:proofErr w:type="spellEnd"/>
            <w:proofErr w:type="gramEnd"/>
            <w:r w:rsidRPr="00020A41">
              <w:rPr>
                <w:b/>
                <w:bCs/>
                <w:sz w:val="16"/>
                <w:szCs w:val="16"/>
              </w:rPr>
              <w:t xml:space="preserve"> часть уставного капитала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A0481A6" w14:textId="77777777" w:rsidR="006F45BC" w:rsidRPr="00020A41" w:rsidRDefault="006F45BC" w:rsidP="00B96355">
            <w:pPr>
              <w:jc w:val="center"/>
              <w:rPr>
                <w:b/>
                <w:bCs/>
                <w:sz w:val="16"/>
                <w:szCs w:val="16"/>
              </w:rPr>
            </w:pPr>
            <w:proofErr w:type="spellStart"/>
            <w:proofErr w:type="gramStart"/>
            <w:r w:rsidRPr="00020A41">
              <w:rPr>
                <w:b/>
                <w:bCs/>
                <w:sz w:val="16"/>
                <w:szCs w:val="16"/>
              </w:rPr>
              <w:t>Собст</w:t>
            </w:r>
            <w:proofErr w:type="spellEnd"/>
            <w:r w:rsidRPr="00020A41">
              <w:rPr>
                <w:b/>
                <w:bCs/>
                <w:sz w:val="16"/>
                <w:szCs w:val="16"/>
              </w:rPr>
              <w:t>-венные</w:t>
            </w:r>
            <w:proofErr w:type="gramEnd"/>
            <w:r w:rsidRPr="00020A41">
              <w:rPr>
                <w:b/>
                <w:bCs/>
                <w:sz w:val="16"/>
                <w:szCs w:val="16"/>
              </w:rPr>
              <w:t xml:space="preserve"> акции (доли в уставном капитале)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9EEA2E9" w14:textId="77777777" w:rsidR="006F45BC" w:rsidRPr="00020A41" w:rsidRDefault="006F45BC" w:rsidP="00B96355">
            <w:pPr>
              <w:jc w:val="center"/>
              <w:rPr>
                <w:b/>
                <w:bCs/>
                <w:sz w:val="16"/>
                <w:szCs w:val="16"/>
              </w:rPr>
            </w:pPr>
            <w:proofErr w:type="gramStart"/>
            <w:r w:rsidRPr="00020A41">
              <w:rPr>
                <w:b/>
                <w:bCs/>
                <w:sz w:val="16"/>
                <w:szCs w:val="16"/>
              </w:rPr>
              <w:t>Резерв-</w:t>
            </w:r>
            <w:proofErr w:type="spellStart"/>
            <w:r w:rsidRPr="00020A41">
              <w:rPr>
                <w:b/>
                <w:bCs/>
                <w:sz w:val="16"/>
                <w:szCs w:val="16"/>
              </w:rPr>
              <w:t>ный</w:t>
            </w:r>
            <w:proofErr w:type="spellEnd"/>
            <w:proofErr w:type="gramEnd"/>
            <w:r w:rsidRPr="00020A41">
              <w:rPr>
                <w:b/>
                <w:bCs/>
                <w:sz w:val="16"/>
                <w:szCs w:val="16"/>
              </w:rPr>
              <w:t xml:space="preserve"> капитал 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2EC83CF" w14:textId="77777777" w:rsidR="006F45BC" w:rsidRPr="00020A41" w:rsidRDefault="006F45BC" w:rsidP="00B96355">
            <w:pPr>
              <w:jc w:val="center"/>
              <w:rPr>
                <w:b/>
                <w:bCs/>
                <w:sz w:val="16"/>
                <w:szCs w:val="16"/>
              </w:rPr>
            </w:pPr>
            <w:proofErr w:type="spellStart"/>
            <w:proofErr w:type="gramStart"/>
            <w:r w:rsidRPr="00020A41">
              <w:rPr>
                <w:b/>
                <w:bCs/>
                <w:sz w:val="16"/>
                <w:szCs w:val="16"/>
              </w:rPr>
              <w:t>Добавоч-ный</w:t>
            </w:r>
            <w:proofErr w:type="spellEnd"/>
            <w:proofErr w:type="gramEnd"/>
            <w:r w:rsidRPr="00020A41">
              <w:rPr>
                <w:b/>
                <w:bCs/>
                <w:sz w:val="16"/>
                <w:szCs w:val="16"/>
              </w:rPr>
              <w:t xml:space="preserve"> капитал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6897AC3" w14:textId="77777777" w:rsidR="006F45BC" w:rsidRPr="00020A41" w:rsidRDefault="006F45BC" w:rsidP="00B96355">
            <w:pPr>
              <w:jc w:val="center"/>
              <w:rPr>
                <w:b/>
                <w:bCs/>
                <w:sz w:val="16"/>
                <w:szCs w:val="16"/>
              </w:rPr>
            </w:pPr>
            <w:proofErr w:type="spellStart"/>
            <w:proofErr w:type="gramStart"/>
            <w:r w:rsidRPr="00020A41">
              <w:rPr>
                <w:b/>
                <w:bCs/>
                <w:sz w:val="16"/>
                <w:szCs w:val="16"/>
              </w:rPr>
              <w:t>Нераспре</w:t>
            </w:r>
            <w:proofErr w:type="spellEnd"/>
            <w:r w:rsidRPr="00020A41">
              <w:rPr>
                <w:b/>
                <w:bCs/>
                <w:sz w:val="16"/>
                <w:szCs w:val="16"/>
              </w:rPr>
              <w:t>-деленная</w:t>
            </w:r>
            <w:proofErr w:type="gramEnd"/>
            <w:r w:rsidRPr="00020A41">
              <w:rPr>
                <w:b/>
                <w:bCs/>
                <w:sz w:val="16"/>
                <w:szCs w:val="16"/>
              </w:rPr>
              <w:t xml:space="preserve"> прибыль (непокрытый убыток)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3374728" w14:textId="77777777" w:rsidR="006F45BC" w:rsidRPr="00020A41" w:rsidRDefault="006F45BC" w:rsidP="00B96355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Чистая прибыль (убыток)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AB1ABD6" w14:textId="77777777" w:rsidR="006F45BC" w:rsidRPr="00020A41" w:rsidRDefault="006F45BC" w:rsidP="00B96355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Итого</w:t>
            </w:r>
          </w:p>
        </w:tc>
      </w:tr>
      <w:tr w:rsidR="006F45BC" w14:paraId="22932936" w14:textId="77777777" w:rsidTr="00B96355">
        <w:trPr>
          <w:trHeight w:val="82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E0B31C" w14:textId="77777777" w:rsidR="006F45BC" w:rsidRPr="00020A41" w:rsidRDefault="006F45BC" w:rsidP="00B96355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14:paraId="73440B84" w14:textId="77777777" w:rsidR="006F45BC" w:rsidRPr="00020A41" w:rsidRDefault="006F45BC" w:rsidP="00B96355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47AB8B3" w14:textId="77777777" w:rsidR="006F45BC" w:rsidRPr="00020A41" w:rsidRDefault="006F45BC" w:rsidP="00B96355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30C5450" w14:textId="77777777" w:rsidR="006F45BC" w:rsidRPr="00020A41" w:rsidRDefault="006F45BC" w:rsidP="00B96355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B0B5E20" w14:textId="77777777" w:rsidR="006F45BC" w:rsidRPr="00020A41" w:rsidRDefault="006F45BC" w:rsidP="00B96355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E26BC08" w14:textId="77777777" w:rsidR="006F45BC" w:rsidRPr="00020A41" w:rsidRDefault="006F45BC" w:rsidP="00B96355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F08408A" w14:textId="77777777" w:rsidR="006F45BC" w:rsidRPr="00020A41" w:rsidRDefault="006F45BC" w:rsidP="00B96355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AA0F2D4" w14:textId="77777777" w:rsidR="006F45BC" w:rsidRPr="00020A41" w:rsidRDefault="006F45BC" w:rsidP="00B96355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B90A33C" w14:textId="77777777" w:rsidR="006F45BC" w:rsidRPr="00020A41" w:rsidRDefault="006F45BC" w:rsidP="00B96355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6D2DDC8" w14:textId="77777777" w:rsidR="006F45BC" w:rsidRPr="00020A41" w:rsidRDefault="006F45BC" w:rsidP="00B96355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10</w:t>
            </w:r>
          </w:p>
        </w:tc>
      </w:tr>
      <w:tr w:rsidR="007874CC" w14:paraId="568D8A3C" w14:textId="77777777" w:rsidTr="00B96355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02A0B125" w14:textId="77777777" w:rsidR="007874CC" w:rsidRPr="003C732E" w:rsidRDefault="007874CC" w:rsidP="006E09C2">
            <w:pPr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Изменение уставного капитала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69B89894" w14:textId="77777777" w:rsidR="007874CC" w:rsidRPr="00020A41" w:rsidRDefault="007874CC" w:rsidP="006E09C2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070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9C25230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  <w:bookmarkStart w:id="179" w:name="f3r70"/>
            <w:bookmarkEnd w:id="179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ED7E5E9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B9BF9C2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9C94059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8B66B00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933C295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1BC90F6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A122E77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7874CC" w14:paraId="782D9C34" w14:textId="77777777" w:rsidTr="00B96355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0EFCF512" w14:textId="77777777" w:rsidR="007874CC" w:rsidRPr="003C732E" w:rsidRDefault="007874CC" w:rsidP="006E09C2">
            <w:pPr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Изменение резервного капитала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19525BC7" w14:textId="77777777" w:rsidR="007874CC" w:rsidRPr="00020A41" w:rsidRDefault="007874CC" w:rsidP="006E09C2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080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797A987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  <w:bookmarkStart w:id="180" w:name="f3r80"/>
            <w:bookmarkEnd w:id="180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04F576A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ED96043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44ED39D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F190FBD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F7DC078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64D8A59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7C12822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7874CC" w14:paraId="299D1F52" w14:textId="77777777" w:rsidTr="00B96355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14:paraId="08CE80C3" w14:textId="77777777" w:rsidR="007874CC" w:rsidRPr="003C732E" w:rsidRDefault="007874CC" w:rsidP="006E09C2">
            <w:pPr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Изменение добавочного капитала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752E74B4" w14:textId="77777777" w:rsidR="007874CC" w:rsidRPr="00020A41" w:rsidRDefault="007874CC" w:rsidP="006E09C2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090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240229E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  <w:bookmarkStart w:id="181" w:name="f3r90"/>
            <w:bookmarkEnd w:id="181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17CB960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8E077A2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65A60F0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4459DEB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DC82C32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3543C40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1984508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7874CC" w14:paraId="1334CCEA" w14:textId="77777777" w:rsidTr="00B96355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C75759" w14:textId="77777777" w:rsidR="007874CC" w:rsidRPr="007A72AE" w:rsidRDefault="007874CC" w:rsidP="007874CC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Остаток на 31</w:t>
            </w:r>
            <w:r w:rsidRPr="007A72AE">
              <w:rPr>
                <w:b/>
                <w:sz w:val="16"/>
                <w:szCs w:val="16"/>
              </w:rPr>
              <w:t>.</w:t>
            </w:r>
            <w:r>
              <w:rPr>
                <w:b/>
                <w:sz w:val="16"/>
                <w:szCs w:val="16"/>
              </w:rPr>
              <w:t>12.2018</w:t>
            </w:r>
            <w:r w:rsidRPr="007A72AE">
              <w:rPr>
                <w:b/>
                <w:sz w:val="16"/>
                <w:szCs w:val="16"/>
              </w:rPr>
              <w:t xml:space="preserve"> г.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right w:val="nil"/>
            </w:tcBorders>
            <w:shd w:val="clear" w:color="auto" w:fill="FFFFFF"/>
            <w:noWrap/>
            <w:vAlign w:val="center"/>
          </w:tcPr>
          <w:p w14:paraId="796E9A8A" w14:textId="77777777" w:rsidR="007874CC" w:rsidRPr="00020A41" w:rsidRDefault="007874CC" w:rsidP="006E09C2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100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32B9C97" w14:textId="77777777" w:rsidR="007874CC" w:rsidRPr="007670C0" w:rsidRDefault="00447374" w:rsidP="00B96355">
            <w:pPr>
              <w:jc w:val="center"/>
              <w:rPr>
                <w:b/>
                <w:sz w:val="18"/>
                <w:szCs w:val="18"/>
              </w:rPr>
            </w:pPr>
            <w:bookmarkStart w:id="182" w:name="f3r100"/>
            <w:bookmarkEnd w:id="182"/>
            <w:r>
              <w:rPr>
                <w:b/>
                <w:sz w:val="18"/>
                <w:szCs w:val="18"/>
              </w:rPr>
              <w:t>2211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B231B74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CE11FBB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38B4D09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2170EBC" w14:textId="7A2E6558" w:rsidR="007874CC" w:rsidRPr="007670C0" w:rsidRDefault="000230DB" w:rsidP="00B9635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4089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99D328B" w14:textId="7C35C1F2" w:rsidR="007874CC" w:rsidRPr="007670C0" w:rsidRDefault="000230DB" w:rsidP="00B9635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11024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EA8B5B9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95028A9" w14:textId="12121F98" w:rsidR="007874CC" w:rsidRPr="007670C0" w:rsidRDefault="000230DB" w:rsidP="00B9635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17324</w:t>
            </w:r>
          </w:p>
        </w:tc>
      </w:tr>
      <w:tr w:rsidR="007874CC" w14:paraId="495D3DE2" w14:textId="77777777" w:rsidTr="00B96355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6BA5E7AD" w14:textId="77777777" w:rsidR="007874CC" w:rsidRPr="007A72AE" w:rsidRDefault="007874CC" w:rsidP="006E09C2">
            <w:pPr>
              <w:rPr>
                <w:b/>
                <w:sz w:val="16"/>
                <w:szCs w:val="16"/>
              </w:rPr>
            </w:pPr>
            <w:r w:rsidRPr="007A72AE">
              <w:rPr>
                <w:b/>
                <w:sz w:val="16"/>
                <w:szCs w:val="16"/>
              </w:rPr>
              <w:t>Остаток на 31.12.201</w:t>
            </w:r>
            <w:r>
              <w:rPr>
                <w:b/>
                <w:sz w:val="16"/>
                <w:szCs w:val="16"/>
              </w:rPr>
              <w:t>8</w:t>
            </w:r>
            <w:r w:rsidRPr="007A72AE">
              <w:rPr>
                <w:b/>
                <w:sz w:val="16"/>
                <w:szCs w:val="16"/>
              </w:rPr>
              <w:t xml:space="preserve"> г. 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56B5BA4D" w14:textId="77777777" w:rsidR="007874CC" w:rsidRPr="00020A41" w:rsidRDefault="007874CC" w:rsidP="006E09C2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110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4B90FE4" w14:textId="77777777" w:rsidR="007874CC" w:rsidRPr="007670C0" w:rsidRDefault="00447374" w:rsidP="00B96355">
            <w:pPr>
              <w:jc w:val="center"/>
              <w:rPr>
                <w:b/>
                <w:sz w:val="18"/>
                <w:szCs w:val="18"/>
              </w:rPr>
            </w:pPr>
            <w:bookmarkStart w:id="183" w:name="f3r110"/>
            <w:bookmarkEnd w:id="183"/>
            <w:r>
              <w:rPr>
                <w:b/>
                <w:sz w:val="18"/>
                <w:szCs w:val="18"/>
              </w:rPr>
              <w:t>2211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AA3513B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6700F24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4018F3A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AE071EC" w14:textId="0D9D554B" w:rsidR="007874CC" w:rsidRPr="007670C0" w:rsidRDefault="000230DB" w:rsidP="00B9635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4089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F7F3A03" w14:textId="2042C61D" w:rsidR="007874CC" w:rsidRPr="007670C0" w:rsidRDefault="000230DB" w:rsidP="00B9635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11024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EE13F4F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24698B5" w14:textId="68C1B117" w:rsidR="007874CC" w:rsidRPr="007670C0" w:rsidRDefault="000230DB" w:rsidP="00B9635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17324</w:t>
            </w:r>
          </w:p>
        </w:tc>
      </w:tr>
      <w:tr w:rsidR="007874CC" w14:paraId="2E0E0481" w14:textId="77777777" w:rsidTr="00B96355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191BD0AF" w14:textId="77777777" w:rsidR="007874CC" w:rsidRPr="003C732E" w:rsidRDefault="007874CC" w:rsidP="006E09C2">
            <w:pPr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Корректировки в связи с изменением учетной политики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5B218B49" w14:textId="77777777" w:rsidR="007874CC" w:rsidRPr="00020A41" w:rsidRDefault="007874CC" w:rsidP="006E09C2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120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0E954D3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  <w:bookmarkStart w:id="184" w:name="f3r120"/>
            <w:bookmarkEnd w:id="184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267EC50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7E15B61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B7B796C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AEE0544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84CE428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8D9C64C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5991D84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7874CC" w14:paraId="1A445A71" w14:textId="77777777" w:rsidTr="00B96355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6ACFA180" w14:textId="77777777" w:rsidR="007874CC" w:rsidRPr="003C732E" w:rsidRDefault="007874CC" w:rsidP="006E09C2">
            <w:pPr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Корректировки в связи с исправлением ошибок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3A73A722" w14:textId="77777777" w:rsidR="007874CC" w:rsidRPr="00020A41" w:rsidRDefault="007874CC" w:rsidP="006E09C2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130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1DF921B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  <w:bookmarkStart w:id="185" w:name="f3r130"/>
            <w:bookmarkEnd w:id="185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8F4C59C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14DED87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59E4E8E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5385064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C70C5A5" w14:textId="51A6E902" w:rsidR="007874CC" w:rsidRPr="007670C0" w:rsidRDefault="000230DB" w:rsidP="00B9635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D5B496C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21C7F18" w14:textId="51A293C3" w:rsidR="007874CC" w:rsidRPr="007670C0" w:rsidRDefault="000230DB" w:rsidP="00B9635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-26</w:t>
            </w:r>
          </w:p>
        </w:tc>
      </w:tr>
      <w:tr w:rsidR="007874CC" w14:paraId="5A4874A5" w14:textId="77777777" w:rsidTr="00B96355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4B4E66A9" w14:textId="77777777" w:rsidR="007874CC" w:rsidRPr="00566571" w:rsidRDefault="007874CC" w:rsidP="006E09C2">
            <w:pPr>
              <w:rPr>
                <w:sz w:val="18"/>
                <w:szCs w:val="18"/>
              </w:rPr>
            </w:pPr>
            <w:proofErr w:type="gramStart"/>
            <w:r w:rsidRPr="00C762E6">
              <w:rPr>
                <w:sz w:val="16"/>
                <w:szCs w:val="16"/>
              </w:rPr>
              <w:t xml:space="preserve">По  </w:t>
            </w:r>
            <w:r>
              <w:rPr>
                <w:sz w:val="16"/>
                <w:szCs w:val="16"/>
              </w:rPr>
              <w:t>п</w:t>
            </w:r>
            <w:r w:rsidRPr="00C762E6">
              <w:rPr>
                <w:sz w:val="16"/>
                <w:szCs w:val="16"/>
              </w:rPr>
              <w:t>остановлению</w:t>
            </w:r>
            <w:proofErr w:type="gramEnd"/>
            <w:r w:rsidRPr="00C762E6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Министерства финансов РБ </w:t>
            </w:r>
            <w:r w:rsidRPr="009E2B60">
              <w:rPr>
                <w:b/>
                <w:sz w:val="16"/>
                <w:szCs w:val="16"/>
              </w:rPr>
              <w:t>№</w:t>
            </w:r>
            <w:r>
              <w:rPr>
                <w:b/>
                <w:sz w:val="16"/>
                <w:szCs w:val="16"/>
              </w:rPr>
              <w:t> </w:t>
            </w:r>
            <w:r w:rsidRPr="009E2B60">
              <w:rPr>
                <w:b/>
                <w:sz w:val="16"/>
                <w:szCs w:val="16"/>
              </w:rPr>
              <w:t>23</w:t>
            </w:r>
            <w:r>
              <w:rPr>
                <w:sz w:val="16"/>
                <w:szCs w:val="16"/>
              </w:rPr>
              <w:t>от 10.08.2017 г.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19C5486C" w14:textId="77777777" w:rsidR="007874CC" w:rsidRPr="00020A41" w:rsidRDefault="007874CC" w:rsidP="006E09C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131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07827B5" w14:textId="77777777" w:rsidR="007874CC" w:rsidRPr="00EC7908" w:rsidRDefault="007874CC" w:rsidP="00B96355">
            <w:pPr>
              <w:jc w:val="center"/>
              <w:rPr>
                <w:sz w:val="18"/>
                <w:szCs w:val="18"/>
              </w:rPr>
            </w:pPr>
            <w:bookmarkStart w:id="186" w:name="f3r131"/>
            <w:bookmarkEnd w:id="186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C9827BD" w14:textId="77777777" w:rsidR="007874CC" w:rsidRPr="00EC7908" w:rsidRDefault="007874CC" w:rsidP="00B9635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4396775" w14:textId="77777777" w:rsidR="007874CC" w:rsidRPr="00EC7908" w:rsidRDefault="007874CC" w:rsidP="00B9635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942DFA0" w14:textId="77777777" w:rsidR="007874CC" w:rsidRPr="00EC7908" w:rsidRDefault="007874CC" w:rsidP="00B9635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589DB16" w14:textId="3A60FE42" w:rsidR="007874CC" w:rsidRPr="00EC7908" w:rsidRDefault="007874CC" w:rsidP="00B9635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4A6AC4B" w14:textId="15B7771B" w:rsidR="007874CC" w:rsidRPr="00EC7908" w:rsidRDefault="007874CC" w:rsidP="00B9635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92C6FCC" w14:textId="77777777" w:rsidR="007874CC" w:rsidRPr="00EC7908" w:rsidRDefault="007874CC" w:rsidP="00B9635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8C9A194" w14:textId="4EE3D6E2" w:rsidR="007874CC" w:rsidRPr="00EC7908" w:rsidRDefault="007874CC" w:rsidP="00B96355">
            <w:pPr>
              <w:jc w:val="center"/>
              <w:rPr>
                <w:sz w:val="18"/>
                <w:szCs w:val="18"/>
              </w:rPr>
            </w:pPr>
          </w:p>
        </w:tc>
      </w:tr>
      <w:tr w:rsidR="007874CC" w14:paraId="68A06A77" w14:textId="77777777" w:rsidTr="00B96355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28AFBB87" w14:textId="481C3B6B" w:rsidR="007874CC" w:rsidRPr="007A72AE" w:rsidRDefault="007874CC" w:rsidP="006E09C2">
            <w:pPr>
              <w:rPr>
                <w:b/>
                <w:sz w:val="16"/>
                <w:szCs w:val="16"/>
              </w:rPr>
            </w:pPr>
            <w:r w:rsidRPr="007A72AE">
              <w:rPr>
                <w:b/>
                <w:sz w:val="16"/>
                <w:szCs w:val="16"/>
              </w:rPr>
              <w:t>Скорректированный остаток на 31.12.20</w:t>
            </w:r>
            <w:r w:rsidR="000230DB">
              <w:rPr>
                <w:b/>
                <w:sz w:val="16"/>
                <w:szCs w:val="16"/>
              </w:rPr>
              <w:t>23</w:t>
            </w:r>
            <w:r w:rsidRPr="007A72AE">
              <w:rPr>
                <w:b/>
                <w:sz w:val="16"/>
                <w:szCs w:val="16"/>
              </w:rPr>
              <w:t xml:space="preserve"> г. 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78B9FEDC" w14:textId="77777777" w:rsidR="007874CC" w:rsidRPr="00020A41" w:rsidRDefault="007874CC" w:rsidP="006E09C2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140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2732F71" w14:textId="77777777" w:rsidR="007874CC" w:rsidRPr="007670C0" w:rsidRDefault="00447374" w:rsidP="00B96355">
            <w:pPr>
              <w:jc w:val="center"/>
              <w:rPr>
                <w:b/>
                <w:sz w:val="18"/>
                <w:szCs w:val="18"/>
              </w:rPr>
            </w:pPr>
            <w:bookmarkStart w:id="187" w:name="f3r140"/>
            <w:bookmarkEnd w:id="187"/>
            <w:r>
              <w:rPr>
                <w:b/>
                <w:sz w:val="18"/>
                <w:szCs w:val="18"/>
              </w:rPr>
              <w:t>2211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7EFBCB8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327C14C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72F745F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29052C7" w14:textId="732099D9" w:rsidR="007874CC" w:rsidRPr="007670C0" w:rsidRDefault="000230DB" w:rsidP="00B9635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4089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5C47636" w14:textId="6CC487CB" w:rsidR="007874CC" w:rsidRPr="007670C0" w:rsidRDefault="000230DB" w:rsidP="00B9635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10998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CF7A7E5" w14:textId="2F63D5B0" w:rsidR="007874CC" w:rsidRPr="007670C0" w:rsidRDefault="000230DB" w:rsidP="00B9635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17298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3F0D176" w14:textId="664A8515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7874CC" w14:paraId="24739597" w14:textId="77777777" w:rsidTr="00B96355">
        <w:trPr>
          <w:trHeight w:val="340"/>
        </w:trPr>
        <w:tc>
          <w:tcPr>
            <w:tcW w:w="24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D2145D2" w14:textId="3A52AF57" w:rsidR="007874CC" w:rsidRPr="007A72AE" w:rsidRDefault="007874CC" w:rsidP="007874CC">
            <w:pPr>
              <w:ind w:right="-125"/>
              <w:rPr>
                <w:b/>
                <w:sz w:val="16"/>
                <w:szCs w:val="16"/>
              </w:rPr>
            </w:pPr>
            <w:r w:rsidRPr="007A72AE">
              <w:rPr>
                <w:b/>
                <w:sz w:val="16"/>
                <w:szCs w:val="16"/>
              </w:rPr>
              <w:t>За январь-</w:t>
            </w:r>
            <w:r>
              <w:rPr>
                <w:b/>
                <w:sz w:val="16"/>
                <w:szCs w:val="16"/>
              </w:rPr>
              <w:t xml:space="preserve"> декабрь 2</w:t>
            </w:r>
            <w:r w:rsidR="000230DB">
              <w:rPr>
                <w:b/>
                <w:sz w:val="16"/>
                <w:szCs w:val="16"/>
              </w:rPr>
              <w:t>024</w:t>
            </w:r>
            <w:r w:rsidRPr="007A72AE">
              <w:rPr>
                <w:b/>
                <w:sz w:val="16"/>
                <w:szCs w:val="16"/>
              </w:rPr>
              <w:t xml:space="preserve"> года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30808D64" w14:textId="77777777" w:rsidR="007874CC" w:rsidRPr="00020A41" w:rsidRDefault="007874CC" w:rsidP="006E09C2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EBCF1CB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194E8FD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8BB0F80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B4E4FF6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65E3528" w14:textId="77777777" w:rsidR="007874CC" w:rsidRPr="007670C0" w:rsidRDefault="007874CC" w:rsidP="00B96355">
            <w:pPr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72A207C" w14:textId="77777777" w:rsidR="007874CC" w:rsidRPr="007670C0" w:rsidRDefault="007874CC" w:rsidP="00B96355">
            <w:pPr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62D36E6" w14:textId="77777777" w:rsidR="007874CC" w:rsidRPr="007670C0" w:rsidRDefault="007874CC" w:rsidP="00B96355">
            <w:pPr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F9FE727" w14:textId="77777777" w:rsidR="007874CC" w:rsidRPr="007670C0" w:rsidRDefault="007874CC" w:rsidP="00B96355">
            <w:pPr>
              <w:rPr>
                <w:b/>
                <w:color w:val="FF0000"/>
                <w:sz w:val="18"/>
                <w:szCs w:val="18"/>
              </w:rPr>
            </w:pPr>
          </w:p>
        </w:tc>
      </w:tr>
      <w:tr w:rsidR="007874CC" w14:paraId="091AB18B" w14:textId="77777777" w:rsidTr="00B96355">
        <w:trPr>
          <w:trHeight w:val="34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013E9435" w14:textId="77777777" w:rsidR="007874CC" w:rsidRPr="003C732E" w:rsidRDefault="007874CC" w:rsidP="006E09C2">
            <w:pPr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Увеличение собственного капитала – всего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58C85A44" w14:textId="77777777" w:rsidR="007874CC" w:rsidRPr="00020A41" w:rsidRDefault="007874CC" w:rsidP="006E09C2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150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3BD892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  <w:bookmarkStart w:id="188" w:name="f3r150"/>
            <w:bookmarkEnd w:id="188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F00D44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39B455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C7F76C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6BBC35" w14:textId="6843F2E1" w:rsidR="007874CC" w:rsidRPr="007670C0" w:rsidRDefault="000230DB" w:rsidP="00B9635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200C27" w14:textId="0BC23E79" w:rsidR="007874CC" w:rsidRPr="007670C0" w:rsidRDefault="000230DB" w:rsidP="00B9635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2765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7F1845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D302AF" w14:textId="1E83E488" w:rsidR="007874CC" w:rsidRPr="007670C0" w:rsidRDefault="000230DB" w:rsidP="00B9635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3292</w:t>
            </w:r>
          </w:p>
        </w:tc>
      </w:tr>
      <w:tr w:rsidR="007874CC" w14:paraId="399457F4" w14:textId="77777777" w:rsidTr="00B96355">
        <w:trPr>
          <w:trHeight w:val="209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14:paraId="6019DD4A" w14:textId="77777777" w:rsidR="007874CC" w:rsidRPr="003C732E" w:rsidRDefault="007874CC" w:rsidP="006E09C2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В том числе:</w:t>
            </w:r>
          </w:p>
        </w:tc>
        <w:tc>
          <w:tcPr>
            <w:tcW w:w="721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FFFFFF"/>
            <w:noWrap/>
            <w:vAlign w:val="center"/>
          </w:tcPr>
          <w:p w14:paraId="5B4B37C6" w14:textId="77777777" w:rsidR="007874CC" w:rsidRPr="00020A41" w:rsidRDefault="007874CC" w:rsidP="006E09C2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151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14:paraId="6FA7833D" w14:textId="77777777" w:rsidR="007874CC" w:rsidRPr="00AF1FB3" w:rsidRDefault="007874CC" w:rsidP="00B96355">
            <w:pPr>
              <w:jc w:val="center"/>
              <w:rPr>
                <w:b/>
                <w:sz w:val="18"/>
                <w:szCs w:val="18"/>
              </w:rPr>
            </w:pPr>
            <w:bookmarkStart w:id="189" w:name="f3r151"/>
            <w:bookmarkEnd w:id="189"/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862B2F9" w14:textId="77777777" w:rsidR="007874CC" w:rsidRPr="00AF1FB3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D78BF04" w14:textId="77777777" w:rsidR="007874CC" w:rsidRPr="00AF1FB3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C44DE03" w14:textId="77777777" w:rsidR="007874CC" w:rsidRPr="00AF1FB3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905DF98" w14:textId="77777777" w:rsidR="007874CC" w:rsidRPr="00AF1FB3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15FC780" w14:textId="0F24B05E" w:rsidR="007874CC" w:rsidRPr="00AF1FB3" w:rsidRDefault="000230DB" w:rsidP="00B9635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2765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27547F2" w14:textId="77777777" w:rsidR="007874CC" w:rsidRPr="00AF1FB3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85615F0" w14:textId="029A71A6" w:rsidR="007874CC" w:rsidRPr="00AF1FB3" w:rsidRDefault="000230DB" w:rsidP="00B9635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2765</w:t>
            </w:r>
          </w:p>
        </w:tc>
      </w:tr>
      <w:tr w:rsidR="007874CC" w14:paraId="533842D8" w14:textId="77777777" w:rsidTr="00B96355">
        <w:trPr>
          <w:trHeight w:val="158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0AFEF539" w14:textId="77777777" w:rsidR="007874CC" w:rsidRPr="003C732E" w:rsidRDefault="007874CC" w:rsidP="00B96355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 xml:space="preserve">чистая прибыль </w:t>
            </w:r>
          </w:p>
        </w:tc>
        <w:tc>
          <w:tcPr>
            <w:tcW w:w="721" w:type="dxa"/>
            <w:vMerge/>
            <w:tcBorders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72124D6B" w14:textId="77777777" w:rsidR="007874CC" w:rsidRPr="00020A41" w:rsidRDefault="007874CC" w:rsidP="00B9635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14:paraId="4330E72D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6217301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C45B60C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965A52D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B7E9FBD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3C3012F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B1134BA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E209671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7874CC" w14:paraId="3B3D172C" w14:textId="77777777" w:rsidTr="00B96355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3069317C" w14:textId="77777777" w:rsidR="007874CC" w:rsidRPr="003C732E" w:rsidRDefault="007874CC" w:rsidP="006E09C2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переоценка долгосрочных активов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4E9C33CB" w14:textId="77777777" w:rsidR="007874CC" w:rsidRPr="00020A41" w:rsidRDefault="007874CC" w:rsidP="006E09C2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152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97BD31A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  <w:bookmarkStart w:id="190" w:name="f3r152"/>
            <w:bookmarkEnd w:id="190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E5E7CE9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9EAE923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3FEAC2C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C1FE043" w14:textId="52C65032" w:rsidR="007874CC" w:rsidRPr="007670C0" w:rsidRDefault="003317EF" w:rsidP="00B9635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DEB40BB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51F3055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88E0405" w14:textId="69521DB4" w:rsidR="007874CC" w:rsidRPr="007670C0" w:rsidRDefault="003317EF" w:rsidP="00B9635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527</w:t>
            </w:r>
          </w:p>
        </w:tc>
      </w:tr>
      <w:tr w:rsidR="007874CC" w14:paraId="3D5B5C62" w14:textId="77777777" w:rsidTr="00B96355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31AEC748" w14:textId="77777777" w:rsidR="007874CC" w:rsidRPr="003C732E" w:rsidRDefault="007874CC" w:rsidP="006E09C2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доходы от прочих операций, не включаемые в чистую прибыль (убыток)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191FD5E6" w14:textId="77777777" w:rsidR="007874CC" w:rsidRPr="00020A41" w:rsidRDefault="007874CC" w:rsidP="006E09C2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153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55D89A1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  <w:bookmarkStart w:id="191" w:name="f3r153"/>
            <w:bookmarkEnd w:id="191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075E4B8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5D42ACD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77AF103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27CC133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70CBBCF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E8DDED2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3AA0A56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7874CC" w14:paraId="1F3214B1" w14:textId="77777777" w:rsidTr="00B96355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74F3FEF4" w14:textId="77777777" w:rsidR="007874CC" w:rsidRPr="003C732E" w:rsidRDefault="007874CC" w:rsidP="006E09C2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 xml:space="preserve">выпуск дополнительных акций 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4F88D14C" w14:textId="77777777" w:rsidR="007874CC" w:rsidRPr="00020A41" w:rsidRDefault="007874CC" w:rsidP="006E09C2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154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ED237C9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  <w:bookmarkStart w:id="192" w:name="f3r154"/>
            <w:bookmarkEnd w:id="192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1B2F86D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9F168B4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D4AAC04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4B5DB35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FA78493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895F336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BA0498B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7874CC" w14:paraId="0CB1E9CD" w14:textId="77777777" w:rsidTr="00B96355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5F5090CF" w14:textId="77777777" w:rsidR="007874CC" w:rsidRPr="003C732E" w:rsidRDefault="007874CC" w:rsidP="006E09C2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увеличение номинальной стоимости акций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30D02C1E" w14:textId="77777777" w:rsidR="007874CC" w:rsidRPr="00020A41" w:rsidRDefault="007874CC" w:rsidP="006E09C2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155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D394959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  <w:bookmarkStart w:id="193" w:name="f3r155"/>
            <w:bookmarkEnd w:id="193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9BFBBFD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B9BBEE4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0F6EC79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BDAA7E9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E687A33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924C760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3018757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7874CC" w14:paraId="24986E29" w14:textId="77777777" w:rsidTr="00B96355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2063251B" w14:textId="77777777" w:rsidR="007874CC" w:rsidRPr="003C732E" w:rsidRDefault="007874CC" w:rsidP="006E09C2">
            <w:pPr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вклады собственника имущества (учредителей, участников)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1693492A" w14:textId="77777777" w:rsidR="007874CC" w:rsidRPr="00020A41" w:rsidRDefault="007874CC" w:rsidP="006E09C2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156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B6A8742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  <w:bookmarkStart w:id="194" w:name="f3r156"/>
            <w:bookmarkEnd w:id="194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0D3AEE4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3E93858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52367CD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A520987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84442A7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DBDECDD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A34BF38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7874CC" w14:paraId="1F1A5DFE" w14:textId="77777777" w:rsidTr="00B96355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06C6D1D2" w14:textId="77777777" w:rsidR="007874CC" w:rsidRPr="003C732E" w:rsidRDefault="007874CC" w:rsidP="006E09C2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реорганизация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146C1E3D" w14:textId="77777777" w:rsidR="007874CC" w:rsidRPr="00020A41" w:rsidRDefault="007874CC" w:rsidP="006E09C2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157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2D0BF70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  <w:bookmarkStart w:id="195" w:name="f3r157"/>
            <w:bookmarkEnd w:id="195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D4CE4C8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9F1B63B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8E8CCBB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602C67F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385E88E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3375114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C2E164D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7874CC" w14:paraId="7852B623" w14:textId="77777777" w:rsidTr="00B96355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5194A0D4" w14:textId="77777777" w:rsidR="007874CC" w:rsidRPr="003C732E" w:rsidRDefault="007874CC" w:rsidP="006E09C2">
            <w:pPr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 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4DEAD0C3" w14:textId="77777777" w:rsidR="007874CC" w:rsidRPr="00020A41" w:rsidRDefault="007874CC" w:rsidP="006E09C2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158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457AA52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  <w:bookmarkStart w:id="196" w:name="f3r158"/>
            <w:bookmarkEnd w:id="196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22DF1B0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79DEE56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0CD4DC2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F2CD043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53E6A71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6862B32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433F535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7874CC" w14:paraId="569A1BAF" w14:textId="77777777" w:rsidTr="00B96355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18224C49" w14:textId="77777777" w:rsidR="007874CC" w:rsidRPr="003C732E" w:rsidRDefault="007874CC" w:rsidP="006E09C2">
            <w:pPr>
              <w:ind w:firstLineChars="100" w:firstLine="1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прочие</w:t>
            </w:r>
            <w:r w:rsidRPr="003C732E">
              <w:rPr>
                <w:sz w:val="16"/>
                <w:szCs w:val="16"/>
              </w:rPr>
              <w:t>  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14:paraId="76D551D3" w14:textId="77777777" w:rsidR="007874CC" w:rsidRPr="00020A41" w:rsidRDefault="007874CC" w:rsidP="006E09C2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159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0B10C87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  <w:bookmarkStart w:id="197" w:name="f3r159"/>
            <w:bookmarkEnd w:id="197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33A8111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67643EB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2184094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77215B3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EB76D1C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DE1D079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B076AD4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7874CC" w14:paraId="64B1F91C" w14:textId="77777777" w:rsidTr="00B96355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24EC27" w14:textId="77777777" w:rsidR="007874CC" w:rsidRPr="003C732E" w:rsidRDefault="007874CC" w:rsidP="006E09C2">
            <w:pPr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Уменьшение собственного капитала – всего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14:paraId="30847D5E" w14:textId="77777777" w:rsidR="007874CC" w:rsidRPr="00020A41" w:rsidRDefault="007874CC" w:rsidP="006E09C2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160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CA59E2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  <w:bookmarkStart w:id="198" w:name="f3r160"/>
            <w:bookmarkEnd w:id="198"/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E73208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772B35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C162FA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FED8AD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CB461B" w14:textId="5B47557A" w:rsidR="007874CC" w:rsidRPr="007670C0" w:rsidRDefault="002763EC" w:rsidP="00B9635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  <w:r w:rsidR="003317EF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4D4ACF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3BA83D" w14:textId="54FA4483" w:rsidR="007874CC" w:rsidRPr="007670C0" w:rsidRDefault="002763EC" w:rsidP="00B9635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  <w:r w:rsidR="003317EF">
              <w:rPr>
                <w:b/>
                <w:sz w:val="18"/>
                <w:szCs w:val="18"/>
              </w:rPr>
              <w:t>2</w:t>
            </w:r>
          </w:p>
        </w:tc>
      </w:tr>
      <w:tr w:rsidR="007874CC" w14:paraId="01C5E14E" w14:textId="77777777" w:rsidTr="00B96355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AE95EB" w14:textId="77777777" w:rsidR="007874CC" w:rsidRPr="003C732E" w:rsidRDefault="007874CC" w:rsidP="006E09C2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В том числе:</w:t>
            </w:r>
          </w:p>
          <w:p w14:paraId="36BA1DAE" w14:textId="77777777" w:rsidR="007874CC" w:rsidRPr="003C732E" w:rsidRDefault="007874CC" w:rsidP="006E09C2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убыток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14:paraId="1D1176BA" w14:textId="77777777" w:rsidR="007874CC" w:rsidRPr="00020A41" w:rsidRDefault="007874CC" w:rsidP="006E09C2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161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14:paraId="4204813B" w14:textId="77777777" w:rsidR="007874CC" w:rsidRPr="00AF1FB3" w:rsidRDefault="007874CC" w:rsidP="00B96355">
            <w:pPr>
              <w:jc w:val="center"/>
              <w:rPr>
                <w:b/>
                <w:sz w:val="18"/>
                <w:szCs w:val="18"/>
              </w:rPr>
            </w:pPr>
            <w:bookmarkStart w:id="199" w:name="f3r161"/>
            <w:bookmarkEnd w:id="199"/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14:paraId="41DE8F19" w14:textId="77777777" w:rsidR="007874CC" w:rsidRPr="00AF1FB3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14:paraId="122483AF" w14:textId="77777777" w:rsidR="007874CC" w:rsidRPr="00AF1FB3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14:paraId="1DDC7CA2" w14:textId="77777777" w:rsidR="007874CC" w:rsidRPr="00AF1FB3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14:paraId="2EA62533" w14:textId="77777777" w:rsidR="007874CC" w:rsidRPr="00AF1FB3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14:paraId="36EDE0E8" w14:textId="77777777" w:rsidR="007874CC" w:rsidRPr="00AF1FB3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14:paraId="5ED9F3C7" w14:textId="77777777" w:rsidR="007874CC" w:rsidRPr="00AF1FB3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A6A0EC7" w14:textId="77777777" w:rsidR="007874CC" w:rsidRPr="00AF1FB3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7874CC" w14:paraId="03909CD0" w14:textId="77777777" w:rsidTr="00B96355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612E3A" w14:textId="77777777" w:rsidR="007874CC" w:rsidRPr="003C732E" w:rsidRDefault="007874CC" w:rsidP="006E09C2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переоценка долгосрочных активов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14:paraId="6E372616" w14:textId="77777777" w:rsidR="007874CC" w:rsidRPr="00020A41" w:rsidRDefault="007874CC" w:rsidP="006E09C2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162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4BD019E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  <w:bookmarkStart w:id="200" w:name="f3r162"/>
            <w:bookmarkEnd w:id="200"/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1F3EC54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5BE3BDE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E0B761C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8BEEE6E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FCDDF21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7F5E7DB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FCC817F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7874CC" w14:paraId="30CC82CF" w14:textId="77777777" w:rsidTr="00B96355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DC8977" w14:textId="77777777" w:rsidR="007874CC" w:rsidRPr="003C732E" w:rsidRDefault="007874CC" w:rsidP="006E09C2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расходы от прочих операций, не включаемые в чистую прибыль (убыток)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14:paraId="70927305" w14:textId="77777777" w:rsidR="007874CC" w:rsidRPr="00020A41" w:rsidRDefault="007874CC" w:rsidP="006E09C2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163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D536A06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  <w:bookmarkStart w:id="201" w:name="f3r163"/>
            <w:bookmarkEnd w:id="201"/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4172E8A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8612D1D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30C883A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2D2F8FB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2A67BD8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7E9CBF6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F426292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7874CC" w14:paraId="7B00B25A" w14:textId="77777777" w:rsidTr="00B96355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30C31E22" w14:textId="77777777" w:rsidR="007874CC" w:rsidRPr="003C732E" w:rsidRDefault="007874CC" w:rsidP="006E09C2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уменьшение номинальной стоимости акций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4867DD83" w14:textId="77777777" w:rsidR="007874CC" w:rsidRPr="00020A41" w:rsidRDefault="007874CC" w:rsidP="006E09C2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164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3A9B84A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  <w:bookmarkStart w:id="202" w:name="f3r164"/>
            <w:bookmarkEnd w:id="202"/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10FD696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7A7FAF4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25340E7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EEDA4BA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DD54000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904FDF8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F8FCEE2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7874CC" w14:paraId="05C299C0" w14:textId="77777777" w:rsidTr="00B96355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64C72971" w14:textId="77777777" w:rsidR="007874CC" w:rsidRPr="003C732E" w:rsidRDefault="007874CC" w:rsidP="006E09C2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выкуп акций (долей в уставном капитале)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478DD2E7" w14:textId="77777777" w:rsidR="007874CC" w:rsidRPr="00020A41" w:rsidRDefault="007874CC" w:rsidP="006E09C2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165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6E0D59D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  <w:bookmarkStart w:id="203" w:name="f3r165"/>
            <w:bookmarkEnd w:id="203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A6FBEE1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BFA8538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4D59A1F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1867CDD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F710FD0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F787D33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C67D0D1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7874CC" w14:paraId="284AE67D" w14:textId="77777777" w:rsidTr="00B96355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15911A98" w14:textId="77777777" w:rsidR="007874CC" w:rsidRPr="003C732E" w:rsidRDefault="007874CC" w:rsidP="006E09C2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дивиденды и другие доходы от участия в уставном капитале организации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7AB5E366" w14:textId="77777777" w:rsidR="007874CC" w:rsidRPr="00020A41" w:rsidRDefault="007874CC" w:rsidP="006E09C2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166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EE1CA60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  <w:bookmarkStart w:id="204" w:name="f3r166"/>
            <w:bookmarkEnd w:id="204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71D8457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26AD1AD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6FAAC0B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9A705CE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7966137" w14:textId="03914199" w:rsidR="007874CC" w:rsidRPr="007670C0" w:rsidRDefault="002763EC" w:rsidP="00B9635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  <w:r w:rsidR="003317EF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F1C495C" w14:textId="7C85C5F2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B3701C0" w14:textId="4B20496A" w:rsidR="007874CC" w:rsidRPr="007670C0" w:rsidRDefault="002763EC" w:rsidP="00B9635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  <w:r w:rsidR="003317EF">
              <w:rPr>
                <w:b/>
                <w:sz w:val="18"/>
                <w:szCs w:val="18"/>
              </w:rPr>
              <w:t>2</w:t>
            </w:r>
          </w:p>
        </w:tc>
      </w:tr>
      <w:tr w:rsidR="007874CC" w14:paraId="7AF2A5BA" w14:textId="77777777" w:rsidTr="004975AF">
        <w:trPr>
          <w:trHeight w:val="384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5C7904AD" w14:textId="77777777" w:rsidR="007874CC" w:rsidRPr="003C732E" w:rsidRDefault="007874CC" w:rsidP="006E09C2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реорганизация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29B554B0" w14:textId="77777777" w:rsidR="007874CC" w:rsidRPr="00020A41" w:rsidRDefault="007874CC" w:rsidP="006E09C2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167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C7EB6BC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  <w:bookmarkStart w:id="205" w:name="f3r167"/>
            <w:bookmarkEnd w:id="205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4351920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4119766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1E9F56D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7793A7A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0C53908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929B228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FA4A8F5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7874CC" w14:paraId="1F1AAE18" w14:textId="77777777" w:rsidTr="004975AF">
        <w:trPr>
          <w:trHeight w:val="277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49CCD1E5" w14:textId="77777777" w:rsidR="007874CC" w:rsidRPr="003C732E" w:rsidRDefault="007874CC" w:rsidP="006E09C2">
            <w:pPr>
              <w:rPr>
                <w:sz w:val="16"/>
                <w:szCs w:val="16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519D2BD0" w14:textId="77777777" w:rsidR="007874CC" w:rsidRPr="00020A41" w:rsidRDefault="007874CC" w:rsidP="006E09C2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168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5A69A70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  <w:bookmarkStart w:id="206" w:name="f3r168"/>
            <w:bookmarkEnd w:id="206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37F864B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E4FA94A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11E3EA6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05613B6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13F09CF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A67F1C3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0B29C15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7874CC" w14:paraId="0A15C1AC" w14:textId="77777777" w:rsidTr="00B96355">
        <w:trPr>
          <w:trHeight w:val="282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5D9587BD" w14:textId="77777777" w:rsidR="007874CC" w:rsidRPr="003C732E" w:rsidRDefault="007874CC" w:rsidP="006E09C2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 </w:t>
            </w:r>
            <w:r>
              <w:rPr>
                <w:sz w:val="16"/>
                <w:szCs w:val="16"/>
              </w:rPr>
              <w:t>прочие</w:t>
            </w:r>
            <w:r w:rsidRPr="003C732E">
              <w:rPr>
                <w:sz w:val="16"/>
                <w:szCs w:val="16"/>
              </w:rPr>
              <w:t> 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4C854044" w14:textId="77777777" w:rsidR="007874CC" w:rsidRPr="00020A41" w:rsidRDefault="007874CC" w:rsidP="006E09C2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169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EFF4C0B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  <w:bookmarkStart w:id="207" w:name="f3r169"/>
            <w:bookmarkEnd w:id="207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3150596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883F8D3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9ED8C5E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92EEA8F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7E945D0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B2842E9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29BB258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7874CC" w14:paraId="027F0C90" w14:textId="77777777" w:rsidTr="00B96355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7FB3A5F1" w14:textId="77777777" w:rsidR="007874CC" w:rsidRPr="003C732E" w:rsidRDefault="007874CC" w:rsidP="006E09C2">
            <w:pPr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Изменение уставного капитала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29F2132D" w14:textId="77777777" w:rsidR="007874CC" w:rsidRPr="00020A41" w:rsidRDefault="007874CC" w:rsidP="006E09C2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170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6D66C4E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  <w:bookmarkStart w:id="208" w:name="f3r170"/>
            <w:bookmarkEnd w:id="208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B05C6B3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7A49D1E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12C4471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A4A73E6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54D1805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99F4D03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F5A33B9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7874CC" w14:paraId="292001C8" w14:textId="77777777" w:rsidTr="00B96355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5F11A74F" w14:textId="77777777" w:rsidR="007874CC" w:rsidRPr="003C732E" w:rsidRDefault="007874CC" w:rsidP="006E09C2">
            <w:pPr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Изменение резервного капитала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434C67FB" w14:textId="77777777" w:rsidR="007874CC" w:rsidRPr="00020A41" w:rsidRDefault="007874CC" w:rsidP="006E09C2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180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53DD056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  <w:bookmarkStart w:id="209" w:name="f3r180"/>
            <w:bookmarkEnd w:id="209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F6E7060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AD9D364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18F65DE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543B483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170EEA3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47FD662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7502820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7874CC" w14:paraId="26E18782" w14:textId="77777777" w:rsidTr="00B96355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4BF12B4D" w14:textId="77777777" w:rsidR="007874CC" w:rsidRPr="003C732E" w:rsidRDefault="007874CC" w:rsidP="006E09C2">
            <w:pPr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Изменение добавочного капитала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14:paraId="7E16F40C" w14:textId="77777777" w:rsidR="007874CC" w:rsidRPr="00020A41" w:rsidRDefault="007874CC" w:rsidP="006E09C2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190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19D70B6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  <w:bookmarkStart w:id="210" w:name="f3r190"/>
            <w:bookmarkEnd w:id="210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FF9D5CE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E8BF196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9BFF8B5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4B52334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4144780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907C987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ACAF339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7874CC" w14:paraId="2134E5E7" w14:textId="77777777" w:rsidTr="00B96355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1849BD" w14:textId="77777777" w:rsidR="007874CC" w:rsidRPr="007A72AE" w:rsidRDefault="007874CC" w:rsidP="007874CC">
            <w:pPr>
              <w:rPr>
                <w:b/>
                <w:sz w:val="16"/>
                <w:szCs w:val="16"/>
              </w:rPr>
            </w:pPr>
            <w:r w:rsidRPr="007A72AE">
              <w:rPr>
                <w:b/>
                <w:sz w:val="16"/>
                <w:szCs w:val="16"/>
              </w:rPr>
              <w:t xml:space="preserve">Остаток на </w:t>
            </w:r>
            <w:r>
              <w:rPr>
                <w:b/>
                <w:sz w:val="16"/>
                <w:szCs w:val="16"/>
              </w:rPr>
              <w:t>3</w:t>
            </w:r>
            <w:r>
              <w:rPr>
                <w:b/>
                <w:sz w:val="16"/>
                <w:szCs w:val="16"/>
                <w:lang w:val="en-US"/>
              </w:rPr>
              <w:t>1</w:t>
            </w:r>
            <w:r w:rsidRPr="007A72AE">
              <w:rPr>
                <w:b/>
                <w:sz w:val="16"/>
                <w:szCs w:val="16"/>
              </w:rPr>
              <w:t>.</w:t>
            </w:r>
            <w:r>
              <w:rPr>
                <w:b/>
                <w:sz w:val="16"/>
                <w:szCs w:val="16"/>
                <w:lang w:val="en-US"/>
              </w:rPr>
              <w:t>12</w:t>
            </w:r>
            <w:r>
              <w:rPr>
                <w:b/>
                <w:sz w:val="16"/>
                <w:szCs w:val="16"/>
              </w:rPr>
              <w:t>.2019</w:t>
            </w:r>
            <w:r w:rsidRPr="007A72AE">
              <w:rPr>
                <w:b/>
                <w:sz w:val="16"/>
                <w:szCs w:val="16"/>
              </w:rPr>
              <w:t xml:space="preserve"> г.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14:paraId="7FD1A462" w14:textId="77777777" w:rsidR="007874CC" w:rsidRPr="00020A41" w:rsidRDefault="007874CC" w:rsidP="006E09C2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200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89C43CE" w14:textId="77777777" w:rsidR="007874CC" w:rsidRPr="007670C0" w:rsidRDefault="00447374" w:rsidP="00B96355">
            <w:pPr>
              <w:jc w:val="center"/>
              <w:rPr>
                <w:b/>
                <w:sz w:val="18"/>
                <w:szCs w:val="18"/>
              </w:rPr>
            </w:pPr>
            <w:bookmarkStart w:id="211" w:name="f3r200"/>
            <w:bookmarkEnd w:id="211"/>
            <w:r>
              <w:rPr>
                <w:b/>
                <w:sz w:val="18"/>
                <w:szCs w:val="18"/>
              </w:rPr>
              <w:t>2211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DE20796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349BF7D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F43E884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B3BDC14" w14:textId="7FD6EAB4" w:rsidR="007874CC" w:rsidRPr="007670C0" w:rsidRDefault="003317EF" w:rsidP="00B9635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4616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276DA16" w14:textId="4B3DB67E" w:rsidR="007874CC" w:rsidRPr="007670C0" w:rsidRDefault="003317EF" w:rsidP="00B9635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13731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4994A45" w14:textId="68836148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7C30F75" w14:textId="3BD709CC" w:rsidR="007874CC" w:rsidRPr="007670C0" w:rsidRDefault="00606008" w:rsidP="006C0B2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20558</w:t>
            </w:r>
          </w:p>
        </w:tc>
      </w:tr>
      <w:tr w:rsidR="003A5AFC" w14:paraId="6E387D58" w14:textId="77777777" w:rsidTr="00B96355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64A610" w14:textId="77777777" w:rsidR="003A5AFC" w:rsidRPr="007A72AE" w:rsidRDefault="003A5AFC" w:rsidP="007874CC">
            <w:pPr>
              <w:rPr>
                <w:b/>
                <w:sz w:val="16"/>
                <w:szCs w:val="16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14:paraId="014370CF" w14:textId="77777777" w:rsidR="003A5AFC" w:rsidRPr="00020A41" w:rsidRDefault="003A5AFC" w:rsidP="006E09C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34B6322" w14:textId="77777777" w:rsidR="003A5AFC" w:rsidRDefault="003A5AF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E26D017" w14:textId="77777777" w:rsidR="003A5AFC" w:rsidRPr="007670C0" w:rsidRDefault="003A5AF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209E54C" w14:textId="77777777" w:rsidR="003A5AFC" w:rsidRPr="007670C0" w:rsidRDefault="003A5AF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0AE7C2A" w14:textId="77777777" w:rsidR="003A5AFC" w:rsidRPr="007670C0" w:rsidRDefault="003A5AF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0DE0BC9" w14:textId="77777777" w:rsidR="003A5AFC" w:rsidRDefault="003A5AF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176DE29" w14:textId="77777777" w:rsidR="003A5AFC" w:rsidRDefault="003A5AF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83590F4" w14:textId="77777777" w:rsidR="003A5AFC" w:rsidRPr="007670C0" w:rsidRDefault="003A5AF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A06B41C" w14:textId="77777777" w:rsidR="003A5AFC" w:rsidRDefault="003A5AF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</w:tr>
      <w:bookmarkEnd w:id="153"/>
    </w:tbl>
    <w:p w14:paraId="082D9DD2" w14:textId="77777777" w:rsidR="006F45BC" w:rsidRPr="00516B29" w:rsidRDefault="006F45BC" w:rsidP="006F45BC">
      <w:pPr>
        <w:pStyle w:val="a3"/>
        <w:widowControl w:val="0"/>
        <w:ind w:firstLine="567"/>
        <w:rPr>
          <w:rFonts w:ascii="Times New Roman" w:hAnsi="Times New Roman"/>
        </w:rPr>
      </w:pPr>
    </w:p>
    <w:p w14:paraId="590C36B6" w14:textId="77777777" w:rsidR="00D54885" w:rsidRPr="003570F4" w:rsidRDefault="00D54885" w:rsidP="006F45BC">
      <w:pPr>
        <w:pStyle w:val="a3"/>
        <w:jc w:val="right"/>
        <w:rPr>
          <w:rFonts w:ascii="Times New Roman" w:hAnsi="Times New Roman"/>
          <w:b/>
          <w:sz w:val="16"/>
          <w:szCs w:val="16"/>
          <w:u w:val="single"/>
        </w:rPr>
      </w:pPr>
      <w:r w:rsidRPr="00D47376">
        <w:br w:type="page"/>
      </w:r>
      <w:bookmarkStart w:id="212" w:name="f4"/>
      <w:proofErr w:type="gramStart"/>
      <w:r w:rsidRPr="003570F4">
        <w:rPr>
          <w:rFonts w:ascii="Times New Roman" w:hAnsi="Times New Roman"/>
          <w:b/>
          <w:sz w:val="16"/>
          <w:szCs w:val="16"/>
          <w:u w:val="single"/>
        </w:rPr>
        <w:lastRenderedPageBreak/>
        <w:t>Форма  №</w:t>
      </w:r>
      <w:proofErr w:type="gramEnd"/>
      <w:r w:rsidRPr="003570F4">
        <w:rPr>
          <w:rFonts w:ascii="Times New Roman" w:hAnsi="Times New Roman"/>
          <w:b/>
          <w:sz w:val="16"/>
          <w:szCs w:val="16"/>
          <w:u w:val="single"/>
        </w:rPr>
        <w:t>4</w:t>
      </w:r>
    </w:p>
    <w:tbl>
      <w:tblPr>
        <w:tblW w:w="10560" w:type="dxa"/>
        <w:tblInd w:w="108" w:type="dxa"/>
        <w:tblLook w:val="0000" w:firstRow="0" w:lastRow="0" w:firstColumn="0" w:lastColumn="0" w:noHBand="0" w:noVBand="0"/>
      </w:tblPr>
      <w:tblGrid>
        <w:gridCol w:w="1448"/>
        <w:gridCol w:w="780"/>
        <w:gridCol w:w="1276"/>
        <w:gridCol w:w="1025"/>
        <w:gridCol w:w="782"/>
        <w:gridCol w:w="2729"/>
        <w:gridCol w:w="2520"/>
      </w:tblGrid>
      <w:tr w:rsidR="002757E4" w14:paraId="51D08D7C" w14:textId="77777777" w:rsidTr="00B96355">
        <w:trPr>
          <w:trHeight w:val="195"/>
        </w:trPr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bookmarkEnd w:id="212"/>
          <w:p w14:paraId="449BD183" w14:textId="77777777" w:rsidR="002757E4" w:rsidRDefault="002757E4" w:rsidP="00B963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28C16FEC" w14:textId="77777777" w:rsidR="002757E4" w:rsidRDefault="002757E4" w:rsidP="00B963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1FEF88B4" w14:textId="77777777" w:rsidR="002757E4" w:rsidRDefault="002757E4" w:rsidP="00B963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435C1E4F" w14:textId="77777777" w:rsidR="002757E4" w:rsidRDefault="002757E4" w:rsidP="00B963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40038A07" w14:textId="77777777" w:rsidR="002757E4" w:rsidRDefault="002757E4" w:rsidP="00B963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2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62D2F366" w14:textId="77777777" w:rsidR="002757E4" w:rsidRPr="00F57E7A" w:rsidRDefault="002757E4" w:rsidP="00B96355">
            <w:pPr>
              <w:jc w:val="right"/>
              <w:rPr>
                <w:sz w:val="12"/>
                <w:szCs w:val="12"/>
              </w:rPr>
            </w:pPr>
            <w:r w:rsidRPr="00F57E7A">
              <w:rPr>
                <w:sz w:val="12"/>
                <w:szCs w:val="12"/>
              </w:rPr>
              <w:t>Приложение 4</w:t>
            </w:r>
          </w:p>
        </w:tc>
      </w:tr>
      <w:tr w:rsidR="002757E4" w14:paraId="464C62AA" w14:textId="77777777" w:rsidTr="00B96355">
        <w:trPr>
          <w:trHeight w:val="182"/>
        </w:trPr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48D0AA6F" w14:textId="77777777" w:rsidR="002757E4" w:rsidRDefault="002757E4" w:rsidP="00B963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08273CBE" w14:textId="77777777" w:rsidR="002757E4" w:rsidRDefault="002757E4" w:rsidP="00B963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64520563" w14:textId="77777777" w:rsidR="002757E4" w:rsidRDefault="002757E4" w:rsidP="00B963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39A581EE" w14:textId="77777777" w:rsidR="002757E4" w:rsidRDefault="002757E4" w:rsidP="00B963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1D764E92" w14:textId="77777777" w:rsidR="002757E4" w:rsidRDefault="002757E4" w:rsidP="00B963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2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EB0F8F9" w14:textId="77777777" w:rsidR="002757E4" w:rsidRPr="00F57E7A" w:rsidRDefault="002757E4" w:rsidP="00B96355">
            <w:pPr>
              <w:jc w:val="right"/>
              <w:rPr>
                <w:sz w:val="12"/>
                <w:szCs w:val="12"/>
              </w:rPr>
            </w:pPr>
            <w:r w:rsidRPr="00F57E7A">
              <w:rPr>
                <w:sz w:val="12"/>
                <w:szCs w:val="12"/>
              </w:rPr>
              <w:t xml:space="preserve">к постановлению Министерства финансов </w:t>
            </w:r>
            <w:r w:rsidRPr="00F57E7A">
              <w:rPr>
                <w:sz w:val="12"/>
                <w:szCs w:val="12"/>
              </w:rPr>
              <w:br/>
              <w:t xml:space="preserve">Республики Беларусь </w:t>
            </w:r>
          </w:p>
        </w:tc>
      </w:tr>
      <w:tr w:rsidR="002757E4" w14:paraId="29BE97AA" w14:textId="77777777" w:rsidTr="00B96355">
        <w:trPr>
          <w:trHeight w:val="225"/>
        </w:trPr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7B71F769" w14:textId="77777777" w:rsidR="002757E4" w:rsidRDefault="002757E4" w:rsidP="00B963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5E2D6750" w14:textId="77777777" w:rsidR="002757E4" w:rsidRDefault="002757E4" w:rsidP="00B963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0EE13EC2" w14:textId="77777777" w:rsidR="002757E4" w:rsidRDefault="002757E4" w:rsidP="00B963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72315205" w14:textId="77777777" w:rsidR="002757E4" w:rsidRDefault="002757E4" w:rsidP="00B963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692476D6" w14:textId="77777777" w:rsidR="002757E4" w:rsidRDefault="002757E4" w:rsidP="00B963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2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6EFD4AC" w14:textId="77777777" w:rsidR="002757E4" w:rsidRPr="00F57E7A" w:rsidRDefault="002757E4" w:rsidP="00B96355">
            <w:pPr>
              <w:jc w:val="right"/>
              <w:rPr>
                <w:sz w:val="12"/>
                <w:szCs w:val="12"/>
              </w:rPr>
            </w:pPr>
            <w:r>
              <w:rPr>
                <w:sz w:val="16"/>
                <w:szCs w:val="16"/>
                <w:lang w:val="en-US"/>
              </w:rPr>
              <w:t>12</w:t>
            </w:r>
            <w:r>
              <w:rPr>
                <w:sz w:val="16"/>
                <w:szCs w:val="16"/>
              </w:rPr>
              <w:t>.</w:t>
            </w:r>
            <w:r>
              <w:rPr>
                <w:sz w:val="16"/>
                <w:szCs w:val="16"/>
                <w:lang w:val="en-US"/>
              </w:rPr>
              <w:t>12</w:t>
            </w:r>
            <w:r>
              <w:rPr>
                <w:sz w:val="16"/>
                <w:szCs w:val="16"/>
              </w:rPr>
              <w:t>.20</w:t>
            </w:r>
            <w:r>
              <w:rPr>
                <w:sz w:val="16"/>
                <w:szCs w:val="16"/>
                <w:lang w:val="en-US"/>
              </w:rPr>
              <w:t>16</w:t>
            </w:r>
            <w:r>
              <w:rPr>
                <w:sz w:val="16"/>
                <w:szCs w:val="16"/>
              </w:rPr>
              <w:t xml:space="preserve"> № 1</w:t>
            </w:r>
            <w:r>
              <w:rPr>
                <w:sz w:val="16"/>
                <w:szCs w:val="16"/>
                <w:lang w:val="en-US"/>
              </w:rPr>
              <w:t>04</w:t>
            </w:r>
          </w:p>
        </w:tc>
      </w:tr>
      <w:tr w:rsidR="002757E4" w14:paraId="221D70CB" w14:textId="77777777" w:rsidTr="00B96355">
        <w:trPr>
          <w:trHeight w:val="60"/>
        </w:trPr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0FCD0BAF" w14:textId="77777777" w:rsidR="002757E4" w:rsidRDefault="002757E4" w:rsidP="00B963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4845F185" w14:textId="77777777" w:rsidR="002757E4" w:rsidRDefault="002757E4" w:rsidP="00B963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3E4F56F4" w14:textId="77777777" w:rsidR="002757E4" w:rsidRDefault="002757E4" w:rsidP="00B963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04C7AE1A" w14:textId="77777777" w:rsidR="002757E4" w:rsidRDefault="002757E4" w:rsidP="00B963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7B6EDEA7" w14:textId="77777777" w:rsidR="002757E4" w:rsidRDefault="002757E4" w:rsidP="00B963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72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6760AA3F" w14:textId="77777777" w:rsidR="002757E4" w:rsidRDefault="002757E4" w:rsidP="00B963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02701D37" w14:textId="77777777" w:rsidR="002757E4" w:rsidRDefault="002757E4" w:rsidP="00B963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2757E4" w14:paraId="7731CED7" w14:textId="77777777" w:rsidTr="00B96355">
        <w:trPr>
          <w:trHeight w:val="80"/>
        </w:trPr>
        <w:tc>
          <w:tcPr>
            <w:tcW w:w="105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5E7CDCDC" w14:textId="77777777" w:rsidR="002757E4" w:rsidRPr="00256A29" w:rsidRDefault="002757E4" w:rsidP="00B96355">
            <w:pPr>
              <w:jc w:val="center"/>
              <w:rPr>
                <w:b/>
                <w:bCs/>
                <w:sz w:val="18"/>
                <w:szCs w:val="18"/>
              </w:rPr>
            </w:pPr>
            <w:r w:rsidRPr="00256A29">
              <w:rPr>
                <w:b/>
                <w:bCs/>
                <w:sz w:val="18"/>
                <w:szCs w:val="18"/>
              </w:rPr>
              <w:t>ОТЧЕТ</w:t>
            </w:r>
          </w:p>
        </w:tc>
      </w:tr>
      <w:tr w:rsidR="002757E4" w14:paraId="3F2ED133" w14:textId="77777777" w:rsidTr="00B96355">
        <w:trPr>
          <w:trHeight w:val="255"/>
        </w:trPr>
        <w:tc>
          <w:tcPr>
            <w:tcW w:w="105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4CD91606" w14:textId="77777777" w:rsidR="002757E4" w:rsidRPr="00256A29" w:rsidRDefault="002757E4" w:rsidP="00B96355">
            <w:pPr>
              <w:jc w:val="center"/>
              <w:rPr>
                <w:b/>
                <w:bCs/>
                <w:sz w:val="18"/>
                <w:szCs w:val="18"/>
              </w:rPr>
            </w:pPr>
            <w:r w:rsidRPr="00256A29">
              <w:rPr>
                <w:b/>
                <w:bCs/>
                <w:sz w:val="18"/>
                <w:szCs w:val="18"/>
              </w:rPr>
              <w:t>о движении денежных средств</w:t>
            </w:r>
          </w:p>
        </w:tc>
      </w:tr>
      <w:tr w:rsidR="002757E4" w14:paraId="0548EBFC" w14:textId="77777777" w:rsidTr="00B96355">
        <w:trPr>
          <w:trHeight w:val="80"/>
        </w:trPr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021C7663" w14:textId="77777777" w:rsidR="002757E4" w:rsidRPr="00256A29" w:rsidRDefault="002757E4" w:rsidP="00B96355">
            <w:pPr>
              <w:rPr>
                <w:sz w:val="18"/>
                <w:szCs w:val="18"/>
              </w:rPr>
            </w:pPr>
            <w:r w:rsidRPr="00256A29">
              <w:rPr>
                <w:sz w:val="18"/>
                <w:szCs w:val="18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18F653D0" w14:textId="77777777" w:rsidR="002757E4" w:rsidRPr="00256A29" w:rsidRDefault="002757E4" w:rsidP="00B96355">
            <w:pPr>
              <w:rPr>
                <w:sz w:val="18"/>
                <w:szCs w:val="18"/>
              </w:rPr>
            </w:pPr>
            <w:r w:rsidRPr="00256A29">
              <w:rPr>
                <w:sz w:val="18"/>
                <w:szCs w:val="18"/>
              </w:rPr>
              <w:t> </w:t>
            </w:r>
          </w:p>
        </w:tc>
        <w:tc>
          <w:tcPr>
            <w:tcW w:w="581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3CFA0D9C" w14:textId="5F68768D" w:rsidR="002757E4" w:rsidRPr="00256A29" w:rsidRDefault="002757E4" w:rsidP="00052A5E">
            <w:pPr>
              <w:ind w:firstLineChars="300" w:firstLine="542"/>
              <w:jc w:val="center"/>
              <w:rPr>
                <w:b/>
                <w:sz w:val="18"/>
                <w:szCs w:val="18"/>
              </w:rPr>
            </w:pPr>
            <w:r w:rsidRPr="00256A29">
              <w:rPr>
                <w:b/>
                <w:sz w:val="18"/>
                <w:szCs w:val="18"/>
              </w:rPr>
              <w:t>за январь-</w:t>
            </w:r>
            <w:r>
              <w:rPr>
                <w:b/>
                <w:sz w:val="18"/>
                <w:szCs w:val="18"/>
              </w:rPr>
              <w:t xml:space="preserve">декабрь </w:t>
            </w:r>
            <w:r w:rsidR="00180138">
              <w:rPr>
                <w:b/>
                <w:sz w:val="18"/>
                <w:szCs w:val="18"/>
              </w:rPr>
              <w:t>202</w:t>
            </w:r>
            <w:r w:rsidR="00606008">
              <w:rPr>
                <w:b/>
                <w:sz w:val="18"/>
                <w:szCs w:val="18"/>
              </w:rPr>
              <w:t>4</w:t>
            </w:r>
            <w:r w:rsidRPr="00256A29">
              <w:rPr>
                <w:b/>
                <w:sz w:val="18"/>
                <w:szCs w:val="18"/>
              </w:rPr>
              <w:t xml:space="preserve"> г</w:t>
            </w:r>
            <w:r w:rsidRPr="00256A29">
              <w:rPr>
                <w:b/>
                <w:sz w:val="18"/>
                <w:szCs w:val="18"/>
                <w:lang w:val="en-US"/>
              </w:rPr>
              <w:t>.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5FE8E93E" w14:textId="77777777" w:rsidR="002757E4" w:rsidRDefault="002757E4" w:rsidP="00B963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2757E4" w14:paraId="66B39682" w14:textId="77777777" w:rsidTr="00B96355">
        <w:trPr>
          <w:trHeight w:val="70"/>
        </w:trPr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5991CAB5" w14:textId="77777777" w:rsidR="002757E4" w:rsidRPr="00057AB2" w:rsidRDefault="002757E4" w:rsidP="00B96355">
            <w:pPr>
              <w:rPr>
                <w:sz w:val="16"/>
                <w:szCs w:val="16"/>
              </w:rPr>
            </w:pPr>
            <w:r w:rsidRPr="00057AB2">
              <w:rPr>
                <w:sz w:val="16"/>
                <w:szCs w:val="16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491A6961" w14:textId="77777777" w:rsidR="002757E4" w:rsidRPr="00057AB2" w:rsidRDefault="002757E4" w:rsidP="00B96355">
            <w:pPr>
              <w:rPr>
                <w:sz w:val="16"/>
                <w:szCs w:val="16"/>
              </w:rPr>
            </w:pPr>
            <w:r w:rsidRPr="00057AB2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15499019" w14:textId="77777777" w:rsidR="002757E4" w:rsidRPr="00057AB2" w:rsidRDefault="002757E4" w:rsidP="00B96355">
            <w:pPr>
              <w:rPr>
                <w:sz w:val="16"/>
                <w:szCs w:val="16"/>
              </w:rPr>
            </w:pPr>
            <w:r w:rsidRPr="00057AB2">
              <w:rPr>
                <w:sz w:val="16"/>
                <w:szCs w:val="16"/>
              </w:rPr>
              <w:t> 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4229CB1A" w14:textId="77777777" w:rsidR="002757E4" w:rsidRPr="00057AB2" w:rsidRDefault="002757E4" w:rsidP="00B96355">
            <w:pPr>
              <w:rPr>
                <w:sz w:val="16"/>
                <w:szCs w:val="16"/>
              </w:rPr>
            </w:pPr>
            <w:r w:rsidRPr="00057AB2">
              <w:rPr>
                <w:sz w:val="16"/>
                <w:szCs w:val="16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58616AE0" w14:textId="77777777" w:rsidR="002757E4" w:rsidRPr="00057AB2" w:rsidRDefault="002757E4" w:rsidP="00B96355">
            <w:pPr>
              <w:rPr>
                <w:sz w:val="16"/>
                <w:szCs w:val="16"/>
              </w:rPr>
            </w:pPr>
            <w:r w:rsidRPr="00057AB2">
              <w:rPr>
                <w:sz w:val="16"/>
                <w:szCs w:val="16"/>
              </w:rPr>
              <w:t> </w:t>
            </w:r>
          </w:p>
        </w:tc>
        <w:tc>
          <w:tcPr>
            <w:tcW w:w="272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2C4E09B0" w14:textId="77777777" w:rsidR="002757E4" w:rsidRPr="00057AB2" w:rsidRDefault="002757E4" w:rsidP="00B96355">
            <w:pPr>
              <w:rPr>
                <w:sz w:val="16"/>
                <w:szCs w:val="16"/>
              </w:rPr>
            </w:pPr>
            <w:r w:rsidRPr="00057AB2">
              <w:rPr>
                <w:sz w:val="16"/>
                <w:szCs w:val="16"/>
              </w:rPr>
              <w:t> 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48D67782" w14:textId="77777777" w:rsidR="002757E4" w:rsidRPr="00057AB2" w:rsidRDefault="002757E4" w:rsidP="00B96355">
            <w:pPr>
              <w:rPr>
                <w:sz w:val="16"/>
                <w:szCs w:val="16"/>
              </w:rPr>
            </w:pPr>
            <w:r w:rsidRPr="00057AB2">
              <w:rPr>
                <w:sz w:val="16"/>
                <w:szCs w:val="16"/>
              </w:rPr>
              <w:t> </w:t>
            </w:r>
          </w:p>
        </w:tc>
      </w:tr>
      <w:tr w:rsidR="002757E4" w14:paraId="45E2455F" w14:textId="77777777" w:rsidTr="00B96355">
        <w:trPr>
          <w:trHeight w:val="170"/>
        </w:trPr>
        <w:tc>
          <w:tcPr>
            <w:tcW w:w="35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14:paraId="12A1E2BB" w14:textId="77777777" w:rsidR="002757E4" w:rsidRPr="00057AB2" w:rsidRDefault="002757E4" w:rsidP="00B96355">
            <w:pPr>
              <w:rPr>
                <w:sz w:val="16"/>
                <w:szCs w:val="16"/>
              </w:rPr>
            </w:pPr>
            <w:r w:rsidRPr="00057AB2">
              <w:rPr>
                <w:sz w:val="16"/>
                <w:szCs w:val="16"/>
              </w:rPr>
              <w:t>Организация</w:t>
            </w:r>
          </w:p>
        </w:tc>
        <w:tc>
          <w:tcPr>
            <w:tcW w:w="70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6783C9D1" w14:textId="77777777" w:rsidR="002757E4" w:rsidRDefault="002757E4" w:rsidP="00B96355">
            <w:pPr>
              <w:rPr>
                <w:sz w:val="20"/>
                <w:szCs w:val="20"/>
              </w:rPr>
            </w:pPr>
          </w:p>
        </w:tc>
      </w:tr>
      <w:tr w:rsidR="002757E4" w14:paraId="56377730" w14:textId="77777777" w:rsidTr="00B96355">
        <w:trPr>
          <w:trHeight w:val="170"/>
        </w:trPr>
        <w:tc>
          <w:tcPr>
            <w:tcW w:w="35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14:paraId="148C1D50" w14:textId="77777777" w:rsidR="002757E4" w:rsidRPr="00057AB2" w:rsidRDefault="002757E4" w:rsidP="00B96355">
            <w:pPr>
              <w:rPr>
                <w:sz w:val="16"/>
                <w:szCs w:val="16"/>
              </w:rPr>
            </w:pPr>
            <w:r w:rsidRPr="00057AB2">
              <w:rPr>
                <w:sz w:val="16"/>
                <w:szCs w:val="16"/>
              </w:rPr>
              <w:t>Учетный номер плательщика</w:t>
            </w:r>
          </w:p>
        </w:tc>
        <w:tc>
          <w:tcPr>
            <w:tcW w:w="70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5E4D4AB2" w14:textId="77777777" w:rsidR="002757E4" w:rsidRDefault="002757E4" w:rsidP="00B96355">
            <w:pPr>
              <w:rPr>
                <w:sz w:val="20"/>
                <w:szCs w:val="20"/>
              </w:rPr>
            </w:pPr>
          </w:p>
        </w:tc>
      </w:tr>
      <w:tr w:rsidR="002757E4" w14:paraId="03A775DE" w14:textId="77777777" w:rsidTr="00B96355">
        <w:trPr>
          <w:trHeight w:val="170"/>
        </w:trPr>
        <w:tc>
          <w:tcPr>
            <w:tcW w:w="35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14:paraId="28E45530" w14:textId="77777777" w:rsidR="002757E4" w:rsidRPr="00057AB2" w:rsidRDefault="002757E4" w:rsidP="00B96355">
            <w:pPr>
              <w:rPr>
                <w:sz w:val="16"/>
                <w:szCs w:val="16"/>
              </w:rPr>
            </w:pPr>
            <w:r w:rsidRPr="00057AB2">
              <w:rPr>
                <w:sz w:val="16"/>
                <w:szCs w:val="16"/>
              </w:rPr>
              <w:t>Вид экономической деятельности</w:t>
            </w:r>
          </w:p>
        </w:tc>
        <w:tc>
          <w:tcPr>
            <w:tcW w:w="70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5AA4E9BA" w14:textId="77777777" w:rsidR="002757E4" w:rsidRDefault="002757E4" w:rsidP="00B96355">
            <w:pPr>
              <w:rPr>
                <w:sz w:val="20"/>
                <w:szCs w:val="20"/>
              </w:rPr>
            </w:pPr>
          </w:p>
        </w:tc>
      </w:tr>
      <w:tr w:rsidR="002757E4" w14:paraId="6F0D2B1D" w14:textId="77777777" w:rsidTr="00B96355">
        <w:trPr>
          <w:trHeight w:val="170"/>
        </w:trPr>
        <w:tc>
          <w:tcPr>
            <w:tcW w:w="35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14:paraId="4A616B56" w14:textId="77777777" w:rsidR="002757E4" w:rsidRPr="00057AB2" w:rsidRDefault="002757E4" w:rsidP="00B96355">
            <w:pPr>
              <w:rPr>
                <w:sz w:val="16"/>
                <w:szCs w:val="16"/>
              </w:rPr>
            </w:pPr>
            <w:r w:rsidRPr="00057AB2">
              <w:rPr>
                <w:sz w:val="16"/>
                <w:szCs w:val="16"/>
              </w:rPr>
              <w:t>Организационно-правовая форма</w:t>
            </w:r>
          </w:p>
        </w:tc>
        <w:tc>
          <w:tcPr>
            <w:tcW w:w="70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165FAA18" w14:textId="77777777" w:rsidR="002757E4" w:rsidRDefault="002757E4" w:rsidP="00B96355">
            <w:pPr>
              <w:rPr>
                <w:sz w:val="20"/>
                <w:szCs w:val="20"/>
              </w:rPr>
            </w:pPr>
          </w:p>
        </w:tc>
      </w:tr>
      <w:tr w:rsidR="002757E4" w14:paraId="38CC80D8" w14:textId="77777777" w:rsidTr="00B96355">
        <w:trPr>
          <w:trHeight w:val="170"/>
        </w:trPr>
        <w:tc>
          <w:tcPr>
            <w:tcW w:w="35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14:paraId="673BF3EA" w14:textId="77777777" w:rsidR="002757E4" w:rsidRPr="00057AB2" w:rsidRDefault="002757E4" w:rsidP="00B96355">
            <w:pPr>
              <w:rPr>
                <w:sz w:val="16"/>
                <w:szCs w:val="16"/>
              </w:rPr>
            </w:pPr>
            <w:r w:rsidRPr="00057AB2">
              <w:rPr>
                <w:sz w:val="16"/>
                <w:szCs w:val="16"/>
              </w:rPr>
              <w:t>Орган управления</w:t>
            </w:r>
          </w:p>
        </w:tc>
        <w:tc>
          <w:tcPr>
            <w:tcW w:w="70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020945EF" w14:textId="77777777" w:rsidR="002757E4" w:rsidRDefault="002757E4" w:rsidP="00B96355">
            <w:pPr>
              <w:rPr>
                <w:sz w:val="20"/>
                <w:szCs w:val="20"/>
              </w:rPr>
            </w:pPr>
          </w:p>
        </w:tc>
      </w:tr>
      <w:tr w:rsidR="002757E4" w14:paraId="70583F0B" w14:textId="77777777" w:rsidTr="00B96355">
        <w:trPr>
          <w:trHeight w:val="170"/>
        </w:trPr>
        <w:tc>
          <w:tcPr>
            <w:tcW w:w="35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14:paraId="1877BFF5" w14:textId="77777777" w:rsidR="002757E4" w:rsidRPr="00057AB2" w:rsidRDefault="002757E4" w:rsidP="00B96355">
            <w:pPr>
              <w:rPr>
                <w:sz w:val="16"/>
                <w:szCs w:val="16"/>
              </w:rPr>
            </w:pPr>
            <w:r w:rsidRPr="00057AB2">
              <w:rPr>
                <w:sz w:val="16"/>
                <w:szCs w:val="16"/>
              </w:rPr>
              <w:t>Единица измерения</w:t>
            </w:r>
          </w:p>
        </w:tc>
        <w:tc>
          <w:tcPr>
            <w:tcW w:w="70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450BCA2F" w14:textId="77777777" w:rsidR="002757E4" w:rsidRPr="00F758E8" w:rsidRDefault="002757E4" w:rsidP="00B96355">
            <w:pPr>
              <w:rPr>
                <w:b/>
                <w:sz w:val="20"/>
                <w:szCs w:val="20"/>
              </w:rPr>
            </w:pPr>
            <w:r w:rsidRPr="00F758E8">
              <w:rPr>
                <w:b/>
                <w:sz w:val="20"/>
                <w:szCs w:val="20"/>
              </w:rPr>
              <w:t xml:space="preserve">тыс. </w:t>
            </w:r>
            <w:proofErr w:type="spellStart"/>
            <w:r w:rsidRPr="00F758E8">
              <w:rPr>
                <w:b/>
                <w:sz w:val="20"/>
                <w:szCs w:val="20"/>
              </w:rPr>
              <w:t>руб</w:t>
            </w:r>
            <w:proofErr w:type="spellEnd"/>
            <w:r>
              <w:rPr>
                <w:b/>
                <w:sz w:val="20"/>
                <w:szCs w:val="20"/>
                <w:lang w:val="en-US"/>
              </w:rPr>
              <w:t>.</w:t>
            </w:r>
          </w:p>
        </w:tc>
      </w:tr>
      <w:tr w:rsidR="002757E4" w14:paraId="0FE168C1" w14:textId="77777777" w:rsidTr="00B96355">
        <w:trPr>
          <w:trHeight w:val="170"/>
        </w:trPr>
        <w:tc>
          <w:tcPr>
            <w:tcW w:w="35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14:paraId="04777E43" w14:textId="77777777" w:rsidR="002757E4" w:rsidRPr="00057AB2" w:rsidRDefault="002757E4" w:rsidP="00B96355">
            <w:pPr>
              <w:rPr>
                <w:sz w:val="16"/>
                <w:szCs w:val="16"/>
              </w:rPr>
            </w:pPr>
            <w:r w:rsidRPr="00057AB2">
              <w:rPr>
                <w:sz w:val="16"/>
                <w:szCs w:val="16"/>
              </w:rPr>
              <w:t>Адрес</w:t>
            </w:r>
          </w:p>
        </w:tc>
        <w:tc>
          <w:tcPr>
            <w:tcW w:w="70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77338E27" w14:textId="77777777" w:rsidR="002757E4" w:rsidRDefault="002757E4" w:rsidP="00B96355">
            <w:pPr>
              <w:rPr>
                <w:sz w:val="20"/>
                <w:szCs w:val="20"/>
              </w:rPr>
            </w:pPr>
          </w:p>
        </w:tc>
      </w:tr>
      <w:tr w:rsidR="002757E4" w14:paraId="5CC10355" w14:textId="77777777" w:rsidTr="00B96355">
        <w:trPr>
          <w:trHeight w:val="70"/>
        </w:trPr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557C6DE2" w14:textId="77777777" w:rsidR="002757E4" w:rsidRPr="00057AB2" w:rsidRDefault="002757E4" w:rsidP="00B96355">
            <w:pPr>
              <w:rPr>
                <w:sz w:val="14"/>
                <w:szCs w:val="14"/>
              </w:rPr>
            </w:pPr>
            <w:r w:rsidRPr="00057AB2">
              <w:rPr>
                <w:sz w:val="14"/>
                <w:szCs w:val="14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219052AB" w14:textId="77777777" w:rsidR="002757E4" w:rsidRPr="00057AB2" w:rsidRDefault="002757E4" w:rsidP="00B96355">
            <w:pPr>
              <w:rPr>
                <w:sz w:val="14"/>
                <w:szCs w:val="14"/>
              </w:rPr>
            </w:pPr>
            <w:r w:rsidRPr="00057AB2">
              <w:rPr>
                <w:sz w:val="14"/>
                <w:szCs w:val="1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38C01C40" w14:textId="77777777" w:rsidR="002757E4" w:rsidRPr="00057AB2" w:rsidRDefault="002757E4" w:rsidP="00B96355">
            <w:pPr>
              <w:rPr>
                <w:sz w:val="14"/>
                <w:szCs w:val="14"/>
              </w:rPr>
            </w:pPr>
            <w:r w:rsidRPr="00057AB2">
              <w:rPr>
                <w:sz w:val="14"/>
                <w:szCs w:val="14"/>
              </w:rPr>
              <w:t> 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3D088A95" w14:textId="77777777" w:rsidR="002757E4" w:rsidRPr="00057AB2" w:rsidRDefault="002757E4" w:rsidP="00B96355">
            <w:pPr>
              <w:rPr>
                <w:sz w:val="14"/>
                <w:szCs w:val="14"/>
              </w:rPr>
            </w:pPr>
            <w:r w:rsidRPr="00057AB2">
              <w:rPr>
                <w:sz w:val="14"/>
                <w:szCs w:val="14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0BB94CF9" w14:textId="77777777" w:rsidR="002757E4" w:rsidRPr="00057AB2" w:rsidRDefault="002757E4" w:rsidP="00B96355">
            <w:pPr>
              <w:rPr>
                <w:sz w:val="14"/>
                <w:szCs w:val="14"/>
              </w:rPr>
            </w:pPr>
            <w:r w:rsidRPr="00057AB2">
              <w:rPr>
                <w:sz w:val="14"/>
                <w:szCs w:val="14"/>
              </w:rPr>
              <w:t> </w:t>
            </w:r>
          </w:p>
        </w:tc>
        <w:tc>
          <w:tcPr>
            <w:tcW w:w="272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5ECAB3F0" w14:textId="77777777" w:rsidR="002757E4" w:rsidRPr="00057AB2" w:rsidRDefault="002757E4" w:rsidP="00B96355">
            <w:pPr>
              <w:rPr>
                <w:sz w:val="14"/>
                <w:szCs w:val="14"/>
              </w:rPr>
            </w:pPr>
            <w:r w:rsidRPr="00057AB2">
              <w:rPr>
                <w:sz w:val="14"/>
                <w:szCs w:val="14"/>
              </w:rPr>
              <w:t> 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2165E2F8" w14:textId="77777777" w:rsidR="002757E4" w:rsidRPr="00057AB2" w:rsidRDefault="002757E4" w:rsidP="00B96355">
            <w:pPr>
              <w:rPr>
                <w:sz w:val="14"/>
                <w:szCs w:val="14"/>
              </w:rPr>
            </w:pPr>
            <w:r w:rsidRPr="00057AB2">
              <w:rPr>
                <w:sz w:val="14"/>
                <w:szCs w:val="14"/>
              </w:rPr>
              <w:t> </w:t>
            </w:r>
          </w:p>
        </w:tc>
      </w:tr>
      <w:tr w:rsidR="002757E4" w14:paraId="0C503B44" w14:textId="77777777" w:rsidTr="00B96355">
        <w:trPr>
          <w:trHeight w:val="317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3A9B967" w14:textId="77777777" w:rsidR="002757E4" w:rsidRPr="00256A29" w:rsidRDefault="002757E4" w:rsidP="00B96355">
            <w:pPr>
              <w:jc w:val="center"/>
              <w:rPr>
                <w:b/>
                <w:bCs/>
                <w:sz w:val="16"/>
                <w:szCs w:val="16"/>
              </w:rPr>
            </w:pPr>
            <w:r w:rsidRPr="00256A29">
              <w:rPr>
                <w:b/>
                <w:bCs/>
                <w:sz w:val="16"/>
                <w:szCs w:val="16"/>
              </w:rPr>
              <w:t>Наименование показателей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3AA957" w14:textId="77777777" w:rsidR="002757E4" w:rsidRPr="00256A29" w:rsidRDefault="002757E4" w:rsidP="00B96355">
            <w:pPr>
              <w:jc w:val="center"/>
              <w:rPr>
                <w:b/>
                <w:bCs/>
                <w:sz w:val="16"/>
                <w:szCs w:val="16"/>
              </w:rPr>
            </w:pPr>
            <w:r w:rsidRPr="00256A29">
              <w:rPr>
                <w:b/>
                <w:bCs/>
                <w:sz w:val="16"/>
                <w:szCs w:val="16"/>
              </w:rPr>
              <w:t>Код строки</w:t>
            </w:r>
          </w:p>
        </w:tc>
        <w:tc>
          <w:tcPr>
            <w:tcW w:w="2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7F516F" w14:textId="1860D7B9" w:rsidR="002757E4" w:rsidRPr="00A325B4" w:rsidRDefault="002757E4" w:rsidP="006C0B26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325B4">
              <w:rPr>
                <w:rFonts w:ascii="Times New Roman" w:hAnsi="Times New Roman"/>
                <w:b/>
                <w:sz w:val="16"/>
                <w:szCs w:val="16"/>
              </w:rPr>
              <w:t>За январь-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декабрь</w:t>
            </w:r>
            <w:r w:rsidR="002431E9"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 w:rsidR="00180138">
              <w:rPr>
                <w:rFonts w:ascii="Times New Roman" w:hAnsi="Times New Roman"/>
                <w:b/>
                <w:sz w:val="16"/>
                <w:szCs w:val="16"/>
              </w:rPr>
              <w:t>202</w:t>
            </w:r>
            <w:r w:rsidR="00606008">
              <w:rPr>
                <w:rFonts w:ascii="Times New Roman" w:hAnsi="Times New Roman"/>
                <w:b/>
                <w:sz w:val="16"/>
                <w:szCs w:val="16"/>
              </w:rPr>
              <w:t>4</w:t>
            </w:r>
            <w:r w:rsidRPr="00A325B4">
              <w:rPr>
                <w:rFonts w:ascii="Times New Roman" w:hAnsi="Times New Roman"/>
                <w:b/>
                <w:sz w:val="16"/>
                <w:szCs w:val="16"/>
              </w:rPr>
              <w:t xml:space="preserve"> г.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63FF90" w14:textId="058DCBA5" w:rsidR="002757E4" w:rsidRPr="00A325B4" w:rsidRDefault="002757E4" w:rsidP="00B96355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325B4">
              <w:rPr>
                <w:rFonts w:ascii="Times New Roman" w:hAnsi="Times New Roman"/>
                <w:b/>
                <w:sz w:val="16"/>
                <w:szCs w:val="16"/>
              </w:rPr>
              <w:t xml:space="preserve">За январь-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декабрь </w:t>
            </w:r>
            <w:r w:rsidR="006C0B26">
              <w:rPr>
                <w:rFonts w:ascii="Times New Roman" w:hAnsi="Times New Roman"/>
                <w:b/>
                <w:sz w:val="16"/>
                <w:szCs w:val="16"/>
              </w:rPr>
              <w:t>202</w:t>
            </w:r>
            <w:r w:rsidR="00606008">
              <w:rPr>
                <w:rFonts w:ascii="Times New Roman" w:hAnsi="Times New Roman"/>
                <w:b/>
                <w:sz w:val="16"/>
                <w:szCs w:val="16"/>
              </w:rPr>
              <w:t>3</w:t>
            </w:r>
            <w:r w:rsidRPr="00A325B4">
              <w:rPr>
                <w:rFonts w:ascii="Times New Roman" w:hAnsi="Times New Roman"/>
                <w:b/>
                <w:sz w:val="16"/>
                <w:szCs w:val="16"/>
              </w:rPr>
              <w:t xml:space="preserve"> г.</w:t>
            </w:r>
          </w:p>
        </w:tc>
      </w:tr>
      <w:tr w:rsidR="002757E4" w14:paraId="16B632E7" w14:textId="77777777" w:rsidTr="00B96355">
        <w:trPr>
          <w:trHeight w:val="103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7CFE4E3B" w14:textId="77777777" w:rsidR="002757E4" w:rsidRPr="00256A29" w:rsidRDefault="002757E4" w:rsidP="00B96355">
            <w:pPr>
              <w:jc w:val="center"/>
              <w:rPr>
                <w:b/>
                <w:bCs/>
                <w:sz w:val="16"/>
                <w:szCs w:val="16"/>
              </w:rPr>
            </w:pPr>
            <w:r w:rsidRPr="00256A29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30C25EB" w14:textId="77777777" w:rsidR="002757E4" w:rsidRPr="00256A29" w:rsidRDefault="002757E4" w:rsidP="00B96355">
            <w:pPr>
              <w:jc w:val="center"/>
              <w:rPr>
                <w:bCs/>
                <w:sz w:val="16"/>
                <w:szCs w:val="16"/>
              </w:rPr>
            </w:pPr>
            <w:r w:rsidRPr="00256A29">
              <w:rPr>
                <w:bCs/>
                <w:sz w:val="16"/>
                <w:szCs w:val="16"/>
              </w:rPr>
              <w:t>2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4178535" w14:textId="77777777" w:rsidR="002757E4" w:rsidRPr="00256A29" w:rsidRDefault="002757E4" w:rsidP="00B96355">
            <w:pPr>
              <w:jc w:val="center"/>
              <w:rPr>
                <w:b/>
                <w:bCs/>
                <w:sz w:val="16"/>
                <w:szCs w:val="16"/>
              </w:rPr>
            </w:pPr>
            <w:r w:rsidRPr="00256A29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55E1E1D" w14:textId="77777777" w:rsidR="002757E4" w:rsidRPr="00256A29" w:rsidRDefault="002757E4" w:rsidP="00B96355">
            <w:pPr>
              <w:jc w:val="center"/>
              <w:rPr>
                <w:b/>
                <w:bCs/>
                <w:sz w:val="16"/>
                <w:szCs w:val="16"/>
              </w:rPr>
            </w:pPr>
            <w:r w:rsidRPr="00256A29">
              <w:rPr>
                <w:b/>
                <w:bCs/>
                <w:sz w:val="16"/>
                <w:szCs w:val="16"/>
              </w:rPr>
              <w:t>4</w:t>
            </w:r>
          </w:p>
        </w:tc>
      </w:tr>
      <w:tr w:rsidR="002757E4" w14:paraId="27CAFD8C" w14:textId="77777777" w:rsidTr="00B96355">
        <w:trPr>
          <w:trHeight w:val="300"/>
        </w:trPr>
        <w:tc>
          <w:tcPr>
            <w:tcW w:w="105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66CB7EC3" w14:textId="77777777" w:rsidR="002757E4" w:rsidRPr="00A57223" w:rsidRDefault="002757E4" w:rsidP="00B96355">
            <w:pPr>
              <w:rPr>
                <w:b/>
                <w:sz w:val="18"/>
                <w:szCs w:val="18"/>
              </w:rPr>
            </w:pPr>
            <w:r w:rsidRPr="00A57223">
              <w:rPr>
                <w:b/>
                <w:sz w:val="18"/>
                <w:szCs w:val="18"/>
              </w:rPr>
              <w:t>Движение денежных средств по текущей деятельности</w:t>
            </w:r>
          </w:p>
        </w:tc>
      </w:tr>
      <w:tr w:rsidR="002757E4" w14:paraId="4412EC0F" w14:textId="77777777" w:rsidTr="00B96355">
        <w:trPr>
          <w:trHeight w:val="30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6D9D41" w14:textId="77777777" w:rsidR="002757E4" w:rsidRPr="00A57223" w:rsidRDefault="002757E4" w:rsidP="00B96355">
            <w:pPr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Поступило денежных средств – всего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36A5B2" w14:textId="77777777" w:rsidR="002757E4" w:rsidRPr="00A57223" w:rsidRDefault="002757E4" w:rsidP="00B96355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020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C7F8AC3" w14:textId="7752B90E" w:rsidR="002757E4" w:rsidRPr="00A57223" w:rsidRDefault="00606008" w:rsidP="00B96355">
            <w:pPr>
              <w:jc w:val="center"/>
              <w:rPr>
                <w:b/>
                <w:sz w:val="18"/>
                <w:szCs w:val="18"/>
              </w:rPr>
            </w:pPr>
            <w:bookmarkStart w:id="213" w:name="f4r20"/>
            <w:bookmarkEnd w:id="213"/>
            <w:r>
              <w:rPr>
                <w:b/>
                <w:sz w:val="18"/>
                <w:szCs w:val="18"/>
              </w:rPr>
              <w:t>14444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3FB204D" w14:textId="5410C927" w:rsidR="002757E4" w:rsidRPr="00A57223" w:rsidRDefault="00606008" w:rsidP="00B9635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14241</w:t>
            </w:r>
          </w:p>
        </w:tc>
      </w:tr>
      <w:tr w:rsidR="002757E4" w14:paraId="13438CD9" w14:textId="77777777" w:rsidTr="00B96355">
        <w:trPr>
          <w:trHeight w:val="70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F6DD3C" w14:textId="77777777" w:rsidR="002757E4" w:rsidRPr="00A57223" w:rsidRDefault="002757E4" w:rsidP="00B96355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В том числе:</w:t>
            </w:r>
          </w:p>
          <w:p w14:paraId="2D91FBD9" w14:textId="77777777" w:rsidR="002757E4" w:rsidRPr="00A57223" w:rsidRDefault="002757E4" w:rsidP="00B96355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от покупателей продукции, товаров, заказчиков работ, услуг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777E62" w14:textId="77777777" w:rsidR="002757E4" w:rsidRPr="00A57223" w:rsidRDefault="002757E4" w:rsidP="00B96355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 </w:t>
            </w:r>
          </w:p>
          <w:p w14:paraId="07386B8B" w14:textId="77777777" w:rsidR="002757E4" w:rsidRPr="00A57223" w:rsidRDefault="002757E4" w:rsidP="00B96355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021</w:t>
            </w:r>
          </w:p>
        </w:tc>
        <w:tc>
          <w:tcPr>
            <w:tcW w:w="2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A82633A" w14:textId="55078515" w:rsidR="002757E4" w:rsidRPr="00A57223" w:rsidRDefault="00606008" w:rsidP="00B96355">
            <w:pPr>
              <w:jc w:val="center"/>
              <w:rPr>
                <w:b/>
                <w:sz w:val="18"/>
                <w:szCs w:val="18"/>
              </w:rPr>
            </w:pPr>
            <w:bookmarkStart w:id="214" w:name="f4r21"/>
            <w:bookmarkEnd w:id="214"/>
            <w:r>
              <w:rPr>
                <w:b/>
                <w:sz w:val="18"/>
                <w:szCs w:val="18"/>
              </w:rPr>
              <w:t>13693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7257699" w14:textId="081C8EB5" w:rsidR="002757E4" w:rsidRPr="00A57223" w:rsidRDefault="00606008" w:rsidP="00B9635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13368</w:t>
            </w:r>
          </w:p>
        </w:tc>
      </w:tr>
      <w:tr w:rsidR="002757E4" w14:paraId="78D9B0AC" w14:textId="77777777" w:rsidTr="00B96355">
        <w:trPr>
          <w:trHeight w:val="30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7F1C54" w14:textId="77777777" w:rsidR="002757E4" w:rsidRPr="00A57223" w:rsidRDefault="002757E4" w:rsidP="00B96355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от покупателей материалов и других запасов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6E7E89" w14:textId="77777777" w:rsidR="002757E4" w:rsidRPr="00A57223" w:rsidRDefault="002757E4" w:rsidP="00B96355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022</w:t>
            </w:r>
          </w:p>
        </w:tc>
        <w:tc>
          <w:tcPr>
            <w:tcW w:w="2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DF91434" w14:textId="77777777" w:rsidR="002757E4" w:rsidRPr="00A57223" w:rsidRDefault="002757E4" w:rsidP="00B96355">
            <w:pPr>
              <w:jc w:val="center"/>
              <w:rPr>
                <w:b/>
                <w:sz w:val="18"/>
                <w:szCs w:val="18"/>
              </w:rPr>
            </w:pPr>
            <w:bookmarkStart w:id="215" w:name="f4r22"/>
            <w:bookmarkEnd w:id="215"/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788DED8" w14:textId="77777777" w:rsidR="002757E4" w:rsidRPr="00A57223" w:rsidRDefault="002757E4" w:rsidP="00B96355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757E4" w14:paraId="2F09EE66" w14:textId="77777777" w:rsidTr="00B96355">
        <w:trPr>
          <w:trHeight w:val="30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5BBD21" w14:textId="77777777" w:rsidR="002757E4" w:rsidRPr="00A57223" w:rsidRDefault="002757E4" w:rsidP="00B96355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роялти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738490" w14:textId="77777777" w:rsidR="002757E4" w:rsidRPr="00A57223" w:rsidRDefault="002757E4" w:rsidP="00B96355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023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EB15F87" w14:textId="77777777" w:rsidR="002757E4" w:rsidRPr="00A57223" w:rsidRDefault="002757E4" w:rsidP="00B96355">
            <w:pPr>
              <w:jc w:val="center"/>
              <w:rPr>
                <w:b/>
                <w:sz w:val="18"/>
                <w:szCs w:val="18"/>
              </w:rPr>
            </w:pPr>
            <w:bookmarkStart w:id="216" w:name="f4r23"/>
            <w:bookmarkEnd w:id="216"/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5AAA85D" w14:textId="77777777" w:rsidR="002757E4" w:rsidRPr="00A57223" w:rsidRDefault="002757E4" w:rsidP="00B96355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757E4" w14:paraId="5A2C9971" w14:textId="77777777" w:rsidTr="00B96355">
        <w:trPr>
          <w:trHeight w:val="30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0B8736" w14:textId="77777777" w:rsidR="002757E4" w:rsidRPr="00A57223" w:rsidRDefault="002757E4" w:rsidP="00B96355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прочие поступления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4EF962" w14:textId="77777777" w:rsidR="002757E4" w:rsidRPr="00A57223" w:rsidRDefault="002757E4" w:rsidP="00B96355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024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4C20B7B" w14:textId="0FF9A07D" w:rsidR="002757E4" w:rsidRPr="00A57223" w:rsidRDefault="00606008" w:rsidP="00B96355">
            <w:pPr>
              <w:jc w:val="center"/>
              <w:rPr>
                <w:b/>
                <w:sz w:val="18"/>
                <w:szCs w:val="18"/>
              </w:rPr>
            </w:pPr>
            <w:bookmarkStart w:id="217" w:name="f4r24"/>
            <w:bookmarkEnd w:id="217"/>
            <w:r>
              <w:rPr>
                <w:b/>
                <w:sz w:val="18"/>
                <w:szCs w:val="18"/>
              </w:rPr>
              <w:t>751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33F304B" w14:textId="548809B4" w:rsidR="002757E4" w:rsidRPr="00A57223" w:rsidRDefault="00606008" w:rsidP="00B9635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873</w:t>
            </w:r>
          </w:p>
        </w:tc>
      </w:tr>
      <w:tr w:rsidR="002757E4" w14:paraId="1928083C" w14:textId="77777777" w:rsidTr="00B96355">
        <w:trPr>
          <w:trHeight w:val="30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0768FA" w14:textId="77777777" w:rsidR="002757E4" w:rsidRPr="00A57223" w:rsidRDefault="002757E4" w:rsidP="00B96355">
            <w:pPr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Направлено денежных средств – всего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353325C" w14:textId="77777777" w:rsidR="002757E4" w:rsidRPr="00A57223" w:rsidRDefault="002757E4" w:rsidP="00B96355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030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9BFD0DB" w14:textId="19D264FD" w:rsidR="002757E4" w:rsidRPr="00A57223" w:rsidRDefault="00606008" w:rsidP="00B96355">
            <w:pPr>
              <w:jc w:val="center"/>
              <w:rPr>
                <w:b/>
                <w:sz w:val="18"/>
                <w:szCs w:val="18"/>
              </w:rPr>
            </w:pPr>
            <w:bookmarkStart w:id="218" w:name="f4r30"/>
            <w:bookmarkEnd w:id="218"/>
            <w:r>
              <w:rPr>
                <w:b/>
                <w:sz w:val="18"/>
                <w:szCs w:val="18"/>
              </w:rPr>
              <w:t>13077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EBC4ECD" w14:textId="092F0E73" w:rsidR="002757E4" w:rsidRPr="00A57223" w:rsidRDefault="00606008" w:rsidP="00B9635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13216</w:t>
            </w:r>
          </w:p>
        </w:tc>
      </w:tr>
      <w:tr w:rsidR="002757E4" w14:paraId="19637D50" w14:textId="77777777" w:rsidTr="00B96355">
        <w:trPr>
          <w:trHeight w:val="61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FD09FB8" w14:textId="77777777" w:rsidR="002757E4" w:rsidRPr="00A57223" w:rsidRDefault="002757E4" w:rsidP="00B96355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В том числе:</w:t>
            </w:r>
          </w:p>
          <w:p w14:paraId="718C18FA" w14:textId="77777777" w:rsidR="002757E4" w:rsidRPr="00A57223" w:rsidRDefault="002757E4" w:rsidP="00B96355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на приобретение запасов, работ, услуг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14:paraId="26A7256F" w14:textId="77777777" w:rsidR="002757E4" w:rsidRPr="00A57223" w:rsidRDefault="002757E4" w:rsidP="00B96355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</w:p>
          <w:p w14:paraId="7553DB7A" w14:textId="77777777" w:rsidR="002757E4" w:rsidRPr="00A57223" w:rsidRDefault="002757E4" w:rsidP="00B96355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031</w:t>
            </w:r>
          </w:p>
        </w:tc>
        <w:tc>
          <w:tcPr>
            <w:tcW w:w="2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D17D474" w14:textId="5D5D084D" w:rsidR="002757E4" w:rsidRPr="00A57223" w:rsidRDefault="00606008" w:rsidP="00B96355">
            <w:pPr>
              <w:jc w:val="center"/>
              <w:rPr>
                <w:b/>
                <w:sz w:val="18"/>
                <w:szCs w:val="18"/>
              </w:rPr>
            </w:pPr>
            <w:bookmarkStart w:id="219" w:name="f4r31"/>
            <w:bookmarkEnd w:id="219"/>
            <w:r>
              <w:rPr>
                <w:b/>
                <w:sz w:val="18"/>
                <w:szCs w:val="18"/>
              </w:rPr>
              <w:t>8083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63E26CF" w14:textId="638D6A92" w:rsidR="002757E4" w:rsidRPr="00A57223" w:rsidRDefault="00606008" w:rsidP="00B9635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9395</w:t>
            </w:r>
          </w:p>
        </w:tc>
      </w:tr>
      <w:tr w:rsidR="002757E4" w14:paraId="120E03DD" w14:textId="77777777" w:rsidTr="00B96355">
        <w:trPr>
          <w:trHeight w:val="30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CB1CB0" w14:textId="77777777" w:rsidR="002757E4" w:rsidRPr="00A57223" w:rsidRDefault="002757E4" w:rsidP="00B96355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на оплату труда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3184F60" w14:textId="77777777" w:rsidR="002757E4" w:rsidRPr="00A57223" w:rsidRDefault="002757E4" w:rsidP="00B96355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032</w:t>
            </w:r>
          </w:p>
        </w:tc>
        <w:tc>
          <w:tcPr>
            <w:tcW w:w="2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6A9DBA3" w14:textId="5FAC81C8" w:rsidR="002757E4" w:rsidRPr="00A57223" w:rsidRDefault="00606008" w:rsidP="00B96355">
            <w:pPr>
              <w:jc w:val="center"/>
              <w:rPr>
                <w:b/>
                <w:sz w:val="18"/>
                <w:szCs w:val="18"/>
              </w:rPr>
            </w:pPr>
            <w:bookmarkStart w:id="220" w:name="f4r32"/>
            <w:bookmarkEnd w:id="220"/>
            <w:r>
              <w:rPr>
                <w:b/>
                <w:sz w:val="18"/>
                <w:szCs w:val="18"/>
              </w:rPr>
              <w:t>3394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D5BB3D1" w14:textId="7C84495F" w:rsidR="002757E4" w:rsidRPr="00A57223" w:rsidRDefault="00606008" w:rsidP="00B9635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3001</w:t>
            </w:r>
          </w:p>
        </w:tc>
      </w:tr>
      <w:tr w:rsidR="002757E4" w14:paraId="3CF14907" w14:textId="77777777" w:rsidTr="00B96355">
        <w:trPr>
          <w:trHeight w:val="30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B6EBD5" w14:textId="77777777" w:rsidR="002757E4" w:rsidRPr="00A57223" w:rsidRDefault="002757E4" w:rsidP="00B96355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на уплату налогов и сборов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822D37" w14:textId="77777777" w:rsidR="002757E4" w:rsidRPr="00A57223" w:rsidRDefault="002757E4" w:rsidP="00B96355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033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F0D3A7F" w14:textId="5500DD01" w:rsidR="002757E4" w:rsidRPr="00A57223" w:rsidRDefault="00606008" w:rsidP="00B96355">
            <w:pPr>
              <w:jc w:val="center"/>
              <w:rPr>
                <w:b/>
                <w:sz w:val="18"/>
                <w:szCs w:val="18"/>
              </w:rPr>
            </w:pPr>
            <w:bookmarkStart w:id="221" w:name="f4r33"/>
            <w:bookmarkEnd w:id="221"/>
            <w:r>
              <w:rPr>
                <w:b/>
                <w:sz w:val="18"/>
                <w:szCs w:val="18"/>
              </w:rPr>
              <w:t>699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989F7B8" w14:textId="597C3400" w:rsidR="002757E4" w:rsidRPr="00A57223" w:rsidRDefault="00606008" w:rsidP="00B9635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576</w:t>
            </w:r>
          </w:p>
        </w:tc>
      </w:tr>
      <w:tr w:rsidR="002757E4" w14:paraId="23796341" w14:textId="77777777" w:rsidTr="00B96355">
        <w:trPr>
          <w:trHeight w:val="30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F8B5CB3" w14:textId="77777777" w:rsidR="002757E4" w:rsidRPr="00A57223" w:rsidRDefault="002757E4" w:rsidP="00B96355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на прочие выплаты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6FF99E" w14:textId="77777777" w:rsidR="002757E4" w:rsidRPr="00A57223" w:rsidRDefault="002757E4" w:rsidP="00B96355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034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2C82441" w14:textId="46B6271F" w:rsidR="002757E4" w:rsidRPr="00A57223" w:rsidRDefault="00606008" w:rsidP="00B96355">
            <w:pPr>
              <w:jc w:val="center"/>
              <w:rPr>
                <w:b/>
                <w:sz w:val="18"/>
                <w:szCs w:val="18"/>
              </w:rPr>
            </w:pPr>
            <w:bookmarkStart w:id="222" w:name="f4r34"/>
            <w:bookmarkEnd w:id="222"/>
            <w:r>
              <w:rPr>
                <w:b/>
                <w:sz w:val="18"/>
                <w:szCs w:val="18"/>
              </w:rPr>
              <w:t>901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3237CD9" w14:textId="22B64770" w:rsidR="002757E4" w:rsidRPr="00A57223" w:rsidRDefault="00606008" w:rsidP="00B9635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244</w:t>
            </w:r>
          </w:p>
        </w:tc>
      </w:tr>
      <w:tr w:rsidR="002757E4" w14:paraId="0FE89ECD" w14:textId="77777777" w:rsidTr="00B96355">
        <w:trPr>
          <w:trHeight w:val="275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E186F7" w14:textId="77777777" w:rsidR="002757E4" w:rsidRPr="00A57223" w:rsidRDefault="002757E4" w:rsidP="00B96355">
            <w:pPr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Результат движения денежных средств по текущей деятельности (020 – 030)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0356BF" w14:textId="77777777" w:rsidR="002757E4" w:rsidRPr="00A57223" w:rsidRDefault="002757E4" w:rsidP="00B96355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040</w:t>
            </w:r>
          </w:p>
        </w:tc>
        <w:tc>
          <w:tcPr>
            <w:tcW w:w="2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23ACE4" w14:textId="020A9B2F" w:rsidR="002757E4" w:rsidRPr="00A57223" w:rsidRDefault="00606008" w:rsidP="00B96355">
            <w:pPr>
              <w:jc w:val="center"/>
              <w:rPr>
                <w:b/>
                <w:sz w:val="18"/>
                <w:szCs w:val="18"/>
              </w:rPr>
            </w:pPr>
            <w:bookmarkStart w:id="223" w:name="f4r40"/>
            <w:bookmarkEnd w:id="223"/>
            <w:r>
              <w:rPr>
                <w:b/>
                <w:sz w:val="18"/>
                <w:szCs w:val="18"/>
              </w:rPr>
              <w:t>1367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AC6698" w14:textId="56D2200A" w:rsidR="002757E4" w:rsidRPr="00A57223" w:rsidRDefault="00606008" w:rsidP="00B9635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1025</w:t>
            </w:r>
          </w:p>
        </w:tc>
      </w:tr>
      <w:tr w:rsidR="002757E4" w14:paraId="0A455062" w14:textId="77777777" w:rsidTr="00B96355">
        <w:trPr>
          <w:trHeight w:val="300"/>
        </w:trPr>
        <w:tc>
          <w:tcPr>
            <w:tcW w:w="105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6A20E02F" w14:textId="77777777" w:rsidR="002757E4" w:rsidRPr="00A57223" w:rsidRDefault="002757E4" w:rsidP="00B96355">
            <w:pPr>
              <w:rPr>
                <w:b/>
                <w:sz w:val="18"/>
                <w:szCs w:val="18"/>
              </w:rPr>
            </w:pPr>
          </w:p>
        </w:tc>
      </w:tr>
      <w:tr w:rsidR="002757E4" w14:paraId="44457632" w14:textId="77777777" w:rsidTr="00B96355">
        <w:trPr>
          <w:trHeight w:val="30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2962E5" w14:textId="77777777" w:rsidR="002757E4" w:rsidRPr="00A57223" w:rsidRDefault="002757E4" w:rsidP="00B96355">
            <w:pPr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Поступило денежных средств – всего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C3B3DF" w14:textId="77777777" w:rsidR="002757E4" w:rsidRPr="00A57223" w:rsidRDefault="002757E4" w:rsidP="00B96355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050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4D85331" w14:textId="3D62C5EA" w:rsidR="002757E4" w:rsidRPr="00A57223" w:rsidRDefault="00606008" w:rsidP="00B96355">
            <w:pPr>
              <w:jc w:val="center"/>
              <w:rPr>
                <w:b/>
                <w:sz w:val="18"/>
                <w:szCs w:val="18"/>
              </w:rPr>
            </w:pPr>
            <w:bookmarkStart w:id="224" w:name="f4r50"/>
            <w:bookmarkEnd w:id="224"/>
            <w:r>
              <w:rPr>
                <w:b/>
                <w:sz w:val="18"/>
                <w:szCs w:val="18"/>
              </w:rPr>
              <w:t>26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9FC6F44" w14:textId="2FC53739" w:rsidR="002757E4" w:rsidRPr="00A57223" w:rsidRDefault="00606008" w:rsidP="00B9635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15</w:t>
            </w:r>
          </w:p>
        </w:tc>
      </w:tr>
      <w:tr w:rsidR="002757E4" w14:paraId="5B23FAA8" w14:textId="77777777" w:rsidTr="00B96355">
        <w:trPr>
          <w:trHeight w:val="919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D4249F" w14:textId="77777777" w:rsidR="002757E4" w:rsidRPr="00A57223" w:rsidRDefault="002757E4" w:rsidP="00B96355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В том числе:</w:t>
            </w:r>
          </w:p>
          <w:p w14:paraId="608DB409" w14:textId="77777777" w:rsidR="002757E4" w:rsidRPr="00A57223" w:rsidRDefault="002757E4" w:rsidP="00B96355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от покупателей основных средств, нематериальных активов и других долгосрочных активов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14:paraId="3740BA07" w14:textId="77777777" w:rsidR="002757E4" w:rsidRPr="00A57223" w:rsidRDefault="002757E4" w:rsidP="00B96355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</w:p>
          <w:p w14:paraId="492D6294" w14:textId="77777777" w:rsidR="002757E4" w:rsidRPr="00A57223" w:rsidRDefault="002757E4" w:rsidP="00B96355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051</w:t>
            </w:r>
          </w:p>
        </w:tc>
        <w:tc>
          <w:tcPr>
            <w:tcW w:w="2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D2B9EE8" w14:textId="4180430F" w:rsidR="002757E4" w:rsidRPr="00A57223" w:rsidRDefault="00606008" w:rsidP="00B96355">
            <w:pPr>
              <w:jc w:val="center"/>
              <w:rPr>
                <w:b/>
                <w:sz w:val="18"/>
                <w:szCs w:val="18"/>
              </w:rPr>
            </w:pPr>
            <w:bookmarkStart w:id="225" w:name="f4r51"/>
            <w:bookmarkEnd w:id="225"/>
            <w:r>
              <w:rPr>
                <w:b/>
                <w:sz w:val="18"/>
                <w:szCs w:val="18"/>
              </w:rPr>
              <w:t>26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D7C0DA3" w14:textId="4AA92AB7" w:rsidR="002757E4" w:rsidRPr="00A57223" w:rsidRDefault="00606008" w:rsidP="00B9635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15</w:t>
            </w:r>
          </w:p>
        </w:tc>
      </w:tr>
      <w:tr w:rsidR="002757E4" w14:paraId="687B78B3" w14:textId="77777777" w:rsidTr="00B96355">
        <w:trPr>
          <w:trHeight w:val="30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53F413" w14:textId="77777777" w:rsidR="002757E4" w:rsidRPr="00A57223" w:rsidRDefault="002757E4" w:rsidP="00B96355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возврат предоставленных займов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C725BD" w14:textId="77777777" w:rsidR="002757E4" w:rsidRPr="00A57223" w:rsidRDefault="002757E4" w:rsidP="00B96355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052</w:t>
            </w:r>
          </w:p>
        </w:tc>
        <w:tc>
          <w:tcPr>
            <w:tcW w:w="2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3FF9D47" w14:textId="77777777" w:rsidR="002757E4" w:rsidRPr="00A57223" w:rsidRDefault="002757E4" w:rsidP="00B96355">
            <w:pPr>
              <w:jc w:val="center"/>
              <w:rPr>
                <w:b/>
                <w:sz w:val="18"/>
                <w:szCs w:val="18"/>
              </w:rPr>
            </w:pPr>
            <w:bookmarkStart w:id="226" w:name="f4r52"/>
            <w:bookmarkEnd w:id="226"/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0416990" w14:textId="77777777" w:rsidR="002757E4" w:rsidRPr="00A57223" w:rsidRDefault="002757E4" w:rsidP="00B96355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757E4" w14:paraId="678FB937" w14:textId="77777777" w:rsidTr="00B96355">
        <w:trPr>
          <w:trHeight w:val="163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D25E7E" w14:textId="77777777" w:rsidR="002757E4" w:rsidRPr="00A57223" w:rsidRDefault="002757E4" w:rsidP="00B96355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доходы от участия в уставном капитале других организаций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7FEC7B" w14:textId="77777777" w:rsidR="002757E4" w:rsidRPr="00A57223" w:rsidRDefault="002757E4" w:rsidP="00B96355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053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E9FE2F4" w14:textId="77777777" w:rsidR="002757E4" w:rsidRPr="00A57223" w:rsidRDefault="002757E4" w:rsidP="00B96355">
            <w:pPr>
              <w:jc w:val="center"/>
              <w:rPr>
                <w:b/>
                <w:sz w:val="18"/>
                <w:szCs w:val="18"/>
              </w:rPr>
            </w:pPr>
            <w:bookmarkStart w:id="227" w:name="f4r53"/>
            <w:bookmarkEnd w:id="227"/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6D2944A" w14:textId="77777777" w:rsidR="002757E4" w:rsidRPr="00A57223" w:rsidRDefault="002757E4" w:rsidP="00B96355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757E4" w14:paraId="0CD3CEAA" w14:textId="77777777" w:rsidTr="00B96355">
        <w:trPr>
          <w:trHeight w:val="30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FC1671F" w14:textId="77777777" w:rsidR="002757E4" w:rsidRPr="00A57223" w:rsidRDefault="002757E4" w:rsidP="00B96355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проценты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99DD892" w14:textId="77777777" w:rsidR="002757E4" w:rsidRPr="00A57223" w:rsidRDefault="002757E4" w:rsidP="00B96355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054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78A1762" w14:textId="77777777" w:rsidR="002757E4" w:rsidRPr="00A57223" w:rsidRDefault="002757E4" w:rsidP="00B96355">
            <w:pPr>
              <w:jc w:val="center"/>
              <w:rPr>
                <w:b/>
                <w:sz w:val="18"/>
                <w:szCs w:val="18"/>
              </w:rPr>
            </w:pPr>
            <w:bookmarkStart w:id="228" w:name="f4r54"/>
            <w:bookmarkEnd w:id="228"/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7AFC2DF" w14:textId="77777777" w:rsidR="002757E4" w:rsidRPr="00A57223" w:rsidRDefault="002757E4" w:rsidP="00B96355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757E4" w14:paraId="7C00E215" w14:textId="77777777" w:rsidTr="00B96355">
        <w:trPr>
          <w:trHeight w:val="30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AC0795" w14:textId="77777777" w:rsidR="002757E4" w:rsidRPr="00A57223" w:rsidRDefault="002757E4" w:rsidP="00B96355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прочие поступления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AB9EF8" w14:textId="77777777" w:rsidR="002757E4" w:rsidRPr="00A57223" w:rsidRDefault="002757E4" w:rsidP="00B96355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055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0FE60A4" w14:textId="77777777" w:rsidR="002757E4" w:rsidRPr="00A57223" w:rsidRDefault="002757E4" w:rsidP="00B96355">
            <w:pPr>
              <w:jc w:val="center"/>
              <w:rPr>
                <w:b/>
                <w:sz w:val="18"/>
                <w:szCs w:val="18"/>
              </w:rPr>
            </w:pPr>
            <w:bookmarkStart w:id="229" w:name="f4r55"/>
            <w:bookmarkEnd w:id="229"/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9CE5787" w14:textId="77777777" w:rsidR="002757E4" w:rsidRPr="00A57223" w:rsidRDefault="002757E4" w:rsidP="00B96355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757E4" w14:paraId="1E550432" w14:textId="77777777" w:rsidTr="00B96355">
        <w:trPr>
          <w:trHeight w:val="30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EE2C33" w14:textId="77777777" w:rsidR="002757E4" w:rsidRPr="00A57223" w:rsidRDefault="002757E4" w:rsidP="00B96355">
            <w:pPr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Направлено денежных средств – всего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228202" w14:textId="77777777" w:rsidR="002757E4" w:rsidRPr="00A57223" w:rsidRDefault="002757E4" w:rsidP="00B96355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060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AE26CA0" w14:textId="1B872F7D" w:rsidR="002757E4" w:rsidRPr="00A57223" w:rsidRDefault="00606008" w:rsidP="00B96355">
            <w:pPr>
              <w:jc w:val="center"/>
              <w:rPr>
                <w:b/>
                <w:sz w:val="18"/>
                <w:szCs w:val="18"/>
              </w:rPr>
            </w:pPr>
            <w:bookmarkStart w:id="230" w:name="f4r60"/>
            <w:bookmarkEnd w:id="230"/>
            <w:r>
              <w:rPr>
                <w:b/>
                <w:sz w:val="18"/>
                <w:szCs w:val="18"/>
              </w:rPr>
              <w:t>309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B6E3788" w14:textId="1720C328" w:rsidR="002757E4" w:rsidRPr="00A57223" w:rsidRDefault="00606008" w:rsidP="00B9635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134</w:t>
            </w:r>
          </w:p>
        </w:tc>
      </w:tr>
      <w:tr w:rsidR="002757E4" w14:paraId="7C43D903" w14:textId="77777777" w:rsidTr="00B96355">
        <w:trPr>
          <w:trHeight w:val="937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8EB6F3" w14:textId="77777777" w:rsidR="002757E4" w:rsidRPr="00A57223" w:rsidRDefault="002757E4" w:rsidP="00B96355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В том числе:</w:t>
            </w:r>
          </w:p>
          <w:p w14:paraId="040D5861" w14:textId="77777777" w:rsidR="002757E4" w:rsidRPr="00A57223" w:rsidRDefault="002757E4" w:rsidP="00B96355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на приобретение и создание основных средств, нематериальных активов и других долгосрочных активов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14:paraId="0F043B63" w14:textId="77777777" w:rsidR="002757E4" w:rsidRPr="00A57223" w:rsidRDefault="002757E4" w:rsidP="00B96355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</w:p>
          <w:p w14:paraId="3066F6A5" w14:textId="77777777" w:rsidR="002757E4" w:rsidRPr="00A57223" w:rsidRDefault="002757E4" w:rsidP="00B96355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061</w:t>
            </w:r>
          </w:p>
        </w:tc>
        <w:tc>
          <w:tcPr>
            <w:tcW w:w="2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910DBD3" w14:textId="3DEBB0A5" w:rsidR="002757E4" w:rsidRPr="00A57223" w:rsidRDefault="00606008" w:rsidP="00B96355">
            <w:pPr>
              <w:jc w:val="center"/>
              <w:rPr>
                <w:b/>
                <w:sz w:val="18"/>
                <w:szCs w:val="18"/>
              </w:rPr>
            </w:pPr>
            <w:bookmarkStart w:id="231" w:name="f4r61"/>
            <w:bookmarkEnd w:id="231"/>
            <w:r>
              <w:rPr>
                <w:b/>
                <w:sz w:val="18"/>
                <w:szCs w:val="18"/>
              </w:rPr>
              <w:t>309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6CE1D39" w14:textId="2F39ABCA" w:rsidR="002757E4" w:rsidRPr="00A57223" w:rsidRDefault="00606008" w:rsidP="00B9635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134</w:t>
            </w:r>
          </w:p>
        </w:tc>
      </w:tr>
      <w:tr w:rsidR="002757E4" w14:paraId="4E6BD2FD" w14:textId="77777777" w:rsidTr="00B96355">
        <w:trPr>
          <w:trHeight w:val="30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E948F7" w14:textId="77777777" w:rsidR="002757E4" w:rsidRPr="00A57223" w:rsidRDefault="002757E4" w:rsidP="00B96355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на предоставление займов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A115C0" w14:textId="77777777" w:rsidR="002757E4" w:rsidRPr="00A57223" w:rsidRDefault="002757E4" w:rsidP="00B96355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062</w:t>
            </w:r>
          </w:p>
        </w:tc>
        <w:tc>
          <w:tcPr>
            <w:tcW w:w="2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7CC67C7" w14:textId="77777777" w:rsidR="002757E4" w:rsidRPr="00A57223" w:rsidRDefault="002757E4" w:rsidP="00B96355">
            <w:pPr>
              <w:jc w:val="center"/>
              <w:rPr>
                <w:b/>
                <w:sz w:val="18"/>
                <w:szCs w:val="18"/>
              </w:rPr>
            </w:pPr>
            <w:bookmarkStart w:id="232" w:name="f4r62"/>
            <w:bookmarkEnd w:id="232"/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7B60F0A" w14:textId="77777777" w:rsidR="002757E4" w:rsidRPr="00A57223" w:rsidRDefault="002757E4" w:rsidP="00B96355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757E4" w14:paraId="6F4FD9E2" w14:textId="77777777" w:rsidTr="00B96355">
        <w:trPr>
          <w:trHeight w:val="30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8A2461" w14:textId="77777777" w:rsidR="002757E4" w:rsidRPr="00A57223" w:rsidRDefault="002757E4" w:rsidP="00B96355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на вклады в уставный капитал других организаций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A2695D" w14:textId="77777777" w:rsidR="002757E4" w:rsidRPr="00A57223" w:rsidRDefault="002757E4" w:rsidP="00B96355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063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8B1039A" w14:textId="77777777" w:rsidR="002757E4" w:rsidRPr="00A57223" w:rsidRDefault="002757E4" w:rsidP="00B96355">
            <w:pPr>
              <w:jc w:val="center"/>
              <w:rPr>
                <w:b/>
                <w:sz w:val="18"/>
                <w:szCs w:val="18"/>
              </w:rPr>
            </w:pPr>
            <w:bookmarkStart w:id="233" w:name="f4r63"/>
            <w:bookmarkEnd w:id="233"/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9E41D95" w14:textId="77777777" w:rsidR="002757E4" w:rsidRPr="00A57223" w:rsidRDefault="002757E4" w:rsidP="00B96355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757E4" w14:paraId="133C4301" w14:textId="77777777" w:rsidTr="00B96355">
        <w:trPr>
          <w:trHeight w:val="30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669D7F" w14:textId="77777777" w:rsidR="002757E4" w:rsidRPr="00A57223" w:rsidRDefault="002757E4" w:rsidP="00B96355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прочие выплаты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B50EA5" w14:textId="77777777" w:rsidR="002757E4" w:rsidRPr="00A57223" w:rsidRDefault="002757E4" w:rsidP="00B96355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064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8FF8CEF" w14:textId="77777777" w:rsidR="002757E4" w:rsidRPr="00A57223" w:rsidRDefault="002757E4" w:rsidP="00B96355">
            <w:pPr>
              <w:jc w:val="center"/>
              <w:rPr>
                <w:b/>
                <w:sz w:val="18"/>
                <w:szCs w:val="18"/>
              </w:rPr>
            </w:pPr>
            <w:bookmarkStart w:id="234" w:name="f4r64"/>
            <w:bookmarkEnd w:id="234"/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ECE811E" w14:textId="77777777" w:rsidR="002757E4" w:rsidRPr="00A57223" w:rsidRDefault="002757E4" w:rsidP="00B96355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757E4" w14:paraId="75BDA349" w14:textId="77777777" w:rsidTr="00B96355">
        <w:trPr>
          <w:trHeight w:val="259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9E32E72" w14:textId="77777777" w:rsidR="002757E4" w:rsidRPr="00A57223" w:rsidRDefault="002757E4" w:rsidP="00B96355">
            <w:pPr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Результат движения денежных средств по инвестиционной деятельности (050 – 060)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797DEA" w14:textId="77777777" w:rsidR="002757E4" w:rsidRPr="00A57223" w:rsidRDefault="002757E4" w:rsidP="00B96355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070</w:t>
            </w:r>
          </w:p>
        </w:tc>
        <w:tc>
          <w:tcPr>
            <w:tcW w:w="2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E0642F" w14:textId="033BA9AF" w:rsidR="002757E4" w:rsidRPr="00A57223" w:rsidRDefault="00606008" w:rsidP="00B96355">
            <w:pPr>
              <w:jc w:val="center"/>
              <w:rPr>
                <w:b/>
                <w:sz w:val="18"/>
                <w:szCs w:val="18"/>
              </w:rPr>
            </w:pPr>
            <w:bookmarkStart w:id="235" w:name="f4r70"/>
            <w:bookmarkEnd w:id="235"/>
            <w:r>
              <w:rPr>
                <w:b/>
                <w:sz w:val="18"/>
                <w:szCs w:val="18"/>
              </w:rPr>
              <w:t>-283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702162" w14:textId="517699D6" w:rsidR="002757E4" w:rsidRPr="00A57223" w:rsidRDefault="00606008" w:rsidP="00B9635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-119</w:t>
            </w:r>
          </w:p>
        </w:tc>
      </w:tr>
      <w:tr w:rsidR="003A5AFC" w14:paraId="037156CE" w14:textId="77777777" w:rsidTr="00B96355">
        <w:trPr>
          <w:trHeight w:val="259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2E1CF0" w14:textId="77777777" w:rsidR="003A5AFC" w:rsidRPr="00A57223" w:rsidRDefault="003A5AFC" w:rsidP="00B96355">
            <w:pPr>
              <w:rPr>
                <w:sz w:val="18"/>
                <w:szCs w:val="18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F18C894" w14:textId="77777777" w:rsidR="003A5AFC" w:rsidRPr="00A57223" w:rsidRDefault="003A5AFC" w:rsidP="00B9635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D3A1BE" w14:textId="77777777" w:rsidR="003A5AFC" w:rsidRDefault="003A5AF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F0D6E9" w14:textId="77777777" w:rsidR="003A5AFC" w:rsidRDefault="003A5AF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</w:tr>
    </w:tbl>
    <w:p w14:paraId="2E1BCC1E" w14:textId="77777777" w:rsidR="002757E4" w:rsidRPr="00B655D0" w:rsidRDefault="002757E4" w:rsidP="002757E4">
      <w:pPr>
        <w:jc w:val="right"/>
        <w:rPr>
          <w:b/>
          <w:bCs/>
          <w:sz w:val="20"/>
          <w:szCs w:val="20"/>
        </w:rPr>
      </w:pPr>
      <w:r>
        <w:br w:type="page"/>
      </w:r>
      <w:r w:rsidRPr="00B655D0">
        <w:rPr>
          <w:b/>
          <w:sz w:val="16"/>
        </w:rPr>
        <w:lastRenderedPageBreak/>
        <w:t>Форма №4 лист 2</w:t>
      </w:r>
    </w:p>
    <w:tbl>
      <w:tblPr>
        <w:tblW w:w="10572" w:type="dxa"/>
        <w:tblInd w:w="-178" w:type="dxa"/>
        <w:tblLook w:val="0000" w:firstRow="0" w:lastRow="0" w:firstColumn="0" w:lastColumn="0" w:noHBand="0" w:noVBand="0"/>
      </w:tblPr>
      <w:tblGrid>
        <w:gridCol w:w="4534"/>
        <w:gridCol w:w="783"/>
        <w:gridCol w:w="2732"/>
        <w:gridCol w:w="2523"/>
      </w:tblGrid>
      <w:tr w:rsidR="002757E4" w14:paraId="78613611" w14:textId="77777777" w:rsidTr="00B96355">
        <w:trPr>
          <w:trHeight w:val="669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B7265F9" w14:textId="77777777" w:rsidR="002757E4" w:rsidRPr="00256A29" w:rsidRDefault="002757E4" w:rsidP="00B96355">
            <w:pPr>
              <w:jc w:val="center"/>
              <w:rPr>
                <w:b/>
                <w:bCs/>
                <w:sz w:val="16"/>
                <w:szCs w:val="16"/>
              </w:rPr>
            </w:pPr>
            <w:r w:rsidRPr="00256A29">
              <w:rPr>
                <w:b/>
                <w:bCs/>
                <w:sz w:val="16"/>
                <w:szCs w:val="16"/>
              </w:rPr>
              <w:t>Наименование показателей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BF01CF" w14:textId="77777777" w:rsidR="002757E4" w:rsidRPr="00256A29" w:rsidRDefault="002757E4" w:rsidP="00B96355">
            <w:pPr>
              <w:jc w:val="center"/>
              <w:rPr>
                <w:b/>
                <w:bCs/>
                <w:sz w:val="16"/>
                <w:szCs w:val="16"/>
              </w:rPr>
            </w:pPr>
            <w:r w:rsidRPr="00256A29">
              <w:rPr>
                <w:b/>
                <w:bCs/>
                <w:sz w:val="16"/>
                <w:szCs w:val="16"/>
              </w:rPr>
              <w:t>Код строки</w:t>
            </w:r>
          </w:p>
        </w:tc>
        <w:tc>
          <w:tcPr>
            <w:tcW w:w="2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B541E2" w14:textId="5446A4D2" w:rsidR="002757E4" w:rsidRPr="00A325B4" w:rsidRDefault="002757E4" w:rsidP="00B96355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325B4">
              <w:rPr>
                <w:rFonts w:ascii="Times New Roman" w:hAnsi="Times New Roman"/>
                <w:b/>
                <w:sz w:val="16"/>
                <w:szCs w:val="16"/>
              </w:rPr>
              <w:t>За январь-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декабрь</w:t>
            </w:r>
            <w:r w:rsidR="006C0B26">
              <w:rPr>
                <w:rFonts w:ascii="Times New Roman" w:hAnsi="Times New Roman"/>
                <w:b/>
                <w:sz w:val="16"/>
                <w:szCs w:val="16"/>
              </w:rPr>
              <w:t>202</w:t>
            </w:r>
            <w:r w:rsidR="00606008">
              <w:rPr>
                <w:rFonts w:ascii="Times New Roman" w:hAnsi="Times New Roman"/>
                <w:b/>
                <w:sz w:val="16"/>
                <w:szCs w:val="16"/>
              </w:rPr>
              <w:t>4</w:t>
            </w:r>
            <w:r w:rsidRPr="00A325B4">
              <w:rPr>
                <w:rFonts w:ascii="Times New Roman" w:hAnsi="Times New Roman"/>
                <w:b/>
                <w:sz w:val="16"/>
                <w:szCs w:val="16"/>
              </w:rPr>
              <w:t xml:space="preserve"> г.</w:t>
            </w:r>
          </w:p>
        </w:tc>
        <w:tc>
          <w:tcPr>
            <w:tcW w:w="2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AD534B" w14:textId="404F0A37" w:rsidR="002757E4" w:rsidRPr="00A325B4" w:rsidRDefault="002757E4" w:rsidP="00B96355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325B4">
              <w:rPr>
                <w:rFonts w:ascii="Times New Roman" w:hAnsi="Times New Roman"/>
                <w:b/>
                <w:sz w:val="16"/>
                <w:szCs w:val="16"/>
              </w:rPr>
              <w:t xml:space="preserve">За январь-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декабрь </w:t>
            </w:r>
            <w:r w:rsidR="006C0B26">
              <w:rPr>
                <w:rFonts w:ascii="Times New Roman" w:hAnsi="Times New Roman"/>
                <w:b/>
                <w:sz w:val="16"/>
                <w:szCs w:val="16"/>
              </w:rPr>
              <w:t>202</w:t>
            </w:r>
            <w:r w:rsidR="00606008">
              <w:rPr>
                <w:rFonts w:ascii="Times New Roman" w:hAnsi="Times New Roman"/>
                <w:b/>
                <w:sz w:val="16"/>
                <w:szCs w:val="16"/>
              </w:rPr>
              <w:t>3</w:t>
            </w:r>
            <w:r w:rsidRPr="00A325B4">
              <w:rPr>
                <w:rFonts w:ascii="Times New Roman" w:hAnsi="Times New Roman"/>
                <w:b/>
                <w:sz w:val="16"/>
                <w:szCs w:val="16"/>
              </w:rPr>
              <w:t xml:space="preserve"> г.</w:t>
            </w:r>
          </w:p>
        </w:tc>
      </w:tr>
      <w:tr w:rsidR="002757E4" w14:paraId="427CF0A9" w14:textId="77777777" w:rsidTr="00B96355">
        <w:trPr>
          <w:trHeight w:val="187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44641181" w14:textId="77777777" w:rsidR="002757E4" w:rsidRPr="00256A29" w:rsidRDefault="002757E4" w:rsidP="00B96355">
            <w:pPr>
              <w:jc w:val="center"/>
              <w:rPr>
                <w:b/>
                <w:bCs/>
                <w:sz w:val="16"/>
                <w:szCs w:val="16"/>
              </w:rPr>
            </w:pPr>
            <w:r w:rsidRPr="00256A29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7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E0047EC" w14:textId="77777777" w:rsidR="002757E4" w:rsidRPr="00256A29" w:rsidRDefault="002757E4" w:rsidP="00B96355">
            <w:pPr>
              <w:jc w:val="center"/>
              <w:rPr>
                <w:b/>
                <w:bCs/>
                <w:sz w:val="16"/>
                <w:szCs w:val="16"/>
              </w:rPr>
            </w:pPr>
            <w:r w:rsidRPr="00256A29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BD3FC33" w14:textId="77777777" w:rsidR="002757E4" w:rsidRPr="00256A29" w:rsidRDefault="002757E4" w:rsidP="00B96355">
            <w:pPr>
              <w:jc w:val="center"/>
              <w:rPr>
                <w:b/>
                <w:bCs/>
                <w:sz w:val="16"/>
                <w:szCs w:val="16"/>
              </w:rPr>
            </w:pPr>
            <w:r w:rsidRPr="00256A29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E7F3E12" w14:textId="77777777" w:rsidR="002757E4" w:rsidRPr="00256A29" w:rsidRDefault="002757E4" w:rsidP="00B96355">
            <w:pPr>
              <w:jc w:val="center"/>
              <w:rPr>
                <w:b/>
                <w:bCs/>
                <w:sz w:val="16"/>
                <w:szCs w:val="16"/>
              </w:rPr>
            </w:pPr>
            <w:r w:rsidRPr="00256A29">
              <w:rPr>
                <w:b/>
                <w:bCs/>
                <w:sz w:val="16"/>
                <w:szCs w:val="16"/>
              </w:rPr>
              <w:t>4</w:t>
            </w:r>
          </w:p>
        </w:tc>
      </w:tr>
      <w:tr w:rsidR="002757E4" w14:paraId="2432753D" w14:textId="77777777" w:rsidTr="00B96355">
        <w:trPr>
          <w:trHeight w:val="425"/>
        </w:trPr>
        <w:tc>
          <w:tcPr>
            <w:tcW w:w="105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4E295F1B" w14:textId="77777777" w:rsidR="002757E4" w:rsidRPr="00A57223" w:rsidRDefault="002757E4" w:rsidP="00B96355">
            <w:pPr>
              <w:rPr>
                <w:b/>
                <w:sz w:val="18"/>
                <w:szCs w:val="18"/>
              </w:rPr>
            </w:pPr>
            <w:r w:rsidRPr="00A57223">
              <w:rPr>
                <w:b/>
                <w:sz w:val="18"/>
                <w:szCs w:val="18"/>
              </w:rPr>
              <w:t>Движение денежных средств по финансовой деятельности</w:t>
            </w:r>
          </w:p>
        </w:tc>
      </w:tr>
      <w:tr w:rsidR="002757E4" w14:paraId="2ED0A6F8" w14:textId="77777777" w:rsidTr="00B96355">
        <w:trPr>
          <w:trHeight w:val="425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C86440" w14:textId="77777777" w:rsidR="002757E4" w:rsidRPr="00A57223" w:rsidRDefault="002757E4" w:rsidP="00B96355">
            <w:pPr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 xml:space="preserve">Поступило денежных средств – всего 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BAC2D8" w14:textId="77777777" w:rsidR="002757E4" w:rsidRPr="00A57223" w:rsidRDefault="002757E4" w:rsidP="00B96355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080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D198E9" w14:textId="5D29741F" w:rsidR="002757E4" w:rsidRPr="00A57223" w:rsidRDefault="00606008" w:rsidP="00B96355">
            <w:pPr>
              <w:jc w:val="center"/>
              <w:rPr>
                <w:b/>
                <w:sz w:val="18"/>
                <w:szCs w:val="18"/>
              </w:rPr>
            </w:pPr>
            <w:bookmarkStart w:id="236" w:name="f4r80"/>
            <w:bookmarkEnd w:id="236"/>
            <w:r>
              <w:rPr>
                <w:b/>
                <w:sz w:val="18"/>
                <w:szCs w:val="18"/>
              </w:rPr>
              <w:t>489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E3DE36" w14:textId="76FCF131" w:rsidR="002757E4" w:rsidRPr="00A57223" w:rsidRDefault="00606008" w:rsidP="00B9635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283</w:t>
            </w:r>
          </w:p>
        </w:tc>
      </w:tr>
      <w:tr w:rsidR="002757E4" w14:paraId="14E831F5" w14:textId="77777777" w:rsidTr="00B96355">
        <w:trPr>
          <w:trHeight w:val="425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15A23A68" w14:textId="77777777" w:rsidR="002757E4" w:rsidRPr="00A57223" w:rsidRDefault="002757E4" w:rsidP="00B96355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В том числе:</w:t>
            </w:r>
          </w:p>
        </w:tc>
        <w:tc>
          <w:tcPr>
            <w:tcW w:w="7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0BA7781C" w14:textId="77777777" w:rsidR="002757E4" w:rsidRPr="00A57223" w:rsidRDefault="002757E4" w:rsidP="00B96355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 </w:t>
            </w:r>
          </w:p>
        </w:tc>
        <w:tc>
          <w:tcPr>
            <w:tcW w:w="27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B772DC" w14:textId="5B1DF405" w:rsidR="002757E4" w:rsidRPr="00A57223" w:rsidRDefault="002757E4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5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BE2D9A" w14:textId="54A50E2F" w:rsidR="002757E4" w:rsidRPr="00A57223" w:rsidRDefault="002757E4" w:rsidP="00B96355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757E4" w14:paraId="52F27118" w14:textId="77777777" w:rsidTr="00B96355">
        <w:trPr>
          <w:trHeight w:val="425"/>
        </w:trPr>
        <w:tc>
          <w:tcPr>
            <w:tcW w:w="4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AD142A5" w14:textId="77777777" w:rsidR="002757E4" w:rsidRPr="00A57223" w:rsidRDefault="002757E4" w:rsidP="00B96355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кредиты и займы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F68816" w14:textId="77777777" w:rsidR="002757E4" w:rsidRPr="00A57223" w:rsidRDefault="002757E4" w:rsidP="00B96355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081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CF8D28" w14:textId="22E268E2" w:rsidR="002757E4" w:rsidRPr="00A57223" w:rsidRDefault="00606008" w:rsidP="00B96355">
            <w:pPr>
              <w:jc w:val="center"/>
              <w:rPr>
                <w:b/>
                <w:sz w:val="18"/>
                <w:szCs w:val="18"/>
              </w:rPr>
            </w:pPr>
            <w:bookmarkStart w:id="237" w:name="f4r81"/>
            <w:bookmarkEnd w:id="237"/>
            <w:r>
              <w:rPr>
                <w:b/>
                <w:sz w:val="18"/>
                <w:szCs w:val="18"/>
              </w:rPr>
              <w:t>489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671738" w14:textId="00E0C447" w:rsidR="002757E4" w:rsidRPr="00A57223" w:rsidRDefault="00606008" w:rsidP="00B9635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283</w:t>
            </w:r>
          </w:p>
        </w:tc>
      </w:tr>
      <w:tr w:rsidR="002757E4" w14:paraId="0FAE7693" w14:textId="77777777" w:rsidTr="00B96355">
        <w:trPr>
          <w:trHeight w:val="425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E996F0" w14:textId="77777777" w:rsidR="002757E4" w:rsidRPr="00A57223" w:rsidRDefault="002757E4" w:rsidP="00B96355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 xml:space="preserve">от выпуска акций 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503A45" w14:textId="77777777" w:rsidR="002757E4" w:rsidRPr="00A57223" w:rsidRDefault="002757E4" w:rsidP="00B96355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082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D8550B" w14:textId="77777777" w:rsidR="002757E4" w:rsidRPr="00A57223" w:rsidRDefault="002757E4" w:rsidP="00B96355">
            <w:pPr>
              <w:jc w:val="center"/>
              <w:rPr>
                <w:b/>
                <w:sz w:val="18"/>
                <w:szCs w:val="18"/>
              </w:rPr>
            </w:pPr>
            <w:bookmarkStart w:id="238" w:name="f4r82"/>
            <w:bookmarkEnd w:id="238"/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4330A8" w14:textId="77777777" w:rsidR="002757E4" w:rsidRPr="00A57223" w:rsidRDefault="002757E4" w:rsidP="00B96355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757E4" w14:paraId="4A24B9D4" w14:textId="77777777" w:rsidTr="00B96355">
        <w:trPr>
          <w:trHeight w:val="765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079B34" w14:textId="77777777" w:rsidR="002757E4" w:rsidRPr="00A57223" w:rsidRDefault="002757E4" w:rsidP="00B96355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вклады собственника имущества (учредителей, участников)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D9DD67" w14:textId="77777777" w:rsidR="002757E4" w:rsidRPr="00A57223" w:rsidRDefault="002757E4" w:rsidP="00B96355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083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0F8525" w14:textId="77777777" w:rsidR="002757E4" w:rsidRPr="00A57223" w:rsidRDefault="002757E4" w:rsidP="00B96355">
            <w:pPr>
              <w:jc w:val="center"/>
              <w:rPr>
                <w:b/>
                <w:sz w:val="18"/>
                <w:szCs w:val="18"/>
              </w:rPr>
            </w:pPr>
            <w:bookmarkStart w:id="239" w:name="f4r83"/>
            <w:bookmarkEnd w:id="239"/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73B648" w14:textId="77777777" w:rsidR="002757E4" w:rsidRPr="00A57223" w:rsidRDefault="002757E4" w:rsidP="00B96355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757E4" w14:paraId="46A53539" w14:textId="77777777" w:rsidTr="00B96355">
        <w:trPr>
          <w:trHeight w:val="425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F9D367" w14:textId="77777777" w:rsidR="002757E4" w:rsidRPr="00A57223" w:rsidRDefault="002757E4" w:rsidP="00B96355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 xml:space="preserve">прочие поступления 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300B01" w14:textId="77777777" w:rsidR="002757E4" w:rsidRPr="00A57223" w:rsidRDefault="002757E4" w:rsidP="00B96355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084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23177A" w14:textId="77777777" w:rsidR="002757E4" w:rsidRPr="00A57223" w:rsidRDefault="002757E4" w:rsidP="00B96355">
            <w:pPr>
              <w:jc w:val="center"/>
              <w:rPr>
                <w:b/>
                <w:sz w:val="18"/>
                <w:szCs w:val="18"/>
              </w:rPr>
            </w:pPr>
            <w:bookmarkStart w:id="240" w:name="f4r84"/>
            <w:bookmarkEnd w:id="240"/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4895BC" w14:textId="77777777" w:rsidR="002757E4" w:rsidRPr="00A57223" w:rsidRDefault="002757E4" w:rsidP="00B96355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757E4" w14:paraId="34E206D2" w14:textId="77777777" w:rsidTr="00B96355">
        <w:trPr>
          <w:trHeight w:val="425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F7A313" w14:textId="77777777" w:rsidR="002757E4" w:rsidRPr="00A57223" w:rsidRDefault="002757E4" w:rsidP="00B96355">
            <w:pPr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Направлено денежных средств – всего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37E1CD" w14:textId="77777777" w:rsidR="002757E4" w:rsidRPr="00A57223" w:rsidRDefault="002757E4" w:rsidP="00B96355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090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DE3D68" w14:textId="6F0EF85C" w:rsidR="002757E4" w:rsidRPr="00A57223" w:rsidRDefault="00606008" w:rsidP="00B96355">
            <w:pPr>
              <w:jc w:val="center"/>
              <w:rPr>
                <w:b/>
                <w:sz w:val="18"/>
                <w:szCs w:val="18"/>
              </w:rPr>
            </w:pPr>
            <w:bookmarkStart w:id="241" w:name="f4r90"/>
            <w:bookmarkEnd w:id="241"/>
            <w:r>
              <w:rPr>
                <w:b/>
                <w:sz w:val="18"/>
                <w:szCs w:val="18"/>
              </w:rPr>
              <w:t>1153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E680A4" w14:textId="7B000976" w:rsidR="002757E4" w:rsidRPr="00A57223" w:rsidRDefault="00606008" w:rsidP="00B9635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938</w:t>
            </w:r>
          </w:p>
        </w:tc>
      </w:tr>
      <w:tr w:rsidR="002757E4" w14:paraId="2603EE80" w14:textId="77777777" w:rsidTr="00B96355">
        <w:trPr>
          <w:trHeight w:val="425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5E2C67B3" w14:textId="77777777" w:rsidR="002757E4" w:rsidRPr="00A57223" w:rsidRDefault="002757E4" w:rsidP="00B96355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В том числе:</w:t>
            </w:r>
          </w:p>
        </w:tc>
        <w:tc>
          <w:tcPr>
            <w:tcW w:w="7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68932DD1" w14:textId="77777777" w:rsidR="002757E4" w:rsidRPr="00A57223" w:rsidRDefault="002757E4" w:rsidP="00B96355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 </w:t>
            </w:r>
          </w:p>
        </w:tc>
        <w:tc>
          <w:tcPr>
            <w:tcW w:w="27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51AB6D" w14:textId="7600C5FC" w:rsidR="002757E4" w:rsidRPr="00A57223" w:rsidRDefault="002757E4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5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2A6224" w14:textId="3D33371E" w:rsidR="002757E4" w:rsidRPr="00A57223" w:rsidRDefault="002757E4" w:rsidP="00B96355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757E4" w14:paraId="5E440982" w14:textId="77777777" w:rsidTr="00B96355">
        <w:trPr>
          <w:trHeight w:val="425"/>
        </w:trPr>
        <w:tc>
          <w:tcPr>
            <w:tcW w:w="4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E15BCB" w14:textId="77777777" w:rsidR="002757E4" w:rsidRPr="00A57223" w:rsidRDefault="002757E4" w:rsidP="00B96355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на погашение кредитов и займов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8B7CE7" w14:textId="77777777" w:rsidR="002757E4" w:rsidRPr="00A57223" w:rsidRDefault="002757E4" w:rsidP="00B96355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091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434AAA" w14:textId="72262A50" w:rsidR="002757E4" w:rsidRPr="00A57223" w:rsidRDefault="00606008" w:rsidP="00606008">
            <w:pPr>
              <w:jc w:val="center"/>
              <w:rPr>
                <w:b/>
                <w:sz w:val="18"/>
                <w:szCs w:val="18"/>
              </w:rPr>
            </w:pPr>
            <w:bookmarkStart w:id="242" w:name="f4r91"/>
            <w:bookmarkEnd w:id="242"/>
            <w:r>
              <w:rPr>
                <w:b/>
                <w:sz w:val="18"/>
                <w:szCs w:val="18"/>
              </w:rPr>
              <w:t>309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941DB2" w14:textId="477D874B" w:rsidR="002757E4" w:rsidRPr="00A57223" w:rsidRDefault="00606008" w:rsidP="00B9635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227</w:t>
            </w:r>
          </w:p>
        </w:tc>
      </w:tr>
      <w:tr w:rsidR="002757E4" w14:paraId="36C08CCF" w14:textId="77777777" w:rsidTr="00B96355">
        <w:trPr>
          <w:trHeight w:val="765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2DA3E1" w14:textId="77777777" w:rsidR="002757E4" w:rsidRPr="00A57223" w:rsidRDefault="002757E4" w:rsidP="00B96355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на выплаты дивидендов и других доходов от участия в уставном капитале организации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F4DEE8" w14:textId="77777777" w:rsidR="002757E4" w:rsidRPr="00A57223" w:rsidRDefault="002757E4" w:rsidP="00B96355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092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1840FA" w14:textId="102658A1" w:rsidR="002757E4" w:rsidRPr="00A57223" w:rsidRDefault="00606008" w:rsidP="00B96355">
            <w:pPr>
              <w:jc w:val="center"/>
              <w:rPr>
                <w:b/>
                <w:sz w:val="18"/>
                <w:szCs w:val="18"/>
              </w:rPr>
            </w:pPr>
            <w:bookmarkStart w:id="243" w:name="f4r92"/>
            <w:bookmarkEnd w:id="243"/>
            <w:r>
              <w:rPr>
                <w:b/>
                <w:sz w:val="18"/>
                <w:szCs w:val="18"/>
              </w:rPr>
              <w:t>32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81705E" w14:textId="152846B2" w:rsidR="002757E4" w:rsidRPr="00A57223" w:rsidRDefault="00606008" w:rsidP="00B9635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36</w:t>
            </w:r>
          </w:p>
        </w:tc>
      </w:tr>
      <w:tr w:rsidR="002757E4" w14:paraId="17E0F62E" w14:textId="77777777" w:rsidTr="00B96355">
        <w:trPr>
          <w:trHeight w:val="425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E69FB1" w14:textId="77777777" w:rsidR="002757E4" w:rsidRPr="00A57223" w:rsidRDefault="002757E4" w:rsidP="00B96355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на выплаты процентов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890F83" w14:textId="77777777" w:rsidR="002757E4" w:rsidRPr="00A57223" w:rsidRDefault="002757E4" w:rsidP="00B96355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093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24CFA2" w14:textId="666264EA" w:rsidR="002757E4" w:rsidRPr="00A57223" w:rsidRDefault="00606008" w:rsidP="00B96355">
            <w:pPr>
              <w:jc w:val="center"/>
              <w:rPr>
                <w:b/>
                <w:sz w:val="18"/>
                <w:szCs w:val="18"/>
              </w:rPr>
            </w:pPr>
            <w:bookmarkStart w:id="244" w:name="f4r93"/>
            <w:bookmarkEnd w:id="244"/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3E58C9" w14:textId="4095E0C1" w:rsidR="002757E4" w:rsidRPr="00A57223" w:rsidRDefault="00606008" w:rsidP="00B9635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16</w:t>
            </w:r>
          </w:p>
        </w:tc>
      </w:tr>
      <w:tr w:rsidR="002757E4" w14:paraId="4F610F08" w14:textId="77777777" w:rsidTr="00B96355">
        <w:trPr>
          <w:trHeight w:val="425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51106A" w14:textId="77777777" w:rsidR="002757E4" w:rsidRPr="00A57223" w:rsidRDefault="002757E4" w:rsidP="00B96355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на лизинговые платежи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EF73D9" w14:textId="77777777" w:rsidR="002757E4" w:rsidRPr="00A57223" w:rsidRDefault="002757E4" w:rsidP="00B96355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094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3C0E4B" w14:textId="325B9956" w:rsidR="002757E4" w:rsidRPr="00A57223" w:rsidRDefault="00606008" w:rsidP="00B96355">
            <w:pPr>
              <w:jc w:val="center"/>
              <w:rPr>
                <w:b/>
                <w:sz w:val="18"/>
                <w:szCs w:val="18"/>
              </w:rPr>
            </w:pPr>
            <w:bookmarkStart w:id="245" w:name="f4r94"/>
            <w:bookmarkEnd w:id="245"/>
            <w:r>
              <w:rPr>
                <w:b/>
                <w:sz w:val="18"/>
                <w:szCs w:val="18"/>
              </w:rPr>
              <w:t>796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FD3182" w14:textId="2E625EC2" w:rsidR="002757E4" w:rsidRPr="00A57223" w:rsidRDefault="00606008" w:rsidP="00B9635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659</w:t>
            </w:r>
          </w:p>
        </w:tc>
      </w:tr>
      <w:tr w:rsidR="002757E4" w14:paraId="52649882" w14:textId="77777777" w:rsidTr="00B96355">
        <w:trPr>
          <w:trHeight w:val="425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8A98B2" w14:textId="77777777" w:rsidR="002757E4" w:rsidRPr="00A57223" w:rsidRDefault="002757E4" w:rsidP="00B96355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прочие выплаты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10C8FE" w14:textId="77777777" w:rsidR="002757E4" w:rsidRPr="00A57223" w:rsidRDefault="002757E4" w:rsidP="00B96355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095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FB9A6E" w14:textId="6CF8572C" w:rsidR="002757E4" w:rsidRPr="00A57223" w:rsidRDefault="002757E4" w:rsidP="00B96355">
            <w:pPr>
              <w:jc w:val="center"/>
              <w:rPr>
                <w:b/>
                <w:sz w:val="18"/>
                <w:szCs w:val="18"/>
              </w:rPr>
            </w:pPr>
            <w:bookmarkStart w:id="246" w:name="f4r95"/>
            <w:bookmarkEnd w:id="246"/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6045DA" w14:textId="77777777" w:rsidR="002757E4" w:rsidRPr="00A57223" w:rsidRDefault="002757E4" w:rsidP="00B96355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757E4" w14:paraId="7782EB07" w14:textId="77777777" w:rsidTr="00B96355">
        <w:trPr>
          <w:trHeight w:val="765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3B84AC" w14:textId="77777777" w:rsidR="002757E4" w:rsidRPr="00F3186F" w:rsidRDefault="002757E4" w:rsidP="00B96355">
            <w:pPr>
              <w:rPr>
                <w:sz w:val="18"/>
                <w:szCs w:val="18"/>
              </w:rPr>
            </w:pPr>
            <w:r w:rsidRPr="00F3186F">
              <w:rPr>
                <w:sz w:val="18"/>
                <w:szCs w:val="18"/>
              </w:rPr>
              <w:t xml:space="preserve">Результат движения денежных средств финансовой деятельности 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5DA556" w14:textId="77777777" w:rsidR="002757E4" w:rsidRPr="00A57223" w:rsidRDefault="002757E4" w:rsidP="00B96355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100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9C889F" w14:textId="193D8BAA" w:rsidR="002757E4" w:rsidRPr="00A57223" w:rsidRDefault="00606008" w:rsidP="00B96355">
            <w:pPr>
              <w:jc w:val="center"/>
              <w:rPr>
                <w:b/>
                <w:sz w:val="18"/>
                <w:szCs w:val="18"/>
              </w:rPr>
            </w:pPr>
            <w:bookmarkStart w:id="247" w:name="f4r100"/>
            <w:bookmarkEnd w:id="247"/>
            <w:r>
              <w:rPr>
                <w:b/>
                <w:sz w:val="18"/>
                <w:szCs w:val="18"/>
              </w:rPr>
              <w:t>-664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31EDF6" w14:textId="5B96BDA8" w:rsidR="002757E4" w:rsidRPr="00A57223" w:rsidRDefault="00606008" w:rsidP="00B9635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-655</w:t>
            </w:r>
          </w:p>
        </w:tc>
      </w:tr>
      <w:tr w:rsidR="002757E4" w14:paraId="38AB9C78" w14:textId="77777777" w:rsidTr="00B96355">
        <w:trPr>
          <w:trHeight w:val="765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7F64A0" w14:textId="77777777" w:rsidR="002757E4" w:rsidRPr="00F3186F" w:rsidRDefault="002757E4" w:rsidP="00B96355">
            <w:pPr>
              <w:rPr>
                <w:sz w:val="18"/>
                <w:szCs w:val="18"/>
              </w:rPr>
            </w:pPr>
            <w:r w:rsidRPr="00F3186F">
              <w:rPr>
                <w:sz w:val="18"/>
                <w:szCs w:val="18"/>
              </w:rPr>
              <w:t xml:space="preserve">Результат движения денежных средств по текущей, инвестиционной и финансовой деятельности 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443C58" w14:textId="77777777" w:rsidR="002757E4" w:rsidRPr="00A57223" w:rsidRDefault="002757E4" w:rsidP="00B96355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110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CBDD4E" w14:textId="3CC4EA04" w:rsidR="002757E4" w:rsidRPr="00A57223" w:rsidRDefault="00606008" w:rsidP="00B96355">
            <w:pPr>
              <w:jc w:val="center"/>
              <w:rPr>
                <w:b/>
                <w:sz w:val="18"/>
                <w:szCs w:val="18"/>
              </w:rPr>
            </w:pPr>
            <w:bookmarkStart w:id="248" w:name="f4r110"/>
            <w:bookmarkEnd w:id="248"/>
            <w:r>
              <w:rPr>
                <w:b/>
                <w:sz w:val="18"/>
                <w:szCs w:val="18"/>
              </w:rPr>
              <w:t>420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F5AAF1" w14:textId="0FD052F1" w:rsidR="002757E4" w:rsidRPr="00A57223" w:rsidRDefault="00606008" w:rsidP="00B9635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251</w:t>
            </w:r>
          </w:p>
        </w:tc>
      </w:tr>
      <w:tr w:rsidR="002757E4" w14:paraId="2C4324B3" w14:textId="77777777" w:rsidTr="00B96355">
        <w:trPr>
          <w:trHeight w:val="765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A9E74EC" w14:textId="77777777" w:rsidR="002757E4" w:rsidRPr="00A57223" w:rsidRDefault="002757E4" w:rsidP="00B96355">
            <w:pPr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 xml:space="preserve">Остаток денежных средств и </w:t>
            </w:r>
            <w:proofErr w:type="spellStart"/>
            <w:r w:rsidRPr="00A57223">
              <w:rPr>
                <w:sz w:val="18"/>
                <w:szCs w:val="18"/>
              </w:rPr>
              <w:t>эквивалентов</w:t>
            </w:r>
            <w:r>
              <w:rPr>
                <w:sz w:val="18"/>
                <w:szCs w:val="18"/>
              </w:rPr>
              <w:t>денежных</w:t>
            </w:r>
            <w:proofErr w:type="spellEnd"/>
            <w:r>
              <w:rPr>
                <w:sz w:val="18"/>
                <w:szCs w:val="18"/>
              </w:rPr>
              <w:t xml:space="preserve"> средств </w:t>
            </w:r>
            <w:r w:rsidRPr="00A57223">
              <w:rPr>
                <w:sz w:val="18"/>
                <w:szCs w:val="18"/>
              </w:rPr>
              <w:t xml:space="preserve">на </w:t>
            </w:r>
            <w:r w:rsidRPr="00A57223">
              <w:rPr>
                <w:b/>
                <w:sz w:val="18"/>
                <w:szCs w:val="18"/>
              </w:rPr>
              <w:t>3</w:t>
            </w:r>
            <w:r w:rsidRPr="00807F3D">
              <w:rPr>
                <w:b/>
                <w:sz w:val="18"/>
                <w:szCs w:val="18"/>
              </w:rPr>
              <w:t>1</w:t>
            </w:r>
            <w:r w:rsidRPr="00A57223">
              <w:rPr>
                <w:b/>
                <w:sz w:val="18"/>
                <w:szCs w:val="18"/>
              </w:rPr>
              <w:t>.</w:t>
            </w:r>
            <w:r w:rsidRPr="00807F3D">
              <w:rPr>
                <w:b/>
                <w:sz w:val="18"/>
                <w:szCs w:val="18"/>
              </w:rPr>
              <w:t>12</w:t>
            </w:r>
            <w:r>
              <w:rPr>
                <w:b/>
                <w:sz w:val="18"/>
                <w:szCs w:val="18"/>
              </w:rPr>
              <w:t>.</w:t>
            </w:r>
            <w:r w:rsidR="007874CC">
              <w:rPr>
                <w:b/>
                <w:sz w:val="18"/>
                <w:szCs w:val="18"/>
              </w:rPr>
              <w:t>2018</w:t>
            </w:r>
            <w:r w:rsidRPr="00A57223">
              <w:rPr>
                <w:b/>
                <w:sz w:val="18"/>
                <w:szCs w:val="18"/>
              </w:rPr>
              <w:t xml:space="preserve"> г.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F84699" w14:textId="77777777" w:rsidR="002757E4" w:rsidRPr="00A57223" w:rsidRDefault="002757E4" w:rsidP="00B96355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120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EB90C4A" w14:textId="3C203746" w:rsidR="002757E4" w:rsidRPr="00A57223" w:rsidRDefault="00606008" w:rsidP="00B96355">
            <w:pPr>
              <w:jc w:val="center"/>
              <w:rPr>
                <w:b/>
                <w:sz w:val="18"/>
                <w:szCs w:val="18"/>
              </w:rPr>
            </w:pPr>
            <w:bookmarkStart w:id="249" w:name="f4r120"/>
            <w:bookmarkEnd w:id="249"/>
            <w:r>
              <w:rPr>
                <w:b/>
                <w:sz w:val="18"/>
                <w:szCs w:val="18"/>
              </w:rPr>
              <w:t>420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C1928E8" w14:textId="6D028373" w:rsidR="002757E4" w:rsidRPr="00A57223" w:rsidRDefault="00606008" w:rsidP="00B9635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169</w:t>
            </w:r>
          </w:p>
        </w:tc>
      </w:tr>
      <w:tr w:rsidR="002757E4" w14:paraId="10000C7C" w14:textId="77777777" w:rsidTr="00B96355">
        <w:trPr>
          <w:trHeight w:val="765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E3A765" w14:textId="77777777" w:rsidR="002757E4" w:rsidRPr="00A57223" w:rsidRDefault="002757E4" w:rsidP="00B96355">
            <w:pPr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 xml:space="preserve">Остаток денежных средств и </w:t>
            </w:r>
            <w:proofErr w:type="spellStart"/>
            <w:r w:rsidRPr="00A57223">
              <w:rPr>
                <w:sz w:val="18"/>
                <w:szCs w:val="18"/>
              </w:rPr>
              <w:t>эквивалентов</w:t>
            </w:r>
            <w:r>
              <w:rPr>
                <w:sz w:val="18"/>
                <w:szCs w:val="18"/>
              </w:rPr>
              <w:t>денежных</w:t>
            </w:r>
            <w:proofErr w:type="spellEnd"/>
            <w:r>
              <w:rPr>
                <w:sz w:val="18"/>
                <w:szCs w:val="18"/>
              </w:rPr>
              <w:t xml:space="preserve"> средств</w:t>
            </w:r>
            <w:r w:rsidRPr="00A57223">
              <w:rPr>
                <w:sz w:val="18"/>
                <w:szCs w:val="18"/>
              </w:rPr>
              <w:t xml:space="preserve"> на </w:t>
            </w:r>
            <w:r w:rsidRPr="00A57223">
              <w:rPr>
                <w:b/>
                <w:sz w:val="18"/>
                <w:szCs w:val="18"/>
              </w:rPr>
              <w:t>конец отчетного периода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99824B" w14:textId="77777777" w:rsidR="002757E4" w:rsidRPr="00A57223" w:rsidRDefault="002757E4" w:rsidP="00B96355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130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A283E5A" w14:textId="26B89AB1" w:rsidR="002757E4" w:rsidRPr="00A57223" w:rsidRDefault="00606008" w:rsidP="00B96355">
            <w:pPr>
              <w:jc w:val="center"/>
              <w:rPr>
                <w:b/>
                <w:sz w:val="18"/>
                <w:szCs w:val="18"/>
              </w:rPr>
            </w:pPr>
            <w:bookmarkStart w:id="250" w:name="f4r130"/>
            <w:bookmarkEnd w:id="250"/>
            <w:r>
              <w:rPr>
                <w:b/>
                <w:sz w:val="18"/>
                <w:szCs w:val="18"/>
              </w:rPr>
              <w:t>840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4ECEB00" w14:textId="148CA17C" w:rsidR="002757E4" w:rsidRPr="00A57223" w:rsidRDefault="00606008" w:rsidP="00B9635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420</w:t>
            </w:r>
          </w:p>
        </w:tc>
      </w:tr>
      <w:tr w:rsidR="002757E4" w14:paraId="123C2954" w14:textId="77777777" w:rsidTr="00B96355">
        <w:trPr>
          <w:trHeight w:val="765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EBAE56" w14:textId="77777777" w:rsidR="002757E4" w:rsidRPr="00F3186F" w:rsidRDefault="002757E4" w:rsidP="00B96355">
            <w:pPr>
              <w:rPr>
                <w:sz w:val="18"/>
                <w:szCs w:val="18"/>
              </w:rPr>
            </w:pPr>
            <w:r w:rsidRPr="00F3186F">
              <w:rPr>
                <w:sz w:val="18"/>
                <w:szCs w:val="18"/>
              </w:rPr>
              <w:t>Влияние изменений курсов иностранных валют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8C0969" w14:textId="77777777" w:rsidR="002757E4" w:rsidRPr="00A57223" w:rsidRDefault="002757E4" w:rsidP="00B96355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140</w:t>
            </w:r>
          </w:p>
        </w:tc>
        <w:tc>
          <w:tcPr>
            <w:tcW w:w="2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F51D7D7" w14:textId="77777777" w:rsidR="002757E4" w:rsidRPr="00A57223" w:rsidRDefault="002757E4" w:rsidP="00B96355">
            <w:pPr>
              <w:jc w:val="center"/>
              <w:rPr>
                <w:b/>
                <w:sz w:val="18"/>
                <w:szCs w:val="18"/>
              </w:rPr>
            </w:pPr>
            <w:bookmarkStart w:id="251" w:name="f4r140"/>
            <w:bookmarkEnd w:id="251"/>
          </w:p>
        </w:tc>
        <w:tc>
          <w:tcPr>
            <w:tcW w:w="2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1D20CA7" w14:textId="77777777" w:rsidR="002757E4" w:rsidRPr="00A57223" w:rsidRDefault="002757E4" w:rsidP="00B96355">
            <w:pPr>
              <w:jc w:val="center"/>
              <w:rPr>
                <w:b/>
                <w:sz w:val="18"/>
                <w:szCs w:val="18"/>
              </w:rPr>
            </w:pPr>
          </w:p>
        </w:tc>
      </w:tr>
    </w:tbl>
    <w:p w14:paraId="290A3A02" w14:textId="77777777" w:rsidR="00D54885" w:rsidRDefault="00D54885" w:rsidP="00D54885">
      <w:pPr>
        <w:rPr>
          <w:lang w:val="en-US"/>
        </w:rPr>
      </w:pPr>
    </w:p>
    <w:p w14:paraId="086024F0" w14:textId="77777777" w:rsidR="00D54885" w:rsidRPr="0024128E" w:rsidRDefault="00D54885" w:rsidP="00D54885">
      <w:pPr>
        <w:rPr>
          <w:lang w:val="en-US"/>
        </w:rPr>
      </w:pPr>
    </w:p>
    <w:p w14:paraId="6B75C63B" w14:textId="77777777" w:rsidR="00D54885" w:rsidRPr="0024128E" w:rsidRDefault="00D54885" w:rsidP="00D54885">
      <w:pPr>
        <w:pStyle w:val="a3"/>
        <w:jc w:val="center"/>
        <w:rPr>
          <w:lang w:val="en-US"/>
        </w:rPr>
      </w:pPr>
    </w:p>
    <w:p w14:paraId="2042A45F" w14:textId="77777777" w:rsidR="0069128F" w:rsidRPr="00CD6E9E" w:rsidRDefault="00D54885" w:rsidP="0069128F">
      <w:pPr>
        <w:rPr>
          <w:highlight w:val="yellow"/>
        </w:rPr>
      </w:pPr>
      <w:r w:rsidRPr="0024128E">
        <w:br w:type="page"/>
      </w:r>
      <w:bookmarkEnd w:id="0"/>
    </w:p>
    <w:tbl>
      <w:tblPr>
        <w:tblpPr w:leftFromText="180" w:rightFromText="180" w:vertAnchor="text" w:tblpY="1"/>
        <w:tblOverlap w:val="never"/>
        <w:tblW w:w="5000" w:type="pct"/>
        <w:tblLook w:val="00A0" w:firstRow="1" w:lastRow="0" w:firstColumn="1" w:lastColumn="0" w:noHBand="0" w:noVBand="0"/>
      </w:tblPr>
      <w:tblGrid>
        <w:gridCol w:w="6229"/>
        <w:gridCol w:w="4620"/>
      </w:tblGrid>
      <w:tr w:rsidR="0069128F" w:rsidRPr="00CD6E9E" w14:paraId="57AB4945" w14:textId="77777777" w:rsidTr="0069128F">
        <w:trPr>
          <w:gridBefore w:val="1"/>
          <w:wBefore w:w="2871" w:type="pct"/>
          <w:trHeight w:val="1707"/>
        </w:trPr>
        <w:tc>
          <w:tcPr>
            <w:tcW w:w="2129" w:type="pct"/>
            <w:vAlign w:val="bottom"/>
          </w:tcPr>
          <w:p w14:paraId="37A88962" w14:textId="77777777" w:rsidR="0069128F" w:rsidRPr="00CD6E9E" w:rsidRDefault="0069128F" w:rsidP="0069128F">
            <w:pPr>
              <w:jc w:val="both"/>
              <w:rPr>
                <w:sz w:val="20"/>
                <w:highlight w:val="yellow"/>
                <w:lang w:eastAsia="en-US"/>
              </w:rPr>
            </w:pPr>
          </w:p>
        </w:tc>
      </w:tr>
      <w:tr w:rsidR="0069128F" w:rsidRPr="00CD6E9E" w14:paraId="26930625" w14:textId="77777777" w:rsidTr="0069128F">
        <w:trPr>
          <w:gridAfter w:val="1"/>
          <w:wAfter w:w="2129" w:type="pct"/>
          <w:trHeight w:val="696"/>
        </w:trPr>
        <w:tc>
          <w:tcPr>
            <w:tcW w:w="2871" w:type="pct"/>
          </w:tcPr>
          <w:p w14:paraId="6126BFA5" w14:textId="77777777" w:rsidR="0069128F" w:rsidRPr="005B367F" w:rsidRDefault="0069128F" w:rsidP="0069128F"/>
        </w:tc>
      </w:tr>
    </w:tbl>
    <w:p w14:paraId="715F6DD0" w14:textId="77777777" w:rsidR="004E2391" w:rsidRDefault="004E2391" w:rsidP="004E2391"/>
    <w:p w14:paraId="52CC8739" w14:textId="77777777" w:rsidR="004E2391" w:rsidRDefault="004E2391" w:rsidP="004E2391"/>
    <w:tbl>
      <w:tblPr>
        <w:tblpPr w:leftFromText="180" w:rightFromText="180" w:vertAnchor="text" w:tblpY="1"/>
        <w:tblOverlap w:val="never"/>
        <w:tblW w:w="5000" w:type="pct"/>
        <w:tblLook w:val="00A0" w:firstRow="1" w:lastRow="0" w:firstColumn="1" w:lastColumn="0" w:noHBand="0" w:noVBand="0"/>
      </w:tblPr>
      <w:tblGrid>
        <w:gridCol w:w="6229"/>
        <w:gridCol w:w="4620"/>
      </w:tblGrid>
      <w:tr w:rsidR="0023336A" w14:paraId="51C49387" w14:textId="77777777" w:rsidTr="0023336A">
        <w:trPr>
          <w:gridBefore w:val="1"/>
          <w:wBefore w:w="2871" w:type="pct"/>
          <w:trHeight w:val="1707"/>
        </w:trPr>
        <w:tc>
          <w:tcPr>
            <w:tcW w:w="2129" w:type="pct"/>
            <w:vAlign w:val="bottom"/>
          </w:tcPr>
          <w:p w14:paraId="3834844F" w14:textId="77777777" w:rsidR="0023336A" w:rsidRDefault="0023336A">
            <w:pPr>
              <w:jc w:val="both"/>
              <w:rPr>
                <w:sz w:val="20"/>
                <w:highlight w:val="yellow"/>
                <w:lang w:eastAsia="en-US"/>
              </w:rPr>
            </w:pPr>
          </w:p>
        </w:tc>
      </w:tr>
      <w:tr w:rsidR="0023336A" w14:paraId="6339BA0B" w14:textId="77777777" w:rsidTr="0023336A">
        <w:trPr>
          <w:gridAfter w:val="1"/>
          <w:wAfter w:w="2129" w:type="pct"/>
          <w:trHeight w:val="696"/>
        </w:trPr>
        <w:tc>
          <w:tcPr>
            <w:tcW w:w="2871" w:type="pct"/>
          </w:tcPr>
          <w:p w14:paraId="7D5C9129" w14:textId="77777777" w:rsidR="0023336A" w:rsidRDefault="0023336A"/>
        </w:tc>
      </w:tr>
    </w:tbl>
    <w:p w14:paraId="38A3246B" w14:textId="77777777" w:rsidR="0023336A" w:rsidRDefault="0023336A" w:rsidP="0023336A"/>
    <w:p w14:paraId="65B8F057" w14:textId="77777777" w:rsidR="0023336A" w:rsidRDefault="0023336A" w:rsidP="0023336A"/>
    <w:p w14:paraId="02E920C9" w14:textId="77777777" w:rsidR="0023336A" w:rsidRDefault="0023336A" w:rsidP="0023336A"/>
    <w:p w14:paraId="449B7711" w14:textId="77777777" w:rsidR="0023336A" w:rsidRDefault="0023336A" w:rsidP="0023336A"/>
    <w:tbl>
      <w:tblPr>
        <w:tblW w:w="10529" w:type="dxa"/>
        <w:tblInd w:w="103" w:type="dxa"/>
        <w:tblLook w:val="04A0" w:firstRow="1" w:lastRow="0" w:firstColumn="1" w:lastColumn="0" w:noHBand="0" w:noVBand="1"/>
      </w:tblPr>
      <w:tblGrid>
        <w:gridCol w:w="1524"/>
        <w:gridCol w:w="4052"/>
        <w:gridCol w:w="688"/>
        <w:gridCol w:w="1009"/>
        <w:gridCol w:w="39"/>
        <w:gridCol w:w="1716"/>
        <w:gridCol w:w="1501"/>
      </w:tblGrid>
      <w:tr w:rsidR="0023336A" w14:paraId="3DF844BF" w14:textId="77777777" w:rsidTr="00A7143F">
        <w:trPr>
          <w:gridAfter w:val="3"/>
          <w:wAfter w:w="3256" w:type="dxa"/>
          <w:trHeight w:val="750"/>
        </w:trPr>
        <w:tc>
          <w:tcPr>
            <w:tcW w:w="62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1B339BED" w14:textId="77777777" w:rsidR="0023336A" w:rsidRDefault="0023336A">
            <w:pPr>
              <w:rPr>
                <w:b/>
                <w:bCs/>
              </w:rPr>
            </w:pPr>
            <w:r>
              <w:rPr>
                <w:b/>
                <w:bCs/>
              </w:rPr>
              <w:t>4.Доля государства в уставном фонде эмитента (всего в %):</w:t>
            </w:r>
          </w:p>
        </w:tc>
        <w:tc>
          <w:tcPr>
            <w:tcW w:w="1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F187ED" w14:textId="77777777" w:rsidR="0023336A" w:rsidRDefault="0023336A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95,0247</w:t>
            </w:r>
          </w:p>
        </w:tc>
      </w:tr>
      <w:tr w:rsidR="0023336A" w14:paraId="3EE9F327" w14:textId="77777777" w:rsidTr="00A7143F">
        <w:trPr>
          <w:gridAfter w:val="3"/>
          <w:wAfter w:w="3256" w:type="dxa"/>
          <w:trHeight w:val="255"/>
        </w:trPr>
        <w:tc>
          <w:tcPr>
            <w:tcW w:w="1524" w:type="dxa"/>
            <w:noWrap/>
            <w:vAlign w:val="bottom"/>
            <w:hideMark/>
          </w:tcPr>
          <w:p w14:paraId="78722F52" w14:textId="77777777" w:rsidR="0023336A" w:rsidRDefault="0023336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740" w:type="dxa"/>
            <w:gridSpan w:val="2"/>
            <w:noWrap/>
            <w:vAlign w:val="bottom"/>
            <w:hideMark/>
          </w:tcPr>
          <w:p w14:paraId="4F8E581F" w14:textId="77777777" w:rsidR="0023336A" w:rsidRDefault="0023336A">
            <w:pPr>
              <w:rPr>
                <w:sz w:val="20"/>
                <w:szCs w:val="20"/>
                <w:lang w:val="ru-BY" w:eastAsia="ru-BY"/>
              </w:rPr>
            </w:pPr>
          </w:p>
        </w:tc>
        <w:tc>
          <w:tcPr>
            <w:tcW w:w="1009" w:type="dxa"/>
            <w:noWrap/>
            <w:vAlign w:val="bottom"/>
            <w:hideMark/>
          </w:tcPr>
          <w:p w14:paraId="22D77681" w14:textId="77777777" w:rsidR="0023336A" w:rsidRDefault="0023336A">
            <w:pPr>
              <w:rPr>
                <w:sz w:val="20"/>
                <w:szCs w:val="20"/>
                <w:lang w:val="ru-BY" w:eastAsia="ru-BY"/>
              </w:rPr>
            </w:pPr>
          </w:p>
        </w:tc>
      </w:tr>
      <w:tr w:rsidR="0023336A" w14:paraId="24C638D3" w14:textId="77777777" w:rsidTr="00A7143F">
        <w:trPr>
          <w:gridAfter w:val="3"/>
          <w:wAfter w:w="3256" w:type="dxa"/>
          <w:trHeight w:val="102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21F32A" w14:textId="77777777" w:rsidR="0023336A" w:rsidRDefault="002333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собственности</w:t>
            </w:r>
          </w:p>
        </w:tc>
        <w:tc>
          <w:tcPr>
            <w:tcW w:w="47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7A5D7D" w14:textId="77777777" w:rsidR="0023336A" w:rsidRDefault="002333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акций, шт.</w:t>
            </w:r>
          </w:p>
        </w:tc>
        <w:tc>
          <w:tcPr>
            <w:tcW w:w="1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6145F8" w14:textId="77777777" w:rsidR="0023336A" w:rsidRDefault="002333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Доля в уставном фонде, %</w:t>
            </w:r>
          </w:p>
        </w:tc>
      </w:tr>
      <w:tr w:rsidR="0023336A" w14:paraId="436328F9" w14:textId="77777777" w:rsidTr="00A7143F">
        <w:trPr>
          <w:gridAfter w:val="3"/>
          <w:wAfter w:w="3256" w:type="dxa"/>
          <w:trHeight w:val="480"/>
        </w:trPr>
        <w:tc>
          <w:tcPr>
            <w:tcW w:w="1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7EC8B2" w14:textId="77777777" w:rsidR="0023336A" w:rsidRDefault="002333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республиканская</w:t>
            </w:r>
          </w:p>
        </w:tc>
        <w:tc>
          <w:tcPr>
            <w:tcW w:w="4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  <w:hideMark/>
          </w:tcPr>
          <w:p w14:paraId="11E650E6" w14:textId="77777777" w:rsidR="0023336A" w:rsidRDefault="002333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  <w:hideMark/>
          </w:tcPr>
          <w:p w14:paraId="4BBA412D" w14:textId="77777777" w:rsidR="0023336A" w:rsidRDefault="002333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23336A" w14:paraId="144FE9BE" w14:textId="77777777" w:rsidTr="00A7143F">
        <w:trPr>
          <w:gridAfter w:val="3"/>
          <w:wAfter w:w="3256" w:type="dxa"/>
          <w:trHeight w:val="675"/>
        </w:trPr>
        <w:tc>
          <w:tcPr>
            <w:tcW w:w="1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27B930" w14:textId="77777777" w:rsidR="0023336A" w:rsidRDefault="002333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коммунальная всего:</w:t>
            </w:r>
          </w:p>
        </w:tc>
        <w:tc>
          <w:tcPr>
            <w:tcW w:w="4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F85362" w14:textId="77777777" w:rsidR="0023336A" w:rsidRDefault="0023336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21009342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A3B47D" w14:textId="77777777" w:rsidR="0023336A" w:rsidRDefault="0023336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95,0247</w:t>
            </w:r>
          </w:p>
        </w:tc>
      </w:tr>
      <w:tr w:rsidR="0023336A" w14:paraId="4ED96691" w14:textId="77777777" w:rsidTr="00A7143F">
        <w:trPr>
          <w:gridAfter w:val="3"/>
          <w:wAfter w:w="3256" w:type="dxa"/>
          <w:trHeight w:val="450"/>
        </w:trPr>
        <w:tc>
          <w:tcPr>
            <w:tcW w:w="1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6D8B1" w14:textId="77777777" w:rsidR="0023336A" w:rsidRDefault="002333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числе:</w:t>
            </w:r>
          </w:p>
        </w:tc>
        <w:tc>
          <w:tcPr>
            <w:tcW w:w="4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73E0C1" w14:textId="77777777" w:rsidR="0023336A" w:rsidRDefault="002333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823FE0" w14:textId="77777777" w:rsidR="0023336A" w:rsidRDefault="002333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</w:tr>
      <w:tr w:rsidR="0023336A" w14:paraId="62C6B586" w14:textId="77777777" w:rsidTr="00A7143F">
        <w:trPr>
          <w:gridAfter w:val="3"/>
          <w:wAfter w:w="3256" w:type="dxa"/>
          <w:trHeight w:val="525"/>
        </w:trPr>
        <w:tc>
          <w:tcPr>
            <w:tcW w:w="1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409BA0" w14:textId="77777777" w:rsidR="0023336A" w:rsidRDefault="002333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областная </w:t>
            </w:r>
          </w:p>
        </w:tc>
        <w:tc>
          <w:tcPr>
            <w:tcW w:w="4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  <w:hideMark/>
          </w:tcPr>
          <w:p w14:paraId="1A9EFF87" w14:textId="77777777" w:rsidR="0023336A" w:rsidRDefault="0023336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  <w:hideMark/>
          </w:tcPr>
          <w:p w14:paraId="60BD8C92" w14:textId="77777777" w:rsidR="0023336A" w:rsidRDefault="0023336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23336A" w14:paraId="26C7D90D" w14:textId="77777777" w:rsidTr="00A7143F">
        <w:trPr>
          <w:gridAfter w:val="3"/>
          <w:wAfter w:w="3256" w:type="dxa"/>
          <w:trHeight w:val="480"/>
        </w:trPr>
        <w:tc>
          <w:tcPr>
            <w:tcW w:w="1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2EB283" w14:textId="77777777" w:rsidR="0023336A" w:rsidRDefault="002333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районная </w:t>
            </w:r>
          </w:p>
        </w:tc>
        <w:tc>
          <w:tcPr>
            <w:tcW w:w="4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  <w:hideMark/>
          </w:tcPr>
          <w:p w14:paraId="26834DD1" w14:textId="77777777" w:rsidR="0023336A" w:rsidRDefault="0023336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21009342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  <w:hideMark/>
          </w:tcPr>
          <w:p w14:paraId="164D1914" w14:textId="77777777" w:rsidR="0023336A" w:rsidRDefault="0023336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95,0247</w:t>
            </w:r>
          </w:p>
        </w:tc>
      </w:tr>
      <w:tr w:rsidR="0023336A" w14:paraId="4CAE290D" w14:textId="77777777" w:rsidTr="00A7143F">
        <w:trPr>
          <w:gridAfter w:val="3"/>
          <w:wAfter w:w="3256" w:type="dxa"/>
          <w:trHeight w:val="495"/>
        </w:trPr>
        <w:tc>
          <w:tcPr>
            <w:tcW w:w="1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DE97D2" w14:textId="77777777" w:rsidR="0023336A" w:rsidRDefault="002333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городская</w:t>
            </w:r>
          </w:p>
        </w:tc>
        <w:tc>
          <w:tcPr>
            <w:tcW w:w="4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  <w:hideMark/>
          </w:tcPr>
          <w:p w14:paraId="057333CD" w14:textId="77777777" w:rsidR="0023336A" w:rsidRDefault="0023336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  <w:hideMark/>
          </w:tcPr>
          <w:p w14:paraId="2F96F127" w14:textId="77777777" w:rsidR="0023336A" w:rsidRDefault="0023336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23336A" w14:paraId="51190E37" w14:textId="77777777" w:rsidTr="00A7143F">
        <w:trPr>
          <w:gridAfter w:val="3"/>
          <w:wAfter w:w="3256" w:type="dxa"/>
          <w:trHeight w:val="255"/>
        </w:trPr>
        <w:tc>
          <w:tcPr>
            <w:tcW w:w="1524" w:type="dxa"/>
            <w:noWrap/>
            <w:vAlign w:val="bottom"/>
            <w:hideMark/>
          </w:tcPr>
          <w:p w14:paraId="5069C74A" w14:textId="77777777" w:rsidR="0023336A" w:rsidRDefault="0023336A">
            <w:pPr>
              <w:rPr>
                <w:sz w:val="20"/>
                <w:szCs w:val="20"/>
              </w:rPr>
            </w:pPr>
          </w:p>
        </w:tc>
        <w:tc>
          <w:tcPr>
            <w:tcW w:w="4740" w:type="dxa"/>
            <w:gridSpan w:val="2"/>
            <w:noWrap/>
            <w:vAlign w:val="bottom"/>
            <w:hideMark/>
          </w:tcPr>
          <w:p w14:paraId="050F4D7C" w14:textId="77777777" w:rsidR="0023336A" w:rsidRDefault="0023336A">
            <w:pPr>
              <w:rPr>
                <w:sz w:val="20"/>
                <w:szCs w:val="20"/>
                <w:lang w:val="ru-BY" w:eastAsia="ru-BY"/>
              </w:rPr>
            </w:pPr>
          </w:p>
        </w:tc>
        <w:tc>
          <w:tcPr>
            <w:tcW w:w="1009" w:type="dxa"/>
            <w:noWrap/>
            <w:vAlign w:val="bottom"/>
            <w:hideMark/>
          </w:tcPr>
          <w:p w14:paraId="371C3B3B" w14:textId="77777777" w:rsidR="0023336A" w:rsidRDefault="0023336A">
            <w:pPr>
              <w:rPr>
                <w:sz w:val="20"/>
                <w:szCs w:val="20"/>
                <w:lang w:val="ru-BY" w:eastAsia="ru-BY"/>
              </w:rPr>
            </w:pPr>
          </w:p>
        </w:tc>
      </w:tr>
      <w:tr w:rsidR="0023336A" w14:paraId="702911EA" w14:textId="77777777" w:rsidTr="00A7143F">
        <w:trPr>
          <w:gridAfter w:val="3"/>
          <w:wAfter w:w="3256" w:type="dxa"/>
          <w:trHeight w:val="255"/>
        </w:trPr>
        <w:tc>
          <w:tcPr>
            <w:tcW w:w="1524" w:type="dxa"/>
            <w:noWrap/>
            <w:vAlign w:val="bottom"/>
            <w:hideMark/>
          </w:tcPr>
          <w:p w14:paraId="49432E45" w14:textId="77777777" w:rsidR="0023336A" w:rsidRDefault="0023336A">
            <w:pPr>
              <w:rPr>
                <w:sz w:val="20"/>
                <w:szCs w:val="20"/>
                <w:lang w:val="ru-BY" w:eastAsia="ru-BY"/>
              </w:rPr>
            </w:pPr>
          </w:p>
        </w:tc>
        <w:tc>
          <w:tcPr>
            <w:tcW w:w="4740" w:type="dxa"/>
            <w:gridSpan w:val="2"/>
            <w:noWrap/>
            <w:vAlign w:val="bottom"/>
            <w:hideMark/>
          </w:tcPr>
          <w:p w14:paraId="3152E230" w14:textId="77777777" w:rsidR="0023336A" w:rsidRDefault="0023336A">
            <w:pPr>
              <w:rPr>
                <w:sz w:val="20"/>
                <w:szCs w:val="20"/>
                <w:lang w:val="ru-BY" w:eastAsia="ru-BY"/>
              </w:rPr>
            </w:pPr>
          </w:p>
        </w:tc>
        <w:tc>
          <w:tcPr>
            <w:tcW w:w="1009" w:type="dxa"/>
            <w:noWrap/>
            <w:vAlign w:val="bottom"/>
            <w:hideMark/>
          </w:tcPr>
          <w:p w14:paraId="53BC0C1A" w14:textId="77777777" w:rsidR="0023336A" w:rsidRDefault="0023336A">
            <w:pPr>
              <w:rPr>
                <w:sz w:val="20"/>
                <w:szCs w:val="20"/>
                <w:lang w:val="ru-BY" w:eastAsia="ru-BY"/>
              </w:rPr>
            </w:pPr>
          </w:p>
        </w:tc>
      </w:tr>
      <w:tr w:rsidR="0023336A" w14:paraId="533E14EE" w14:textId="77777777" w:rsidTr="00A7143F">
        <w:trPr>
          <w:gridAfter w:val="3"/>
          <w:wAfter w:w="3256" w:type="dxa"/>
          <w:trHeight w:val="255"/>
        </w:trPr>
        <w:tc>
          <w:tcPr>
            <w:tcW w:w="1524" w:type="dxa"/>
            <w:noWrap/>
            <w:vAlign w:val="bottom"/>
            <w:hideMark/>
          </w:tcPr>
          <w:p w14:paraId="72A1415B" w14:textId="77777777" w:rsidR="0023336A" w:rsidRDefault="0023336A">
            <w:pPr>
              <w:rPr>
                <w:sz w:val="20"/>
                <w:szCs w:val="20"/>
                <w:lang w:val="ru-BY" w:eastAsia="ru-BY"/>
              </w:rPr>
            </w:pPr>
          </w:p>
        </w:tc>
        <w:tc>
          <w:tcPr>
            <w:tcW w:w="4740" w:type="dxa"/>
            <w:gridSpan w:val="2"/>
            <w:noWrap/>
            <w:vAlign w:val="bottom"/>
            <w:hideMark/>
          </w:tcPr>
          <w:p w14:paraId="2F5529EF" w14:textId="77777777" w:rsidR="0023336A" w:rsidRDefault="0023336A">
            <w:pPr>
              <w:rPr>
                <w:sz w:val="20"/>
                <w:szCs w:val="20"/>
                <w:lang w:val="ru-BY" w:eastAsia="ru-BY"/>
              </w:rPr>
            </w:pPr>
          </w:p>
        </w:tc>
        <w:tc>
          <w:tcPr>
            <w:tcW w:w="1009" w:type="dxa"/>
            <w:noWrap/>
            <w:vAlign w:val="bottom"/>
            <w:hideMark/>
          </w:tcPr>
          <w:p w14:paraId="7136829F" w14:textId="77777777" w:rsidR="0023336A" w:rsidRDefault="0023336A">
            <w:pPr>
              <w:rPr>
                <w:sz w:val="20"/>
                <w:szCs w:val="20"/>
                <w:lang w:val="ru-BY" w:eastAsia="ru-BY"/>
              </w:rPr>
            </w:pPr>
          </w:p>
        </w:tc>
      </w:tr>
      <w:tr w:rsidR="0023336A" w14:paraId="586A53AA" w14:textId="77777777" w:rsidTr="00A7143F">
        <w:trPr>
          <w:gridAfter w:val="3"/>
          <w:wAfter w:w="3256" w:type="dxa"/>
          <w:trHeight w:val="255"/>
        </w:trPr>
        <w:tc>
          <w:tcPr>
            <w:tcW w:w="1524" w:type="dxa"/>
            <w:noWrap/>
            <w:vAlign w:val="bottom"/>
            <w:hideMark/>
          </w:tcPr>
          <w:p w14:paraId="0FB5E261" w14:textId="77777777" w:rsidR="0023336A" w:rsidRDefault="0023336A">
            <w:pPr>
              <w:rPr>
                <w:sz w:val="20"/>
                <w:szCs w:val="20"/>
                <w:lang w:val="ru-BY" w:eastAsia="ru-BY"/>
              </w:rPr>
            </w:pPr>
          </w:p>
        </w:tc>
        <w:tc>
          <w:tcPr>
            <w:tcW w:w="4740" w:type="dxa"/>
            <w:gridSpan w:val="2"/>
            <w:noWrap/>
            <w:vAlign w:val="bottom"/>
            <w:hideMark/>
          </w:tcPr>
          <w:p w14:paraId="4FBA56A3" w14:textId="77777777" w:rsidR="0023336A" w:rsidRDefault="0023336A">
            <w:pPr>
              <w:rPr>
                <w:sz w:val="20"/>
                <w:szCs w:val="20"/>
                <w:lang w:val="ru-BY" w:eastAsia="ru-BY"/>
              </w:rPr>
            </w:pPr>
          </w:p>
        </w:tc>
        <w:tc>
          <w:tcPr>
            <w:tcW w:w="1009" w:type="dxa"/>
            <w:noWrap/>
            <w:vAlign w:val="bottom"/>
            <w:hideMark/>
          </w:tcPr>
          <w:p w14:paraId="3A9A9C48" w14:textId="77777777" w:rsidR="0023336A" w:rsidRDefault="0023336A">
            <w:pPr>
              <w:rPr>
                <w:sz w:val="20"/>
                <w:szCs w:val="20"/>
                <w:lang w:val="ru-BY" w:eastAsia="ru-BY"/>
              </w:rPr>
            </w:pPr>
          </w:p>
        </w:tc>
      </w:tr>
      <w:tr w:rsidR="0023336A" w14:paraId="417886F5" w14:textId="77777777" w:rsidTr="00A7143F">
        <w:trPr>
          <w:gridAfter w:val="3"/>
          <w:wAfter w:w="3256" w:type="dxa"/>
          <w:trHeight w:val="255"/>
        </w:trPr>
        <w:tc>
          <w:tcPr>
            <w:tcW w:w="1524" w:type="dxa"/>
            <w:noWrap/>
            <w:vAlign w:val="bottom"/>
            <w:hideMark/>
          </w:tcPr>
          <w:p w14:paraId="021894FA" w14:textId="77777777" w:rsidR="0023336A" w:rsidRDefault="0023336A">
            <w:pPr>
              <w:rPr>
                <w:sz w:val="20"/>
                <w:szCs w:val="20"/>
                <w:lang w:val="ru-BY" w:eastAsia="ru-BY"/>
              </w:rPr>
            </w:pPr>
          </w:p>
        </w:tc>
        <w:tc>
          <w:tcPr>
            <w:tcW w:w="4740" w:type="dxa"/>
            <w:gridSpan w:val="2"/>
            <w:noWrap/>
            <w:vAlign w:val="bottom"/>
            <w:hideMark/>
          </w:tcPr>
          <w:p w14:paraId="0417E3BC" w14:textId="77777777" w:rsidR="0023336A" w:rsidRDefault="0023336A">
            <w:pPr>
              <w:rPr>
                <w:sz w:val="20"/>
                <w:szCs w:val="20"/>
                <w:lang w:val="ru-BY" w:eastAsia="ru-BY"/>
              </w:rPr>
            </w:pPr>
          </w:p>
        </w:tc>
        <w:tc>
          <w:tcPr>
            <w:tcW w:w="1009" w:type="dxa"/>
            <w:noWrap/>
            <w:vAlign w:val="bottom"/>
            <w:hideMark/>
          </w:tcPr>
          <w:p w14:paraId="23885D85" w14:textId="77777777" w:rsidR="0023336A" w:rsidRDefault="0023336A">
            <w:pPr>
              <w:rPr>
                <w:sz w:val="20"/>
                <w:szCs w:val="20"/>
                <w:lang w:val="ru-BY" w:eastAsia="ru-BY"/>
              </w:rPr>
            </w:pPr>
          </w:p>
        </w:tc>
      </w:tr>
      <w:tr w:rsidR="0023336A" w14:paraId="30702239" w14:textId="77777777" w:rsidTr="00A7143F">
        <w:trPr>
          <w:gridAfter w:val="3"/>
          <w:wAfter w:w="3256" w:type="dxa"/>
          <w:trHeight w:val="255"/>
        </w:trPr>
        <w:tc>
          <w:tcPr>
            <w:tcW w:w="1524" w:type="dxa"/>
            <w:noWrap/>
            <w:vAlign w:val="bottom"/>
            <w:hideMark/>
          </w:tcPr>
          <w:p w14:paraId="47DE32D1" w14:textId="77777777" w:rsidR="0023336A" w:rsidRDefault="0023336A">
            <w:pPr>
              <w:rPr>
                <w:sz w:val="20"/>
                <w:szCs w:val="20"/>
                <w:lang w:val="ru-BY" w:eastAsia="ru-BY"/>
              </w:rPr>
            </w:pPr>
          </w:p>
        </w:tc>
        <w:tc>
          <w:tcPr>
            <w:tcW w:w="4740" w:type="dxa"/>
            <w:gridSpan w:val="2"/>
            <w:noWrap/>
            <w:vAlign w:val="bottom"/>
            <w:hideMark/>
          </w:tcPr>
          <w:p w14:paraId="32505AF0" w14:textId="77777777" w:rsidR="0023336A" w:rsidRDefault="0023336A">
            <w:pPr>
              <w:rPr>
                <w:sz w:val="20"/>
                <w:szCs w:val="20"/>
                <w:lang w:val="ru-BY" w:eastAsia="ru-BY"/>
              </w:rPr>
            </w:pPr>
          </w:p>
        </w:tc>
        <w:tc>
          <w:tcPr>
            <w:tcW w:w="1009" w:type="dxa"/>
            <w:noWrap/>
            <w:vAlign w:val="bottom"/>
            <w:hideMark/>
          </w:tcPr>
          <w:p w14:paraId="4FBD68F3" w14:textId="77777777" w:rsidR="0023336A" w:rsidRDefault="0023336A">
            <w:pPr>
              <w:rPr>
                <w:sz w:val="20"/>
                <w:szCs w:val="20"/>
                <w:lang w:val="ru-BY" w:eastAsia="ru-BY"/>
              </w:rPr>
            </w:pPr>
          </w:p>
        </w:tc>
      </w:tr>
      <w:tr w:rsidR="0023336A" w14:paraId="46C6730B" w14:textId="77777777" w:rsidTr="00A7143F">
        <w:trPr>
          <w:gridAfter w:val="3"/>
          <w:wAfter w:w="3256" w:type="dxa"/>
          <w:trHeight w:val="255"/>
        </w:trPr>
        <w:tc>
          <w:tcPr>
            <w:tcW w:w="1524" w:type="dxa"/>
            <w:noWrap/>
            <w:vAlign w:val="bottom"/>
            <w:hideMark/>
          </w:tcPr>
          <w:p w14:paraId="58DDA66B" w14:textId="77777777" w:rsidR="0023336A" w:rsidRDefault="0023336A">
            <w:pPr>
              <w:rPr>
                <w:sz w:val="20"/>
                <w:szCs w:val="20"/>
                <w:lang w:val="ru-BY" w:eastAsia="ru-BY"/>
              </w:rPr>
            </w:pPr>
          </w:p>
        </w:tc>
        <w:tc>
          <w:tcPr>
            <w:tcW w:w="4740" w:type="dxa"/>
            <w:gridSpan w:val="2"/>
            <w:noWrap/>
            <w:vAlign w:val="bottom"/>
            <w:hideMark/>
          </w:tcPr>
          <w:p w14:paraId="4A463C2D" w14:textId="77777777" w:rsidR="0023336A" w:rsidRDefault="0023336A">
            <w:pPr>
              <w:rPr>
                <w:sz w:val="20"/>
                <w:szCs w:val="20"/>
                <w:lang w:val="ru-BY" w:eastAsia="ru-BY"/>
              </w:rPr>
            </w:pPr>
          </w:p>
        </w:tc>
        <w:tc>
          <w:tcPr>
            <w:tcW w:w="1009" w:type="dxa"/>
            <w:noWrap/>
            <w:vAlign w:val="bottom"/>
            <w:hideMark/>
          </w:tcPr>
          <w:p w14:paraId="037F5402" w14:textId="77777777" w:rsidR="0023336A" w:rsidRDefault="0023336A">
            <w:pPr>
              <w:rPr>
                <w:sz w:val="20"/>
                <w:szCs w:val="20"/>
                <w:lang w:val="ru-BY" w:eastAsia="ru-BY"/>
              </w:rPr>
            </w:pPr>
          </w:p>
        </w:tc>
      </w:tr>
      <w:tr w:rsidR="0023336A" w14:paraId="5A3681B9" w14:textId="77777777" w:rsidTr="00A7143F">
        <w:trPr>
          <w:gridAfter w:val="3"/>
          <w:wAfter w:w="3256" w:type="dxa"/>
          <w:trHeight w:val="255"/>
        </w:trPr>
        <w:tc>
          <w:tcPr>
            <w:tcW w:w="1524" w:type="dxa"/>
            <w:noWrap/>
            <w:vAlign w:val="bottom"/>
            <w:hideMark/>
          </w:tcPr>
          <w:p w14:paraId="46384E2E" w14:textId="77777777" w:rsidR="0023336A" w:rsidRDefault="0023336A">
            <w:pPr>
              <w:rPr>
                <w:sz w:val="20"/>
                <w:szCs w:val="20"/>
                <w:lang w:val="ru-BY" w:eastAsia="ru-BY"/>
              </w:rPr>
            </w:pPr>
          </w:p>
        </w:tc>
        <w:tc>
          <w:tcPr>
            <w:tcW w:w="4740" w:type="dxa"/>
            <w:gridSpan w:val="2"/>
            <w:noWrap/>
            <w:vAlign w:val="bottom"/>
            <w:hideMark/>
          </w:tcPr>
          <w:p w14:paraId="791C04BD" w14:textId="77777777" w:rsidR="0023336A" w:rsidRDefault="0023336A">
            <w:pPr>
              <w:rPr>
                <w:sz w:val="20"/>
                <w:szCs w:val="20"/>
                <w:lang w:val="ru-BY" w:eastAsia="ru-BY"/>
              </w:rPr>
            </w:pPr>
          </w:p>
        </w:tc>
        <w:tc>
          <w:tcPr>
            <w:tcW w:w="1009" w:type="dxa"/>
            <w:noWrap/>
            <w:vAlign w:val="bottom"/>
            <w:hideMark/>
          </w:tcPr>
          <w:p w14:paraId="42EEB22F" w14:textId="77777777" w:rsidR="0023336A" w:rsidRDefault="0023336A">
            <w:pPr>
              <w:rPr>
                <w:sz w:val="20"/>
                <w:szCs w:val="20"/>
                <w:lang w:val="ru-BY" w:eastAsia="ru-BY"/>
              </w:rPr>
            </w:pPr>
          </w:p>
        </w:tc>
      </w:tr>
      <w:tr w:rsidR="0023336A" w14:paraId="6E0DF0A9" w14:textId="77777777" w:rsidTr="00A7143F">
        <w:trPr>
          <w:gridAfter w:val="3"/>
          <w:wAfter w:w="3256" w:type="dxa"/>
          <w:trHeight w:val="255"/>
        </w:trPr>
        <w:tc>
          <w:tcPr>
            <w:tcW w:w="1524" w:type="dxa"/>
            <w:noWrap/>
            <w:vAlign w:val="center"/>
            <w:hideMark/>
          </w:tcPr>
          <w:p w14:paraId="781B8F70" w14:textId="77777777" w:rsidR="0023336A" w:rsidRDefault="0023336A">
            <w:pPr>
              <w:rPr>
                <w:sz w:val="20"/>
                <w:szCs w:val="20"/>
                <w:lang w:val="ru-BY" w:eastAsia="ru-BY"/>
              </w:rPr>
            </w:pPr>
          </w:p>
        </w:tc>
        <w:tc>
          <w:tcPr>
            <w:tcW w:w="4740" w:type="dxa"/>
            <w:gridSpan w:val="2"/>
            <w:noWrap/>
            <w:vAlign w:val="center"/>
            <w:hideMark/>
          </w:tcPr>
          <w:p w14:paraId="545AB7D8" w14:textId="77777777" w:rsidR="0023336A" w:rsidRDefault="0023336A">
            <w:pPr>
              <w:rPr>
                <w:sz w:val="20"/>
                <w:szCs w:val="20"/>
                <w:lang w:val="ru-BY" w:eastAsia="ru-BY"/>
              </w:rPr>
            </w:pPr>
          </w:p>
        </w:tc>
        <w:tc>
          <w:tcPr>
            <w:tcW w:w="1009" w:type="dxa"/>
            <w:noWrap/>
            <w:vAlign w:val="center"/>
            <w:hideMark/>
          </w:tcPr>
          <w:p w14:paraId="374BB28F" w14:textId="77777777" w:rsidR="0023336A" w:rsidRDefault="0023336A">
            <w:pPr>
              <w:rPr>
                <w:sz w:val="20"/>
                <w:szCs w:val="20"/>
                <w:lang w:val="ru-BY" w:eastAsia="ru-BY"/>
              </w:rPr>
            </w:pPr>
          </w:p>
        </w:tc>
      </w:tr>
      <w:tr w:rsidR="0023336A" w14:paraId="2F18C61E" w14:textId="77777777" w:rsidTr="00A7143F">
        <w:trPr>
          <w:gridAfter w:val="3"/>
          <w:wAfter w:w="3256" w:type="dxa"/>
          <w:trHeight w:val="255"/>
        </w:trPr>
        <w:tc>
          <w:tcPr>
            <w:tcW w:w="1524" w:type="dxa"/>
            <w:noWrap/>
            <w:vAlign w:val="bottom"/>
            <w:hideMark/>
          </w:tcPr>
          <w:p w14:paraId="27D685FF" w14:textId="77777777" w:rsidR="0023336A" w:rsidRDefault="0023336A">
            <w:pPr>
              <w:rPr>
                <w:sz w:val="20"/>
                <w:szCs w:val="20"/>
                <w:lang w:val="ru-BY" w:eastAsia="ru-BY"/>
              </w:rPr>
            </w:pPr>
          </w:p>
        </w:tc>
        <w:tc>
          <w:tcPr>
            <w:tcW w:w="4740" w:type="dxa"/>
            <w:gridSpan w:val="2"/>
            <w:noWrap/>
            <w:vAlign w:val="bottom"/>
            <w:hideMark/>
          </w:tcPr>
          <w:p w14:paraId="6BDF5230" w14:textId="77777777" w:rsidR="0023336A" w:rsidRDefault="0023336A">
            <w:pPr>
              <w:rPr>
                <w:sz w:val="20"/>
                <w:szCs w:val="20"/>
                <w:lang w:val="ru-BY" w:eastAsia="ru-BY"/>
              </w:rPr>
            </w:pPr>
          </w:p>
        </w:tc>
        <w:tc>
          <w:tcPr>
            <w:tcW w:w="1009" w:type="dxa"/>
            <w:noWrap/>
            <w:vAlign w:val="bottom"/>
            <w:hideMark/>
          </w:tcPr>
          <w:p w14:paraId="7160F15F" w14:textId="77777777" w:rsidR="0023336A" w:rsidRDefault="0023336A">
            <w:pPr>
              <w:rPr>
                <w:sz w:val="20"/>
                <w:szCs w:val="20"/>
                <w:lang w:val="ru-BY" w:eastAsia="ru-BY"/>
              </w:rPr>
            </w:pPr>
          </w:p>
        </w:tc>
      </w:tr>
      <w:tr w:rsidR="0023336A" w14:paraId="0C3D8C99" w14:textId="77777777" w:rsidTr="00A7143F">
        <w:trPr>
          <w:gridAfter w:val="3"/>
          <w:wAfter w:w="3256" w:type="dxa"/>
          <w:trHeight w:val="255"/>
        </w:trPr>
        <w:tc>
          <w:tcPr>
            <w:tcW w:w="1524" w:type="dxa"/>
            <w:noWrap/>
            <w:vAlign w:val="bottom"/>
            <w:hideMark/>
          </w:tcPr>
          <w:p w14:paraId="6475496F" w14:textId="77777777" w:rsidR="0023336A" w:rsidRDefault="0023336A">
            <w:pPr>
              <w:rPr>
                <w:sz w:val="20"/>
                <w:szCs w:val="20"/>
                <w:lang w:val="ru-BY" w:eastAsia="ru-BY"/>
              </w:rPr>
            </w:pPr>
          </w:p>
        </w:tc>
        <w:tc>
          <w:tcPr>
            <w:tcW w:w="4740" w:type="dxa"/>
            <w:gridSpan w:val="2"/>
            <w:noWrap/>
            <w:vAlign w:val="bottom"/>
            <w:hideMark/>
          </w:tcPr>
          <w:p w14:paraId="028F0DAE" w14:textId="77777777" w:rsidR="0023336A" w:rsidRDefault="0023336A">
            <w:pPr>
              <w:rPr>
                <w:sz w:val="20"/>
                <w:szCs w:val="20"/>
                <w:lang w:val="ru-BY" w:eastAsia="ru-BY"/>
              </w:rPr>
            </w:pPr>
          </w:p>
        </w:tc>
        <w:tc>
          <w:tcPr>
            <w:tcW w:w="1009" w:type="dxa"/>
            <w:noWrap/>
            <w:vAlign w:val="bottom"/>
            <w:hideMark/>
          </w:tcPr>
          <w:p w14:paraId="450C8455" w14:textId="77777777" w:rsidR="0023336A" w:rsidRDefault="0023336A">
            <w:pPr>
              <w:rPr>
                <w:sz w:val="20"/>
                <w:szCs w:val="20"/>
                <w:lang w:val="ru-BY" w:eastAsia="ru-BY"/>
              </w:rPr>
            </w:pPr>
          </w:p>
        </w:tc>
      </w:tr>
      <w:tr w:rsidR="0023336A" w14:paraId="6E9BCD63" w14:textId="77777777" w:rsidTr="00A7143F">
        <w:trPr>
          <w:gridAfter w:val="3"/>
          <w:wAfter w:w="3256" w:type="dxa"/>
          <w:trHeight w:val="255"/>
        </w:trPr>
        <w:tc>
          <w:tcPr>
            <w:tcW w:w="1524" w:type="dxa"/>
            <w:noWrap/>
            <w:vAlign w:val="bottom"/>
            <w:hideMark/>
          </w:tcPr>
          <w:p w14:paraId="30477A49" w14:textId="77777777" w:rsidR="0023336A" w:rsidRDefault="0023336A">
            <w:pPr>
              <w:rPr>
                <w:sz w:val="20"/>
                <w:szCs w:val="20"/>
                <w:lang w:val="ru-BY" w:eastAsia="ru-BY"/>
              </w:rPr>
            </w:pPr>
          </w:p>
        </w:tc>
        <w:tc>
          <w:tcPr>
            <w:tcW w:w="4740" w:type="dxa"/>
            <w:gridSpan w:val="2"/>
            <w:noWrap/>
            <w:vAlign w:val="bottom"/>
            <w:hideMark/>
          </w:tcPr>
          <w:p w14:paraId="412B1EE8" w14:textId="77777777" w:rsidR="0023336A" w:rsidRDefault="0023336A">
            <w:pPr>
              <w:rPr>
                <w:sz w:val="20"/>
                <w:szCs w:val="20"/>
                <w:lang w:val="ru-BY" w:eastAsia="ru-BY"/>
              </w:rPr>
            </w:pPr>
          </w:p>
        </w:tc>
        <w:tc>
          <w:tcPr>
            <w:tcW w:w="1009" w:type="dxa"/>
            <w:noWrap/>
            <w:vAlign w:val="bottom"/>
            <w:hideMark/>
          </w:tcPr>
          <w:p w14:paraId="2E4D82B3" w14:textId="77777777" w:rsidR="0023336A" w:rsidRDefault="0023336A">
            <w:pPr>
              <w:rPr>
                <w:sz w:val="20"/>
                <w:szCs w:val="20"/>
                <w:lang w:val="ru-BY" w:eastAsia="ru-BY"/>
              </w:rPr>
            </w:pPr>
          </w:p>
        </w:tc>
      </w:tr>
      <w:tr w:rsidR="0023336A" w14:paraId="512DE643" w14:textId="77777777" w:rsidTr="00A7143F">
        <w:trPr>
          <w:gridAfter w:val="3"/>
          <w:wAfter w:w="3256" w:type="dxa"/>
          <w:trHeight w:val="255"/>
        </w:trPr>
        <w:tc>
          <w:tcPr>
            <w:tcW w:w="1524" w:type="dxa"/>
            <w:noWrap/>
            <w:vAlign w:val="bottom"/>
            <w:hideMark/>
          </w:tcPr>
          <w:p w14:paraId="6A23504A" w14:textId="77777777" w:rsidR="0023336A" w:rsidRDefault="0023336A">
            <w:pPr>
              <w:rPr>
                <w:sz w:val="20"/>
                <w:szCs w:val="20"/>
                <w:lang w:val="ru-BY" w:eastAsia="ru-BY"/>
              </w:rPr>
            </w:pPr>
          </w:p>
        </w:tc>
        <w:tc>
          <w:tcPr>
            <w:tcW w:w="4740" w:type="dxa"/>
            <w:gridSpan w:val="2"/>
            <w:noWrap/>
            <w:vAlign w:val="bottom"/>
            <w:hideMark/>
          </w:tcPr>
          <w:p w14:paraId="67CC1480" w14:textId="77777777" w:rsidR="0023336A" w:rsidRDefault="0023336A">
            <w:pPr>
              <w:rPr>
                <w:sz w:val="20"/>
                <w:szCs w:val="20"/>
                <w:lang w:val="ru-BY" w:eastAsia="ru-BY"/>
              </w:rPr>
            </w:pPr>
          </w:p>
        </w:tc>
        <w:tc>
          <w:tcPr>
            <w:tcW w:w="1009" w:type="dxa"/>
            <w:noWrap/>
            <w:vAlign w:val="bottom"/>
            <w:hideMark/>
          </w:tcPr>
          <w:p w14:paraId="1B3B68BD" w14:textId="77777777" w:rsidR="0023336A" w:rsidRDefault="0023336A">
            <w:pPr>
              <w:rPr>
                <w:sz w:val="20"/>
                <w:szCs w:val="20"/>
                <w:lang w:val="ru-BY" w:eastAsia="ru-BY"/>
              </w:rPr>
            </w:pPr>
          </w:p>
        </w:tc>
      </w:tr>
      <w:tr w:rsidR="0023336A" w14:paraId="48D89317" w14:textId="77777777" w:rsidTr="00A7143F">
        <w:trPr>
          <w:gridAfter w:val="3"/>
          <w:wAfter w:w="3256" w:type="dxa"/>
          <w:trHeight w:val="255"/>
        </w:trPr>
        <w:tc>
          <w:tcPr>
            <w:tcW w:w="1524" w:type="dxa"/>
            <w:noWrap/>
            <w:vAlign w:val="bottom"/>
            <w:hideMark/>
          </w:tcPr>
          <w:p w14:paraId="68E77CBE" w14:textId="77777777" w:rsidR="0023336A" w:rsidRDefault="0023336A">
            <w:pPr>
              <w:rPr>
                <w:sz w:val="20"/>
                <w:szCs w:val="20"/>
                <w:lang w:val="ru-BY" w:eastAsia="ru-BY"/>
              </w:rPr>
            </w:pPr>
          </w:p>
        </w:tc>
        <w:tc>
          <w:tcPr>
            <w:tcW w:w="4740" w:type="dxa"/>
            <w:gridSpan w:val="2"/>
            <w:noWrap/>
            <w:vAlign w:val="bottom"/>
            <w:hideMark/>
          </w:tcPr>
          <w:p w14:paraId="13A96E27" w14:textId="77777777" w:rsidR="0023336A" w:rsidRDefault="0023336A">
            <w:pPr>
              <w:rPr>
                <w:sz w:val="20"/>
                <w:szCs w:val="20"/>
                <w:lang w:val="ru-BY" w:eastAsia="ru-BY"/>
              </w:rPr>
            </w:pPr>
          </w:p>
        </w:tc>
        <w:tc>
          <w:tcPr>
            <w:tcW w:w="1009" w:type="dxa"/>
            <w:noWrap/>
            <w:vAlign w:val="bottom"/>
            <w:hideMark/>
          </w:tcPr>
          <w:p w14:paraId="65F37B93" w14:textId="77777777" w:rsidR="0023336A" w:rsidRDefault="0023336A">
            <w:pPr>
              <w:rPr>
                <w:sz w:val="20"/>
                <w:szCs w:val="20"/>
                <w:lang w:val="ru-BY" w:eastAsia="ru-BY"/>
              </w:rPr>
            </w:pPr>
          </w:p>
        </w:tc>
      </w:tr>
      <w:tr w:rsidR="0023336A" w14:paraId="2DCAFB57" w14:textId="77777777" w:rsidTr="00A7143F">
        <w:trPr>
          <w:gridAfter w:val="3"/>
          <w:wAfter w:w="3256" w:type="dxa"/>
          <w:trHeight w:val="255"/>
        </w:trPr>
        <w:tc>
          <w:tcPr>
            <w:tcW w:w="1524" w:type="dxa"/>
            <w:noWrap/>
            <w:vAlign w:val="bottom"/>
            <w:hideMark/>
          </w:tcPr>
          <w:p w14:paraId="378FA748" w14:textId="77777777" w:rsidR="0023336A" w:rsidRDefault="0023336A">
            <w:pPr>
              <w:rPr>
                <w:sz w:val="20"/>
                <w:szCs w:val="20"/>
                <w:lang w:val="ru-BY" w:eastAsia="ru-BY"/>
              </w:rPr>
            </w:pPr>
          </w:p>
        </w:tc>
        <w:tc>
          <w:tcPr>
            <w:tcW w:w="4740" w:type="dxa"/>
            <w:gridSpan w:val="2"/>
            <w:noWrap/>
            <w:vAlign w:val="bottom"/>
            <w:hideMark/>
          </w:tcPr>
          <w:p w14:paraId="1D114B67" w14:textId="77777777" w:rsidR="0023336A" w:rsidRDefault="0023336A">
            <w:pPr>
              <w:rPr>
                <w:sz w:val="20"/>
                <w:szCs w:val="20"/>
                <w:lang w:val="ru-BY" w:eastAsia="ru-BY"/>
              </w:rPr>
            </w:pPr>
          </w:p>
        </w:tc>
        <w:tc>
          <w:tcPr>
            <w:tcW w:w="1009" w:type="dxa"/>
            <w:noWrap/>
            <w:vAlign w:val="bottom"/>
            <w:hideMark/>
          </w:tcPr>
          <w:p w14:paraId="3B866484" w14:textId="77777777" w:rsidR="0023336A" w:rsidRDefault="0023336A">
            <w:pPr>
              <w:rPr>
                <w:sz w:val="20"/>
                <w:szCs w:val="20"/>
                <w:lang w:val="ru-BY" w:eastAsia="ru-BY"/>
              </w:rPr>
            </w:pPr>
          </w:p>
        </w:tc>
      </w:tr>
      <w:tr w:rsidR="0023336A" w14:paraId="3D49E7BC" w14:textId="77777777" w:rsidTr="00A7143F">
        <w:trPr>
          <w:gridAfter w:val="3"/>
          <w:wAfter w:w="3256" w:type="dxa"/>
          <w:trHeight w:val="80"/>
        </w:trPr>
        <w:tc>
          <w:tcPr>
            <w:tcW w:w="1524" w:type="dxa"/>
            <w:noWrap/>
            <w:vAlign w:val="bottom"/>
            <w:hideMark/>
          </w:tcPr>
          <w:p w14:paraId="5F18F4D9" w14:textId="77777777" w:rsidR="0023336A" w:rsidRDefault="0023336A">
            <w:pPr>
              <w:rPr>
                <w:sz w:val="20"/>
                <w:szCs w:val="20"/>
                <w:lang w:val="ru-BY" w:eastAsia="ru-BY"/>
              </w:rPr>
            </w:pPr>
          </w:p>
        </w:tc>
        <w:tc>
          <w:tcPr>
            <w:tcW w:w="4740" w:type="dxa"/>
            <w:gridSpan w:val="2"/>
            <w:noWrap/>
            <w:vAlign w:val="bottom"/>
            <w:hideMark/>
          </w:tcPr>
          <w:p w14:paraId="5B76042B" w14:textId="77777777" w:rsidR="0023336A" w:rsidRDefault="0023336A">
            <w:pPr>
              <w:rPr>
                <w:sz w:val="20"/>
                <w:szCs w:val="20"/>
                <w:lang w:val="ru-BY" w:eastAsia="ru-BY"/>
              </w:rPr>
            </w:pPr>
          </w:p>
        </w:tc>
        <w:tc>
          <w:tcPr>
            <w:tcW w:w="1009" w:type="dxa"/>
            <w:noWrap/>
            <w:vAlign w:val="bottom"/>
            <w:hideMark/>
          </w:tcPr>
          <w:p w14:paraId="598ACF92" w14:textId="77777777" w:rsidR="0023336A" w:rsidRDefault="0023336A">
            <w:pPr>
              <w:rPr>
                <w:sz w:val="20"/>
                <w:szCs w:val="20"/>
                <w:lang w:val="ru-BY" w:eastAsia="ru-BY"/>
              </w:rPr>
            </w:pPr>
          </w:p>
        </w:tc>
      </w:tr>
      <w:tr w:rsidR="0023336A" w14:paraId="0D800E23" w14:textId="77777777" w:rsidTr="00A7143F">
        <w:trPr>
          <w:gridAfter w:val="3"/>
          <w:wAfter w:w="3256" w:type="dxa"/>
          <w:trHeight w:val="255"/>
        </w:trPr>
        <w:tc>
          <w:tcPr>
            <w:tcW w:w="1524" w:type="dxa"/>
            <w:noWrap/>
            <w:vAlign w:val="bottom"/>
            <w:hideMark/>
          </w:tcPr>
          <w:p w14:paraId="574BED04" w14:textId="77777777" w:rsidR="0023336A" w:rsidRDefault="0023336A">
            <w:pPr>
              <w:rPr>
                <w:sz w:val="20"/>
                <w:szCs w:val="20"/>
                <w:lang w:val="ru-BY" w:eastAsia="ru-BY"/>
              </w:rPr>
            </w:pPr>
          </w:p>
        </w:tc>
        <w:tc>
          <w:tcPr>
            <w:tcW w:w="4740" w:type="dxa"/>
            <w:gridSpan w:val="2"/>
            <w:noWrap/>
            <w:vAlign w:val="bottom"/>
            <w:hideMark/>
          </w:tcPr>
          <w:p w14:paraId="16D08481" w14:textId="77777777" w:rsidR="0023336A" w:rsidRDefault="0023336A">
            <w:pPr>
              <w:rPr>
                <w:sz w:val="20"/>
                <w:szCs w:val="20"/>
                <w:lang w:val="ru-BY" w:eastAsia="ru-BY"/>
              </w:rPr>
            </w:pPr>
          </w:p>
        </w:tc>
        <w:tc>
          <w:tcPr>
            <w:tcW w:w="1009" w:type="dxa"/>
            <w:noWrap/>
            <w:vAlign w:val="bottom"/>
            <w:hideMark/>
          </w:tcPr>
          <w:p w14:paraId="5877F85E" w14:textId="77777777" w:rsidR="0023336A" w:rsidRDefault="0023336A">
            <w:pPr>
              <w:rPr>
                <w:sz w:val="20"/>
                <w:szCs w:val="20"/>
                <w:lang w:val="ru-BY" w:eastAsia="ru-BY"/>
              </w:rPr>
            </w:pPr>
          </w:p>
        </w:tc>
      </w:tr>
      <w:tr w:rsidR="0023336A" w14:paraId="7EB69B81" w14:textId="77777777" w:rsidTr="00A7143F">
        <w:trPr>
          <w:gridAfter w:val="3"/>
          <w:wAfter w:w="3256" w:type="dxa"/>
          <w:trHeight w:val="255"/>
        </w:trPr>
        <w:tc>
          <w:tcPr>
            <w:tcW w:w="1524" w:type="dxa"/>
            <w:noWrap/>
            <w:vAlign w:val="bottom"/>
            <w:hideMark/>
          </w:tcPr>
          <w:p w14:paraId="04AAFBFB" w14:textId="77777777" w:rsidR="0023336A" w:rsidRDefault="0023336A">
            <w:pPr>
              <w:rPr>
                <w:sz w:val="20"/>
                <w:szCs w:val="20"/>
                <w:lang w:val="ru-BY" w:eastAsia="ru-BY"/>
              </w:rPr>
            </w:pPr>
          </w:p>
        </w:tc>
        <w:tc>
          <w:tcPr>
            <w:tcW w:w="4740" w:type="dxa"/>
            <w:gridSpan w:val="2"/>
            <w:noWrap/>
            <w:vAlign w:val="bottom"/>
            <w:hideMark/>
          </w:tcPr>
          <w:p w14:paraId="2E91868E" w14:textId="77777777" w:rsidR="0023336A" w:rsidRDefault="0023336A">
            <w:pPr>
              <w:rPr>
                <w:sz w:val="20"/>
                <w:szCs w:val="20"/>
                <w:lang w:val="ru-BY" w:eastAsia="ru-BY"/>
              </w:rPr>
            </w:pPr>
          </w:p>
        </w:tc>
        <w:tc>
          <w:tcPr>
            <w:tcW w:w="1009" w:type="dxa"/>
            <w:noWrap/>
            <w:vAlign w:val="bottom"/>
            <w:hideMark/>
          </w:tcPr>
          <w:p w14:paraId="1FE3BC2C" w14:textId="77777777" w:rsidR="0023336A" w:rsidRDefault="0023336A">
            <w:pPr>
              <w:rPr>
                <w:sz w:val="20"/>
                <w:szCs w:val="20"/>
                <w:lang w:val="ru-BY" w:eastAsia="ru-BY"/>
              </w:rPr>
            </w:pPr>
          </w:p>
        </w:tc>
      </w:tr>
      <w:tr w:rsidR="0023336A" w14:paraId="2A03DDF6" w14:textId="77777777" w:rsidTr="00A7143F">
        <w:trPr>
          <w:gridAfter w:val="3"/>
          <w:wAfter w:w="3256" w:type="dxa"/>
          <w:trHeight w:val="255"/>
        </w:trPr>
        <w:tc>
          <w:tcPr>
            <w:tcW w:w="1524" w:type="dxa"/>
            <w:noWrap/>
            <w:vAlign w:val="bottom"/>
            <w:hideMark/>
          </w:tcPr>
          <w:p w14:paraId="3E78948E" w14:textId="77777777" w:rsidR="0023336A" w:rsidRDefault="0023336A">
            <w:pPr>
              <w:rPr>
                <w:sz w:val="20"/>
                <w:szCs w:val="20"/>
                <w:lang w:val="ru-BY" w:eastAsia="ru-BY"/>
              </w:rPr>
            </w:pPr>
          </w:p>
        </w:tc>
        <w:tc>
          <w:tcPr>
            <w:tcW w:w="4740" w:type="dxa"/>
            <w:gridSpan w:val="2"/>
            <w:noWrap/>
            <w:vAlign w:val="bottom"/>
            <w:hideMark/>
          </w:tcPr>
          <w:p w14:paraId="32E7EC9F" w14:textId="77777777" w:rsidR="0023336A" w:rsidRDefault="0023336A">
            <w:pPr>
              <w:rPr>
                <w:sz w:val="20"/>
                <w:szCs w:val="20"/>
                <w:lang w:val="ru-BY" w:eastAsia="ru-BY"/>
              </w:rPr>
            </w:pPr>
          </w:p>
        </w:tc>
        <w:tc>
          <w:tcPr>
            <w:tcW w:w="1009" w:type="dxa"/>
            <w:noWrap/>
            <w:vAlign w:val="bottom"/>
            <w:hideMark/>
          </w:tcPr>
          <w:p w14:paraId="066D4BDC" w14:textId="77777777" w:rsidR="0023336A" w:rsidRDefault="0023336A">
            <w:pPr>
              <w:rPr>
                <w:sz w:val="20"/>
                <w:szCs w:val="20"/>
                <w:lang w:val="ru-BY" w:eastAsia="ru-BY"/>
              </w:rPr>
            </w:pPr>
          </w:p>
        </w:tc>
      </w:tr>
      <w:tr w:rsidR="0023336A" w14:paraId="2AE12FD8" w14:textId="77777777" w:rsidTr="00A7143F">
        <w:trPr>
          <w:trHeight w:val="660"/>
        </w:trPr>
        <w:tc>
          <w:tcPr>
            <w:tcW w:w="5576" w:type="dxa"/>
            <w:gridSpan w:val="2"/>
            <w:noWrap/>
            <w:vAlign w:val="center"/>
            <w:hideMark/>
          </w:tcPr>
          <w:p w14:paraId="461136A7" w14:textId="20D9733A" w:rsidR="0023336A" w:rsidRDefault="00A7143F">
            <w:pPr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  <w:r w:rsidR="0023336A">
              <w:rPr>
                <w:b/>
                <w:bCs/>
              </w:rPr>
              <w:t>-6. Информация о дивидендах и акциях:</w:t>
            </w:r>
          </w:p>
        </w:tc>
        <w:tc>
          <w:tcPr>
            <w:tcW w:w="1736" w:type="dxa"/>
            <w:gridSpan w:val="3"/>
            <w:noWrap/>
            <w:vAlign w:val="bottom"/>
            <w:hideMark/>
          </w:tcPr>
          <w:p w14:paraId="1D6A7119" w14:textId="77777777" w:rsidR="0023336A" w:rsidRDefault="0023336A">
            <w:pPr>
              <w:rPr>
                <w:b/>
                <w:bCs/>
              </w:rPr>
            </w:pPr>
          </w:p>
        </w:tc>
        <w:tc>
          <w:tcPr>
            <w:tcW w:w="1716" w:type="dxa"/>
            <w:noWrap/>
            <w:vAlign w:val="bottom"/>
            <w:hideMark/>
          </w:tcPr>
          <w:p w14:paraId="17818A0D" w14:textId="77777777" w:rsidR="0023336A" w:rsidRDefault="0023336A">
            <w:pPr>
              <w:rPr>
                <w:sz w:val="20"/>
                <w:szCs w:val="20"/>
                <w:lang w:val="ru-BY" w:eastAsia="ru-BY"/>
              </w:rPr>
            </w:pPr>
          </w:p>
        </w:tc>
        <w:tc>
          <w:tcPr>
            <w:tcW w:w="1501" w:type="dxa"/>
            <w:noWrap/>
            <w:vAlign w:val="bottom"/>
            <w:hideMark/>
          </w:tcPr>
          <w:p w14:paraId="5F99D084" w14:textId="77777777" w:rsidR="0023336A" w:rsidRDefault="0023336A">
            <w:pPr>
              <w:rPr>
                <w:sz w:val="20"/>
                <w:szCs w:val="20"/>
                <w:lang w:val="ru-BY" w:eastAsia="ru-BY"/>
              </w:rPr>
            </w:pPr>
          </w:p>
        </w:tc>
      </w:tr>
      <w:tr w:rsidR="0023336A" w14:paraId="78FF565E" w14:textId="77777777" w:rsidTr="00A7143F">
        <w:trPr>
          <w:trHeight w:val="1155"/>
        </w:trPr>
        <w:tc>
          <w:tcPr>
            <w:tcW w:w="5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BF54DC8" w14:textId="77777777" w:rsidR="0023336A" w:rsidRDefault="0023336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Показатель</w:t>
            </w:r>
          </w:p>
        </w:tc>
        <w:tc>
          <w:tcPr>
            <w:tcW w:w="17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2CB5C31B" w14:textId="77777777" w:rsidR="0023336A" w:rsidRDefault="0023336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Единица измерения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40AA74B" w14:textId="77777777" w:rsidR="0023336A" w:rsidRDefault="0023336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 отчетный период</w:t>
            </w:r>
          </w:p>
        </w:tc>
        <w:tc>
          <w:tcPr>
            <w:tcW w:w="15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7C0C2D6" w14:textId="77777777" w:rsidR="0023336A" w:rsidRDefault="0023336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 аналогичный период прошлого года</w:t>
            </w:r>
          </w:p>
        </w:tc>
      </w:tr>
      <w:tr w:rsidR="0023336A" w14:paraId="59281808" w14:textId="77777777" w:rsidTr="00A7143F">
        <w:trPr>
          <w:trHeight w:val="607"/>
        </w:trPr>
        <w:tc>
          <w:tcPr>
            <w:tcW w:w="55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A1510D" w14:textId="77777777" w:rsidR="0023336A" w:rsidRDefault="002333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акционеров, всего</w:t>
            </w:r>
          </w:p>
        </w:tc>
        <w:tc>
          <w:tcPr>
            <w:tcW w:w="173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25AF5822" w14:textId="77777777" w:rsidR="0023336A" w:rsidRDefault="002333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лиц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D4E64B" w14:textId="77777777" w:rsidR="0023336A" w:rsidRDefault="0023336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285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93B232" w14:textId="77777777" w:rsidR="0023336A" w:rsidRDefault="0023336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285</w:t>
            </w:r>
          </w:p>
        </w:tc>
      </w:tr>
      <w:tr w:rsidR="0023336A" w14:paraId="7A43CC50" w14:textId="77777777" w:rsidTr="00A7143F">
        <w:trPr>
          <w:trHeight w:val="795"/>
        </w:trPr>
        <w:tc>
          <w:tcPr>
            <w:tcW w:w="55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2ECC03" w14:textId="77777777" w:rsidR="0023336A" w:rsidRDefault="002333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в том числе: юридических лиц</w:t>
            </w:r>
          </w:p>
        </w:tc>
        <w:tc>
          <w:tcPr>
            <w:tcW w:w="173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08557885" w14:textId="77777777" w:rsidR="0023336A" w:rsidRDefault="002333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лиц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  <w:hideMark/>
          </w:tcPr>
          <w:p w14:paraId="51FD294F" w14:textId="77777777" w:rsidR="0023336A" w:rsidRDefault="0023336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  <w:hideMark/>
          </w:tcPr>
          <w:p w14:paraId="78268EDE" w14:textId="77777777" w:rsidR="0023336A" w:rsidRDefault="0023336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23336A" w14:paraId="29801C8D" w14:textId="77777777" w:rsidTr="00A7143F">
        <w:trPr>
          <w:trHeight w:val="795"/>
        </w:trPr>
        <w:tc>
          <w:tcPr>
            <w:tcW w:w="55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020809" w14:textId="77777777" w:rsidR="0023336A" w:rsidRDefault="002333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из них нерезидентов Республики Беларусь</w:t>
            </w:r>
          </w:p>
        </w:tc>
        <w:tc>
          <w:tcPr>
            <w:tcW w:w="173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66FAF531" w14:textId="77777777" w:rsidR="0023336A" w:rsidRDefault="002333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лиц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  <w:hideMark/>
          </w:tcPr>
          <w:p w14:paraId="449D5448" w14:textId="77777777" w:rsidR="0023336A" w:rsidRDefault="0023336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  <w:hideMark/>
          </w:tcPr>
          <w:p w14:paraId="62B7352E" w14:textId="77777777" w:rsidR="0023336A" w:rsidRDefault="0023336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23336A" w14:paraId="39F43B55" w14:textId="77777777" w:rsidTr="00A7143F">
        <w:trPr>
          <w:trHeight w:val="795"/>
        </w:trPr>
        <w:tc>
          <w:tcPr>
            <w:tcW w:w="55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D403D9" w14:textId="77777777" w:rsidR="0023336A" w:rsidRDefault="002333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в том числе: физических лиц</w:t>
            </w:r>
          </w:p>
        </w:tc>
        <w:tc>
          <w:tcPr>
            <w:tcW w:w="173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0AA45F45" w14:textId="77777777" w:rsidR="0023336A" w:rsidRDefault="002333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лиц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  <w:hideMark/>
          </w:tcPr>
          <w:p w14:paraId="5EE79FD3" w14:textId="77777777" w:rsidR="0023336A" w:rsidRDefault="0023336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284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  <w:hideMark/>
          </w:tcPr>
          <w:p w14:paraId="76EB3F9C" w14:textId="77777777" w:rsidR="0023336A" w:rsidRDefault="0023336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284</w:t>
            </w:r>
          </w:p>
        </w:tc>
      </w:tr>
      <w:tr w:rsidR="0023336A" w14:paraId="31AE576A" w14:textId="77777777" w:rsidTr="00A7143F">
        <w:trPr>
          <w:trHeight w:val="795"/>
        </w:trPr>
        <w:tc>
          <w:tcPr>
            <w:tcW w:w="55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9508DD" w14:textId="77777777" w:rsidR="0023336A" w:rsidRDefault="002333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из них нерезидентов Республики Беларусь</w:t>
            </w:r>
          </w:p>
        </w:tc>
        <w:tc>
          <w:tcPr>
            <w:tcW w:w="173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1581F016" w14:textId="77777777" w:rsidR="0023336A" w:rsidRDefault="002333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лиц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  <w:hideMark/>
          </w:tcPr>
          <w:p w14:paraId="34E441C0" w14:textId="77777777" w:rsidR="0023336A" w:rsidRDefault="0023336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  <w:hideMark/>
          </w:tcPr>
          <w:p w14:paraId="33BB40B6" w14:textId="77777777" w:rsidR="0023336A" w:rsidRDefault="0023336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23336A" w14:paraId="1A3EEB7D" w14:textId="77777777" w:rsidTr="00A7143F">
        <w:trPr>
          <w:trHeight w:val="795"/>
        </w:trPr>
        <w:tc>
          <w:tcPr>
            <w:tcW w:w="55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5C5A6C" w14:textId="77777777" w:rsidR="0023336A" w:rsidRDefault="002333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Начислено на выплату дивидендов в данном </w:t>
            </w:r>
            <w:proofErr w:type="gramStart"/>
            <w:r>
              <w:rPr>
                <w:sz w:val="20"/>
                <w:szCs w:val="20"/>
              </w:rPr>
              <w:t>отчетном  периоде</w:t>
            </w:r>
            <w:proofErr w:type="gramEnd"/>
          </w:p>
        </w:tc>
        <w:tc>
          <w:tcPr>
            <w:tcW w:w="173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5A059DB3" w14:textId="77777777" w:rsidR="0023336A" w:rsidRDefault="002333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тысяч рублей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  <w:hideMark/>
          </w:tcPr>
          <w:p w14:paraId="247FCC46" w14:textId="77777777" w:rsidR="0023336A" w:rsidRDefault="0023336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  <w:hideMark/>
          </w:tcPr>
          <w:p w14:paraId="55CC50A7" w14:textId="77777777" w:rsidR="0023336A" w:rsidRDefault="0023336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23336A" w14:paraId="4665668E" w14:textId="77777777" w:rsidTr="00A7143F">
        <w:trPr>
          <w:trHeight w:val="795"/>
        </w:trPr>
        <w:tc>
          <w:tcPr>
            <w:tcW w:w="55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DCE58F" w14:textId="77777777" w:rsidR="0023336A" w:rsidRDefault="002333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Фактически выплаченные дивиденды в данном </w:t>
            </w:r>
            <w:proofErr w:type="gramStart"/>
            <w:r>
              <w:rPr>
                <w:sz w:val="20"/>
                <w:szCs w:val="20"/>
              </w:rPr>
              <w:t>отчетном  периоде</w:t>
            </w:r>
            <w:proofErr w:type="gramEnd"/>
          </w:p>
        </w:tc>
        <w:tc>
          <w:tcPr>
            <w:tcW w:w="173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075FA646" w14:textId="77777777" w:rsidR="0023336A" w:rsidRDefault="002333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тысяч рублей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  <w:hideMark/>
          </w:tcPr>
          <w:p w14:paraId="7B7A80B3" w14:textId="77777777" w:rsidR="0023336A" w:rsidRDefault="0023336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  <w:hideMark/>
          </w:tcPr>
          <w:p w14:paraId="25A858DA" w14:textId="77777777" w:rsidR="0023336A" w:rsidRDefault="0023336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23336A" w14:paraId="7E6AEA67" w14:textId="77777777" w:rsidTr="00A7143F">
        <w:trPr>
          <w:trHeight w:val="795"/>
        </w:trPr>
        <w:tc>
          <w:tcPr>
            <w:tcW w:w="55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1C3ABD" w14:textId="77777777" w:rsidR="0023336A" w:rsidRDefault="002333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Дивиденды, приходящиеся на одну простую (обыкновенную) акцию (включая налоги)</w:t>
            </w:r>
          </w:p>
        </w:tc>
        <w:tc>
          <w:tcPr>
            <w:tcW w:w="173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450646BE" w14:textId="77777777" w:rsidR="0023336A" w:rsidRDefault="002333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рублей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  <w:hideMark/>
          </w:tcPr>
          <w:p w14:paraId="1CD4B7F3" w14:textId="77777777" w:rsidR="0023336A" w:rsidRDefault="0023336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  <w:hideMark/>
          </w:tcPr>
          <w:p w14:paraId="27A19F59" w14:textId="77777777" w:rsidR="0023336A" w:rsidRDefault="0023336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23336A" w14:paraId="516B20E3" w14:textId="77777777" w:rsidTr="00A7143F">
        <w:trPr>
          <w:trHeight w:val="795"/>
        </w:trPr>
        <w:tc>
          <w:tcPr>
            <w:tcW w:w="55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AF5FC9" w14:textId="77777777" w:rsidR="0023336A" w:rsidRDefault="002333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Дивиденды, приходящиеся на одну привилегированную акцию (включая налоги) первого типа ___</w:t>
            </w:r>
          </w:p>
        </w:tc>
        <w:tc>
          <w:tcPr>
            <w:tcW w:w="173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70FA9149" w14:textId="77777777" w:rsidR="0023336A" w:rsidRDefault="002333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рублей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  <w:hideMark/>
          </w:tcPr>
          <w:p w14:paraId="57A4939B" w14:textId="77777777" w:rsidR="0023336A" w:rsidRDefault="0023336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  <w:hideMark/>
          </w:tcPr>
          <w:p w14:paraId="5FBF8556" w14:textId="77777777" w:rsidR="0023336A" w:rsidRDefault="0023336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23336A" w14:paraId="3F5903F7" w14:textId="77777777" w:rsidTr="00A7143F">
        <w:trPr>
          <w:trHeight w:val="795"/>
        </w:trPr>
        <w:tc>
          <w:tcPr>
            <w:tcW w:w="55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D98CD8" w14:textId="77777777" w:rsidR="0023336A" w:rsidRDefault="002333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Дивиденды, приходящиеся на одну привилегированную акцию (включая налоги) второго типа ___</w:t>
            </w:r>
          </w:p>
        </w:tc>
        <w:tc>
          <w:tcPr>
            <w:tcW w:w="173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55FCEEEB" w14:textId="77777777" w:rsidR="0023336A" w:rsidRDefault="002333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рублей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  <w:hideMark/>
          </w:tcPr>
          <w:p w14:paraId="63668CE7" w14:textId="77777777" w:rsidR="0023336A" w:rsidRDefault="0023336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  <w:hideMark/>
          </w:tcPr>
          <w:p w14:paraId="70386A75" w14:textId="77777777" w:rsidR="0023336A" w:rsidRDefault="0023336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23336A" w14:paraId="355B1C5D" w14:textId="77777777" w:rsidTr="00A7143F">
        <w:trPr>
          <w:trHeight w:val="795"/>
        </w:trPr>
        <w:tc>
          <w:tcPr>
            <w:tcW w:w="55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F9DF24" w14:textId="77777777" w:rsidR="0023336A" w:rsidRDefault="002333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Дивиденды, фактически выплаченные на одну простую (обыкновенную) акцию (включая налоги)</w:t>
            </w:r>
          </w:p>
        </w:tc>
        <w:tc>
          <w:tcPr>
            <w:tcW w:w="173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10F23BB4" w14:textId="77777777" w:rsidR="0023336A" w:rsidRDefault="002333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рублей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  <w:hideMark/>
          </w:tcPr>
          <w:p w14:paraId="37E910C7" w14:textId="77777777" w:rsidR="0023336A" w:rsidRDefault="0023336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  <w:hideMark/>
          </w:tcPr>
          <w:p w14:paraId="03357877" w14:textId="77777777" w:rsidR="0023336A" w:rsidRDefault="0023336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23336A" w14:paraId="6C200E1D" w14:textId="77777777" w:rsidTr="00A7143F">
        <w:trPr>
          <w:trHeight w:val="795"/>
        </w:trPr>
        <w:tc>
          <w:tcPr>
            <w:tcW w:w="55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5BD8EF" w14:textId="77777777" w:rsidR="0023336A" w:rsidRDefault="002333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Дивиденды, фактически выплаченные на одну привилегированную акцию (включая </w:t>
            </w:r>
            <w:proofErr w:type="gramStart"/>
            <w:r>
              <w:rPr>
                <w:sz w:val="20"/>
                <w:szCs w:val="20"/>
              </w:rPr>
              <w:t>налоги)  первого</w:t>
            </w:r>
            <w:proofErr w:type="gramEnd"/>
            <w:r>
              <w:rPr>
                <w:sz w:val="20"/>
                <w:szCs w:val="20"/>
              </w:rPr>
              <w:t xml:space="preserve"> типа ___</w:t>
            </w:r>
          </w:p>
        </w:tc>
        <w:tc>
          <w:tcPr>
            <w:tcW w:w="173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759DF554" w14:textId="77777777" w:rsidR="0023336A" w:rsidRDefault="002333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рублей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  <w:hideMark/>
          </w:tcPr>
          <w:p w14:paraId="47D993AC" w14:textId="77777777" w:rsidR="0023336A" w:rsidRDefault="0023336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  <w:hideMark/>
          </w:tcPr>
          <w:p w14:paraId="01030694" w14:textId="77777777" w:rsidR="0023336A" w:rsidRDefault="0023336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23336A" w14:paraId="5D963D3C" w14:textId="77777777" w:rsidTr="00A7143F">
        <w:trPr>
          <w:trHeight w:val="795"/>
        </w:trPr>
        <w:tc>
          <w:tcPr>
            <w:tcW w:w="55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CA7123" w14:textId="77777777" w:rsidR="0023336A" w:rsidRDefault="002333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Дивиденды, фактически выплаченные на одну привилегированную акцию (включая </w:t>
            </w:r>
            <w:proofErr w:type="gramStart"/>
            <w:r>
              <w:rPr>
                <w:sz w:val="20"/>
                <w:szCs w:val="20"/>
              </w:rPr>
              <w:t>налоги)  второго</w:t>
            </w:r>
            <w:proofErr w:type="gramEnd"/>
            <w:r>
              <w:rPr>
                <w:sz w:val="20"/>
                <w:szCs w:val="20"/>
              </w:rPr>
              <w:t xml:space="preserve"> типа ___</w:t>
            </w:r>
          </w:p>
        </w:tc>
        <w:tc>
          <w:tcPr>
            <w:tcW w:w="173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056321D0" w14:textId="77777777" w:rsidR="0023336A" w:rsidRDefault="002333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рублей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  <w:hideMark/>
          </w:tcPr>
          <w:p w14:paraId="4714D0B9" w14:textId="77777777" w:rsidR="0023336A" w:rsidRDefault="0023336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  <w:hideMark/>
          </w:tcPr>
          <w:p w14:paraId="049830D6" w14:textId="77777777" w:rsidR="0023336A" w:rsidRDefault="0023336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23336A" w:rsidRPr="00E25B86" w14:paraId="774E50D6" w14:textId="77777777" w:rsidTr="00A7143F">
        <w:trPr>
          <w:trHeight w:val="795"/>
        </w:trPr>
        <w:tc>
          <w:tcPr>
            <w:tcW w:w="55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B8092D" w14:textId="77777777" w:rsidR="0023336A" w:rsidRDefault="002333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Период, за который выплачивались дивиденды </w:t>
            </w:r>
          </w:p>
        </w:tc>
        <w:tc>
          <w:tcPr>
            <w:tcW w:w="173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1A44F025" w14:textId="77777777" w:rsidR="0023336A" w:rsidRDefault="002333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месяц, квартал, год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14:paraId="61BD8B63" w14:textId="77777777" w:rsidR="0023336A" w:rsidRDefault="002333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994DE6" w14:textId="77777777" w:rsidR="0023336A" w:rsidRDefault="002333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bookmarkStart w:id="252" w:name="_GoBack"/>
        <w:bookmarkEnd w:id="252"/>
      </w:tr>
      <w:tr w:rsidR="0023336A" w14:paraId="57797A89" w14:textId="77777777" w:rsidTr="00A7143F">
        <w:trPr>
          <w:trHeight w:val="795"/>
        </w:trPr>
        <w:tc>
          <w:tcPr>
            <w:tcW w:w="55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800B3F" w14:textId="77777777" w:rsidR="0023336A" w:rsidRDefault="002333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Дата (даты) принятия решений о выплате дивидендов</w:t>
            </w:r>
          </w:p>
        </w:tc>
        <w:tc>
          <w:tcPr>
            <w:tcW w:w="173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553C19C5" w14:textId="77777777" w:rsidR="0023336A" w:rsidRDefault="002333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число, месяц, год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14:paraId="7DB58902" w14:textId="77777777" w:rsidR="0023336A" w:rsidRDefault="002333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5607E4" w14:textId="77777777" w:rsidR="0023336A" w:rsidRDefault="002333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</w:tr>
      <w:tr w:rsidR="0023336A" w14:paraId="6EFBD6B2" w14:textId="77777777" w:rsidTr="00A7143F">
        <w:trPr>
          <w:trHeight w:val="795"/>
        </w:trPr>
        <w:tc>
          <w:tcPr>
            <w:tcW w:w="55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5EC943" w14:textId="77777777" w:rsidR="0023336A" w:rsidRDefault="002333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Срок (сроки) выплаты дивидендов</w:t>
            </w:r>
          </w:p>
        </w:tc>
        <w:tc>
          <w:tcPr>
            <w:tcW w:w="173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515BF3F8" w14:textId="77777777" w:rsidR="0023336A" w:rsidRDefault="002333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число, месяц, год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14:paraId="4FAB48C2" w14:textId="77777777" w:rsidR="0023336A" w:rsidRDefault="002333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13283E" w14:textId="77777777" w:rsidR="0023336A" w:rsidRDefault="002333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</w:tr>
      <w:tr w:rsidR="0023336A" w14:paraId="0022CD73" w14:textId="77777777" w:rsidTr="00A7143F">
        <w:trPr>
          <w:trHeight w:val="795"/>
        </w:trPr>
        <w:tc>
          <w:tcPr>
            <w:tcW w:w="55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685463" w14:textId="77777777" w:rsidR="0023336A" w:rsidRDefault="002333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Обеспеченность акции имуществом общества</w:t>
            </w:r>
          </w:p>
        </w:tc>
        <w:tc>
          <w:tcPr>
            <w:tcW w:w="173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137A3F32" w14:textId="77777777" w:rsidR="0023336A" w:rsidRDefault="002333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рублей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  <w:hideMark/>
          </w:tcPr>
          <w:p w14:paraId="53D723D9" w14:textId="529926F6" w:rsidR="0023336A" w:rsidRDefault="009D6E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0.93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  <w:hideMark/>
          </w:tcPr>
          <w:p w14:paraId="7F872EFE" w14:textId="7A793D24" w:rsidR="0023336A" w:rsidRPr="009D6E05" w:rsidRDefault="009D6E05">
            <w:pPr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0.78</w:t>
            </w:r>
          </w:p>
        </w:tc>
      </w:tr>
    </w:tbl>
    <w:p w14:paraId="52305BF7" w14:textId="77777777" w:rsidR="0023336A" w:rsidRDefault="0023336A" w:rsidP="0023336A"/>
    <w:p w14:paraId="2444EC7F" w14:textId="77777777" w:rsidR="0023336A" w:rsidRDefault="0023336A" w:rsidP="0023336A"/>
    <w:p w14:paraId="03319D3B" w14:textId="77777777" w:rsidR="0023336A" w:rsidRDefault="0023336A" w:rsidP="0023336A"/>
    <w:tbl>
      <w:tblPr>
        <w:tblW w:w="9680" w:type="dxa"/>
        <w:tblInd w:w="98" w:type="dxa"/>
        <w:tblLook w:val="04A0" w:firstRow="1" w:lastRow="0" w:firstColumn="1" w:lastColumn="0" w:noHBand="0" w:noVBand="1"/>
      </w:tblPr>
      <w:tblGrid>
        <w:gridCol w:w="2020"/>
        <w:gridCol w:w="1900"/>
        <w:gridCol w:w="2140"/>
        <w:gridCol w:w="1840"/>
        <w:gridCol w:w="1780"/>
      </w:tblGrid>
      <w:tr w:rsidR="0023336A" w14:paraId="75A39675" w14:textId="77777777" w:rsidTr="0023336A">
        <w:trPr>
          <w:trHeight w:val="1050"/>
        </w:trPr>
        <w:tc>
          <w:tcPr>
            <w:tcW w:w="6060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216992CA" w14:textId="77777777" w:rsidR="0023336A" w:rsidRDefault="0023336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Акции, поступившие в распоряжение общества</w:t>
            </w:r>
          </w:p>
        </w:tc>
        <w:tc>
          <w:tcPr>
            <w:tcW w:w="362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6A310542" w14:textId="77777777" w:rsidR="0023336A" w:rsidRDefault="0023336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Акции, приобретенные в целях сокращения общего количества</w:t>
            </w:r>
          </w:p>
        </w:tc>
      </w:tr>
      <w:tr w:rsidR="0023336A" w14:paraId="55AF5A69" w14:textId="77777777" w:rsidTr="0023336A">
        <w:trPr>
          <w:trHeight w:val="1110"/>
        </w:trPr>
        <w:tc>
          <w:tcPr>
            <w:tcW w:w="2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FEC69" w14:textId="77777777" w:rsidR="0023336A" w:rsidRDefault="002333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Дата </w:t>
            </w:r>
            <w:proofErr w:type="gramStart"/>
            <w:r>
              <w:rPr>
                <w:sz w:val="20"/>
                <w:szCs w:val="20"/>
              </w:rPr>
              <w:t>зачисления  акций</w:t>
            </w:r>
            <w:proofErr w:type="gramEnd"/>
            <w:r>
              <w:rPr>
                <w:sz w:val="20"/>
                <w:szCs w:val="20"/>
              </w:rPr>
              <w:t xml:space="preserve"> на счет "депо" общества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AD2CD3" w14:textId="77777777" w:rsidR="0023336A" w:rsidRDefault="002333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Количество акций, </w:t>
            </w:r>
            <w:proofErr w:type="spellStart"/>
            <w:r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3C9D425D" w14:textId="77777777" w:rsidR="0023336A" w:rsidRDefault="002333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Срок реализации акций, поступивших в распоряжение общества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07CDF6" w14:textId="77777777" w:rsidR="0023336A" w:rsidRDefault="002333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Дата зачисления акций на счет "депо" общества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E7550F3" w14:textId="77777777" w:rsidR="0023336A" w:rsidRDefault="002333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Количество акций, </w:t>
            </w:r>
            <w:proofErr w:type="spellStart"/>
            <w:r>
              <w:rPr>
                <w:sz w:val="20"/>
                <w:szCs w:val="20"/>
              </w:rPr>
              <w:t>шт</w:t>
            </w:r>
            <w:proofErr w:type="spellEnd"/>
          </w:p>
        </w:tc>
      </w:tr>
      <w:tr w:rsidR="0023336A" w14:paraId="7CAFAC25" w14:textId="77777777" w:rsidTr="0023336A">
        <w:trPr>
          <w:trHeight w:val="255"/>
        </w:trPr>
        <w:tc>
          <w:tcPr>
            <w:tcW w:w="2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  <w:hideMark/>
          </w:tcPr>
          <w:p w14:paraId="432C49B5" w14:textId="77777777" w:rsidR="0023336A" w:rsidRDefault="002333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  <w:hideMark/>
          </w:tcPr>
          <w:p w14:paraId="15147D3F" w14:textId="77777777" w:rsidR="0023336A" w:rsidRDefault="0023336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  <w:hideMark/>
          </w:tcPr>
          <w:p w14:paraId="4E15A138" w14:textId="77777777" w:rsidR="0023336A" w:rsidRDefault="002333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  <w:hideMark/>
          </w:tcPr>
          <w:p w14:paraId="2ED6B830" w14:textId="77777777" w:rsidR="0023336A" w:rsidRDefault="002333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bottom"/>
            <w:hideMark/>
          </w:tcPr>
          <w:p w14:paraId="7E64D0EA" w14:textId="77777777" w:rsidR="0023336A" w:rsidRDefault="0023336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23336A" w14:paraId="592CA78C" w14:textId="77777777" w:rsidTr="0023336A">
        <w:trPr>
          <w:trHeight w:val="255"/>
        </w:trPr>
        <w:tc>
          <w:tcPr>
            <w:tcW w:w="2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  <w:hideMark/>
          </w:tcPr>
          <w:p w14:paraId="7A6C137B" w14:textId="77777777" w:rsidR="0023336A" w:rsidRDefault="002333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  <w:hideMark/>
          </w:tcPr>
          <w:p w14:paraId="1F344242" w14:textId="77777777" w:rsidR="0023336A" w:rsidRDefault="0023336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  <w:hideMark/>
          </w:tcPr>
          <w:p w14:paraId="32DE9919" w14:textId="77777777" w:rsidR="0023336A" w:rsidRDefault="002333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  <w:hideMark/>
          </w:tcPr>
          <w:p w14:paraId="20A413A0" w14:textId="77777777" w:rsidR="0023336A" w:rsidRDefault="002333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bottom"/>
            <w:hideMark/>
          </w:tcPr>
          <w:p w14:paraId="519195CD" w14:textId="77777777" w:rsidR="0023336A" w:rsidRDefault="0023336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23336A" w14:paraId="1FB7B2E3" w14:textId="77777777" w:rsidTr="0023336A">
        <w:trPr>
          <w:trHeight w:val="255"/>
        </w:trPr>
        <w:tc>
          <w:tcPr>
            <w:tcW w:w="2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  <w:hideMark/>
          </w:tcPr>
          <w:p w14:paraId="21248A0A" w14:textId="77777777" w:rsidR="0023336A" w:rsidRDefault="002333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  <w:hideMark/>
          </w:tcPr>
          <w:p w14:paraId="11D075DB" w14:textId="77777777" w:rsidR="0023336A" w:rsidRDefault="0023336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  <w:hideMark/>
          </w:tcPr>
          <w:p w14:paraId="05460C55" w14:textId="77777777" w:rsidR="0023336A" w:rsidRDefault="002333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  <w:hideMark/>
          </w:tcPr>
          <w:p w14:paraId="6B53CE13" w14:textId="77777777" w:rsidR="0023336A" w:rsidRDefault="002333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bottom"/>
            <w:hideMark/>
          </w:tcPr>
          <w:p w14:paraId="0915ADC2" w14:textId="77777777" w:rsidR="0023336A" w:rsidRDefault="0023336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23336A" w14:paraId="5E3B7729" w14:textId="77777777" w:rsidTr="0023336A">
        <w:trPr>
          <w:trHeight w:val="255"/>
        </w:trPr>
        <w:tc>
          <w:tcPr>
            <w:tcW w:w="2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  <w:hideMark/>
          </w:tcPr>
          <w:p w14:paraId="655665E9" w14:textId="77777777" w:rsidR="0023336A" w:rsidRDefault="002333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  <w:hideMark/>
          </w:tcPr>
          <w:p w14:paraId="3E90855E" w14:textId="77777777" w:rsidR="0023336A" w:rsidRDefault="0023336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  <w:hideMark/>
          </w:tcPr>
          <w:p w14:paraId="49594C4D" w14:textId="77777777" w:rsidR="0023336A" w:rsidRDefault="002333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  <w:hideMark/>
          </w:tcPr>
          <w:p w14:paraId="01D1080F" w14:textId="77777777" w:rsidR="0023336A" w:rsidRDefault="002333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bottom"/>
            <w:hideMark/>
          </w:tcPr>
          <w:p w14:paraId="4B2ED202" w14:textId="77777777" w:rsidR="0023336A" w:rsidRDefault="0023336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23336A" w14:paraId="42768A2B" w14:textId="77777777" w:rsidTr="0023336A">
        <w:trPr>
          <w:trHeight w:val="255"/>
        </w:trPr>
        <w:tc>
          <w:tcPr>
            <w:tcW w:w="2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  <w:hideMark/>
          </w:tcPr>
          <w:p w14:paraId="2A5747F9" w14:textId="77777777" w:rsidR="0023336A" w:rsidRDefault="002333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  <w:hideMark/>
          </w:tcPr>
          <w:p w14:paraId="7170DA65" w14:textId="77777777" w:rsidR="0023336A" w:rsidRDefault="0023336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  <w:hideMark/>
          </w:tcPr>
          <w:p w14:paraId="117744B6" w14:textId="77777777" w:rsidR="0023336A" w:rsidRDefault="002333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  <w:hideMark/>
          </w:tcPr>
          <w:p w14:paraId="2793C2E0" w14:textId="77777777" w:rsidR="0023336A" w:rsidRDefault="002333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bottom"/>
            <w:hideMark/>
          </w:tcPr>
          <w:p w14:paraId="6AA7CD29" w14:textId="77777777" w:rsidR="0023336A" w:rsidRDefault="0023336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23336A" w14:paraId="11D6F363" w14:textId="77777777" w:rsidTr="0023336A">
        <w:trPr>
          <w:trHeight w:val="255"/>
        </w:trPr>
        <w:tc>
          <w:tcPr>
            <w:tcW w:w="2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  <w:hideMark/>
          </w:tcPr>
          <w:p w14:paraId="589F5927" w14:textId="77777777" w:rsidR="0023336A" w:rsidRDefault="002333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  <w:hideMark/>
          </w:tcPr>
          <w:p w14:paraId="742C1C95" w14:textId="77777777" w:rsidR="0023336A" w:rsidRDefault="0023336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  <w:hideMark/>
          </w:tcPr>
          <w:p w14:paraId="5B518427" w14:textId="77777777" w:rsidR="0023336A" w:rsidRDefault="002333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  <w:hideMark/>
          </w:tcPr>
          <w:p w14:paraId="6147A81A" w14:textId="77777777" w:rsidR="0023336A" w:rsidRDefault="002333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bottom"/>
            <w:hideMark/>
          </w:tcPr>
          <w:p w14:paraId="1508E8C8" w14:textId="77777777" w:rsidR="0023336A" w:rsidRDefault="0023336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23336A" w14:paraId="32534E3A" w14:textId="77777777" w:rsidTr="0023336A">
        <w:trPr>
          <w:trHeight w:val="255"/>
        </w:trPr>
        <w:tc>
          <w:tcPr>
            <w:tcW w:w="2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  <w:hideMark/>
          </w:tcPr>
          <w:p w14:paraId="7E43CF50" w14:textId="77777777" w:rsidR="0023336A" w:rsidRDefault="002333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  <w:hideMark/>
          </w:tcPr>
          <w:p w14:paraId="0A7532AB" w14:textId="77777777" w:rsidR="0023336A" w:rsidRDefault="0023336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  <w:hideMark/>
          </w:tcPr>
          <w:p w14:paraId="4D256E50" w14:textId="77777777" w:rsidR="0023336A" w:rsidRDefault="002333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  <w:hideMark/>
          </w:tcPr>
          <w:p w14:paraId="3005C2A3" w14:textId="77777777" w:rsidR="0023336A" w:rsidRDefault="002333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bottom"/>
            <w:hideMark/>
          </w:tcPr>
          <w:p w14:paraId="6808BD4E" w14:textId="77777777" w:rsidR="0023336A" w:rsidRDefault="0023336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23336A" w14:paraId="322B8F66" w14:textId="77777777" w:rsidTr="0023336A">
        <w:trPr>
          <w:trHeight w:val="255"/>
        </w:trPr>
        <w:tc>
          <w:tcPr>
            <w:tcW w:w="2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  <w:hideMark/>
          </w:tcPr>
          <w:p w14:paraId="40ECC855" w14:textId="77777777" w:rsidR="0023336A" w:rsidRDefault="002333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  <w:hideMark/>
          </w:tcPr>
          <w:p w14:paraId="56CE46BC" w14:textId="77777777" w:rsidR="0023336A" w:rsidRDefault="0023336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  <w:hideMark/>
          </w:tcPr>
          <w:p w14:paraId="427C7CAE" w14:textId="77777777" w:rsidR="0023336A" w:rsidRDefault="002333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  <w:hideMark/>
          </w:tcPr>
          <w:p w14:paraId="3CC7E5A5" w14:textId="77777777" w:rsidR="0023336A" w:rsidRDefault="002333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bottom"/>
            <w:hideMark/>
          </w:tcPr>
          <w:p w14:paraId="5BC1BAE3" w14:textId="77777777" w:rsidR="0023336A" w:rsidRDefault="0023336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23336A" w14:paraId="6479DFF6" w14:textId="77777777" w:rsidTr="0023336A">
        <w:trPr>
          <w:trHeight w:val="255"/>
        </w:trPr>
        <w:tc>
          <w:tcPr>
            <w:tcW w:w="2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  <w:hideMark/>
          </w:tcPr>
          <w:p w14:paraId="4C291C56" w14:textId="77777777" w:rsidR="0023336A" w:rsidRDefault="002333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  <w:hideMark/>
          </w:tcPr>
          <w:p w14:paraId="6030F8BD" w14:textId="77777777" w:rsidR="0023336A" w:rsidRDefault="0023336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  <w:hideMark/>
          </w:tcPr>
          <w:p w14:paraId="51C36145" w14:textId="77777777" w:rsidR="0023336A" w:rsidRDefault="002333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  <w:hideMark/>
          </w:tcPr>
          <w:p w14:paraId="4F778283" w14:textId="77777777" w:rsidR="0023336A" w:rsidRDefault="002333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bottom"/>
            <w:hideMark/>
          </w:tcPr>
          <w:p w14:paraId="36D6AB64" w14:textId="77777777" w:rsidR="0023336A" w:rsidRDefault="0023336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23336A" w14:paraId="26557DBC" w14:textId="77777777" w:rsidTr="0023336A">
        <w:trPr>
          <w:trHeight w:val="255"/>
        </w:trPr>
        <w:tc>
          <w:tcPr>
            <w:tcW w:w="2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  <w:hideMark/>
          </w:tcPr>
          <w:p w14:paraId="3291C8E5" w14:textId="77777777" w:rsidR="0023336A" w:rsidRDefault="002333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  <w:hideMark/>
          </w:tcPr>
          <w:p w14:paraId="1DD4BB95" w14:textId="77777777" w:rsidR="0023336A" w:rsidRDefault="0023336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  <w:hideMark/>
          </w:tcPr>
          <w:p w14:paraId="052CF410" w14:textId="77777777" w:rsidR="0023336A" w:rsidRDefault="002333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  <w:hideMark/>
          </w:tcPr>
          <w:p w14:paraId="289BAE61" w14:textId="77777777" w:rsidR="0023336A" w:rsidRDefault="002333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bottom"/>
            <w:hideMark/>
          </w:tcPr>
          <w:p w14:paraId="777D8B4A" w14:textId="77777777" w:rsidR="0023336A" w:rsidRDefault="0023336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23336A" w14:paraId="45032402" w14:textId="77777777" w:rsidTr="0023336A">
        <w:trPr>
          <w:trHeight w:val="255"/>
        </w:trPr>
        <w:tc>
          <w:tcPr>
            <w:tcW w:w="2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  <w:hideMark/>
          </w:tcPr>
          <w:p w14:paraId="38C565D8" w14:textId="77777777" w:rsidR="0023336A" w:rsidRDefault="002333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  <w:hideMark/>
          </w:tcPr>
          <w:p w14:paraId="07E0F36D" w14:textId="77777777" w:rsidR="0023336A" w:rsidRDefault="0023336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  <w:hideMark/>
          </w:tcPr>
          <w:p w14:paraId="5BE75BE9" w14:textId="77777777" w:rsidR="0023336A" w:rsidRDefault="002333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  <w:hideMark/>
          </w:tcPr>
          <w:p w14:paraId="55BDE624" w14:textId="77777777" w:rsidR="0023336A" w:rsidRDefault="002333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bottom"/>
            <w:hideMark/>
          </w:tcPr>
          <w:p w14:paraId="7132CD84" w14:textId="77777777" w:rsidR="0023336A" w:rsidRDefault="0023336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23336A" w14:paraId="52216EE1" w14:textId="77777777" w:rsidTr="0023336A">
        <w:trPr>
          <w:trHeight w:val="255"/>
        </w:trPr>
        <w:tc>
          <w:tcPr>
            <w:tcW w:w="2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  <w:hideMark/>
          </w:tcPr>
          <w:p w14:paraId="24893FAA" w14:textId="77777777" w:rsidR="0023336A" w:rsidRDefault="002333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  <w:hideMark/>
          </w:tcPr>
          <w:p w14:paraId="405C158E" w14:textId="77777777" w:rsidR="0023336A" w:rsidRDefault="0023336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  <w:hideMark/>
          </w:tcPr>
          <w:p w14:paraId="27B3B64A" w14:textId="77777777" w:rsidR="0023336A" w:rsidRDefault="002333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  <w:hideMark/>
          </w:tcPr>
          <w:p w14:paraId="3464F639" w14:textId="77777777" w:rsidR="0023336A" w:rsidRDefault="002333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bottom"/>
            <w:hideMark/>
          </w:tcPr>
          <w:p w14:paraId="2046AB2C" w14:textId="77777777" w:rsidR="0023336A" w:rsidRDefault="0023336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23336A" w14:paraId="0CAC96E3" w14:textId="77777777" w:rsidTr="0023336A">
        <w:trPr>
          <w:trHeight w:val="255"/>
        </w:trPr>
        <w:tc>
          <w:tcPr>
            <w:tcW w:w="2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  <w:hideMark/>
          </w:tcPr>
          <w:p w14:paraId="67A79AE8" w14:textId="77777777" w:rsidR="0023336A" w:rsidRDefault="002333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  <w:hideMark/>
          </w:tcPr>
          <w:p w14:paraId="23EEA913" w14:textId="77777777" w:rsidR="0023336A" w:rsidRDefault="0023336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  <w:hideMark/>
          </w:tcPr>
          <w:p w14:paraId="15D8FBDF" w14:textId="77777777" w:rsidR="0023336A" w:rsidRDefault="002333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  <w:hideMark/>
          </w:tcPr>
          <w:p w14:paraId="404355CE" w14:textId="77777777" w:rsidR="0023336A" w:rsidRDefault="002333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bottom"/>
            <w:hideMark/>
          </w:tcPr>
          <w:p w14:paraId="723F97B9" w14:textId="77777777" w:rsidR="0023336A" w:rsidRDefault="0023336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23336A" w14:paraId="457C9B99" w14:textId="77777777" w:rsidTr="0023336A">
        <w:trPr>
          <w:trHeight w:val="255"/>
        </w:trPr>
        <w:tc>
          <w:tcPr>
            <w:tcW w:w="2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  <w:hideMark/>
          </w:tcPr>
          <w:p w14:paraId="54252D8C" w14:textId="77777777" w:rsidR="0023336A" w:rsidRDefault="002333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  <w:hideMark/>
          </w:tcPr>
          <w:p w14:paraId="31513EB5" w14:textId="77777777" w:rsidR="0023336A" w:rsidRDefault="0023336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  <w:hideMark/>
          </w:tcPr>
          <w:p w14:paraId="14DF8058" w14:textId="77777777" w:rsidR="0023336A" w:rsidRDefault="002333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  <w:hideMark/>
          </w:tcPr>
          <w:p w14:paraId="5D4B7A99" w14:textId="77777777" w:rsidR="0023336A" w:rsidRDefault="002333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bottom"/>
            <w:hideMark/>
          </w:tcPr>
          <w:p w14:paraId="33AB1620" w14:textId="77777777" w:rsidR="0023336A" w:rsidRDefault="0023336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23336A" w14:paraId="6D664889" w14:textId="77777777" w:rsidTr="0023336A">
        <w:trPr>
          <w:trHeight w:val="255"/>
        </w:trPr>
        <w:tc>
          <w:tcPr>
            <w:tcW w:w="2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  <w:hideMark/>
          </w:tcPr>
          <w:p w14:paraId="586A0B7B" w14:textId="77777777" w:rsidR="0023336A" w:rsidRDefault="002333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  <w:hideMark/>
          </w:tcPr>
          <w:p w14:paraId="774751C9" w14:textId="77777777" w:rsidR="0023336A" w:rsidRDefault="0023336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  <w:hideMark/>
          </w:tcPr>
          <w:p w14:paraId="06197FA3" w14:textId="77777777" w:rsidR="0023336A" w:rsidRDefault="002333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  <w:hideMark/>
          </w:tcPr>
          <w:p w14:paraId="1B424E2F" w14:textId="77777777" w:rsidR="0023336A" w:rsidRDefault="002333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bottom"/>
            <w:hideMark/>
          </w:tcPr>
          <w:p w14:paraId="59BE1CDE" w14:textId="77777777" w:rsidR="0023336A" w:rsidRDefault="0023336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23336A" w14:paraId="462B5A70" w14:textId="77777777" w:rsidTr="0023336A">
        <w:trPr>
          <w:trHeight w:val="255"/>
        </w:trPr>
        <w:tc>
          <w:tcPr>
            <w:tcW w:w="2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  <w:hideMark/>
          </w:tcPr>
          <w:p w14:paraId="07F9B273" w14:textId="77777777" w:rsidR="0023336A" w:rsidRDefault="002333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  <w:hideMark/>
          </w:tcPr>
          <w:p w14:paraId="113F90DD" w14:textId="77777777" w:rsidR="0023336A" w:rsidRDefault="0023336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  <w:hideMark/>
          </w:tcPr>
          <w:p w14:paraId="4EA532C5" w14:textId="77777777" w:rsidR="0023336A" w:rsidRDefault="002333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  <w:hideMark/>
          </w:tcPr>
          <w:p w14:paraId="32998A28" w14:textId="77777777" w:rsidR="0023336A" w:rsidRDefault="002333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bottom"/>
            <w:hideMark/>
          </w:tcPr>
          <w:p w14:paraId="4755EB29" w14:textId="77777777" w:rsidR="0023336A" w:rsidRDefault="0023336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23336A" w14:paraId="1D52E8F6" w14:textId="77777777" w:rsidTr="0023336A">
        <w:trPr>
          <w:trHeight w:val="255"/>
        </w:trPr>
        <w:tc>
          <w:tcPr>
            <w:tcW w:w="2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  <w:hideMark/>
          </w:tcPr>
          <w:p w14:paraId="08394CAA" w14:textId="77777777" w:rsidR="0023336A" w:rsidRDefault="002333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  <w:hideMark/>
          </w:tcPr>
          <w:p w14:paraId="193EBE4C" w14:textId="77777777" w:rsidR="0023336A" w:rsidRDefault="0023336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  <w:hideMark/>
          </w:tcPr>
          <w:p w14:paraId="1717275A" w14:textId="77777777" w:rsidR="0023336A" w:rsidRDefault="002333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  <w:hideMark/>
          </w:tcPr>
          <w:p w14:paraId="6E4D74F2" w14:textId="77777777" w:rsidR="0023336A" w:rsidRDefault="002333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bottom"/>
            <w:hideMark/>
          </w:tcPr>
          <w:p w14:paraId="2C8C4C2B" w14:textId="77777777" w:rsidR="0023336A" w:rsidRDefault="0023336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23336A" w14:paraId="4AE885DC" w14:textId="77777777" w:rsidTr="0023336A">
        <w:trPr>
          <w:trHeight w:val="255"/>
        </w:trPr>
        <w:tc>
          <w:tcPr>
            <w:tcW w:w="2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  <w:hideMark/>
          </w:tcPr>
          <w:p w14:paraId="10BFE8F5" w14:textId="77777777" w:rsidR="0023336A" w:rsidRDefault="002333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  <w:hideMark/>
          </w:tcPr>
          <w:p w14:paraId="2D58AC56" w14:textId="77777777" w:rsidR="0023336A" w:rsidRDefault="0023336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  <w:hideMark/>
          </w:tcPr>
          <w:p w14:paraId="3DD834F6" w14:textId="77777777" w:rsidR="0023336A" w:rsidRDefault="002333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  <w:hideMark/>
          </w:tcPr>
          <w:p w14:paraId="2A74936A" w14:textId="77777777" w:rsidR="0023336A" w:rsidRDefault="002333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bottom"/>
            <w:hideMark/>
          </w:tcPr>
          <w:p w14:paraId="55481F60" w14:textId="77777777" w:rsidR="0023336A" w:rsidRDefault="0023336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23336A" w14:paraId="5B9191B6" w14:textId="77777777" w:rsidTr="0023336A">
        <w:trPr>
          <w:trHeight w:val="255"/>
        </w:trPr>
        <w:tc>
          <w:tcPr>
            <w:tcW w:w="2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  <w:hideMark/>
          </w:tcPr>
          <w:p w14:paraId="5564168C" w14:textId="77777777" w:rsidR="0023336A" w:rsidRDefault="002333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  <w:hideMark/>
          </w:tcPr>
          <w:p w14:paraId="7BC1D997" w14:textId="77777777" w:rsidR="0023336A" w:rsidRDefault="0023336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  <w:hideMark/>
          </w:tcPr>
          <w:p w14:paraId="56C562CD" w14:textId="77777777" w:rsidR="0023336A" w:rsidRDefault="002333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  <w:hideMark/>
          </w:tcPr>
          <w:p w14:paraId="6D6C3081" w14:textId="77777777" w:rsidR="0023336A" w:rsidRDefault="002333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bottom"/>
            <w:hideMark/>
          </w:tcPr>
          <w:p w14:paraId="6A8DC37D" w14:textId="77777777" w:rsidR="0023336A" w:rsidRDefault="0023336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23336A" w14:paraId="5854A1D1" w14:textId="77777777" w:rsidTr="0023336A">
        <w:trPr>
          <w:trHeight w:val="255"/>
        </w:trPr>
        <w:tc>
          <w:tcPr>
            <w:tcW w:w="2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  <w:hideMark/>
          </w:tcPr>
          <w:p w14:paraId="7A8FE441" w14:textId="77777777" w:rsidR="0023336A" w:rsidRDefault="002333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  <w:hideMark/>
          </w:tcPr>
          <w:p w14:paraId="7D349C74" w14:textId="77777777" w:rsidR="0023336A" w:rsidRDefault="0023336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  <w:hideMark/>
          </w:tcPr>
          <w:p w14:paraId="6662FE4E" w14:textId="77777777" w:rsidR="0023336A" w:rsidRDefault="002333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  <w:hideMark/>
          </w:tcPr>
          <w:p w14:paraId="7EC2F363" w14:textId="77777777" w:rsidR="0023336A" w:rsidRDefault="002333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bottom"/>
            <w:hideMark/>
          </w:tcPr>
          <w:p w14:paraId="1800233D" w14:textId="77777777" w:rsidR="0023336A" w:rsidRDefault="0023336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23336A" w14:paraId="13688DB5" w14:textId="77777777" w:rsidTr="0023336A">
        <w:trPr>
          <w:trHeight w:val="255"/>
        </w:trPr>
        <w:tc>
          <w:tcPr>
            <w:tcW w:w="2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  <w:hideMark/>
          </w:tcPr>
          <w:p w14:paraId="41D0B3C8" w14:textId="77777777" w:rsidR="0023336A" w:rsidRDefault="002333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  <w:hideMark/>
          </w:tcPr>
          <w:p w14:paraId="7E8DC5DC" w14:textId="77777777" w:rsidR="0023336A" w:rsidRDefault="0023336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  <w:hideMark/>
          </w:tcPr>
          <w:p w14:paraId="1FEC90B2" w14:textId="77777777" w:rsidR="0023336A" w:rsidRDefault="002333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  <w:hideMark/>
          </w:tcPr>
          <w:p w14:paraId="5177B53C" w14:textId="77777777" w:rsidR="0023336A" w:rsidRDefault="002333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bottom"/>
            <w:hideMark/>
          </w:tcPr>
          <w:p w14:paraId="78709DF4" w14:textId="77777777" w:rsidR="0023336A" w:rsidRDefault="0023336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23336A" w14:paraId="0086383A" w14:textId="77777777" w:rsidTr="0023336A">
        <w:trPr>
          <w:trHeight w:val="255"/>
        </w:trPr>
        <w:tc>
          <w:tcPr>
            <w:tcW w:w="2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  <w:hideMark/>
          </w:tcPr>
          <w:p w14:paraId="2D111A2B" w14:textId="77777777" w:rsidR="0023336A" w:rsidRDefault="002333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  <w:hideMark/>
          </w:tcPr>
          <w:p w14:paraId="0425AD0E" w14:textId="77777777" w:rsidR="0023336A" w:rsidRDefault="0023336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  <w:hideMark/>
          </w:tcPr>
          <w:p w14:paraId="346CA5DD" w14:textId="77777777" w:rsidR="0023336A" w:rsidRDefault="002333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  <w:hideMark/>
          </w:tcPr>
          <w:p w14:paraId="4723D678" w14:textId="77777777" w:rsidR="0023336A" w:rsidRDefault="002333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bottom"/>
            <w:hideMark/>
          </w:tcPr>
          <w:p w14:paraId="44E78280" w14:textId="77777777" w:rsidR="0023336A" w:rsidRDefault="0023336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23336A" w14:paraId="2AB3CCEA" w14:textId="77777777" w:rsidTr="0023336A">
        <w:trPr>
          <w:trHeight w:val="255"/>
        </w:trPr>
        <w:tc>
          <w:tcPr>
            <w:tcW w:w="2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  <w:hideMark/>
          </w:tcPr>
          <w:p w14:paraId="3827C6BD" w14:textId="77777777" w:rsidR="0023336A" w:rsidRDefault="002333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  <w:hideMark/>
          </w:tcPr>
          <w:p w14:paraId="690006F1" w14:textId="77777777" w:rsidR="0023336A" w:rsidRDefault="0023336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  <w:hideMark/>
          </w:tcPr>
          <w:p w14:paraId="41173F64" w14:textId="77777777" w:rsidR="0023336A" w:rsidRDefault="002333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  <w:hideMark/>
          </w:tcPr>
          <w:p w14:paraId="33E7B220" w14:textId="77777777" w:rsidR="0023336A" w:rsidRDefault="002333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bottom"/>
            <w:hideMark/>
          </w:tcPr>
          <w:p w14:paraId="5AA94473" w14:textId="77777777" w:rsidR="0023336A" w:rsidRDefault="0023336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23336A" w14:paraId="39D91F79" w14:textId="77777777" w:rsidTr="0023336A">
        <w:trPr>
          <w:trHeight w:val="255"/>
        </w:trPr>
        <w:tc>
          <w:tcPr>
            <w:tcW w:w="2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  <w:hideMark/>
          </w:tcPr>
          <w:p w14:paraId="4EC8FE61" w14:textId="77777777" w:rsidR="0023336A" w:rsidRDefault="002333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  <w:hideMark/>
          </w:tcPr>
          <w:p w14:paraId="0FD3B31F" w14:textId="77777777" w:rsidR="0023336A" w:rsidRDefault="0023336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  <w:hideMark/>
          </w:tcPr>
          <w:p w14:paraId="478B649C" w14:textId="77777777" w:rsidR="0023336A" w:rsidRDefault="002333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  <w:hideMark/>
          </w:tcPr>
          <w:p w14:paraId="499F7EED" w14:textId="77777777" w:rsidR="0023336A" w:rsidRDefault="002333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bottom"/>
            <w:hideMark/>
          </w:tcPr>
          <w:p w14:paraId="06D5242A" w14:textId="77777777" w:rsidR="0023336A" w:rsidRDefault="0023336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23336A" w14:paraId="78B516CE" w14:textId="77777777" w:rsidTr="0023336A">
        <w:trPr>
          <w:trHeight w:val="255"/>
        </w:trPr>
        <w:tc>
          <w:tcPr>
            <w:tcW w:w="2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  <w:hideMark/>
          </w:tcPr>
          <w:p w14:paraId="599931FB" w14:textId="77777777" w:rsidR="0023336A" w:rsidRDefault="002333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  <w:hideMark/>
          </w:tcPr>
          <w:p w14:paraId="651F5FE5" w14:textId="77777777" w:rsidR="0023336A" w:rsidRDefault="0023336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  <w:hideMark/>
          </w:tcPr>
          <w:p w14:paraId="7FAEBBBD" w14:textId="77777777" w:rsidR="0023336A" w:rsidRDefault="002333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  <w:hideMark/>
          </w:tcPr>
          <w:p w14:paraId="6D6542E9" w14:textId="77777777" w:rsidR="0023336A" w:rsidRDefault="002333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bottom"/>
            <w:hideMark/>
          </w:tcPr>
          <w:p w14:paraId="60C4CB38" w14:textId="77777777" w:rsidR="0023336A" w:rsidRDefault="0023336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23336A" w14:paraId="6E59A6A8" w14:textId="77777777" w:rsidTr="0023336A">
        <w:trPr>
          <w:trHeight w:val="255"/>
        </w:trPr>
        <w:tc>
          <w:tcPr>
            <w:tcW w:w="2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  <w:hideMark/>
          </w:tcPr>
          <w:p w14:paraId="5638D984" w14:textId="77777777" w:rsidR="0023336A" w:rsidRDefault="002333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  <w:hideMark/>
          </w:tcPr>
          <w:p w14:paraId="5DFD8062" w14:textId="77777777" w:rsidR="0023336A" w:rsidRDefault="0023336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  <w:hideMark/>
          </w:tcPr>
          <w:p w14:paraId="61330ADD" w14:textId="77777777" w:rsidR="0023336A" w:rsidRDefault="002333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  <w:hideMark/>
          </w:tcPr>
          <w:p w14:paraId="7E34A343" w14:textId="77777777" w:rsidR="0023336A" w:rsidRDefault="002333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bottom"/>
            <w:hideMark/>
          </w:tcPr>
          <w:p w14:paraId="44683F85" w14:textId="77777777" w:rsidR="0023336A" w:rsidRDefault="0023336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23336A" w14:paraId="02A14FA2" w14:textId="77777777" w:rsidTr="0023336A">
        <w:trPr>
          <w:trHeight w:val="255"/>
        </w:trPr>
        <w:tc>
          <w:tcPr>
            <w:tcW w:w="2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  <w:hideMark/>
          </w:tcPr>
          <w:p w14:paraId="005B76F8" w14:textId="77777777" w:rsidR="0023336A" w:rsidRDefault="002333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  <w:hideMark/>
          </w:tcPr>
          <w:p w14:paraId="4FEFA5FD" w14:textId="77777777" w:rsidR="0023336A" w:rsidRDefault="0023336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  <w:hideMark/>
          </w:tcPr>
          <w:p w14:paraId="37BFC6F6" w14:textId="77777777" w:rsidR="0023336A" w:rsidRDefault="002333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  <w:hideMark/>
          </w:tcPr>
          <w:p w14:paraId="53408A62" w14:textId="77777777" w:rsidR="0023336A" w:rsidRDefault="002333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bottom"/>
            <w:hideMark/>
          </w:tcPr>
          <w:p w14:paraId="6E09A239" w14:textId="77777777" w:rsidR="0023336A" w:rsidRDefault="0023336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23336A" w14:paraId="59FD53A5" w14:textId="77777777" w:rsidTr="0023336A">
        <w:trPr>
          <w:trHeight w:val="255"/>
        </w:trPr>
        <w:tc>
          <w:tcPr>
            <w:tcW w:w="2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  <w:hideMark/>
          </w:tcPr>
          <w:p w14:paraId="0178B520" w14:textId="77777777" w:rsidR="0023336A" w:rsidRDefault="002333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  <w:hideMark/>
          </w:tcPr>
          <w:p w14:paraId="0EC933BE" w14:textId="77777777" w:rsidR="0023336A" w:rsidRDefault="0023336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  <w:hideMark/>
          </w:tcPr>
          <w:p w14:paraId="57D2C374" w14:textId="77777777" w:rsidR="0023336A" w:rsidRDefault="002333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  <w:hideMark/>
          </w:tcPr>
          <w:p w14:paraId="4BA11223" w14:textId="77777777" w:rsidR="0023336A" w:rsidRDefault="002333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bottom"/>
            <w:hideMark/>
          </w:tcPr>
          <w:p w14:paraId="7D41A253" w14:textId="77777777" w:rsidR="0023336A" w:rsidRDefault="0023336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23336A" w14:paraId="4DB39131" w14:textId="77777777" w:rsidTr="0023336A">
        <w:trPr>
          <w:trHeight w:val="255"/>
        </w:trPr>
        <w:tc>
          <w:tcPr>
            <w:tcW w:w="2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  <w:hideMark/>
          </w:tcPr>
          <w:p w14:paraId="667EC6C4" w14:textId="77777777" w:rsidR="0023336A" w:rsidRDefault="002333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  <w:hideMark/>
          </w:tcPr>
          <w:p w14:paraId="289C47A3" w14:textId="77777777" w:rsidR="0023336A" w:rsidRDefault="0023336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  <w:hideMark/>
          </w:tcPr>
          <w:p w14:paraId="0E750A6A" w14:textId="77777777" w:rsidR="0023336A" w:rsidRDefault="002333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  <w:hideMark/>
          </w:tcPr>
          <w:p w14:paraId="3B1D41F3" w14:textId="77777777" w:rsidR="0023336A" w:rsidRDefault="002333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bottom"/>
            <w:hideMark/>
          </w:tcPr>
          <w:p w14:paraId="6C77DF04" w14:textId="77777777" w:rsidR="0023336A" w:rsidRDefault="0023336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23336A" w14:paraId="7CEC233C" w14:textId="77777777" w:rsidTr="0023336A">
        <w:trPr>
          <w:trHeight w:val="255"/>
        </w:trPr>
        <w:tc>
          <w:tcPr>
            <w:tcW w:w="2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  <w:hideMark/>
          </w:tcPr>
          <w:p w14:paraId="7CD5DEA3" w14:textId="77777777" w:rsidR="0023336A" w:rsidRDefault="002333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  <w:hideMark/>
          </w:tcPr>
          <w:p w14:paraId="33CB0B40" w14:textId="77777777" w:rsidR="0023336A" w:rsidRDefault="0023336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  <w:hideMark/>
          </w:tcPr>
          <w:p w14:paraId="0F7B6FCB" w14:textId="77777777" w:rsidR="0023336A" w:rsidRDefault="002333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  <w:hideMark/>
          </w:tcPr>
          <w:p w14:paraId="0D7C748C" w14:textId="77777777" w:rsidR="0023336A" w:rsidRDefault="002333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bottom"/>
            <w:hideMark/>
          </w:tcPr>
          <w:p w14:paraId="7A8FE25E" w14:textId="77777777" w:rsidR="0023336A" w:rsidRDefault="0023336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23336A" w14:paraId="00605D61" w14:textId="77777777" w:rsidTr="0023336A">
        <w:trPr>
          <w:trHeight w:val="255"/>
        </w:trPr>
        <w:tc>
          <w:tcPr>
            <w:tcW w:w="2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  <w:hideMark/>
          </w:tcPr>
          <w:p w14:paraId="0A10B501" w14:textId="77777777" w:rsidR="0023336A" w:rsidRDefault="002333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  <w:hideMark/>
          </w:tcPr>
          <w:p w14:paraId="3DFC92BF" w14:textId="77777777" w:rsidR="0023336A" w:rsidRDefault="0023336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  <w:hideMark/>
          </w:tcPr>
          <w:p w14:paraId="1D9689BF" w14:textId="77777777" w:rsidR="0023336A" w:rsidRDefault="002333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  <w:hideMark/>
          </w:tcPr>
          <w:p w14:paraId="332F2E7E" w14:textId="77777777" w:rsidR="0023336A" w:rsidRDefault="002333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bottom"/>
            <w:hideMark/>
          </w:tcPr>
          <w:p w14:paraId="341763E7" w14:textId="77777777" w:rsidR="0023336A" w:rsidRDefault="0023336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23336A" w14:paraId="26AF8A8E" w14:textId="77777777" w:rsidTr="0023336A">
        <w:trPr>
          <w:trHeight w:val="255"/>
        </w:trPr>
        <w:tc>
          <w:tcPr>
            <w:tcW w:w="2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  <w:hideMark/>
          </w:tcPr>
          <w:p w14:paraId="0BEAF828" w14:textId="77777777" w:rsidR="0023336A" w:rsidRDefault="002333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  <w:hideMark/>
          </w:tcPr>
          <w:p w14:paraId="503EC690" w14:textId="77777777" w:rsidR="0023336A" w:rsidRDefault="0023336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  <w:hideMark/>
          </w:tcPr>
          <w:p w14:paraId="135454BA" w14:textId="77777777" w:rsidR="0023336A" w:rsidRDefault="002333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  <w:hideMark/>
          </w:tcPr>
          <w:p w14:paraId="254326A2" w14:textId="77777777" w:rsidR="0023336A" w:rsidRDefault="002333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bottom"/>
            <w:hideMark/>
          </w:tcPr>
          <w:p w14:paraId="1C2DDE22" w14:textId="77777777" w:rsidR="0023336A" w:rsidRDefault="0023336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23336A" w14:paraId="17E1ECB4" w14:textId="77777777" w:rsidTr="0023336A">
        <w:trPr>
          <w:trHeight w:val="255"/>
        </w:trPr>
        <w:tc>
          <w:tcPr>
            <w:tcW w:w="2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  <w:hideMark/>
          </w:tcPr>
          <w:p w14:paraId="37633903" w14:textId="77777777" w:rsidR="0023336A" w:rsidRDefault="002333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  <w:hideMark/>
          </w:tcPr>
          <w:p w14:paraId="748EF03E" w14:textId="77777777" w:rsidR="0023336A" w:rsidRDefault="0023336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  <w:hideMark/>
          </w:tcPr>
          <w:p w14:paraId="2AA377A8" w14:textId="77777777" w:rsidR="0023336A" w:rsidRDefault="002333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  <w:hideMark/>
          </w:tcPr>
          <w:p w14:paraId="5C3228B1" w14:textId="77777777" w:rsidR="0023336A" w:rsidRDefault="002333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bottom"/>
            <w:hideMark/>
          </w:tcPr>
          <w:p w14:paraId="0B500524" w14:textId="77777777" w:rsidR="0023336A" w:rsidRDefault="0023336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</w:tbl>
    <w:p w14:paraId="514278D3" w14:textId="77777777" w:rsidR="0023336A" w:rsidRDefault="0023336A" w:rsidP="0023336A"/>
    <w:p w14:paraId="7E2222C5" w14:textId="77777777" w:rsidR="0023336A" w:rsidRDefault="0023336A" w:rsidP="0023336A"/>
    <w:p w14:paraId="7E9CE3E3" w14:textId="77777777" w:rsidR="0023336A" w:rsidRDefault="0023336A" w:rsidP="0023336A"/>
    <w:tbl>
      <w:tblPr>
        <w:tblW w:w="11392" w:type="dxa"/>
        <w:tblInd w:w="108" w:type="dxa"/>
        <w:tblLook w:val="04A0" w:firstRow="1" w:lastRow="0" w:firstColumn="1" w:lastColumn="0" w:noHBand="0" w:noVBand="1"/>
      </w:tblPr>
      <w:tblGrid>
        <w:gridCol w:w="4757"/>
        <w:gridCol w:w="98"/>
        <w:gridCol w:w="1681"/>
        <w:gridCol w:w="343"/>
        <w:gridCol w:w="1030"/>
        <w:gridCol w:w="451"/>
        <w:gridCol w:w="1412"/>
        <w:gridCol w:w="222"/>
        <w:gridCol w:w="222"/>
        <w:gridCol w:w="200"/>
        <w:gridCol w:w="22"/>
        <w:gridCol w:w="222"/>
        <w:gridCol w:w="732"/>
      </w:tblGrid>
      <w:tr w:rsidR="0023336A" w14:paraId="4A2F64DE" w14:textId="77777777" w:rsidTr="0023336A">
        <w:trPr>
          <w:trHeight w:val="1050"/>
        </w:trPr>
        <w:tc>
          <w:tcPr>
            <w:tcW w:w="10416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7DA5613F" w14:textId="5EE08357" w:rsidR="0023336A" w:rsidRDefault="0023336A" w:rsidP="0023336A">
            <w:pPr>
              <w:rPr>
                <w:sz w:val="18"/>
                <w:szCs w:val="18"/>
              </w:rPr>
            </w:pPr>
          </w:p>
          <w:p w14:paraId="02DD655C" w14:textId="77777777" w:rsidR="00501C92" w:rsidRDefault="0023336A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</w:p>
          <w:p w14:paraId="6EEF557F" w14:textId="77777777" w:rsidR="00501C92" w:rsidRDefault="00501C92">
            <w:pPr>
              <w:rPr>
                <w:b/>
                <w:bCs/>
              </w:rPr>
            </w:pPr>
          </w:p>
          <w:p w14:paraId="6B416D3E" w14:textId="77777777" w:rsidR="00501C92" w:rsidRDefault="00501C92">
            <w:pPr>
              <w:rPr>
                <w:b/>
                <w:bCs/>
              </w:rPr>
            </w:pPr>
          </w:p>
          <w:p w14:paraId="1803E919" w14:textId="77777777" w:rsidR="00501C92" w:rsidRDefault="00501C92">
            <w:pPr>
              <w:rPr>
                <w:b/>
                <w:bCs/>
              </w:rPr>
            </w:pPr>
          </w:p>
          <w:p w14:paraId="750D86E7" w14:textId="77777777" w:rsidR="00501C92" w:rsidRDefault="00501C92">
            <w:pPr>
              <w:rPr>
                <w:b/>
                <w:bCs/>
              </w:rPr>
            </w:pPr>
          </w:p>
          <w:p w14:paraId="6B7AA647" w14:textId="77777777" w:rsidR="00501C92" w:rsidRDefault="00501C92">
            <w:pPr>
              <w:rPr>
                <w:b/>
                <w:bCs/>
              </w:rPr>
            </w:pPr>
          </w:p>
          <w:p w14:paraId="3D34C836" w14:textId="77777777" w:rsidR="00501C92" w:rsidRDefault="00501C92">
            <w:pPr>
              <w:rPr>
                <w:b/>
                <w:bCs/>
              </w:rPr>
            </w:pPr>
          </w:p>
          <w:p w14:paraId="4B2E93F6" w14:textId="77777777" w:rsidR="00501C92" w:rsidRDefault="00501C92">
            <w:pPr>
              <w:rPr>
                <w:b/>
                <w:bCs/>
              </w:rPr>
            </w:pPr>
          </w:p>
          <w:p w14:paraId="74300B61" w14:textId="77777777" w:rsidR="00501C92" w:rsidRDefault="00501C92">
            <w:pPr>
              <w:rPr>
                <w:b/>
                <w:bCs/>
              </w:rPr>
            </w:pPr>
          </w:p>
          <w:p w14:paraId="717746EE" w14:textId="77777777" w:rsidR="00501C92" w:rsidRDefault="00501C92">
            <w:pPr>
              <w:rPr>
                <w:b/>
                <w:bCs/>
              </w:rPr>
            </w:pPr>
          </w:p>
          <w:p w14:paraId="12E89494" w14:textId="77777777" w:rsidR="00501C92" w:rsidRDefault="00501C92">
            <w:pPr>
              <w:rPr>
                <w:b/>
                <w:bCs/>
              </w:rPr>
            </w:pPr>
          </w:p>
          <w:p w14:paraId="54200AA8" w14:textId="5A2C5513" w:rsidR="0023336A" w:rsidRDefault="006B5F31">
            <w:pPr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 xml:space="preserve">7.  </w:t>
            </w:r>
            <w:r w:rsidR="0023336A">
              <w:rPr>
                <w:b/>
                <w:bCs/>
              </w:rPr>
              <w:t>Отдельные финансовые результаты деятельности открытого акционерного общества:</w:t>
            </w:r>
          </w:p>
        </w:tc>
        <w:tc>
          <w:tcPr>
            <w:tcW w:w="976" w:type="dxa"/>
            <w:gridSpan w:val="3"/>
            <w:noWrap/>
            <w:vAlign w:val="bottom"/>
            <w:hideMark/>
          </w:tcPr>
          <w:p w14:paraId="6C45BB4D" w14:textId="77777777" w:rsidR="0023336A" w:rsidRDefault="0023336A">
            <w:pPr>
              <w:rPr>
                <w:b/>
                <w:bCs/>
              </w:rPr>
            </w:pPr>
          </w:p>
        </w:tc>
      </w:tr>
      <w:tr w:rsidR="0023336A" w14:paraId="025403C9" w14:textId="77777777" w:rsidTr="0023336A">
        <w:trPr>
          <w:trHeight w:val="1380"/>
        </w:trPr>
        <w:tc>
          <w:tcPr>
            <w:tcW w:w="48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3D8812" w14:textId="77777777" w:rsidR="0023336A" w:rsidRDefault="0023336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Показатель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99D1D6" w14:textId="77777777" w:rsidR="0023336A" w:rsidRDefault="0023336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Единица измерения</w:t>
            </w:r>
          </w:p>
        </w:tc>
        <w:tc>
          <w:tcPr>
            <w:tcW w:w="18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13DA87" w14:textId="77777777" w:rsidR="0023336A" w:rsidRDefault="0023336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 отчетный период</w:t>
            </w:r>
          </w:p>
        </w:tc>
        <w:tc>
          <w:tcPr>
            <w:tcW w:w="20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B35A70" w14:textId="77777777" w:rsidR="0023336A" w:rsidRDefault="0023336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 аналогичный период прошлого года</w:t>
            </w:r>
          </w:p>
        </w:tc>
        <w:tc>
          <w:tcPr>
            <w:tcW w:w="976" w:type="dxa"/>
            <w:gridSpan w:val="3"/>
            <w:noWrap/>
            <w:vAlign w:val="bottom"/>
            <w:hideMark/>
          </w:tcPr>
          <w:p w14:paraId="0DA15C06" w14:textId="77777777" w:rsidR="0023336A" w:rsidRDefault="0023336A">
            <w:pPr>
              <w:rPr>
                <w:b/>
                <w:bCs/>
                <w:sz w:val="20"/>
                <w:szCs w:val="20"/>
              </w:rPr>
            </w:pPr>
          </w:p>
        </w:tc>
      </w:tr>
      <w:tr w:rsidR="0023336A" w14:paraId="5BF83A48" w14:textId="77777777" w:rsidTr="003473A0">
        <w:trPr>
          <w:trHeight w:val="705"/>
        </w:trPr>
        <w:tc>
          <w:tcPr>
            <w:tcW w:w="48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21F2EF" w14:textId="77777777" w:rsidR="0023336A" w:rsidRDefault="002333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Выручка от реализации продукции, товаров, </w:t>
            </w:r>
            <w:proofErr w:type="spellStart"/>
            <w:proofErr w:type="gramStart"/>
            <w:r>
              <w:rPr>
                <w:sz w:val="20"/>
                <w:szCs w:val="20"/>
              </w:rPr>
              <w:t>работ,услуг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71AE83" w14:textId="77777777" w:rsidR="0023336A" w:rsidRDefault="002333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тысяч рублей</w:t>
            </w:r>
          </w:p>
        </w:tc>
        <w:tc>
          <w:tcPr>
            <w:tcW w:w="18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14:paraId="3D40D9E4" w14:textId="1748CFCA" w:rsidR="0023336A" w:rsidRDefault="003473A0" w:rsidP="003473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14749,00</w:t>
            </w:r>
          </w:p>
        </w:tc>
        <w:tc>
          <w:tcPr>
            <w:tcW w:w="20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14:paraId="7BF3D4DE" w14:textId="5F0B0CF6" w:rsidR="0023336A" w:rsidRDefault="003473A0" w:rsidP="003473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12837,00</w:t>
            </w:r>
          </w:p>
        </w:tc>
        <w:tc>
          <w:tcPr>
            <w:tcW w:w="976" w:type="dxa"/>
            <w:gridSpan w:val="3"/>
            <w:noWrap/>
            <w:vAlign w:val="bottom"/>
            <w:hideMark/>
          </w:tcPr>
          <w:p w14:paraId="543A4F12" w14:textId="77777777" w:rsidR="0023336A" w:rsidRDefault="0023336A">
            <w:pPr>
              <w:rPr>
                <w:sz w:val="20"/>
                <w:szCs w:val="20"/>
              </w:rPr>
            </w:pPr>
          </w:p>
        </w:tc>
      </w:tr>
      <w:tr w:rsidR="0023336A" w14:paraId="6274DE16" w14:textId="77777777" w:rsidTr="003473A0">
        <w:trPr>
          <w:trHeight w:val="705"/>
        </w:trPr>
        <w:tc>
          <w:tcPr>
            <w:tcW w:w="48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E0C6B4" w14:textId="77777777" w:rsidR="0023336A" w:rsidRDefault="002333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Себестоимость реализованной продукции, товаров, работ, услуг, управленческие расходы; расходы на реализацию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33CC78" w14:textId="77777777" w:rsidR="0023336A" w:rsidRDefault="002333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тысяч рублей</w:t>
            </w:r>
          </w:p>
        </w:tc>
        <w:tc>
          <w:tcPr>
            <w:tcW w:w="18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14:paraId="7C37F2B4" w14:textId="40E71774" w:rsidR="0023336A" w:rsidRDefault="003473A0" w:rsidP="003473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11957,00</w:t>
            </w:r>
          </w:p>
        </w:tc>
        <w:tc>
          <w:tcPr>
            <w:tcW w:w="20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14:paraId="0966DECD" w14:textId="045CAB0E" w:rsidR="0023336A" w:rsidRDefault="003473A0" w:rsidP="003473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10134,00</w:t>
            </w:r>
          </w:p>
        </w:tc>
        <w:tc>
          <w:tcPr>
            <w:tcW w:w="976" w:type="dxa"/>
            <w:gridSpan w:val="3"/>
            <w:noWrap/>
            <w:vAlign w:val="bottom"/>
            <w:hideMark/>
          </w:tcPr>
          <w:p w14:paraId="4A7E183E" w14:textId="77777777" w:rsidR="0023336A" w:rsidRDefault="0023336A">
            <w:pPr>
              <w:rPr>
                <w:sz w:val="20"/>
                <w:szCs w:val="20"/>
              </w:rPr>
            </w:pPr>
          </w:p>
        </w:tc>
      </w:tr>
      <w:tr w:rsidR="0023336A" w14:paraId="637660E1" w14:textId="77777777" w:rsidTr="003473A0">
        <w:trPr>
          <w:trHeight w:val="705"/>
        </w:trPr>
        <w:tc>
          <w:tcPr>
            <w:tcW w:w="48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78CA7C" w14:textId="77777777" w:rsidR="0023336A" w:rsidRDefault="002333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Прибыль (убыток) до налогообложения - всего (Прибыль (убыток) отчетного периода)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FCBE62" w14:textId="77777777" w:rsidR="0023336A" w:rsidRDefault="002333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тысяч рублей</w:t>
            </w:r>
          </w:p>
        </w:tc>
        <w:tc>
          <w:tcPr>
            <w:tcW w:w="18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206614" w14:textId="03B2FF2A" w:rsidR="0023336A" w:rsidRDefault="003473A0" w:rsidP="003473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2765,00</w:t>
            </w:r>
          </w:p>
        </w:tc>
        <w:tc>
          <w:tcPr>
            <w:tcW w:w="20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F8FB1D" w14:textId="31894D95" w:rsidR="0023336A" w:rsidRDefault="003473A0" w:rsidP="003473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2383,00</w:t>
            </w:r>
          </w:p>
        </w:tc>
        <w:tc>
          <w:tcPr>
            <w:tcW w:w="976" w:type="dxa"/>
            <w:gridSpan w:val="3"/>
            <w:noWrap/>
            <w:vAlign w:val="bottom"/>
            <w:hideMark/>
          </w:tcPr>
          <w:p w14:paraId="3AC645F3" w14:textId="77777777" w:rsidR="0023336A" w:rsidRDefault="0023336A">
            <w:pPr>
              <w:rPr>
                <w:sz w:val="20"/>
                <w:szCs w:val="20"/>
              </w:rPr>
            </w:pPr>
          </w:p>
        </w:tc>
      </w:tr>
      <w:tr w:rsidR="0023336A" w14:paraId="274C08B9" w14:textId="77777777" w:rsidTr="003473A0">
        <w:trPr>
          <w:trHeight w:val="705"/>
        </w:trPr>
        <w:tc>
          <w:tcPr>
            <w:tcW w:w="48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6F7D44" w14:textId="77777777" w:rsidR="0023336A" w:rsidRDefault="002333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числе: прибыль (убыток) от реализации продукции, товаров, работ, услуг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257844" w14:textId="77777777" w:rsidR="0023336A" w:rsidRDefault="002333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тысяч рублей</w:t>
            </w:r>
          </w:p>
        </w:tc>
        <w:tc>
          <w:tcPr>
            <w:tcW w:w="18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F838505" w14:textId="3401F2AB" w:rsidR="0023336A" w:rsidRDefault="003473A0" w:rsidP="003473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2792,00</w:t>
            </w:r>
          </w:p>
        </w:tc>
        <w:tc>
          <w:tcPr>
            <w:tcW w:w="20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92F321" w14:textId="4AF25EDE" w:rsidR="0023336A" w:rsidRDefault="003473A0" w:rsidP="003473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2703,00</w:t>
            </w:r>
          </w:p>
        </w:tc>
        <w:tc>
          <w:tcPr>
            <w:tcW w:w="976" w:type="dxa"/>
            <w:gridSpan w:val="3"/>
            <w:noWrap/>
            <w:vAlign w:val="bottom"/>
            <w:hideMark/>
          </w:tcPr>
          <w:p w14:paraId="3785E918" w14:textId="77777777" w:rsidR="0023336A" w:rsidRDefault="0023336A">
            <w:pPr>
              <w:rPr>
                <w:sz w:val="20"/>
                <w:szCs w:val="20"/>
              </w:rPr>
            </w:pPr>
          </w:p>
        </w:tc>
      </w:tr>
      <w:tr w:rsidR="0023336A" w14:paraId="3130BA69" w14:textId="77777777" w:rsidTr="0023336A">
        <w:trPr>
          <w:trHeight w:val="705"/>
        </w:trPr>
        <w:tc>
          <w:tcPr>
            <w:tcW w:w="48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F7743B" w14:textId="77777777" w:rsidR="0023336A" w:rsidRDefault="002333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доходы и расходы по текущей деятельности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32B8CC" w14:textId="77777777" w:rsidR="0023336A" w:rsidRDefault="002333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тысяч рублей</w:t>
            </w:r>
          </w:p>
        </w:tc>
        <w:tc>
          <w:tcPr>
            <w:tcW w:w="18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14:paraId="1EE8613F" w14:textId="22C0FAB1" w:rsidR="0023336A" w:rsidRDefault="003473A0" w:rsidP="003473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291,00</w:t>
            </w:r>
          </w:p>
        </w:tc>
        <w:tc>
          <w:tcPr>
            <w:tcW w:w="20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14:paraId="53E78088" w14:textId="5381B950" w:rsidR="0023336A" w:rsidRDefault="003473A0" w:rsidP="003473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211,00</w:t>
            </w:r>
          </w:p>
        </w:tc>
        <w:tc>
          <w:tcPr>
            <w:tcW w:w="976" w:type="dxa"/>
            <w:gridSpan w:val="3"/>
            <w:noWrap/>
            <w:vAlign w:val="bottom"/>
            <w:hideMark/>
          </w:tcPr>
          <w:p w14:paraId="733AC8A8" w14:textId="77777777" w:rsidR="0023336A" w:rsidRDefault="0023336A">
            <w:pPr>
              <w:rPr>
                <w:sz w:val="20"/>
                <w:szCs w:val="20"/>
              </w:rPr>
            </w:pPr>
          </w:p>
        </w:tc>
      </w:tr>
      <w:tr w:rsidR="0023336A" w14:paraId="686626B7" w14:textId="77777777" w:rsidTr="0023336A">
        <w:trPr>
          <w:trHeight w:val="705"/>
        </w:trPr>
        <w:tc>
          <w:tcPr>
            <w:tcW w:w="48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6C1ED8" w14:textId="77777777" w:rsidR="0023336A" w:rsidRDefault="002333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прибыль (убыток) от инвестиционной и финансовой деятельности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E81000" w14:textId="77777777" w:rsidR="0023336A" w:rsidRDefault="002333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тысяч рублей</w:t>
            </w:r>
          </w:p>
        </w:tc>
        <w:tc>
          <w:tcPr>
            <w:tcW w:w="18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14:paraId="54BA8712" w14:textId="6102388D" w:rsidR="0023336A" w:rsidRDefault="003473A0" w:rsidP="003473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-318,00</w:t>
            </w:r>
          </w:p>
        </w:tc>
        <w:tc>
          <w:tcPr>
            <w:tcW w:w="20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14:paraId="12DCAACA" w14:textId="389B3932" w:rsidR="0023336A" w:rsidRDefault="003473A0" w:rsidP="003473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-531,00</w:t>
            </w:r>
          </w:p>
        </w:tc>
        <w:tc>
          <w:tcPr>
            <w:tcW w:w="976" w:type="dxa"/>
            <w:gridSpan w:val="3"/>
            <w:noWrap/>
            <w:vAlign w:val="bottom"/>
            <w:hideMark/>
          </w:tcPr>
          <w:p w14:paraId="3690B46A" w14:textId="77777777" w:rsidR="0023336A" w:rsidRDefault="0023336A">
            <w:pPr>
              <w:rPr>
                <w:sz w:val="20"/>
                <w:szCs w:val="20"/>
              </w:rPr>
            </w:pPr>
          </w:p>
        </w:tc>
      </w:tr>
      <w:tr w:rsidR="0023336A" w14:paraId="70354E10" w14:textId="77777777" w:rsidTr="003473A0">
        <w:trPr>
          <w:trHeight w:val="1365"/>
        </w:trPr>
        <w:tc>
          <w:tcPr>
            <w:tcW w:w="48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E81D03" w14:textId="77777777" w:rsidR="0023336A" w:rsidRDefault="002333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Налог на прибыль; изменение отложенных налоговых активов; изменение отложенных налоговых обязательств; прочие налоги и сборы, исчисляемые из прибыли (дохода); прочие платежи, исчисляемые из прибыли (дохода)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ADD076" w14:textId="77777777" w:rsidR="0023336A" w:rsidRDefault="002333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тысяч рублей</w:t>
            </w:r>
          </w:p>
        </w:tc>
        <w:tc>
          <w:tcPr>
            <w:tcW w:w="18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14:paraId="17230694" w14:textId="47D0DD64" w:rsidR="0023336A" w:rsidRDefault="0023336A" w:rsidP="003473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14:paraId="35C008B9" w14:textId="53964B3A" w:rsidR="0023336A" w:rsidRDefault="0023336A" w:rsidP="003473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gridSpan w:val="3"/>
            <w:noWrap/>
            <w:vAlign w:val="bottom"/>
            <w:hideMark/>
          </w:tcPr>
          <w:p w14:paraId="231B7A73" w14:textId="77777777" w:rsidR="0023336A" w:rsidRDefault="0023336A">
            <w:pPr>
              <w:rPr>
                <w:sz w:val="20"/>
                <w:szCs w:val="20"/>
              </w:rPr>
            </w:pPr>
          </w:p>
        </w:tc>
      </w:tr>
      <w:tr w:rsidR="0023336A" w14:paraId="564D6960" w14:textId="77777777" w:rsidTr="003473A0">
        <w:trPr>
          <w:trHeight w:val="705"/>
        </w:trPr>
        <w:tc>
          <w:tcPr>
            <w:tcW w:w="48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00B62C" w14:textId="77777777" w:rsidR="0023336A" w:rsidRDefault="002333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Чистая прибыль (убыток)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598149" w14:textId="77777777" w:rsidR="0023336A" w:rsidRDefault="002333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тысяч рублей</w:t>
            </w:r>
          </w:p>
        </w:tc>
        <w:tc>
          <w:tcPr>
            <w:tcW w:w="18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C1BC6A" w14:textId="3295F31F" w:rsidR="0023336A" w:rsidRDefault="003473A0" w:rsidP="003473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2765,00</w:t>
            </w:r>
          </w:p>
        </w:tc>
        <w:tc>
          <w:tcPr>
            <w:tcW w:w="20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6601C0" w14:textId="489BEC16" w:rsidR="0023336A" w:rsidRDefault="003473A0" w:rsidP="003473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2383,00</w:t>
            </w:r>
          </w:p>
        </w:tc>
        <w:tc>
          <w:tcPr>
            <w:tcW w:w="976" w:type="dxa"/>
            <w:gridSpan w:val="3"/>
            <w:noWrap/>
            <w:vAlign w:val="bottom"/>
            <w:hideMark/>
          </w:tcPr>
          <w:p w14:paraId="155E1B63" w14:textId="77777777" w:rsidR="0023336A" w:rsidRDefault="0023336A">
            <w:pPr>
              <w:rPr>
                <w:sz w:val="20"/>
                <w:szCs w:val="20"/>
              </w:rPr>
            </w:pPr>
          </w:p>
        </w:tc>
      </w:tr>
      <w:tr w:rsidR="0023336A" w14:paraId="1B8F6E78" w14:textId="77777777" w:rsidTr="0023336A">
        <w:trPr>
          <w:trHeight w:val="705"/>
        </w:trPr>
        <w:tc>
          <w:tcPr>
            <w:tcW w:w="48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D05B7E" w14:textId="77777777" w:rsidR="0023336A" w:rsidRDefault="002333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Нераспределенная прибыль (непокрытый убыток)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52E5E3" w14:textId="77777777" w:rsidR="0023336A" w:rsidRDefault="002333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тысяч рублей</w:t>
            </w:r>
          </w:p>
        </w:tc>
        <w:tc>
          <w:tcPr>
            <w:tcW w:w="18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14:paraId="0D4A0BB6" w14:textId="30027B2F" w:rsidR="0023336A" w:rsidRDefault="003473A0" w:rsidP="003473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13731,00</w:t>
            </w:r>
          </w:p>
        </w:tc>
        <w:tc>
          <w:tcPr>
            <w:tcW w:w="20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14:paraId="6CAFFB37" w14:textId="23593472" w:rsidR="0023336A" w:rsidRDefault="003473A0" w:rsidP="003473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10998,00</w:t>
            </w:r>
          </w:p>
        </w:tc>
        <w:tc>
          <w:tcPr>
            <w:tcW w:w="976" w:type="dxa"/>
            <w:gridSpan w:val="3"/>
            <w:noWrap/>
            <w:vAlign w:val="bottom"/>
            <w:hideMark/>
          </w:tcPr>
          <w:p w14:paraId="36454C5D" w14:textId="77777777" w:rsidR="0023336A" w:rsidRDefault="0023336A">
            <w:pPr>
              <w:rPr>
                <w:sz w:val="20"/>
                <w:szCs w:val="20"/>
              </w:rPr>
            </w:pPr>
          </w:p>
        </w:tc>
      </w:tr>
      <w:tr w:rsidR="0023336A" w14:paraId="67168718" w14:textId="77777777" w:rsidTr="0023336A">
        <w:trPr>
          <w:trHeight w:val="705"/>
        </w:trPr>
        <w:tc>
          <w:tcPr>
            <w:tcW w:w="48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8DAD89" w14:textId="77777777" w:rsidR="0023336A" w:rsidRDefault="002333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Долгосрочная дебиторская задолженность 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1E474699" w14:textId="77777777" w:rsidR="0023336A" w:rsidRDefault="002333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тысяч рублей</w:t>
            </w:r>
          </w:p>
        </w:tc>
        <w:tc>
          <w:tcPr>
            <w:tcW w:w="182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14:paraId="2F6C2FA7" w14:textId="1A2F1311" w:rsidR="0023336A" w:rsidRDefault="003473A0" w:rsidP="003473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125,00</w:t>
            </w:r>
          </w:p>
        </w:tc>
        <w:tc>
          <w:tcPr>
            <w:tcW w:w="20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14:paraId="646CEBDD" w14:textId="692B0773" w:rsidR="0023336A" w:rsidRDefault="003473A0" w:rsidP="003473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143,00</w:t>
            </w:r>
          </w:p>
        </w:tc>
        <w:tc>
          <w:tcPr>
            <w:tcW w:w="976" w:type="dxa"/>
            <w:gridSpan w:val="3"/>
            <w:noWrap/>
            <w:vAlign w:val="bottom"/>
            <w:hideMark/>
          </w:tcPr>
          <w:p w14:paraId="41A16117" w14:textId="77777777" w:rsidR="0023336A" w:rsidRDefault="0023336A">
            <w:pPr>
              <w:rPr>
                <w:sz w:val="20"/>
                <w:szCs w:val="20"/>
              </w:rPr>
            </w:pPr>
          </w:p>
        </w:tc>
      </w:tr>
      <w:tr w:rsidR="0023336A" w14:paraId="353409CE" w14:textId="77777777" w:rsidTr="003473A0">
        <w:trPr>
          <w:trHeight w:val="705"/>
        </w:trPr>
        <w:tc>
          <w:tcPr>
            <w:tcW w:w="48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499874" w14:textId="77777777" w:rsidR="0023336A" w:rsidRDefault="002333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Долгосрочные обязательства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306A9A32" w14:textId="77777777" w:rsidR="0023336A" w:rsidRDefault="002333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тысяч рублей</w:t>
            </w:r>
          </w:p>
        </w:tc>
        <w:tc>
          <w:tcPr>
            <w:tcW w:w="182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14:paraId="04AA33E7" w14:textId="1B3490C8" w:rsidR="0023336A" w:rsidRDefault="003473A0" w:rsidP="003473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1640,00</w:t>
            </w:r>
          </w:p>
        </w:tc>
        <w:tc>
          <w:tcPr>
            <w:tcW w:w="20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14:paraId="1095E031" w14:textId="33814DE5" w:rsidR="0023336A" w:rsidRDefault="003473A0" w:rsidP="003473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2056,00</w:t>
            </w:r>
          </w:p>
        </w:tc>
        <w:tc>
          <w:tcPr>
            <w:tcW w:w="976" w:type="dxa"/>
            <w:gridSpan w:val="3"/>
            <w:noWrap/>
            <w:vAlign w:val="bottom"/>
            <w:hideMark/>
          </w:tcPr>
          <w:p w14:paraId="60C65EE9" w14:textId="77777777" w:rsidR="0023336A" w:rsidRDefault="0023336A">
            <w:pPr>
              <w:rPr>
                <w:sz w:val="20"/>
                <w:szCs w:val="20"/>
              </w:rPr>
            </w:pPr>
          </w:p>
        </w:tc>
      </w:tr>
      <w:tr w:rsidR="0023336A" w14:paraId="26B76EEB" w14:textId="77777777" w:rsidTr="003473A0">
        <w:trPr>
          <w:trHeight w:val="705"/>
        </w:trPr>
        <w:tc>
          <w:tcPr>
            <w:tcW w:w="48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68F2AA" w14:textId="77777777" w:rsidR="0023336A" w:rsidRDefault="0023336A">
            <w:pPr>
              <w:rPr>
                <w:b/>
                <w:bCs/>
              </w:rPr>
            </w:pPr>
            <w:r>
              <w:rPr>
                <w:b/>
                <w:bCs/>
              </w:rPr>
              <w:t>8. Среднесписочная численность работающих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5D321A87" w14:textId="77777777" w:rsidR="0023336A" w:rsidRDefault="002333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человек</w:t>
            </w:r>
          </w:p>
        </w:tc>
        <w:tc>
          <w:tcPr>
            <w:tcW w:w="182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14:paraId="6630A4C7" w14:textId="75949E97" w:rsidR="0023336A" w:rsidRDefault="003473A0" w:rsidP="003473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128</w:t>
            </w:r>
          </w:p>
        </w:tc>
        <w:tc>
          <w:tcPr>
            <w:tcW w:w="20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14:paraId="732E4A2B" w14:textId="0D8B4715" w:rsidR="0023336A" w:rsidRDefault="003473A0" w:rsidP="003473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</w:t>
            </w:r>
          </w:p>
        </w:tc>
        <w:tc>
          <w:tcPr>
            <w:tcW w:w="976" w:type="dxa"/>
            <w:gridSpan w:val="3"/>
            <w:noWrap/>
            <w:vAlign w:val="bottom"/>
            <w:hideMark/>
          </w:tcPr>
          <w:p w14:paraId="51E058B1" w14:textId="77777777" w:rsidR="0023336A" w:rsidRDefault="0023336A">
            <w:pPr>
              <w:rPr>
                <w:sz w:val="20"/>
                <w:szCs w:val="20"/>
              </w:rPr>
            </w:pPr>
          </w:p>
        </w:tc>
      </w:tr>
      <w:tr w:rsidR="0023336A" w14:paraId="12228B04" w14:textId="77777777" w:rsidTr="0023336A">
        <w:trPr>
          <w:trHeight w:val="255"/>
        </w:trPr>
        <w:tc>
          <w:tcPr>
            <w:tcW w:w="4855" w:type="dxa"/>
            <w:gridSpan w:val="2"/>
            <w:noWrap/>
            <w:vAlign w:val="bottom"/>
            <w:hideMark/>
          </w:tcPr>
          <w:p w14:paraId="6627076F" w14:textId="77777777" w:rsidR="0023336A" w:rsidRDefault="0023336A">
            <w:pPr>
              <w:rPr>
                <w:sz w:val="20"/>
                <w:szCs w:val="20"/>
                <w:lang w:val="ru-BY" w:eastAsia="ru-BY"/>
              </w:rPr>
            </w:pPr>
          </w:p>
        </w:tc>
        <w:tc>
          <w:tcPr>
            <w:tcW w:w="1681" w:type="dxa"/>
            <w:noWrap/>
            <w:vAlign w:val="bottom"/>
            <w:hideMark/>
          </w:tcPr>
          <w:p w14:paraId="025513E8" w14:textId="77777777" w:rsidR="0023336A" w:rsidRDefault="0023336A">
            <w:pPr>
              <w:rPr>
                <w:sz w:val="20"/>
                <w:szCs w:val="20"/>
                <w:lang w:val="ru-BY" w:eastAsia="ru-BY"/>
              </w:rPr>
            </w:pPr>
          </w:p>
        </w:tc>
        <w:tc>
          <w:tcPr>
            <w:tcW w:w="1824" w:type="dxa"/>
            <w:gridSpan w:val="3"/>
            <w:noWrap/>
            <w:vAlign w:val="bottom"/>
            <w:hideMark/>
          </w:tcPr>
          <w:p w14:paraId="14E951F2" w14:textId="77777777" w:rsidR="0023336A" w:rsidRDefault="0023336A">
            <w:pPr>
              <w:rPr>
                <w:sz w:val="20"/>
                <w:szCs w:val="20"/>
                <w:lang w:val="ru-BY" w:eastAsia="ru-BY"/>
              </w:rPr>
            </w:pPr>
          </w:p>
        </w:tc>
        <w:tc>
          <w:tcPr>
            <w:tcW w:w="2056" w:type="dxa"/>
            <w:gridSpan w:val="4"/>
            <w:noWrap/>
            <w:vAlign w:val="bottom"/>
            <w:hideMark/>
          </w:tcPr>
          <w:p w14:paraId="55F98044" w14:textId="77777777" w:rsidR="0023336A" w:rsidRDefault="0023336A">
            <w:pPr>
              <w:rPr>
                <w:sz w:val="20"/>
                <w:szCs w:val="20"/>
                <w:lang w:val="ru-BY" w:eastAsia="ru-BY"/>
              </w:rPr>
            </w:pPr>
          </w:p>
        </w:tc>
        <w:tc>
          <w:tcPr>
            <w:tcW w:w="976" w:type="dxa"/>
            <w:gridSpan w:val="3"/>
            <w:noWrap/>
            <w:vAlign w:val="bottom"/>
            <w:hideMark/>
          </w:tcPr>
          <w:p w14:paraId="5FBA88E4" w14:textId="77777777" w:rsidR="0023336A" w:rsidRDefault="0023336A">
            <w:pPr>
              <w:rPr>
                <w:sz w:val="20"/>
                <w:szCs w:val="20"/>
                <w:lang w:val="ru-BY" w:eastAsia="ru-BY"/>
              </w:rPr>
            </w:pPr>
          </w:p>
        </w:tc>
      </w:tr>
      <w:tr w:rsidR="0023336A" w14:paraId="626AD50F" w14:textId="77777777" w:rsidTr="0023336A">
        <w:trPr>
          <w:trHeight w:val="1410"/>
        </w:trPr>
        <w:tc>
          <w:tcPr>
            <w:tcW w:w="10416" w:type="dxa"/>
            <w:gridSpan w:val="10"/>
            <w:vAlign w:val="center"/>
            <w:hideMark/>
          </w:tcPr>
          <w:p w14:paraId="200A960C" w14:textId="77777777" w:rsidR="00501C92" w:rsidRDefault="00501C92">
            <w:pPr>
              <w:rPr>
                <w:b/>
                <w:bCs/>
              </w:rPr>
            </w:pPr>
          </w:p>
          <w:p w14:paraId="523BD96A" w14:textId="505C73A7" w:rsidR="0023336A" w:rsidRDefault="0023336A">
            <w:pPr>
              <w:rPr>
                <w:b/>
                <w:bCs/>
              </w:rPr>
            </w:pPr>
            <w:r>
              <w:rPr>
                <w:b/>
                <w:bCs/>
              </w:rPr>
              <w:t>9. Основные виды продукции или виды деятельности, по которым получено двадцать и более процентов выручки от реализации товаров, продукции, работ, услуг (только в составе годового отчета):</w:t>
            </w:r>
          </w:p>
        </w:tc>
        <w:tc>
          <w:tcPr>
            <w:tcW w:w="976" w:type="dxa"/>
            <w:gridSpan w:val="3"/>
            <w:noWrap/>
            <w:vAlign w:val="bottom"/>
            <w:hideMark/>
          </w:tcPr>
          <w:p w14:paraId="5D10A3DA" w14:textId="77777777" w:rsidR="0023336A" w:rsidRDefault="0023336A">
            <w:pPr>
              <w:rPr>
                <w:b/>
                <w:bCs/>
              </w:rPr>
            </w:pPr>
          </w:p>
        </w:tc>
      </w:tr>
      <w:tr w:rsidR="0023336A" w14:paraId="5A259380" w14:textId="77777777" w:rsidTr="0023336A">
        <w:trPr>
          <w:trHeight w:val="1845"/>
        </w:trPr>
        <w:tc>
          <w:tcPr>
            <w:tcW w:w="10416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14:paraId="377C8BBF" w14:textId="3FCF31D7" w:rsidR="0023336A" w:rsidRDefault="002333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76 %-животноводство, 24%-растениеводство</w:t>
            </w:r>
          </w:p>
        </w:tc>
        <w:tc>
          <w:tcPr>
            <w:tcW w:w="976" w:type="dxa"/>
            <w:gridSpan w:val="3"/>
            <w:noWrap/>
            <w:vAlign w:val="bottom"/>
            <w:hideMark/>
          </w:tcPr>
          <w:p w14:paraId="4009FC6C" w14:textId="77777777" w:rsidR="0023336A" w:rsidRDefault="0023336A">
            <w:pPr>
              <w:rPr>
                <w:sz w:val="18"/>
                <w:szCs w:val="18"/>
              </w:rPr>
            </w:pPr>
          </w:p>
        </w:tc>
      </w:tr>
      <w:tr w:rsidR="0023336A" w14:paraId="68CBF016" w14:textId="77777777" w:rsidTr="0023336A">
        <w:trPr>
          <w:gridAfter w:val="1"/>
          <w:wAfter w:w="732" w:type="dxa"/>
          <w:trHeight w:val="1245"/>
        </w:trPr>
        <w:tc>
          <w:tcPr>
            <w:tcW w:w="10660" w:type="dxa"/>
            <w:gridSpan w:val="12"/>
            <w:vAlign w:val="center"/>
            <w:hideMark/>
          </w:tcPr>
          <w:p w14:paraId="60509E24" w14:textId="77777777" w:rsidR="00A7143F" w:rsidRDefault="00A7143F">
            <w:pPr>
              <w:rPr>
                <w:b/>
                <w:bCs/>
              </w:rPr>
            </w:pPr>
          </w:p>
          <w:p w14:paraId="6E986E4A" w14:textId="2D3EAD95" w:rsidR="0023336A" w:rsidRDefault="0023336A">
            <w:pPr>
              <w:rPr>
                <w:b/>
                <w:bCs/>
              </w:rPr>
            </w:pPr>
            <w:r>
              <w:rPr>
                <w:b/>
                <w:bCs/>
              </w:rPr>
              <w:t>10. Дата проведения годового общего собрания акционеров, на котором утверждался годовой бухгалтерский баланс за отчетный год:</w:t>
            </w:r>
          </w:p>
        </w:tc>
      </w:tr>
      <w:tr w:rsidR="0023336A" w14:paraId="2817FAC5" w14:textId="77777777" w:rsidTr="0023336A">
        <w:trPr>
          <w:gridAfter w:val="1"/>
          <w:wAfter w:w="732" w:type="dxa"/>
          <w:trHeight w:val="555"/>
        </w:trPr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CCFFCC"/>
            <w:vAlign w:val="center"/>
            <w:hideMark/>
          </w:tcPr>
          <w:p w14:paraId="72C668B6" w14:textId="36C6C7CA" w:rsidR="0023336A" w:rsidRDefault="003473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  <w:r w:rsidR="0023336A">
              <w:rPr>
                <w:sz w:val="20"/>
                <w:szCs w:val="20"/>
              </w:rPr>
              <w:t>.03.202</w:t>
            </w:r>
            <w:r>
              <w:rPr>
                <w:sz w:val="20"/>
                <w:szCs w:val="20"/>
              </w:rPr>
              <w:t>5</w:t>
            </w:r>
            <w:r w:rsidR="0023336A">
              <w:rPr>
                <w:sz w:val="20"/>
                <w:szCs w:val="20"/>
              </w:rPr>
              <w:t>г</w:t>
            </w:r>
          </w:p>
        </w:tc>
        <w:tc>
          <w:tcPr>
            <w:tcW w:w="2122" w:type="dxa"/>
            <w:gridSpan w:val="3"/>
            <w:hideMark/>
          </w:tcPr>
          <w:p w14:paraId="40ABFD76" w14:textId="77777777" w:rsidR="0023336A" w:rsidRDefault="0023336A">
            <w:pPr>
              <w:rPr>
                <w:sz w:val="20"/>
                <w:szCs w:val="20"/>
              </w:rPr>
            </w:pPr>
          </w:p>
        </w:tc>
        <w:tc>
          <w:tcPr>
            <w:tcW w:w="1030" w:type="dxa"/>
            <w:hideMark/>
          </w:tcPr>
          <w:p w14:paraId="21276EB6" w14:textId="77777777" w:rsidR="0023336A" w:rsidRDefault="0023336A">
            <w:pPr>
              <w:rPr>
                <w:sz w:val="20"/>
                <w:szCs w:val="20"/>
                <w:lang w:val="ru-BY" w:eastAsia="ru-BY"/>
              </w:rPr>
            </w:pPr>
          </w:p>
        </w:tc>
        <w:tc>
          <w:tcPr>
            <w:tcW w:w="1863" w:type="dxa"/>
            <w:gridSpan w:val="2"/>
            <w:hideMark/>
          </w:tcPr>
          <w:p w14:paraId="00CF039A" w14:textId="77777777" w:rsidR="0023336A" w:rsidRDefault="0023336A">
            <w:pPr>
              <w:rPr>
                <w:sz w:val="20"/>
                <w:szCs w:val="20"/>
                <w:lang w:val="ru-BY" w:eastAsia="ru-BY"/>
              </w:rPr>
            </w:pPr>
          </w:p>
        </w:tc>
        <w:tc>
          <w:tcPr>
            <w:tcW w:w="222" w:type="dxa"/>
            <w:noWrap/>
            <w:vAlign w:val="bottom"/>
            <w:hideMark/>
          </w:tcPr>
          <w:p w14:paraId="20C9E95D" w14:textId="77777777" w:rsidR="0023336A" w:rsidRDefault="0023336A">
            <w:pPr>
              <w:rPr>
                <w:sz w:val="20"/>
                <w:szCs w:val="20"/>
                <w:lang w:val="ru-BY" w:eastAsia="ru-BY"/>
              </w:rPr>
            </w:pPr>
          </w:p>
        </w:tc>
        <w:tc>
          <w:tcPr>
            <w:tcW w:w="222" w:type="dxa"/>
            <w:noWrap/>
            <w:vAlign w:val="bottom"/>
            <w:hideMark/>
          </w:tcPr>
          <w:p w14:paraId="7D0A5406" w14:textId="77777777" w:rsidR="0023336A" w:rsidRDefault="0023336A">
            <w:pPr>
              <w:rPr>
                <w:sz w:val="20"/>
                <w:szCs w:val="20"/>
                <w:lang w:val="ru-BY" w:eastAsia="ru-BY"/>
              </w:rPr>
            </w:pPr>
          </w:p>
        </w:tc>
        <w:tc>
          <w:tcPr>
            <w:tcW w:w="222" w:type="dxa"/>
            <w:gridSpan w:val="2"/>
            <w:noWrap/>
            <w:vAlign w:val="bottom"/>
            <w:hideMark/>
          </w:tcPr>
          <w:p w14:paraId="10465B36" w14:textId="77777777" w:rsidR="0023336A" w:rsidRDefault="0023336A">
            <w:pPr>
              <w:rPr>
                <w:sz w:val="20"/>
                <w:szCs w:val="20"/>
                <w:lang w:val="ru-BY" w:eastAsia="ru-BY"/>
              </w:rPr>
            </w:pPr>
          </w:p>
        </w:tc>
        <w:tc>
          <w:tcPr>
            <w:tcW w:w="222" w:type="dxa"/>
            <w:noWrap/>
            <w:vAlign w:val="bottom"/>
            <w:hideMark/>
          </w:tcPr>
          <w:p w14:paraId="7625ED92" w14:textId="77777777" w:rsidR="0023336A" w:rsidRDefault="0023336A">
            <w:pPr>
              <w:rPr>
                <w:sz w:val="20"/>
                <w:szCs w:val="20"/>
                <w:lang w:val="ru-BY" w:eastAsia="ru-BY"/>
              </w:rPr>
            </w:pPr>
          </w:p>
        </w:tc>
      </w:tr>
      <w:tr w:rsidR="0023336A" w14:paraId="729C7287" w14:textId="77777777" w:rsidTr="0023336A">
        <w:trPr>
          <w:gridAfter w:val="1"/>
          <w:wAfter w:w="732" w:type="dxa"/>
          <w:trHeight w:val="555"/>
        </w:trPr>
        <w:tc>
          <w:tcPr>
            <w:tcW w:w="10660" w:type="dxa"/>
            <w:gridSpan w:val="12"/>
            <w:shd w:val="clear" w:color="auto" w:fill="FFFFFF"/>
            <w:vAlign w:val="center"/>
            <w:hideMark/>
          </w:tcPr>
          <w:p w14:paraId="3AFC0D71" w14:textId="77777777" w:rsidR="0023336A" w:rsidRDefault="0023336A">
            <w:pPr>
              <w:rPr>
                <w:b/>
                <w:bCs/>
              </w:rPr>
            </w:pPr>
            <w:r>
              <w:rPr>
                <w:b/>
                <w:bCs/>
              </w:rPr>
              <w:t>Дата подготовки аудиторского заключения по бухгалтерской (финансовой) отчетности:</w:t>
            </w:r>
          </w:p>
        </w:tc>
      </w:tr>
      <w:tr w:rsidR="0023336A" w14:paraId="339DEAE6" w14:textId="77777777" w:rsidTr="0023336A">
        <w:trPr>
          <w:gridAfter w:val="1"/>
          <w:wAfter w:w="732" w:type="dxa"/>
          <w:trHeight w:val="555"/>
        </w:trPr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14:paraId="76E29402" w14:textId="63E252B5" w:rsidR="0023336A" w:rsidRDefault="00A7143F">
            <w:r>
              <w:t>2</w:t>
            </w:r>
            <w:r w:rsidR="003473A0">
              <w:t>8</w:t>
            </w:r>
            <w:r>
              <w:t>.0</w:t>
            </w:r>
            <w:r w:rsidR="003473A0">
              <w:t>2</w:t>
            </w:r>
            <w:r>
              <w:t>.202</w:t>
            </w:r>
            <w:r w:rsidR="003473A0">
              <w:t>5</w:t>
            </w:r>
            <w:r>
              <w:t xml:space="preserve"> г.</w:t>
            </w:r>
          </w:p>
        </w:tc>
        <w:tc>
          <w:tcPr>
            <w:tcW w:w="2122" w:type="dxa"/>
            <w:gridSpan w:val="3"/>
            <w:hideMark/>
          </w:tcPr>
          <w:p w14:paraId="6D551160" w14:textId="77777777" w:rsidR="0023336A" w:rsidRDefault="0023336A">
            <w:pPr>
              <w:rPr>
                <w:sz w:val="20"/>
                <w:szCs w:val="20"/>
                <w:lang w:val="ru-BY" w:eastAsia="ru-BY"/>
              </w:rPr>
            </w:pPr>
          </w:p>
        </w:tc>
        <w:tc>
          <w:tcPr>
            <w:tcW w:w="1030" w:type="dxa"/>
            <w:hideMark/>
          </w:tcPr>
          <w:p w14:paraId="73888B6E" w14:textId="77777777" w:rsidR="0023336A" w:rsidRDefault="0023336A">
            <w:pPr>
              <w:rPr>
                <w:sz w:val="20"/>
                <w:szCs w:val="20"/>
                <w:lang w:val="ru-BY" w:eastAsia="ru-BY"/>
              </w:rPr>
            </w:pPr>
          </w:p>
        </w:tc>
        <w:tc>
          <w:tcPr>
            <w:tcW w:w="1863" w:type="dxa"/>
            <w:gridSpan w:val="2"/>
            <w:hideMark/>
          </w:tcPr>
          <w:p w14:paraId="5859E908" w14:textId="77777777" w:rsidR="0023336A" w:rsidRDefault="0023336A">
            <w:pPr>
              <w:rPr>
                <w:sz w:val="20"/>
                <w:szCs w:val="20"/>
                <w:lang w:val="ru-BY" w:eastAsia="ru-BY"/>
              </w:rPr>
            </w:pPr>
          </w:p>
        </w:tc>
        <w:tc>
          <w:tcPr>
            <w:tcW w:w="222" w:type="dxa"/>
            <w:noWrap/>
            <w:vAlign w:val="bottom"/>
            <w:hideMark/>
          </w:tcPr>
          <w:p w14:paraId="0C4DAB4E" w14:textId="77777777" w:rsidR="0023336A" w:rsidRDefault="0023336A">
            <w:pPr>
              <w:rPr>
                <w:sz w:val="20"/>
                <w:szCs w:val="20"/>
                <w:lang w:val="ru-BY" w:eastAsia="ru-BY"/>
              </w:rPr>
            </w:pPr>
          </w:p>
        </w:tc>
        <w:tc>
          <w:tcPr>
            <w:tcW w:w="222" w:type="dxa"/>
            <w:noWrap/>
            <w:vAlign w:val="bottom"/>
            <w:hideMark/>
          </w:tcPr>
          <w:p w14:paraId="1AB1892F" w14:textId="77777777" w:rsidR="0023336A" w:rsidRDefault="0023336A">
            <w:pPr>
              <w:rPr>
                <w:sz w:val="20"/>
                <w:szCs w:val="20"/>
                <w:lang w:val="ru-BY" w:eastAsia="ru-BY"/>
              </w:rPr>
            </w:pPr>
          </w:p>
        </w:tc>
        <w:tc>
          <w:tcPr>
            <w:tcW w:w="222" w:type="dxa"/>
            <w:gridSpan w:val="2"/>
            <w:noWrap/>
            <w:vAlign w:val="bottom"/>
            <w:hideMark/>
          </w:tcPr>
          <w:p w14:paraId="27E88C3E" w14:textId="77777777" w:rsidR="0023336A" w:rsidRDefault="0023336A">
            <w:pPr>
              <w:rPr>
                <w:sz w:val="20"/>
                <w:szCs w:val="20"/>
                <w:lang w:val="ru-BY" w:eastAsia="ru-BY"/>
              </w:rPr>
            </w:pPr>
          </w:p>
        </w:tc>
        <w:tc>
          <w:tcPr>
            <w:tcW w:w="222" w:type="dxa"/>
            <w:noWrap/>
            <w:vAlign w:val="bottom"/>
            <w:hideMark/>
          </w:tcPr>
          <w:p w14:paraId="1F58FAE5" w14:textId="77777777" w:rsidR="0023336A" w:rsidRDefault="0023336A">
            <w:pPr>
              <w:rPr>
                <w:sz w:val="20"/>
                <w:szCs w:val="20"/>
                <w:lang w:val="ru-BY" w:eastAsia="ru-BY"/>
              </w:rPr>
            </w:pPr>
          </w:p>
        </w:tc>
      </w:tr>
      <w:tr w:rsidR="0023336A" w14:paraId="3317069E" w14:textId="77777777" w:rsidTr="0023336A">
        <w:trPr>
          <w:gridAfter w:val="1"/>
          <w:wAfter w:w="732" w:type="dxa"/>
          <w:trHeight w:val="1350"/>
        </w:trPr>
        <w:tc>
          <w:tcPr>
            <w:tcW w:w="10660" w:type="dxa"/>
            <w:gridSpan w:val="12"/>
            <w:shd w:val="clear" w:color="auto" w:fill="FFFFFF"/>
            <w:vAlign w:val="center"/>
            <w:hideMark/>
          </w:tcPr>
          <w:p w14:paraId="4C494CE0" w14:textId="77777777" w:rsidR="0023336A" w:rsidRDefault="0023336A">
            <w:pPr>
              <w:rPr>
                <w:b/>
                <w:bCs/>
              </w:rPr>
            </w:pPr>
            <w:r>
              <w:rPr>
                <w:b/>
                <w:bCs/>
              </w:rPr>
              <w:t>Наименование аудиторской организации (фамилия, собственное имя, отчество (если таковое имеется) индивидуального предпринимателя), местонахождение (место жительства), дата государственной регистрации, регистрационный номер в Едином государственном регистре юридических лиц и индивидуальных предпринимателей:</w:t>
            </w:r>
          </w:p>
        </w:tc>
      </w:tr>
      <w:tr w:rsidR="0023336A" w14:paraId="761282EE" w14:textId="77777777" w:rsidTr="0023336A">
        <w:trPr>
          <w:gridAfter w:val="1"/>
          <w:wAfter w:w="732" w:type="dxa"/>
          <w:trHeight w:val="1545"/>
        </w:trPr>
        <w:tc>
          <w:tcPr>
            <w:tcW w:w="1066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CCFFCC"/>
            <w:vAlign w:val="center"/>
            <w:hideMark/>
          </w:tcPr>
          <w:p w14:paraId="15659BB1" w14:textId="77777777" w:rsidR="0023336A" w:rsidRDefault="002333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ИП Березка Ирина Анатольевна; местонахождение: 220018, </w:t>
            </w:r>
            <w:proofErr w:type="spellStart"/>
            <w:r>
              <w:rPr>
                <w:sz w:val="20"/>
                <w:szCs w:val="20"/>
              </w:rPr>
              <w:t>г.Минск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ул.Одинцова</w:t>
            </w:r>
            <w:proofErr w:type="spellEnd"/>
            <w:r>
              <w:rPr>
                <w:sz w:val="20"/>
                <w:szCs w:val="20"/>
              </w:rPr>
              <w:t>, д.7, кВ.135, УНП 192023084</w:t>
            </w:r>
          </w:p>
        </w:tc>
      </w:tr>
      <w:tr w:rsidR="0023336A" w14:paraId="0F6198A7" w14:textId="77777777" w:rsidTr="0023336A">
        <w:trPr>
          <w:gridAfter w:val="1"/>
          <w:wAfter w:w="732" w:type="dxa"/>
          <w:trHeight w:val="555"/>
        </w:trPr>
        <w:tc>
          <w:tcPr>
            <w:tcW w:w="10660" w:type="dxa"/>
            <w:gridSpan w:val="12"/>
            <w:shd w:val="clear" w:color="auto" w:fill="FFFFFF"/>
            <w:vAlign w:val="center"/>
            <w:hideMark/>
          </w:tcPr>
          <w:p w14:paraId="3F35D60D" w14:textId="77777777" w:rsidR="0023336A" w:rsidRDefault="0023336A">
            <w:pPr>
              <w:rPr>
                <w:b/>
                <w:bCs/>
              </w:rPr>
            </w:pPr>
            <w:r>
              <w:rPr>
                <w:b/>
                <w:bCs/>
              </w:rPr>
              <w:t>Период, за который проводился аудит:</w:t>
            </w:r>
          </w:p>
        </w:tc>
      </w:tr>
      <w:tr w:rsidR="0023336A" w14:paraId="19DC6B62" w14:textId="77777777" w:rsidTr="0023336A">
        <w:trPr>
          <w:gridAfter w:val="1"/>
          <w:wAfter w:w="732" w:type="dxa"/>
          <w:trHeight w:val="555"/>
        </w:trPr>
        <w:tc>
          <w:tcPr>
            <w:tcW w:w="1066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CCFFCC"/>
            <w:vAlign w:val="center"/>
            <w:hideMark/>
          </w:tcPr>
          <w:p w14:paraId="2E29EFAC" w14:textId="1E649023" w:rsidR="0023336A" w:rsidRDefault="002333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</w:t>
            </w:r>
            <w:r w:rsidR="003473A0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г</w:t>
            </w:r>
          </w:p>
        </w:tc>
      </w:tr>
      <w:tr w:rsidR="0023336A" w14:paraId="65D487A1" w14:textId="77777777" w:rsidTr="0023336A">
        <w:trPr>
          <w:gridAfter w:val="1"/>
          <w:wAfter w:w="732" w:type="dxa"/>
          <w:trHeight w:val="960"/>
        </w:trPr>
        <w:tc>
          <w:tcPr>
            <w:tcW w:w="1066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38105689" w14:textId="77777777" w:rsidR="0023336A" w:rsidRDefault="0023336A">
            <w:pPr>
              <w:rPr>
                <w:b/>
                <w:bCs/>
              </w:rPr>
            </w:pPr>
            <w:r>
              <w:rPr>
                <w:b/>
                <w:bCs/>
              </w:rPr>
              <w:t>Аудиторское мнение о достоверности бухгалтерской (финансовой) отчетности, а в случае выявленных нарушений в бухгалтерской (финансовой) отчетности - сведения о данных нарушениях:</w:t>
            </w:r>
          </w:p>
        </w:tc>
      </w:tr>
      <w:tr w:rsidR="0023336A" w14:paraId="0CFBAD59" w14:textId="77777777" w:rsidTr="0023336A">
        <w:trPr>
          <w:gridAfter w:val="1"/>
          <w:wAfter w:w="732" w:type="dxa"/>
          <w:trHeight w:val="1800"/>
        </w:trPr>
        <w:tc>
          <w:tcPr>
            <w:tcW w:w="1066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14:paraId="4B0EFF04" w14:textId="25F82168" w:rsidR="0023336A" w:rsidRPr="0023336A" w:rsidRDefault="0023336A" w:rsidP="0023336A">
            <w:pPr>
              <w:jc w:val="both"/>
            </w:pPr>
            <w:r w:rsidRPr="0023336A">
              <w:t xml:space="preserve">По моему мнению бухгалтерская отчетность  достоверно во всех существенных аспектах отражает финансовое положение ОАО " </w:t>
            </w:r>
            <w:proofErr w:type="spellStart"/>
            <w:r w:rsidRPr="0023336A">
              <w:t>Жатерево</w:t>
            </w:r>
            <w:proofErr w:type="spellEnd"/>
            <w:r w:rsidRPr="0023336A">
              <w:t>"   по состоянию на 31 декабря 202</w:t>
            </w:r>
            <w:r w:rsidR="003473A0">
              <w:t>4</w:t>
            </w:r>
            <w:r w:rsidRPr="0023336A">
              <w:t xml:space="preserve"> года финансовые результаты его деятельности и изменение его финансового положения, в том числе движения денежных средств за год, закончившийся на указанную дату, в соответствии с законодательства Республики Беларусь .</w:t>
            </w:r>
          </w:p>
          <w:p w14:paraId="25641EBB" w14:textId="6146F100" w:rsidR="0023336A" w:rsidRPr="0023336A" w:rsidRDefault="0023336A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336A" w14:paraId="67952AFA" w14:textId="77777777" w:rsidTr="0023336A">
        <w:trPr>
          <w:gridAfter w:val="1"/>
          <w:wAfter w:w="732" w:type="dxa"/>
          <w:trHeight w:val="855"/>
        </w:trPr>
        <w:tc>
          <w:tcPr>
            <w:tcW w:w="10660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2E35F8C3" w14:textId="77777777" w:rsidR="0023336A" w:rsidRDefault="0023336A">
            <w:pPr>
              <w:rPr>
                <w:b/>
                <w:bCs/>
              </w:rPr>
            </w:pPr>
            <w:r>
              <w:rPr>
                <w:b/>
                <w:bCs/>
              </w:rPr>
              <w:t>Дата и источник опубликования аудиторского заключения по бухгалтерской (финансовой) отчетности в полном объеме:</w:t>
            </w:r>
          </w:p>
        </w:tc>
      </w:tr>
      <w:tr w:rsidR="0023336A" w14:paraId="41612D0E" w14:textId="77777777" w:rsidTr="0023336A">
        <w:trPr>
          <w:gridAfter w:val="1"/>
          <w:wAfter w:w="732" w:type="dxa"/>
          <w:trHeight w:val="510"/>
        </w:trPr>
        <w:tc>
          <w:tcPr>
            <w:tcW w:w="1066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CCFFCC"/>
            <w:vAlign w:val="center"/>
            <w:hideMark/>
          </w:tcPr>
          <w:p w14:paraId="609EA65D" w14:textId="5DB8930C" w:rsidR="0023336A" w:rsidRDefault="002333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ЕПФР-    сайт центрального депозитария-</w:t>
            </w:r>
          </w:p>
        </w:tc>
      </w:tr>
      <w:tr w:rsidR="0023336A" w14:paraId="4C8B863A" w14:textId="77777777" w:rsidTr="0023336A">
        <w:trPr>
          <w:gridAfter w:val="1"/>
          <w:wAfter w:w="732" w:type="dxa"/>
          <w:trHeight w:val="720"/>
        </w:trPr>
        <w:tc>
          <w:tcPr>
            <w:tcW w:w="10660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480A41CF" w14:textId="77777777" w:rsidR="0023336A" w:rsidRDefault="0023336A">
            <w:pPr>
              <w:rPr>
                <w:b/>
                <w:bCs/>
              </w:rPr>
            </w:pPr>
            <w:r>
              <w:rPr>
                <w:b/>
                <w:bCs/>
              </w:rPr>
              <w:t>13. Сведения о применении открытым акционерным обществом Свода правил корпоративного поведения (только в составе годового отчета):</w:t>
            </w:r>
          </w:p>
        </w:tc>
      </w:tr>
      <w:tr w:rsidR="0023336A" w14:paraId="3CCA93DB" w14:textId="77777777" w:rsidTr="0023336A">
        <w:trPr>
          <w:gridAfter w:val="1"/>
          <w:wAfter w:w="732" w:type="dxa"/>
          <w:trHeight w:val="1125"/>
        </w:trPr>
        <w:tc>
          <w:tcPr>
            <w:tcW w:w="1066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CCFFCC"/>
            <w:vAlign w:val="center"/>
            <w:hideMark/>
          </w:tcPr>
          <w:p w14:paraId="1FA94BB8" w14:textId="77777777" w:rsidR="0023336A" w:rsidRDefault="002333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применялось</w:t>
            </w:r>
          </w:p>
        </w:tc>
      </w:tr>
      <w:tr w:rsidR="0023336A" w14:paraId="38CF030C" w14:textId="77777777" w:rsidTr="0023336A">
        <w:trPr>
          <w:gridAfter w:val="1"/>
          <w:wAfter w:w="732" w:type="dxa"/>
          <w:trHeight w:val="690"/>
        </w:trPr>
        <w:tc>
          <w:tcPr>
            <w:tcW w:w="10660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4297135F" w14:textId="77777777" w:rsidR="0023336A" w:rsidRDefault="0023336A">
            <w:pPr>
              <w:rPr>
                <w:b/>
                <w:bCs/>
              </w:rPr>
            </w:pPr>
            <w:r>
              <w:rPr>
                <w:b/>
                <w:bCs/>
              </w:rPr>
              <w:t>14. Адрес официального сайта открытого акционерного общества в глобальной компьютерной сети Интернет:</w:t>
            </w:r>
          </w:p>
        </w:tc>
      </w:tr>
    </w:tbl>
    <w:p w14:paraId="78B4AD89" w14:textId="77777777" w:rsidR="0023336A" w:rsidRDefault="0023336A" w:rsidP="0023336A">
      <w:r>
        <w:t>\</w:t>
      </w:r>
    </w:p>
    <w:p w14:paraId="4C46454F" w14:textId="7EDC8B0D" w:rsidR="0023336A" w:rsidRDefault="0023336A" w:rsidP="0023336A">
      <w:pPr>
        <w:autoSpaceDE w:val="0"/>
        <w:autoSpaceDN w:val="0"/>
        <w:adjustRightInd w:val="0"/>
        <w:ind w:firstLine="540"/>
        <w:jc w:val="both"/>
        <w:outlineLvl w:val="0"/>
        <w:rPr>
          <w:b/>
        </w:rPr>
      </w:pPr>
    </w:p>
    <w:p w14:paraId="6DCF71EC" w14:textId="4A5262D8" w:rsidR="0023336A" w:rsidRDefault="0023336A" w:rsidP="0023336A">
      <w:pPr>
        <w:autoSpaceDE w:val="0"/>
        <w:autoSpaceDN w:val="0"/>
        <w:adjustRightInd w:val="0"/>
        <w:ind w:firstLine="540"/>
        <w:jc w:val="both"/>
        <w:outlineLvl w:val="0"/>
        <w:rPr>
          <w:b/>
        </w:rPr>
      </w:pPr>
    </w:p>
    <w:p w14:paraId="55A6D8E7" w14:textId="7CDBE6FD" w:rsidR="0023336A" w:rsidRDefault="0023336A" w:rsidP="0023336A">
      <w:pPr>
        <w:autoSpaceDE w:val="0"/>
        <w:autoSpaceDN w:val="0"/>
        <w:adjustRightInd w:val="0"/>
        <w:ind w:firstLine="540"/>
        <w:jc w:val="both"/>
        <w:outlineLvl w:val="0"/>
        <w:rPr>
          <w:b/>
        </w:rPr>
      </w:pPr>
    </w:p>
    <w:p w14:paraId="1B396648" w14:textId="0415A111" w:rsidR="0023336A" w:rsidRDefault="0023336A" w:rsidP="0023336A">
      <w:pPr>
        <w:autoSpaceDE w:val="0"/>
        <w:autoSpaceDN w:val="0"/>
        <w:adjustRightInd w:val="0"/>
        <w:ind w:firstLine="540"/>
        <w:jc w:val="both"/>
        <w:outlineLvl w:val="0"/>
        <w:rPr>
          <w:b/>
        </w:rPr>
      </w:pPr>
    </w:p>
    <w:p w14:paraId="4CD0B289" w14:textId="7D5E15CC" w:rsidR="0023336A" w:rsidRDefault="0023336A" w:rsidP="0023336A">
      <w:pPr>
        <w:autoSpaceDE w:val="0"/>
        <w:autoSpaceDN w:val="0"/>
        <w:adjustRightInd w:val="0"/>
        <w:ind w:firstLine="540"/>
        <w:jc w:val="both"/>
        <w:outlineLvl w:val="0"/>
        <w:rPr>
          <w:b/>
        </w:rPr>
      </w:pPr>
    </w:p>
    <w:p w14:paraId="1D771FC2" w14:textId="7E0A17A3" w:rsidR="0023336A" w:rsidRDefault="0023336A" w:rsidP="0023336A">
      <w:pPr>
        <w:autoSpaceDE w:val="0"/>
        <w:autoSpaceDN w:val="0"/>
        <w:adjustRightInd w:val="0"/>
        <w:ind w:firstLine="540"/>
        <w:jc w:val="both"/>
        <w:outlineLvl w:val="0"/>
        <w:rPr>
          <w:b/>
        </w:rPr>
      </w:pPr>
    </w:p>
    <w:p w14:paraId="6439B0F6" w14:textId="1446CB2D" w:rsidR="0023336A" w:rsidRDefault="0023336A" w:rsidP="0023336A">
      <w:pPr>
        <w:autoSpaceDE w:val="0"/>
        <w:autoSpaceDN w:val="0"/>
        <w:adjustRightInd w:val="0"/>
        <w:ind w:firstLine="540"/>
        <w:jc w:val="both"/>
        <w:outlineLvl w:val="0"/>
        <w:rPr>
          <w:b/>
        </w:rPr>
      </w:pPr>
    </w:p>
    <w:p w14:paraId="2C5966DF" w14:textId="77777777" w:rsidR="003473A0" w:rsidRDefault="0023336A" w:rsidP="0023336A">
      <w:pPr>
        <w:pStyle w:val="ConsPlusTitle"/>
        <w:outlineLvl w:val="0"/>
        <w:rPr>
          <w:lang w:val="be-BY"/>
        </w:rPr>
      </w:pPr>
      <w:r>
        <w:rPr>
          <w:lang w:val="be-BY"/>
        </w:rPr>
        <w:lastRenderedPageBreak/>
        <w:t xml:space="preserve">                                                           </w:t>
      </w:r>
    </w:p>
    <w:p w14:paraId="455F8932" w14:textId="77777777" w:rsidR="003473A0" w:rsidRDefault="003473A0" w:rsidP="0023336A">
      <w:pPr>
        <w:pStyle w:val="ConsPlusTitle"/>
        <w:outlineLvl w:val="0"/>
        <w:rPr>
          <w:lang w:val="be-BY"/>
        </w:rPr>
      </w:pPr>
    </w:p>
    <w:p w14:paraId="2D358636" w14:textId="77777777" w:rsidR="003473A0" w:rsidRDefault="003473A0" w:rsidP="0023336A">
      <w:pPr>
        <w:pStyle w:val="ConsPlusTitle"/>
        <w:outlineLvl w:val="0"/>
        <w:rPr>
          <w:lang w:val="be-BY"/>
        </w:rPr>
      </w:pPr>
    </w:p>
    <w:p w14:paraId="065DCC41" w14:textId="77777777" w:rsidR="003473A0" w:rsidRDefault="003473A0" w:rsidP="0023336A">
      <w:pPr>
        <w:pStyle w:val="ConsPlusTitle"/>
        <w:outlineLvl w:val="0"/>
        <w:rPr>
          <w:lang w:val="be-BY"/>
        </w:rPr>
      </w:pPr>
    </w:p>
    <w:p w14:paraId="543E2A4A" w14:textId="629F2837" w:rsidR="0023336A" w:rsidRDefault="003473A0" w:rsidP="0023336A">
      <w:pPr>
        <w:pStyle w:val="ConsPlusTitle"/>
        <w:outlineLvl w:val="0"/>
        <w:rPr>
          <w:sz w:val="24"/>
          <w:szCs w:val="24"/>
        </w:rPr>
      </w:pPr>
      <w:r>
        <w:rPr>
          <w:lang w:val="be-BY"/>
        </w:rPr>
        <w:t xml:space="preserve">                                                                   </w:t>
      </w:r>
      <w:r w:rsidR="0023336A">
        <w:rPr>
          <w:sz w:val="24"/>
          <w:szCs w:val="24"/>
        </w:rPr>
        <w:t>АУДИТОРСКОЕ ЗАКЛЮЧЕНИЕ</w:t>
      </w:r>
    </w:p>
    <w:p w14:paraId="6FE94873" w14:textId="77777777" w:rsidR="0023336A" w:rsidRDefault="0023336A" w:rsidP="0023336A">
      <w:pPr>
        <w:pStyle w:val="ConsPlusTitle"/>
        <w:jc w:val="center"/>
        <w:rPr>
          <w:sz w:val="24"/>
          <w:szCs w:val="24"/>
        </w:rPr>
      </w:pPr>
      <w:r>
        <w:rPr>
          <w:sz w:val="24"/>
          <w:szCs w:val="24"/>
        </w:rPr>
        <w:t>ПО БУХГАЛТЕРСКОЙ</w:t>
      </w:r>
      <w:r>
        <w:rPr>
          <w:sz w:val="24"/>
          <w:szCs w:val="24"/>
          <w:lang w:val="be-BY"/>
        </w:rPr>
        <w:t>(ФИНАНСОВОЙ)</w:t>
      </w:r>
      <w:r>
        <w:rPr>
          <w:sz w:val="24"/>
          <w:szCs w:val="24"/>
        </w:rPr>
        <w:t xml:space="preserve"> ОТЧЕТНОСТИ</w:t>
      </w:r>
    </w:p>
    <w:p w14:paraId="638D4F5F" w14:textId="77777777" w:rsidR="0023336A" w:rsidRDefault="0023336A" w:rsidP="0023336A">
      <w:pPr>
        <w:pStyle w:val="ConsPlusTitle"/>
        <w:jc w:val="center"/>
        <w:rPr>
          <w:rFonts w:ascii="Times New Roman CYR" w:hAnsi="Times New Roman CYR" w:cs="Times New Roman CYR"/>
          <w:bCs w:val="0"/>
          <w:sz w:val="24"/>
          <w:szCs w:val="24"/>
        </w:rPr>
      </w:pPr>
      <w:r>
        <w:rPr>
          <w:rFonts w:ascii="Times New Roman CYR" w:hAnsi="Times New Roman CYR" w:cs="Times New Roman CYR"/>
          <w:bCs w:val="0"/>
          <w:sz w:val="24"/>
          <w:szCs w:val="24"/>
        </w:rPr>
        <w:t xml:space="preserve">ОТКРЫТОГО АКЦИОНЕРНОГО ОБЩЕСТВА </w:t>
      </w:r>
    </w:p>
    <w:p w14:paraId="3F2AE96C" w14:textId="77777777" w:rsidR="0023336A" w:rsidRDefault="0023336A" w:rsidP="0023336A">
      <w:pPr>
        <w:pStyle w:val="ConsPlusTitle"/>
        <w:jc w:val="center"/>
        <w:rPr>
          <w:sz w:val="24"/>
          <w:szCs w:val="24"/>
        </w:rPr>
      </w:pPr>
      <w:r>
        <w:rPr>
          <w:rFonts w:ascii="Times New Roman CYR" w:hAnsi="Times New Roman CYR" w:cs="Times New Roman CYR"/>
          <w:bCs w:val="0"/>
          <w:sz w:val="24"/>
          <w:szCs w:val="24"/>
        </w:rPr>
        <w:t>"</w:t>
      </w:r>
      <w:proofErr w:type="spellStart"/>
      <w:r>
        <w:rPr>
          <w:rFonts w:ascii="Times New Roman CYR" w:hAnsi="Times New Roman CYR" w:cs="Times New Roman CYR"/>
          <w:bCs w:val="0"/>
          <w:sz w:val="24"/>
          <w:szCs w:val="24"/>
        </w:rPr>
        <w:t>Жатерево</w:t>
      </w:r>
      <w:proofErr w:type="spellEnd"/>
      <w:r>
        <w:rPr>
          <w:rFonts w:ascii="Times New Roman CYR" w:hAnsi="Times New Roman CYR" w:cs="Times New Roman CYR"/>
          <w:bCs w:val="0"/>
          <w:sz w:val="24"/>
          <w:szCs w:val="24"/>
        </w:rPr>
        <w:t>"</w:t>
      </w:r>
    </w:p>
    <w:p w14:paraId="6C499C03" w14:textId="32F40CA4" w:rsidR="0023336A" w:rsidRDefault="0023336A" w:rsidP="0023336A">
      <w:pPr>
        <w:pStyle w:val="ConsPlusTitle"/>
        <w:jc w:val="center"/>
        <w:rPr>
          <w:sz w:val="24"/>
          <w:szCs w:val="24"/>
        </w:rPr>
      </w:pPr>
      <w:r>
        <w:rPr>
          <w:sz w:val="24"/>
          <w:szCs w:val="24"/>
        </w:rPr>
        <w:t>ЗА ПЕРИОД 202</w:t>
      </w:r>
      <w:r w:rsidR="00447072">
        <w:rPr>
          <w:sz w:val="24"/>
          <w:szCs w:val="24"/>
          <w:lang w:val="be-BY"/>
        </w:rPr>
        <w:t>4</w:t>
      </w:r>
      <w:r>
        <w:rPr>
          <w:sz w:val="24"/>
          <w:szCs w:val="24"/>
        </w:rPr>
        <w:t xml:space="preserve"> год</w:t>
      </w:r>
    </w:p>
    <w:p w14:paraId="5EF31FBD" w14:textId="77777777" w:rsidR="0023336A" w:rsidRDefault="0023336A" w:rsidP="0023336A">
      <w:pPr>
        <w:autoSpaceDE w:val="0"/>
        <w:autoSpaceDN w:val="0"/>
        <w:adjustRightInd w:val="0"/>
        <w:ind w:firstLine="540"/>
        <w:jc w:val="both"/>
        <w:outlineLvl w:val="0"/>
        <w:rPr>
          <w:b/>
        </w:rPr>
      </w:pPr>
    </w:p>
    <w:p w14:paraId="30159138" w14:textId="77777777" w:rsidR="0023336A" w:rsidRDefault="0023336A" w:rsidP="0023336A">
      <w:pPr>
        <w:autoSpaceDE w:val="0"/>
        <w:autoSpaceDN w:val="0"/>
        <w:adjustRightInd w:val="0"/>
        <w:ind w:firstLine="540"/>
        <w:jc w:val="both"/>
        <w:outlineLvl w:val="0"/>
        <w:rPr>
          <w:b/>
        </w:rPr>
      </w:pPr>
    </w:p>
    <w:p w14:paraId="4670D8FA" w14:textId="77777777" w:rsidR="0023336A" w:rsidRDefault="0023336A" w:rsidP="0023336A">
      <w:pPr>
        <w:autoSpaceDE w:val="0"/>
        <w:autoSpaceDN w:val="0"/>
        <w:adjustRightInd w:val="0"/>
        <w:jc w:val="both"/>
        <w:outlineLvl w:val="0"/>
        <w:rPr>
          <w:b/>
        </w:rPr>
      </w:pPr>
    </w:p>
    <w:p w14:paraId="7240BB2B" w14:textId="77777777" w:rsidR="0023336A" w:rsidRDefault="0023336A" w:rsidP="0023336A">
      <w:pPr>
        <w:autoSpaceDE w:val="0"/>
        <w:autoSpaceDN w:val="0"/>
        <w:adjustRightInd w:val="0"/>
        <w:ind w:firstLine="709"/>
        <w:jc w:val="both"/>
      </w:pPr>
      <w:r>
        <w:t xml:space="preserve">Директору управляющей организации </w:t>
      </w:r>
      <w:proofErr w:type="spellStart"/>
      <w:r>
        <w:t>Дударевичу</w:t>
      </w:r>
      <w:proofErr w:type="spellEnd"/>
      <w:r>
        <w:t xml:space="preserve"> Александру Дмитриевичу, действующему на основании дополнительного соглашения № 1 к договору возмездного оказания услуг по управлению организацией (выполнение функций управляющей организации, полномочий исполнительного органа) № 1 от 30.03.2021 г.</w:t>
      </w:r>
    </w:p>
    <w:p w14:paraId="38596459" w14:textId="77777777" w:rsidR="0023336A" w:rsidRDefault="0023336A" w:rsidP="0023336A">
      <w:pPr>
        <w:autoSpaceDE w:val="0"/>
        <w:autoSpaceDN w:val="0"/>
        <w:adjustRightInd w:val="0"/>
        <w:ind w:firstLine="709"/>
        <w:jc w:val="both"/>
        <w:outlineLvl w:val="0"/>
        <w:rPr>
          <w:b/>
        </w:rPr>
      </w:pPr>
      <w:r>
        <w:rPr>
          <w:b/>
        </w:rPr>
        <w:t xml:space="preserve">                                Аудируемое мнение</w:t>
      </w:r>
    </w:p>
    <w:p w14:paraId="586B6A65" w14:textId="77777777" w:rsidR="0023336A" w:rsidRDefault="0023336A" w:rsidP="0023336A">
      <w:pPr>
        <w:autoSpaceDE w:val="0"/>
        <w:autoSpaceDN w:val="0"/>
        <w:adjustRightInd w:val="0"/>
        <w:jc w:val="both"/>
      </w:pPr>
      <w:r>
        <w:t xml:space="preserve">      Мной проведен   аудит бухгалтерской отчетности ОАО "</w:t>
      </w:r>
      <w:proofErr w:type="spellStart"/>
      <w:r>
        <w:t>Жатерево</w:t>
      </w:r>
      <w:proofErr w:type="spellEnd"/>
      <w:r>
        <w:t xml:space="preserve">", юридический адрес 222695, Минская область, </w:t>
      </w:r>
      <w:proofErr w:type="spellStart"/>
      <w:r>
        <w:t>Столбцовский</w:t>
      </w:r>
      <w:proofErr w:type="spellEnd"/>
      <w:r>
        <w:t xml:space="preserve"> район, </w:t>
      </w:r>
      <w:proofErr w:type="spellStart"/>
      <w:r>
        <w:t>аг.Горки</w:t>
      </w:r>
      <w:proofErr w:type="spellEnd"/>
      <w:r>
        <w:t xml:space="preserve">, </w:t>
      </w:r>
      <w:proofErr w:type="spellStart"/>
      <w:r>
        <w:t>ул.Я.Коласа</w:t>
      </w:r>
      <w:proofErr w:type="spellEnd"/>
      <w:r>
        <w:t>, №10-А. Зарегистрировано решением Минского облисполкома, свидетельство о государственной регистрации №0001963 выдано 28.01.2011 г. В Едином государственном регистре юридических лиц и индивидуальных предпринимателей за №600014432.</w:t>
      </w:r>
    </w:p>
    <w:p w14:paraId="2BDD8A25" w14:textId="77777777" w:rsidR="0023336A" w:rsidRDefault="0023336A" w:rsidP="0023336A">
      <w:r>
        <w:t>Состоящей из бухгалтерского баланса по состоянию на 31 декабря 2023 года, отчета о прибылях и убытках, отчета об изменении собственного капитала, отчета о движении денежных средств за год, закончившийся на указанную дату, а также примечаний к бухгалтерской отчетности.</w:t>
      </w:r>
    </w:p>
    <w:p w14:paraId="6D098508" w14:textId="47EED1CD" w:rsidR="0023336A" w:rsidRDefault="0023336A" w:rsidP="0023336A">
      <w:r>
        <w:t xml:space="preserve">     По моему мнению, прилагаемая бухгалтерская отчетность достоверно во всех существенных аспектах отражает финансовое положение ОАО «</w:t>
      </w:r>
      <w:proofErr w:type="spellStart"/>
      <w:r>
        <w:t>Жатерево</w:t>
      </w:r>
      <w:proofErr w:type="spellEnd"/>
      <w:r>
        <w:t>» по состоянию на 31 декабря 202</w:t>
      </w:r>
      <w:r w:rsidR="003473A0">
        <w:t>4</w:t>
      </w:r>
      <w:r>
        <w:t xml:space="preserve"> года, финансовые результаты его деятельности и изменение его финансового положения, в том числе движение денежных средств за год, закончившийся на указанную дату, в соответствии с законодательством Республики Беларусь.</w:t>
      </w:r>
    </w:p>
    <w:p w14:paraId="21416AB6" w14:textId="77777777" w:rsidR="0023336A" w:rsidRDefault="0023336A" w:rsidP="0023336A">
      <w:pPr>
        <w:ind w:firstLine="709"/>
      </w:pPr>
    </w:p>
    <w:p w14:paraId="65A783AF" w14:textId="77777777" w:rsidR="0023336A" w:rsidRDefault="0023336A" w:rsidP="0023336A">
      <w:pPr>
        <w:ind w:firstLine="709"/>
      </w:pPr>
    </w:p>
    <w:p w14:paraId="6673B9EC" w14:textId="77777777" w:rsidR="0023336A" w:rsidRDefault="0023336A" w:rsidP="0023336A">
      <w:pPr>
        <w:pStyle w:val="ConsPlusTitle"/>
        <w:jc w:val="center"/>
        <w:outlineLvl w:val="0"/>
        <w:rPr>
          <w:sz w:val="24"/>
          <w:szCs w:val="24"/>
        </w:rPr>
      </w:pPr>
      <w:r>
        <w:rPr>
          <w:sz w:val="24"/>
          <w:szCs w:val="24"/>
        </w:rPr>
        <w:t>Основание для выражения аудиторского мнения</w:t>
      </w:r>
    </w:p>
    <w:p w14:paraId="00B07B6A" w14:textId="77777777" w:rsidR="0023336A" w:rsidRDefault="0023336A" w:rsidP="0023336A">
      <w:pPr>
        <w:pStyle w:val="ConsPlusTitle"/>
        <w:jc w:val="center"/>
        <w:outlineLvl w:val="0"/>
        <w:rPr>
          <w:sz w:val="24"/>
          <w:szCs w:val="24"/>
          <w:highlight w:val="yellow"/>
        </w:rPr>
      </w:pPr>
    </w:p>
    <w:p w14:paraId="0D7B3B79" w14:textId="77777777" w:rsidR="0023336A" w:rsidRDefault="0023336A" w:rsidP="0023336A">
      <w:r>
        <w:t xml:space="preserve">     Мной проведен аудит в соответствии с требованиями Закона Республики «Об аудиторской деятельности» и национальных правил аудиторской деятельности. Мои обязанности в соответствии с этими требованиями далее описаны в разделе «Обязанности аудитора- индивидуального предпринимателя по проведению аудита бухгалтерской отчетности» моего аудиторского заключения. Я независима по отношению к ОАО «</w:t>
      </w:r>
      <w:proofErr w:type="spellStart"/>
      <w:r>
        <w:t>Жатерево</w:t>
      </w:r>
      <w:proofErr w:type="spellEnd"/>
      <w:r>
        <w:t xml:space="preserve">» в соответствии с требованиями Закона Республики Беларусь </w:t>
      </w:r>
      <w:proofErr w:type="gramStart"/>
      <w:r>
        <w:t>« Об</w:t>
      </w:r>
      <w:proofErr w:type="gramEnd"/>
      <w:r>
        <w:t xml:space="preserve"> аудиторской деятельности», национальных правил аудиторской деятельности и Кодекса этики профессиональных бухгалтеров, принятого Международной федерацией бухгалтеров, и мной соблюдались прочие принципы профессиональной этики в соответствии с данными требованиями. Я полагаю, что полученные мной аудиторские доказательства являются достаточными и надлежащими, чтобы служить основанием для выражения аудиторского мнения.</w:t>
      </w:r>
    </w:p>
    <w:p w14:paraId="7AED2FD9" w14:textId="77777777" w:rsidR="0023336A" w:rsidRDefault="0023336A" w:rsidP="0023336A">
      <w:pPr>
        <w:autoSpaceDE w:val="0"/>
        <w:autoSpaceDN w:val="0"/>
        <w:adjustRightInd w:val="0"/>
        <w:ind w:firstLine="540"/>
        <w:jc w:val="both"/>
        <w:outlineLvl w:val="0"/>
        <w:rPr>
          <w:b/>
        </w:rPr>
      </w:pPr>
    </w:p>
    <w:sectPr w:rsidR="0023336A" w:rsidSect="004E2391">
      <w:headerReference w:type="default" r:id="rId8"/>
      <w:pgSz w:w="11906" w:h="16838" w:code="9"/>
      <w:pgMar w:top="397" w:right="706" w:bottom="397" w:left="567" w:header="284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33F9B00" w14:textId="77777777" w:rsidR="009D6E05" w:rsidRDefault="009D6E05" w:rsidP="00D868CA">
      <w:r>
        <w:separator/>
      </w:r>
    </w:p>
  </w:endnote>
  <w:endnote w:type="continuationSeparator" w:id="0">
    <w:p w14:paraId="1BBBB0D1" w14:textId="77777777" w:rsidR="009D6E05" w:rsidRDefault="009D6E05" w:rsidP="00D868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3148BBC" w14:textId="77777777" w:rsidR="009D6E05" w:rsidRDefault="009D6E05" w:rsidP="00D868CA">
      <w:r>
        <w:separator/>
      </w:r>
    </w:p>
  </w:footnote>
  <w:footnote w:type="continuationSeparator" w:id="0">
    <w:p w14:paraId="4E0A19F1" w14:textId="77777777" w:rsidR="009D6E05" w:rsidRDefault="009D6E05" w:rsidP="00D868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91CF23" w14:textId="1A0C3255" w:rsidR="009D6E05" w:rsidRPr="00D80BE4" w:rsidRDefault="009D6E05" w:rsidP="00CE4DE8">
    <w:pPr>
      <w:pStyle w:val="a6"/>
      <w:rPr>
        <w:lang w:val="en-US"/>
      </w:rPr>
    </w:pPr>
    <w:r>
      <w:rPr>
        <w:lang w:val="en-US"/>
      </w:rPr>
      <w:t xml:space="preserve">ОАО "ЖАТЕРЕВО", </w:t>
    </w:r>
    <w:bookmarkStart w:id="253" w:name="year2"/>
    <w:bookmarkEnd w:id="253"/>
    <w:r>
      <w:rPr>
        <w:lang w:val="en-US"/>
      </w:rPr>
      <w:t>20</w:t>
    </w:r>
    <w:r>
      <w:t xml:space="preserve">23 </w:t>
    </w:r>
    <w:r>
      <w:rPr>
        <w:lang w:val="en-US"/>
      </w:rPr>
      <w:t>год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3"/>
    <w:multiLevelType w:val="singleLevel"/>
    <w:tmpl w:val="C05E8CE8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FA2E3F"/>
    <w:multiLevelType w:val="hybridMultilevel"/>
    <w:tmpl w:val="9F805780"/>
    <w:lvl w:ilvl="0" w:tplc="58D8D0D8">
      <w:start w:val="200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C35397"/>
    <w:multiLevelType w:val="singleLevel"/>
    <w:tmpl w:val="96B4E49E"/>
    <w:lvl w:ilvl="0">
      <w:start w:val="1"/>
      <w:numFmt w:val="bullet"/>
      <w:lvlText w:val="-"/>
      <w:lvlJc w:val="left"/>
      <w:pPr>
        <w:tabs>
          <w:tab w:val="num" w:pos="465"/>
        </w:tabs>
        <w:ind w:left="465" w:hanging="360"/>
      </w:pPr>
      <w:rPr>
        <w:rFonts w:ascii="Times New Roman" w:hAnsi="Times New Roman" w:hint="default"/>
      </w:rPr>
    </w:lvl>
  </w:abstractNum>
  <w:abstractNum w:abstractNumId="3" w15:restartNumberingAfterBreak="0">
    <w:nsid w:val="031559C8"/>
    <w:multiLevelType w:val="singleLevel"/>
    <w:tmpl w:val="3572D1B6"/>
    <w:lvl w:ilvl="0">
      <w:start w:val="1"/>
      <w:numFmt w:val="decimal"/>
      <w:lvlText w:val="%1."/>
      <w:lvlJc w:val="left"/>
      <w:pPr>
        <w:tabs>
          <w:tab w:val="num" w:pos="-774"/>
        </w:tabs>
        <w:ind w:left="-774" w:hanging="360"/>
      </w:pPr>
      <w:rPr>
        <w:rFonts w:hint="default"/>
      </w:rPr>
    </w:lvl>
  </w:abstractNum>
  <w:abstractNum w:abstractNumId="4" w15:restartNumberingAfterBreak="0">
    <w:nsid w:val="05843AE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099833E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09F23623"/>
    <w:multiLevelType w:val="hybridMultilevel"/>
    <w:tmpl w:val="E28A81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B158F8"/>
    <w:multiLevelType w:val="singleLevel"/>
    <w:tmpl w:val="04190001"/>
    <w:lvl w:ilvl="0">
      <w:start w:val="113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0F2528F7"/>
    <w:multiLevelType w:val="hybridMultilevel"/>
    <w:tmpl w:val="ED5A2850"/>
    <w:lvl w:ilvl="0" w:tplc="CA8E5EB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13BA6C9D"/>
    <w:multiLevelType w:val="hybridMultilevel"/>
    <w:tmpl w:val="3A8EB822"/>
    <w:lvl w:ilvl="0" w:tplc="BF2A3FFC">
      <w:start w:val="1"/>
      <w:numFmt w:val="upperRoman"/>
      <w:lvlText w:val="%1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10" w15:restartNumberingAfterBreak="0">
    <w:nsid w:val="1C063ACD"/>
    <w:multiLevelType w:val="hybridMultilevel"/>
    <w:tmpl w:val="C93A5984"/>
    <w:lvl w:ilvl="0" w:tplc="F84E7F30">
      <w:start w:val="1"/>
      <w:numFmt w:val="upperRoman"/>
      <w:lvlText w:val="%1."/>
      <w:lvlJc w:val="left"/>
      <w:pPr>
        <w:tabs>
          <w:tab w:val="num" w:pos="1386"/>
        </w:tabs>
        <w:ind w:left="1386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6"/>
        </w:tabs>
        <w:ind w:left="174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66"/>
        </w:tabs>
        <w:ind w:left="246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86"/>
        </w:tabs>
        <w:ind w:left="318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6"/>
        </w:tabs>
        <w:ind w:left="390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6"/>
        </w:tabs>
        <w:ind w:left="462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6"/>
        </w:tabs>
        <w:ind w:left="534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6"/>
        </w:tabs>
        <w:ind w:left="606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6"/>
        </w:tabs>
        <w:ind w:left="6786" w:hanging="180"/>
      </w:pPr>
    </w:lvl>
  </w:abstractNum>
  <w:abstractNum w:abstractNumId="11" w15:restartNumberingAfterBreak="0">
    <w:nsid w:val="1C0E032F"/>
    <w:multiLevelType w:val="multilevel"/>
    <w:tmpl w:val="489A8B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C1741F7"/>
    <w:multiLevelType w:val="hybridMultilevel"/>
    <w:tmpl w:val="F932A624"/>
    <w:lvl w:ilvl="0" w:tplc="DFD0C8A4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1544446"/>
    <w:multiLevelType w:val="hybridMultilevel"/>
    <w:tmpl w:val="1A1C10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1FE395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 w15:restartNumberingAfterBreak="0">
    <w:nsid w:val="27A92BD0"/>
    <w:multiLevelType w:val="hybridMultilevel"/>
    <w:tmpl w:val="5ACA8E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88C438D"/>
    <w:multiLevelType w:val="hybridMultilevel"/>
    <w:tmpl w:val="6FF211BE"/>
    <w:lvl w:ilvl="0" w:tplc="E996A93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BAB78CB"/>
    <w:multiLevelType w:val="hybridMultilevel"/>
    <w:tmpl w:val="FF46BA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D4A3CCC"/>
    <w:multiLevelType w:val="hybridMultilevel"/>
    <w:tmpl w:val="C810BE6C"/>
    <w:lvl w:ilvl="0" w:tplc="C7E40F20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C54A2DF2">
      <w:start w:val="1"/>
      <w:numFmt w:val="decimal"/>
      <w:lvlText w:val="%2."/>
      <w:lvlJc w:val="left"/>
      <w:pPr>
        <w:tabs>
          <w:tab w:val="num" w:pos="1920"/>
        </w:tabs>
        <w:ind w:left="1920" w:hanging="360"/>
      </w:pPr>
      <w:rPr>
        <w:rFonts w:hint="default"/>
      </w:rPr>
    </w:lvl>
    <w:lvl w:ilvl="2" w:tplc="293643F6">
      <w:start w:val="1"/>
      <w:numFmt w:val="decimal"/>
      <w:lvlText w:val="%3."/>
      <w:lvlJc w:val="left"/>
      <w:pPr>
        <w:tabs>
          <w:tab w:val="num" w:pos="2820"/>
        </w:tabs>
        <w:ind w:left="282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9" w15:restartNumberingAfterBreak="0">
    <w:nsid w:val="2E203AC5"/>
    <w:multiLevelType w:val="hybridMultilevel"/>
    <w:tmpl w:val="BFE0813A"/>
    <w:lvl w:ilvl="0" w:tplc="C54A2DF2">
      <w:start w:val="1"/>
      <w:numFmt w:val="decimal"/>
      <w:lvlText w:val="%1."/>
      <w:lvlJc w:val="left"/>
      <w:pPr>
        <w:tabs>
          <w:tab w:val="num" w:pos="3480"/>
        </w:tabs>
        <w:ind w:left="3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000"/>
        </w:tabs>
        <w:ind w:left="30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720"/>
        </w:tabs>
        <w:ind w:left="37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440"/>
        </w:tabs>
        <w:ind w:left="44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160"/>
        </w:tabs>
        <w:ind w:left="51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880"/>
        </w:tabs>
        <w:ind w:left="58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600"/>
        </w:tabs>
        <w:ind w:left="66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320"/>
        </w:tabs>
        <w:ind w:left="73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040"/>
        </w:tabs>
        <w:ind w:left="8040" w:hanging="180"/>
      </w:pPr>
    </w:lvl>
  </w:abstractNum>
  <w:abstractNum w:abstractNumId="20" w15:restartNumberingAfterBreak="0">
    <w:nsid w:val="2F1445B2"/>
    <w:multiLevelType w:val="hybridMultilevel"/>
    <w:tmpl w:val="9E70D9CC"/>
    <w:lvl w:ilvl="0" w:tplc="04190001">
      <w:start w:val="60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59D0BCD"/>
    <w:multiLevelType w:val="singleLevel"/>
    <w:tmpl w:val="EB78E56A"/>
    <w:lvl w:ilvl="0">
      <w:start w:val="17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</w:abstractNum>
  <w:abstractNum w:abstractNumId="22" w15:restartNumberingAfterBreak="0">
    <w:nsid w:val="35EF5524"/>
    <w:multiLevelType w:val="hybridMultilevel"/>
    <w:tmpl w:val="7F08C0C4"/>
    <w:lvl w:ilvl="0" w:tplc="2E862E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 w15:restartNumberingAfterBreak="0">
    <w:nsid w:val="3C3501C9"/>
    <w:multiLevelType w:val="multilevel"/>
    <w:tmpl w:val="6FF211B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1D55691"/>
    <w:multiLevelType w:val="hybridMultilevel"/>
    <w:tmpl w:val="AF362184"/>
    <w:lvl w:ilvl="0" w:tplc="041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5A21973"/>
    <w:multiLevelType w:val="hybridMultilevel"/>
    <w:tmpl w:val="7622953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8BA3A7C"/>
    <w:multiLevelType w:val="hybridMultilevel"/>
    <w:tmpl w:val="625AAE9A"/>
    <w:lvl w:ilvl="0" w:tplc="8486A24A"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7" w15:restartNumberingAfterBreak="0">
    <w:nsid w:val="4BA66F26"/>
    <w:multiLevelType w:val="singleLevel"/>
    <w:tmpl w:val="ADA65DB8"/>
    <w:lvl w:ilvl="0">
      <w:numFmt w:val="bullet"/>
      <w:lvlText w:val=""/>
      <w:lvlJc w:val="left"/>
      <w:pPr>
        <w:tabs>
          <w:tab w:val="num" w:pos="495"/>
        </w:tabs>
        <w:ind w:left="495" w:hanging="360"/>
      </w:pPr>
      <w:rPr>
        <w:rFonts w:ascii="Symbol" w:hAnsi="Symbol" w:hint="default"/>
        <w:b/>
      </w:rPr>
    </w:lvl>
  </w:abstractNum>
  <w:abstractNum w:abstractNumId="28" w15:restartNumberingAfterBreak="0">
    <w:nsid w:val="4E402229"/>
    <w:multiLevelType w:val="hybridMultilevel"/>
    <w:tmpl w:val="32CAD138"/>
    <w:lvl w:ilvl="0" w:tplc="952661D8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29" w15:restartNumberingAfterBreak="0">
    <w:nsid w:val="57AA5335"/>
    <w:multiLevelType w:val="hybridMultilevel"/>
    <w:tmpl w:val="86F02750"/>
    <w:lvl w:ilvl="0" w:tplc="9892C636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BC028B2"/>
    <w:multiLevelType w:val="hybridMultilevel"/>
    <w:tmpl w:val="D82253A4"/>
    <w:lvl w:ilvl="0" w:tplc="293643F6">
      <w:start w:val="1"/>
      <w:numFmt w:val="decimal"/>
      <w:lvlText w:val="%1."/>
      <w:lvlJc w:val="left"/>
      <w:pPr>
        <w:tabs>
          <w:tab w:val="num" w:pos="5460"/>
        </w:tabs>
        <w:ind w:left="54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D183445"/>
    <w:multiLevelType w:val="multilevel"/>
    <w:tmpl w:val="69402D0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EDF6558"/>
    <w:multiLevelType w:val="singleLevel"/>
    <w:tmpl w:val="C9D44C02"/>
    <w:lvl w:ilvl="0">
      <w:start w:val="1"/>
      <w:numFmt w:val="upperRoman"/>
      <w:pStyle w:val="4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33" w15:restartNumberingAfterBreak="0">
    <w:nsid w:val="5F2C5E75"/>
    <w:multiLevelType w:val="hybridMultilevel"/>
    <w:tmpl w:val="F048803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5E716C4"/>
    <w:multiLevelType w:val="hybridMultilevel"/>
    <w:tmpl w:val="466C234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BB66887"/>
    <w:multiLevelType w:val="singleLevel"/>
    <w:tmpl w:val="96B4E49E"/>
    <w:lvl w:ilvl="0">
      <w:start w:val="1"/>
      <w:numFmt w:val="bullet"/>
      <w:lvlText w:val="-"/>
      <w:lvlJc w:val="left"/>
      <w:pPr>
        <w:tabs>
          <w:tab w:val="num" w:pos="465"/>
        </w:tabs>
        <w:ind w:left="465" w:hanging="360"/>
      </w:pPr>
      <w:rPr>
        <w:rFonts w:ascii="Times New Roman" w:hAnsi="Times New Roman" w:hint="default"/>
      </w:rPr>
    </w:lvl>
  </w:abstractNum>
  <w:abstractNum w:abstractNumId="36" w15:restartNumberingAfterBreak="0">
    <w:nsid w:val="6C4F4FF5"/>
    <w:multiLevelType w:val="hybridMultilevel"/>
    <w:tmpl w:val="058635A2"/>
    <w:lvl w:ilvl="0" w:tplc="D26C17E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CE54C65"/>
    <w:multiLevelType w:val="singleLevel"/>
    <w:tmpl w:val="EFC86520"/>
    <w:lvl w:ilvl="0">
      <w:start w:val="17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  <w:sz w:val="18"/>
      </w:rPr>
    </w:lvl>
  </w:abstractNum>
  <w:abstractNum w:abstractNumId="38" w15:restartNumberingAfterBreak="0">
    <w:nsid w:val="6D4F3E87"/>
    <w:multiLevelType w:val="multilevel"/>
    <w:tmpl w:val="C810BE6C"/>
    <w:lvl w:ilvl="0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920"/>
        </w:tabs>
        <w:ind w:left="19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820"/>
        </w:tabs>
        <w:ind w:left="28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39" w15:restartNumberingAfterBreak="0">
    <w:nsid w:val="76126EA0"/>
    <w:multiLevelType w:val="hybridMultilevel"/>
    <w:tmpl w:val="09EE5290"/>
    <w:lvl w:ilvl="0" w:tplc="F810360E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40" w15:restartNumberingAfterBreak="0">
    <w:nsid w:val="781D3D01"/>
    <w:multiLevelType w:val="hybridMultilevel"/>
    <w:tmpl w:val="A4B8A73E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8"/>
  </w:num>
  <w:num w:numId="2">
    <w:abstractNumId w:val="16"/>
  </w:num>
  <w:num w:numId="3">
    <w:abstractNumId w:val="23"/>
  </w:num>
  <w:num w:numId="4">
    <w:abstractNumId w:val="19"/>
  </w:num>
  <w:num w:numId="5">
    <w:abstractNumId w:val="30"/>
  </w:num>
  <w:num w:numId="6">
    <w:abstractNumId w:val="8"/>
  </w:num>
  <w:num w:numId="7">
    <w:abstractNumId w:val="38"/>
  </w:num>
  <w:num w:numId="8">
    <w:abstractNumId w:val="22"/>
  </w:num>
  <w:num w:numId="9">
    <w:abstractNumId w:val="29"/>
  </w:num>
  <w:num w:numId="10">
    <w:abstractNumId w:val="28"/>
  </w:num>
  <w:num w:numId="11">
    <w:abstractNumId w:val="4"/>
  </w:num>
  <w:num w:numId="12">
    <w:abstractNumId w:val="32"/>
  </w:num>
  <w:num w:numId="13">
    <w:abstractNumId w:val="35"/>
  </w:num>
  <w:num w:numId="14">
    <w:abstractNumId w:val="2"/>
  </w:num>
  <w:num w:numId="15">
    <w:abstractNumId w:val="7"/>
  </w:num>
  <w:num w:numId="16">
    <w:abstractNumId w:val="37"/>
  </w:num>
  <w:num w:numId="17">
    <w:abstractNumId w:val="21"/>
  </w:num>
  <w:num w:numId="18">
    <w:abstractNumId w:val="5"/>
  </w:num>
  <w:num w:numId="19">
    <w:abstractNumId w:val="14"/>
  </w:num>
  <w:num w:numId="20">
    <w:abstractNumId w:val="27"/>
  </w:num>
  <w:num w:numId="21">
    <w:abstractNumId w:val="11"/>
  </w:num>
  <w:num w:numId="22">
    <w:abstractNumId w:val="31"/>
  </w:num>
  <w:num w:numId="23">
    <w:abstractNumId w:val="3"/>
  </w:num>
  <w:num w:numId="24">
    <w:abstractNumId w:val="25"/>
  </w:num>
  <w:num w:numId="25">
    <w:abstractNumId w:val="32"/>
    <w:lvlOverride w:ilvl="0">
      <w:startOverride w:val="1"/>
    </w:lvlOverride>
  </w:num>
  <w:num w:numId="26">
    <w:abstractNumId w:val="35"/>
  </w:num>
  <w:num w:numId="27">
    <w:abstractNumId w:val="10"/>
  </w:num>
  <w:num w:numId="28">
    <w:abstractNumId w:val="12"/>
  </w:num>
  <w:num w:numId="29">
    <w:abstractNumId w:val="17"/>
  </w:num>
  <w:num w:numId="30">
    <w:abstractNumId w:val="36"/>
  </w:num>
  <w:num w:numId="31">
    <w:abstractNumId w:val="40"/>
  </w:num>
  <w:num w:numId="32">
    <w:abstractNumId w:val="20"/>
  </w:num>
  <w:num w:numId="33">
    <w:abstractNumId w:val="1"/>
  </w:num>
  <w:num w:numId="34">
    <w:abstractNumId w:val="32"/>
    <w:lvlOverride w:ilvl="0">
      <w:startOverride w:val="1"/>
    </w:lvlOverride>
  </w:num>
  <w:num w:numId="35">
    <w:abstractNumId w:val="35"/>
  </w:num>
  <w:num w:numId="36">
    <w:abstractNumId w:val="9"/>
  </w:num>
  <w:num w:numId="37">
    <w:abstractNumId w:val="32"/>
    <w:lvlOverride w:ilvl="0">
      <w:startOverride w:val="1"/>
    </w:lvlOverride>
  </w:num>
  <w:num w:numId="38">
    <w:abstractNumId w:val="35"/>
  </w:num>
  <w:num w:numId="39">
    <w:abstractNumId w:val="32"/>
    <w:lvlOverride w:ilvl="0">
      <w:startOverride w:val="1"/>
    </w:lvlOverride>
  </w:num>
  <w:num w:numId="40">
    <w:abstractNumId w:val="35"/>
  </w:num>
  <w:num w:numId="41">
    <w:abstractNumId w:val="34"/>
  </w:num>
  <w:num w:numId="42">
    <w:abstractNumId w:val="33"/>
  </w:num>
  <w:num w:numId="43">
    <w:abstractNumId w:val="26"/>
  </w:num>
  <w:num w:numId="44">
    <w:abstractNumId w:val="13"/>
  </w:num>
  <w:num w:numId="45">
    <w:abstractNumId w:val="24"/>
  </w:num>
  <w:num w:numId="46">
    <w:abstractNumId w:val="39"/>
  </w:num>
  <w:num w:numId="47">
    <w:abstractNumId w:val="15"/>
  </w:num>
  <w:num w:numId="48">
    <w:abstractNumId w:val="6"/>
  </w:num>
  <w:num w:numId="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A5AFC"/>
    <w:rsid w:val="00001F79"/>
    <w:rsid w:val="0000307C"/>
    <w:rsid w:val="00003096"/>
    <w:rsid w:val="00003816"/>
    <w:rsid w:val="00003C31"/>
    <w:rsid w:val="0000550B"/>
    <w:rsid w:val="0000559F"/>
    <w:rsid w:val="00006511"/>
    <w:rsid w:val="00006D48"/>
    <w:rsid w:val="00007638"/>
    <w:rsid w:val="00012B2F"/>
    <w:rsid w:val="00014F85"/>
    <w:rsid w:val="000176B0"/>
    <w:rsid w:val="00017AF2"/>
    <w:rsid w:val="0002140F"/>
    <w:rsid w:val="00021D82"/>
    <w:rsid w:val="000230DB"/>
    <w:rsid w:val="00024B6A"/>
    <w:rsid w:val="00030B16"/>
    <w:rsid w:val="00031C9C"/>
    <w:rsid w:val="000324DA"/>
    <w:rsid w:val="0003354F"/>
    <w:rsid w:val="00033A1C"/>
    <w:rsid w:val="000346F3"/>
    <w:rsid w:val="000349C5"/>
    <w:rsid w:val="000352ED"/>
    <w:rsid w:val="00037EEA"/>
    <w:rsid w:val="000422C7"/>
    <w:rsid w:val="000431BB"/>
    <w:rsid w:val="00045B1C"/>
    <w:rsid w:val="00046641"/>
    <w:rsid w:val="000469DC"/>
    <w:rsid w:val="00046EB1"/>
    <w:rsid w:val="00047EFD"/>
    <w:rsid w:val="00050B08"/>
    <w:rsid w:val="00050BD3"/>
    <w:rsid w:val="00050F2E"/>
    <w:rsid w:val="00051677"/>
    <w:rsid w:val="0005296E"/>
    <w:rsid w:val="00052A5E"/>
    <w:rsid w:val="00052B87"/>
    <w:rsid w:val="000530BB"/>
    <w:rsid w:val="00053850"/>
    <w:rsid w:val="00054037"/>
    <w:rsid w:val="00060F03"/>
    <w:rsid w:val="0006360D"/>
    <w:rsid w:val="0006547D"/>
    <w:rsid w:val="00070204"/>
    <w:rsid w:val="000707D1"/>
    <w:rsid w:val="000709F0"/>
    <w:rsid w:val="00071895"/>
    <w:rsid w:val="00071B74"/>
    <w:rsid w:val="0007244A"/>
    <w:rsid w:val="0007434E"/>
    <w:rsid w:val="00075958"/>
    <w:rsid w:val="00077409"/>
    <w:rsid w:val="0007759E"/>
    <w:rsid w:val="00081D6C"/>
    <w:rsid w:val="00082F99"/>
    <w:rsid w:val="00084B90"/>
    <w:rsid w:val="000907C3"/>
    <w:rsid w:val="00092AF4"/>
    <w:rsid w:val="00093358"/>
    <w:rsid w:val="000939AD"/>
    <w:rsid w:val="00094A4E"/>
    <w:rsid w:val="0009648E"/>
    <w:rsid w:val="000A0C4C"/>
    <w:rsid w:val="000A5D15"/>
    <w:rsid w:val="000A64C3"/>
    <w:rsid w:val="000A6FBD"/>
    <w:rsid w:val="000B0380"/>
    <w:rsid w:val="000B151A"/>
    <w:rsid w:val="000B3538"/>
    <w:rsid w:val="000B421A"/>
    <w:rsid w:val="000C195C"/>
    <w:rsid w:val="000C4108"/>
    <w:rsid w:val="000C4C38"/>
    <w:rsid w:val="000C67AE"/>
    <w:rsid w:val="000C719A"/>
    <w:rsid w:val="000D0216"/>
    <w:rsid w:val="000D0B13"/>
    <w:rsid w:val="000D1311"/>
    <w:rsid w:val="000D3B41"/>
    <w:rsid w:val="000D6481"/>
    <w:rsid w:val="000D7437"/>
    <w:rsid w:val="000D79BC"/>
    <w:rsid w:val="000D7C64"/>
    <w:rsid w:val="000E24B4"/>
    <w:rsid w:val="000E3F53"/>
    <w:rsid w:val="000F1AA2"/>
    <w:rsid w:val="000F1FD3"/>
    <w:rsid w:val="000F21B6"/>
    <w:rsid w:val="000F5C1F"/>
    <w:rsid w:val="000F634F"/>
    <w:rsid w:val="000F708D"/>
    <w:rsid w:val="00103968"/>
    <w:rsid w:val="00104E3A"/>
    <w:rsid w:val="00105246"/>
    <w:rsid w:val="0010586B"/>
    <w:rsid w:val="00110231"/>
    <w:rsid w:val="0011032D"/>
    <w:rsid w:val="00110EBF"/>
    <w:rsid w:val="00111464"/>
    <w:rsid w:val="00112825"/>
    <w:rsid w:val="001130EA"/>
    <w:rsid w:val="00116CCE"/>
    <w:rsid w:val="00117E88"/>
    <w:rsid w:val="0012121E"/>
    <w:rsid w:val="001314F7"/>
    <w:rsid w:val="00132DBC"/>
    <w:rsid w:val="00133BA2"/>
    <w:rsid w:val="001343E9"/>
    <w:rsid w:val="00135A20"/>
    <w:rsid w:val="00136151"/>
    <w:rsid w:val="0013798A"/>
    <w:rsid w:val="00142C71"/>
    <w:rsid w:val="00142D91"/>
    <w:rsid w:val="00142E2B"/>
    <w:rsid w:val="00143632"/>
    <w:rsid w:val="00145476"/>
    <w:rsid w:val="00146C09"/>
    <w:rsid w:val="00150C4A"/>
    <w:rsid w:val="001519E6"/>
    <w:rsid w:val="00154E01"/>
    <w:rsid w:val="00155F63"/>
    <w:rsid w:val="001560B1"/>
    <w:rsid w:val="00162572"/>
    <w:rsid w:val="001634F9"/>
    <w:rsid w:val="00166621"/>
    <w:rsid w:val="00170C17"/>
    <w:rsid w:val="001724D4"/>
    <w:rsid w:val="00173AE0"/>
    <w:rsid w:val="00174BD5"/>
    <w:rsid w:val="00175505"/>
    <w:rsid w:val="00180138"/>
    <w:rsid w:val="00181AD3"/>
    <w:rsid w:val="00183675"/>
    <w:rsid w:val="001854D0"/>
    <w:rsid w:val="00185C0D"/>
    <w:rsid w:val="00185E16"/>
    <w:rsid w:val="0018621E"/>
    <w:rsid w:val="00186247"/>
    <w:rsid w:val="00196C79"/>
    <w:rsid w:val="001A05E2"/>
    <w:rsid w:val="001A1617"/>
    <w:rsid w:val="001A4113"/>
    <w:rsid w:val="001A4376"/>
    <w:rsid w:val="001A466B"/>
    <w:rsid w:val="001A5FAB"/>
    <w:rsid w:val="001A6B15"/>
    <w:rsid w:val="001A7CED"/>
    <w:rsid w:val="001B09A1"/>
    <w:rsid w:val="001B419A"/>
    <w:rsid w:val="001B4E59"/>
    <w:rsid w:val="001B62A7"/>
    <w:rsid w:val="001B693E"/>
    <w:rsid w:val="001B7AEC"/>
    <w:rsid w:val="001B7DFC"/>
    <w:rsid w:val="001C2062"/>
    <w:rsid w:val="001C30CA"/>
    <w:rsid w:val="001C77C9"/>
    <w:rsid w:val="001C7864"/>
    <w:rsid w:val="001D0481"/>
    <w:rsid w:val="001D182D"/>
    <w:rsid w:val="001D2CA9"/>
    <w:rsid w:val="001D55AE"/>
    <w:rsid w:val="001D5DF8"/>
    <w:rsid w:val="001D6F3D"/>
    <w:rsid w:val="001E033A"/>
    <w:rsid w:val="001E2A58"/>
    <w:rsid w:val="001E5253"/>
    <w:rsid w:val="001E5BE8"/>
    <w:rsid w:val="001E5C14"/>
    <w:rsid w:val="001E711F"/>
    <w:rsid w:val="001F0441"/>
    <w:rsid w:val="001F352D"/>
    <w:rsid w:val="001F53F2"/>
    <w:rsid w:val="001F722C"/>
    <w:rsid w:val="001F7715"/>
    <w:rsid w:val="002007C8"/>
    <w:rsid w:val="002021BD"/>
    <w:rsid w:val="0020497A"/>
    <w:rsid w:val="002053EF"/>
    <w:rsid w:val="00206B90"/>
    <w:rsid w:val="00206E17"/>
    <w:rsid w:val="00211941"/>
    <w:rsid w:val="00211CE0"/>
    <w:rsid w:val="0021595A"/>
    <w:rsid w:val="00215D61"/>
    <w:rsid w:val="00220198"/>
    <w:rsid w:val="00220686"/>
    <w:rsid w:val="00221C46"/>
    <w:rsid w:val="00227984"/>
    <w:rsid w:val="0023336A"/>
    <w:rsid w:val="0023400A"/>
    <w:rsid w:val="00235A41"/>
    <w:rsid w:val="002370F4"/>
    <w:rsid w:val="0024027E"/>
    <w:rsid w:val="002431E9"/>
    <w:rsid w:val="00245185"/>
    <w:rsid w:val="002455AC"/>
    <w:rsid w:val="00247DE9"/>
    <w:rsid w:val="0025040F"/>
    <w:rsid w:val="00250C71"/>
    <w:rsid w:val="002516D6"/>
    <w:rsid w:val="00254ACA"/>
    <w:rsid w:val="00254B4C"/>
    <w:rsid w:val="002563B0"/>
    <w:rsid w:val="00262B13"/>
    <w:rsid w:val="0026388B"/>
    <w:rsid w:val="00264CD8"/>
    <w:rsid w:val="00265192"/>
    <w:rsid w:val="00265301"/>
    <w:rsid w:val="002670BB"/>
    <w:rsid w:val="002673A1"/>
    <w:rsid w:val="00267EBC"/>
    <w:rsid w:val="002757E4"/>
    <w:rsid w:val="002763EC"/>
    <w:rsid w:val="00276EA6"/>
    <w:rsid w:val="00277A60"/>
    <w:rsid w:val="00282451"/>
    <w:rsid w:val="002826B0"/>
    <w:rsid w:val="00282C11"/>
    <w:rsid w:val="00282E43"/>
    <w:rsid w:val="00283D4A"/>
    <w:rsid w:val="00284444"/>
    <w:rsid w:val="00285275"/>
    <w:rsid w:val="00286343"/>
    <w:rsid w:val="002871DE"/>
    <w:rsid w:val="00291736"/>
    <w:rsid w:val="0029176C"/>
    <w:rsid w:val="00294272"/>
    <w:rsid w:val="0029532E"/>
    <w:rsid w:val="00295DA5"/>
    <w:rsid w:val="0029660B"/>
    <w:rsid w:val="00296DD9"/>
    <w:rsid w:val="002A3B9F"/>
    <w:rsid w:val="002A40A2"/>
    <w:rsid w:val="002A5EF5"/>
    <w:rsid w:val="002A7685"/>
    <w:rsid w:val="002B0121"/>
    <w:rsid w:val="002B0886"/>
    <w:rsid w:val="002B0DD6"/>
    <w:rsid w:val="002B3B2F"/>
    <w:rsid w:val="002B57E0"/>
    <w:rsid w:val="002B6860"/>
    <w:rsid w:val="002C1B9D"/>
    <w:rsid w:val="002C294A"/>
    <w:rsid w:val="002C43A0"/>
    <w:rsid w:val="002C547E"/>
    <w:rsid w:val="002D2142"/>
    <w:rsid w:val="002D36B8"/>
    <w:rsid w:val="002D51CF"/>
    <w:rsid w:val="002D5869"/>
    <w:rsid w:val="002E162E"/>
    <w:rsid w:val="002E1FC8"/>
    <w:rsid w:val="002E2AB2"/>
    <w:rsid w:val="002E6050"/>
    <w:rsid w:val="002E655A"/>
    <w:rsid w:val="002F2857"/>
    <w:rsid w:val="002F31DF"/>
    <w:rsid w:val="002F4427"/>
    <w:rsid w:val="002F5199"/>
    <w:rsid w:val="00300C11"/>
    <w:rsid w:val="00301926"/>
    <w:rsid w:val="00303126"/>
    <w:rsid w:val="00305A35"/>
    <w:rsid w:val="00311BDF"/>
    <w:rsid w:val="00312337"/>
    <w:rsid w:val="003129F6"/>
    <w:rsid w:val="00317013"/>
    <w:rsid w:val="003207F6"/>
    <w:rsid w:val="00321E87"/>
    <w:rsid w:val="00323498"/>
    <w:rsid w:val="00324BF1"/>
    <w:rsid w:val="00326122"/>
    <w:rsid w:val="003272D0"/>
    <w:rsid w:val="00330806"/>
    <w:rsid w:val="003310ED"/>
    <w:rsid w:val="003317EF"/>
    <w:rsid w:val="00333B05"/>
    <w:rsid w:val="003414BC"/>
    <w:rsid w:val="00341540"/>
    <w:rsid w:val="00343806"/>
    <w:rsid w:val="0034568B"/>
    <w:rsid w:val="00345E71"/>
    <w:rsid w:val="003473A0"/>
    <w:rsid w:val="003505E9"/>
    <w:rsid w:val="0035168C"/>
    <w:rsid w:val="003548F2"/>
    <w:rsid w:val="00356502"/>
    <w:rsid w:val="003570F4"/>
    <w:rsid w:val="00362A17"/>
    <w:rsid w:val="00363485"/>
    <w:rsid w:val="00364559"/>
    <w:rsid w:val="003653F8"/>
    <w:rsid w:val="0036678B"/>
    <w:rsid w:val="00371A24"/>
    <w:rsid w:val="0037330F"/>
    <w:rsid w:val="0037610F"/>
    <w:rsid w:val="003764BD"/>
    <w:rsid w:val="00376FF8"/>
    <w:rsid w:val="00381690"/>
    <w:rsid w:val="003825A5"/>
    <w:rsid w:val="00382812"/>
    <w:rsid w:val="003854E8"/>
    <w:rsid w:val="0038692D"/>
    <w:rsid w:val="0039511E"/>
    <w:rsid w:val="003953D4"/>
    <w:rsid w:val="00396181"/>
    <w:rsid w:val="003968D6"/>
    <w:rsid w:val="00397BB0"/>
    <w:rsid w:val="003A041D"/>
    <w:rsid w:val="003A4111"/>
    <w:rsid w:val="003A41F1"/>
    <w:rsid w:val="003A435A"/>
    <w:rsid w:val="003A5AFC"/>
    <w:rsid w:val="003A6A64"/>
    <w:rsid w:val="003B07AD"/>
    <w:rsid w:val="003B17E1"/>
    <w:rsid w:val="003C2104"/>
    <w:rsid w:val="003C309E"/>
    <w:rsid w:val="003C3484"/>
    <w:rsid w:val="003C362B"/>
    <w:rsid w:val="003C423D"/>
    <w:rsid w:val="003C57FF"/>
    <w:rsid w:val="003C6222"/>
    <w:rsid w:val="003D0112"/>
    <w:rsid w:val="003D1598"/>
    <w:rsid w:val="003D49CD"/>
    <w:rsid w:val="003D6330"/>
    <w:rsid w:val="003D7AC9"/>
    <w:rsid w:val="003E03DB"/>
    <w:rsid w:val="003E0615"/>
    <w:rsid w:val="003E0CA2"/>
    <w:rsid w:val="003E1D4A"/>
    <w:rsid w:val="003E2C7D"/>
    <w:rsid w:val="003F2DAA"/>
    <w:rsid w:val="003F30A7"/>
    <w:rsid w:val="003F319D"/>
    <w:rsid w:val="003F3695"/>
    <w:rsid w:val="003F3736"/>
    <w:rsid w:val="00400BAB"/>
    <w:rsid w:val="00402BA9"/>
    <w:rsid w:val="00402D14"/>
    <w:rsid w:val="0040485E"/>
    <w:rsid w:val="004059CF"/>
    <w:rsid w:val="00412EBA"/>
    <w:rsid w:val="004144D1"/>
    <w:rsid w:val="00415619"/>
    <w:rsid w:val="00417337"/>
    <w:rsid w:val="00421DBA"/>
    <w:rsid w:val="004230A6"/>
    <w:rsid w:val="00424BD8"/>
    <w:rsid w:val="00424E56"/>
    <w:rsid w:val="00426171"/>
    <w:rsid w:val="00427676"/>
    <w:rsid w:val="0043182D"/>
    <w:rsid w:val="00432770"/>
    <w:rsid w:val="00436EA0"/>
    <w:rsid w:val="00442CF1"/>
    <w:rsid w:val="004444D6"/>
    <w:rsid w:val="0044454E"/>
    <w:rsid w:val="0044529E"/>
    <w:rsid w:val="00447072"/>
    <w:rsid w:val="00447374"/>
    <w:rsid w:val="00454E5E"/>
    <w:rsid w:val="0045540D"/>
    <w:rsid w:val="00455D75"/>
    <w:rsid w:val="004575CD"/>
    <w:rsid w:val="004603CC"/>
    <w:rsid w:val="004643C4"/>
    <w:rsid w:val="00465FE2"/>
    <w:rsid w:val="00466A5F"/>
    <w:rsid w:val="004703DB"/>
    <w:rsid w:val="00471234"/>
    <w:rsid w:val="00471A63"/>
    <w:rsid w:val="00472628"/>
    <w:rsid w:val="004726AF"/>
    <w:rsid w:val="004726CF"/>
    <w:rsid w:val="00473B8E"/>
    <w:rsid w:val="00476D28"/>
    <w:rsid w:val="004773BF"/>
    <w:rsid w:val="004776E5"/>
    <w:rsid w:val="00480B26"/>
    <w:rsid w:val="00480F2D"/>
    <w:rsid w:val="00481658"/>
    <w:rsid w:val="00483B92"/>
    <w:rsid w:val="0048431B"/>
    <w:rsid w:val="00485599"/>
    <w:rsid w:val="00493507"/>
    <w:rsid w:val="00494CBE"/>
    <w:rsid w:val="00495D77"/>
    <w:rsid w:val="004975AF"/>
    <w:rsid w:val="004A1731"/>
    <w:rsid w:val="004A3313"/>
    <w:rsid w:val="004A3E7E"/>
    <w:rsid w:val="004A41E8"/>
    <w:rsid w:val="004A4B84"/>
    <w:rsid w:val="004A7897"/>
    <w:rsid w:val="004A7FF9"/>
    <w:rsid w:val="004B0006"/>
    <w:rsid w:val="004B26F6"/>
    <w:rsid w:val="004B3E05"/>
    <w:rsid w:val="004B4317"/>
    <w:rsid w:val="004B463D"/>
    <w:rsid w:val="004C0B1E"/>
    <w:rsid w:val="004C2928"/>
    <w:rsid w:val="004C6199"/>
    <w:rsid w:val="004C6BF2"/>
    <w:rsid w:val="004C77B2"/>
    <w:rsid w:val="004D0AAE"/>
    <w:rsid w:val="004D0FDA"/>
    <w:rsid w:val="004D1576"/>
    <w:rsid w:val="004D28D7"/>
    <w:rsid w:val="004D2D3D"/>
    <w:rsid w:val="004D2D96"/>
    <w:rsid w:val="004D3FC5"/>
    <w:rsid w:val="004D68B9"/>
    <w:rsid w:val="004D718B"/>
    <w:rsid w:val="004E0712"/>
    <w:rsid w:val="004E2008"/>
    <w:rsid w:val="004E2391"/>
    <w:rsid w:val="004E3640"/>
    <w:rsid w:val="004E4FDB"/>
    <w:rsid w:val="004E59AD"/>
    <w:rsid w:val="004E6147"/>
    <w:rsid w:val="004E71BB"/>
    <w:rsid w:val="004F3D2E"/>
    <w:rsid w:val="004F40A1"/>
    <w:rsid w:val="004F41BF"/>
    <w:rsid w:val="004F4994"/>
    <w:rsid w:val="00501C92"/>
    <w:rsid w:val="00502BF5"/>
    <w:rsid w:val="0050725E"/>
    <w:rsid w:val="005075F8"/>
    <w:rsid w:val="0051009F"/>
    <w:rsid w:val="0051177C"/>
    <w:rsid w:val="00522B4F"/>
    <w:rsid w:val="00522F05"/>
    <w:rsid w:val="00523DB8"/>
    <w:rsid w:val="00524B9D"/>
    <w:rsid w:val="005254A9"/>
    <w:rsid w:val="00530DFB"/>
    <w:rsid w:val="005318F3"/>
    <w:rsid w:val="005342DD"/>
    <w:rsid w:val="005343BC"/>
    <w:rsid w:val="00535A08"/>
    <w:rsid w:val="00541F44"/>
    <w:rsid w:val="00542D4C"/>
    <w:rsid w:val="00543090"/>
    <w:rsid w:val="00543D97"/>
    <w:rsid w:val="00544BD3"/>
    <w:rsid w:val="00545198"/>
    <w:rsid w:val="00545ED9"/>
    <w:rsid w:val="00550715"/>
    <w:rsid w:val="00560C09"/>
    <w:rsid w:val="005620EA"/>
    <w:rsid w:val="005626BE"/>
    <w:rsid w:val="005627F9"/>
    <w:rsid w:val="00564407"/>
    <w:rsid w:val="00564F51"/>
    <w:rsid w:val="00566246"/>
    <w:rsid w:val="00572F2F"/>
    <w:rsid w:val="00573CC3"/>
    <w:rsid w:val="0057459A"/>
    <w:rsid w:val="00581E85"/>
    <w:rsid w:val="00581F7C"/>
    <w:rsid w:val="0058217A"/>
    <w:rsid w:val="005920D0"/>
    <w:rsid w:val="0059244B"/>
    <w:rsid w:val="005946BA"/>
    <w:rsid w:val="00594C10"/>
    <w:rsid w:val="00595A4D"/>
    <w:rsid w:val="00595C98"/>
    <w:rsid w:val="00596A8A"/>
    <w:rsid w:val="00597C6D"/>
    <w:rsid w:val="005A0250"/>
    <w:rsid w:val="005A1ADB"/>
    <w:rsid w:val="005A255C"/>
    <w:rsid w:val="005A3E52"/>
    <w:rsid w:val="005A5330"/>
    <w:rsid w:val="005A6713"/>
    <w:rsid w:val="005A6EC9"/>
    <w:rsid w:val="005B06B2"/>
    <w:rsid w:val="005B299C"/>
    <w:rsid w:val="005B2E9A"/>
    <w:rsid w:val="005B6673"/>
    <w:rsid w:val="005B7AB6"/>
    <w:rsid w:val="005C153A"/>
    <w:rsid w:val="005C2E4C"/>
    <w:rsid w:val="005C5B1D"/>
    <w:rsid w:val="005C7DB2"/>
    <w:rsid w:val="005C7EE0"/>
    <w:rsid w:val="005D0ACE"/>
    <w:rsid w:val="005D203C"/>
    <w:rsid w:val="005D4322"/>
    <w:rsid w:val="005D4C21"/>
    <w:rsid w:val="005E0023"/>
    <w:rsid w:val="005E2248"/>
    <w:rsid w:val="005E28B3"/>
    <w:rsid w:val="005E2F63"/>
    <w:rsid w:val="005E4086"/>
    <w:rsid w:val="005E625E"/>
    <w:rsid w:val="005E6FC8"/>
    <w:rsid w:val="005F249E"/>
    <w:rsid w:val="005F6E7F"/>
    <w:rsid w:val="00600E51"/>
    <w:rsid w:val="006013DD"/>
    <w:rsid w:val="00603836"/>
    <w:rsid w:val="00604538"/>
    <w:rsid w:val="00604EF0"/>
    <w:rsid w:val="00606008"/>
    <w:rsid w:val="006061FE"/>
    <w:rsid w:val="0061148C"/>
    <w:rsid w:val="006126E7"/>
    <w:rsid w:val="00613C42"/>
    <w:rsid w:val="00614D30"/>
    <w:rsid w:val="00616C18"/>
    <w:rsid w:val="00617546"/>
    <w:rsid w:val="00623B78"/>
    <w:rsid w:val="00623DB7"/>
    <w:rsid w:val="00624DDD"/>
    <w:rsid w:val="0062578D"/>
    <w:rsid w:val="00626310"/>
    <w:rsid w:val="006368CA"/>
    <w:rsid w:val="00637C1F"/>
    <w:rsid w:val="00637DD8"/>
    <w:rsid w:val="00642260"/>
    <w:rsid w:val="0064314F"/>
    <w:rsid w:val="00643F20"/>
    <w:rsid w:val="0065091D"/>
    <w:rsid w:val="00655D02"/>
    <w:rsid w:val="00657C73"/>
    <w:rsid w:val="00657F55"/>
    <w:rsid w:val="00661474"/>
    <w:rsid w:val="006615CC"/>
    <w:rsid w:val="00662332"/>
    <w:rsid w:val="00664F9E"/>
    <w:rsid w:val="00666018"/>
    <w:rsid w:val="006665DE"/>
    <w:rsid w:val="006673A8"/>
    <w:rsid w:val="0067063D"/>
    <w:rsid w:val="006722FA"/>
    <w:rsid w:val="00672AE1"/>
    <w:rsid w:val="006735B0"/>
    <w:rsid w:val="00674088"/>
    <w:rsid w:val="0067463A"/>
    <w:rsid w:val="006754B2"/>
    <w:rsid w:val="00675DE5"/>
    <w:rsid w:val="00677818"/>
    <w:rsid w:val="006802AE"/>
    <w:rsid w:val="00680BD8"/>
    <w:rsid w:val="006830C3"/>
    <w:rsid w:val="00684A4B"/>
    <w:rsid w:val="0068698F"/>
    <w:rsid w:val="0069118F"/>
    <w:rsid w:val="0069128F"/>
    <w:rsid w:val="00694473"/>
    <w:rsid w:val="006A1EE4"/>
    <w:rsid w:val="006A2172"/>
    <w:rsid w:val="006A26AA"/>
    <w:rsid w:val="006A41B7"/>
    <w:rsid w:val="006A77DC"/>
    <w:rsid w:val="006A785A"/>
    <w:rsid w:val="006A7D9F"/>
    <w:rsid w:val="006B0709"/>
    <w:rsid w:val="006B5F31"/>
    <w:rsid w:val="006C0B26"/>
    <w:rsid w:val="006C5510"/>
    <w:rsid w:val="006D18CB"/>
    <w:rsid w:val="006D2CE9"/>
    <w:rsid w:val="006D4180"/>
    <w:rsid w:val="006D4BB0"/>
    <w:rsid w:val="006D596F"/>
    <w:rsid w:val="006D5C45"/>
    <w:rsid w:val="006D631B"/>
    <w:rsid w:val="006D76A0"/>
    <w:rsid w:val="006E09C2"/>
    <w:rsid w:val="006E491D"/>
    <w:rsid w:val="006E79BB"/>
    <w:rsid w:val="006E7BC5"/>
    <w:rsid w:val="006F0323"/>
    <w:rsid w:val="006F1284"/>
    <w:rsid w:val="006F45BC"/>
    <w:rsid w:val="006F7E0A"/>
    <w:rsid w:val="00701BDA"/>
    <w:rsid w:val="00701BFF"/>
    <w:rsid w:val="0070269A"/>
    <w:rsid w:val="0070609E"/>
    <w:rsid w:val="00712B97"/>
    <w:rsid w:val="00713660"/>
    <w:rsid w:val="00714375"/>
    <w:rsid w:val="00715CD6"/>
    <w:rsid w:val="00717D55"/>
    <w:rsid w:val="007215B5"/>
    <w:rsid w:val="007234EF"/>
    <w:rsid w:val="0072581D"/>
    <w:rsid w:val="0072731B"/>
    <w:rsid w:val="007301E5"/>
    <w:rsid w:val="00730961"/>
    <w:rsid w:val="00734EA7"/>
    <w:rsid w:val="007377BC"/>
    <w:rsid w:val="00742062"/>
    <w:rsid w:val="0074493A"/>
    <w:rsid w:val="00746C90"/>
    <w:rsid w:val="00750B21"/>
    <w:rsid w:val="00752C83"/>
    <w:rsid w:val="00754647"/>
    <w:rsid w:val="00754E43"/>
    <w:rsid w:val="007559DB"/>
    <w:rsid w:val="00755BEC"/>
    <w:rsid w:val="00761BE2"/>
    <w:rsid w:val="00762B6B"/>
    <w:rsid w:val="00764178"/>
    <w:rsid w:val="00770A3E"/>
    <w:rsid w:val="00771518"/>
    <w:rsid w:val="00771EC8"/>
    <w:rsid w:val="007751EE"/>
    <w:rsid w:val="007751F3"/>
    <w:rsid w:val="00775462"/>
    <w:rsid w:val="00780BB8"/>
    <w:rsid w:val="007810CB"/>
    <w:rsid w:val="0078171F"/>
    <w:rsid w:val="00781B90"/>
    <w:rsid w:val="00784670"/>
    <w:rsid w:val="007859F5"/>
    <w:rsid w:val="007868F6"/>
    <w:rsid w:val="007874CC"/>
    <w:rsid w:val="0079051C"/>
    <w:rsid w:val="0079148C"/>
    <w:rsid w:val="00792FD8"/>
    <w:rsid w:val="00793246"/>
    <w:rsid w:val="007935D9"/>
    <w:rsid w:val="00793803"/>
    <w:rsid w:val="00794941"/>
    <w:rsid w:val="00795A96"/>
    <w:rsid w:val="007967BF"/>
    <w:rsid w:val="00796E17"/>
    <w:rsid w:val="007972BC"/>
    <w:rsid w:val="00797C34"/>
    <w:rsid w:val="007A02B0"/>
    <w:rsid w:val="007A2781"/>
    <w:rsid w:val="007A510A"/>
    <w:rsid w:val="007A5BD9"/>
    <w:rsid w:val="007A60E2"/>
    <w:rsid w:val="007B1A1B"/>
    <w:rsid w:val="007B3702"/>
    <w:rsid w:val="007C0C19"/>
    <w:rsid w:val="007C1624"/>
    <w:rsid w:val="007C1CC1"/>
    <w:rsid w:val="007C1F78"/>
    <w:rsid w:val="007C27F4"/>
    <w:rsid w:val="007D0EEC"/>
    <w:rsid w:val="007D33DD"/>
    <w:rsid w:val="007D5D2F"/>
    <w:rsid w:val="007E0CD4"/>
    <w:rsid w:val="007E5A8B"/>
    <w:rsid w:val="007F2A56"/>
    <w:rsid w:val="007F73D2"/>
    <w:rsid w:val="007F7DEF"/>
    <w:rsid w:val="00804EC8"/>
    <w:rsid w:val="008053A7"/>
    <w:rsid w:val="00807F3D"/>
    <w:rsid w:val="008119A6"/>
    <w:rsid w:val="0081292B"/>
    <w:rsid w:val="008151BB"/>
    <w:rsid w:val="008164AD"/>
    <w:rsid w:val="008172A5"/>
    <w:rsid w:val="008209B4"/>
    <w:rsid w:val="008220CD"/>
    <w:rsid w:val="00823E9B"/>
    <w:rsid w:val="008241E6"/>
    <w:rsid w:val="0082530E"/>
    <w:rsid w:val="008259B2"/>
    <w:rsid w:val="00834D26"/>
    <w:rsid w:val="00836A80"/>
    <w:rsid w:val="00841102"/>
    <w:rsid w:val="0084514C"/>
    <w:rsid w:val="00845572"/>
    <w:rsid w:val="00845C3A"/>
    <w:rsid w:val="00854E75"/>
    <w:rsid w:val="008565B2"/>
    <w:rsid w:val="00860CFF"/>
    <w:rsid w:val="00861EF8"/>
    <w:rsid w:val="00863913"/>
    <w:rsid w:val="00867EAB"/>
    <w:rsid w:val="00870BDD"/>
    <w:rsid w:val="00871A3F"/>
    <w:rsid w:val="008738CB"/>
    <w:rsid w:val="0087486F"/>
    <w:rsid w:val="00876E02"/>
    <w:rsid w:val="00880117"/>
    <w:rsid w:val="008820D3"/>
    <w:rsid w:val="00883384"/>
    <w:rsid w:val="00883EB2"/>
    <w:rsid w:val="00885DE2"/>
    <w:rsid w:val="0088672A"/>
    <w:rsid w:val="008918C6"/>
    <w:rsid w:val="008919CD"/>
    <w:rsid w:val="008926AD"/>
    <w:rsid w:val="008935CE"/>
    <w:rsid w:val="00894425"/>
    <w:rsid w:val="008950D2"/>
    <w:rsid w:val="00897CD2"/>
    <w:rsid w:val="008A089F"/>
    <w:rsid w:val="008A13A8"/>
    <w:rsid w:val="008A44A2"/>
    <w:rsid w:val="008A4F39"/>
    <w:rsid w:val="008A4F67"/>
    <w:rsid w:val="008A73DC"/>
    <w:rsid w:val="008A7C6C"/>
    <w:rsid w:val="008B2FE4"/>
    <w:rsid w:val="008B4B5D"/>
    <w:rsid w:val="008C2832"/>
    <w:rsid w:val="008C367D"/>
    <w:rsid w:val="008C60BB"/>
    <w:rsid w:val="008C6616"/>
    <w:rsid w:val="008C793D"/>
    <w:rsid w:val="008C798C"/>
    <w:rsid w:val="008D3C53"/>
    <w:rsid w:val="008D6F27"/>
    <w:rsid w:val="008E1C3F"/>
    <w:rsid w:val="008E2BE3"/>
    <w:rsid w:val="008E31AA"/>
    <w:rsid w:val="008E7E95"/>
    <w:rsid w:val="008E7F3B"/>
    <w:rsid w:val="008F57A4"/>
    <w:rsid w:val="008F5D38"/>
    <w:rsid w:val="008F5F10"/>
    <w:rsid w:val="009010EC"/>
    <w:rsid w:val="00901440"/>
    <w:rsid w:val="00902E19"/>
    <w:rsid w:val="0090639E"/>
    <w:rsid w:val="00907088"/>
    <w:rsid w:val="00907952"/>
    <w:rsid w:val="0091016B"/>
    <w:rsid w:val="009122DD"/>
    <w:rsid w:val="009159F5"/>
    <w:rsid w:val="00917A9F"/>
    <w:rsid w:val="00921755"/>
    <w:rsid w:val="0092278D"/>
    <w:rsid w:val="00923CFC"/>
    <w:rsid w:val="00923D2F"/>
    <w:rsid w:val="00925722"/>
    <w:rsid w:val="00932E35"/>
    <w:rsid w:val="009353B4"/>
    <w:rsid w:val="009367E0"/>
    <w:rsid w:val="009375A3"/>
    <w:rsid w:val="0094024F"/>
    <w:rsid w:val="00942689"/>
    <w:rsid w:val="009453AE"/>
    <w:rsid w:val="00946667"/>
    <w:rsid w:val="00950287"/>
    <w:rsid w:val="00950CB0"/>
    <w:rsid w:val="0095269F"/>
    <w:rsid w:val="00961E32"/>
    <w:rsid w:val="009645E4"/>
    <w:rsid w:val="00965094"/>
    <w:rsid w:val="009663F6"/>
    <w:rsid w:val="00966FAA"/>
    <w:rsid w:val="00967243"/>
    <w:rsid w:val="00970E5C"/>
    <w:rsid w:val="0097341C"/>
    <w:rsid w:val="009735EF"/>
    <w:rsid w:val="009762A1"/>
    <w:rsid w:val="00986BB7"/>
    <w:rsid w:val="009878EB"/>
    <w:rsid w:val="009879CA"/>
    <w:rsid w:val="00995A12"/>
    <w:rsid w:val="009973C7"/>
    <w:rsid w:val="00997EBE"/>
    <w:rsid w:val="009A0CF7"/>
    <w:rsid w:val="009A38FF"/>
    <w:rsid w:val="009A3E24"/>
    <w:rsid w:val="009A5F56"/>
    <w:rsid w:val="009A6358"/>
    <w:rsid w:val="009B082C"/>
    <w:rsid w:val="009B1C6C"/>
    <w:rsid w:val="009B35D5"/>
    <w:rsid w:val="009B427D"/>
    <w:rsid w:val="009B4BAD"/>
    <w:rsid w:val="009B5AF8"/>
    <w:rsid w:val="009C092B"/>
    <w:rsid w:val="009C43B8"/>
    <w:rsid w:val="009C5669"/>
    <w:rsid w:val="009C6773"/>
    <w:rsid w:val="009C6A7D"/>
    <w:rsid w:val="009C78F7"/>
    <w:rsid w:val="009D136C"/>
    <w:rsid w:val="009D2F7C"/>
    <w:rsid w:val="009D3A6B"/>
    <w:rsid w:val="009D52EC"/>
    <w:rsid w:val="009D6E05"/>
    <w:rsid w:val="009D7410"/>
    <w:rsid w:val="009E0760"/>
    <w:rsid w:val="009E7B15"/>
    <w:rsid w:val="009F0188"/>
    <w:rsid w:val="009F1C1B"/>
    <w:rsid w:val="009F5F06"/>
    <w:rsid w:val="00A003E6"/>
    <w:rsid w:val="00A05793"/>
    <w:rsid w:val="00A05F00"/>
    <w:rsid w:val="00A12317"/>
    <w:rsid w:val="00A12463"/>
    <w:rsid w:val="00A12E2F"/>
    <w:rsid w:val="00A13DEC"/>
    <w:rsid w:val="00A21442"/>
    <w:rsid w:val="00A24A5F"/>
    <w:rsid w:val="00A25C15"/>
    <w:rsid w:val="00A2614E"/>
    <w:rsid w:val="00A31900"/>
    <w:rsid w:val="00A33729"/>
    <w:rsid w:val="00A338FD"/>
    <w:rsid w:val="00A33CF9"/>
    <w:rsid w:val="00A34B14"/>
    <w:rsid w:val="00A36409"/>
    <w:rsid w:val="00A36B77"/>
    <w:rsid w:val="00A410DC"/>
    <w:rsid w:val="00A41C22"/>
    <w:rsid w:val="00A50601"/>
    <w:rsid w:val="00A53ED0"/>
    <w:rsid w:val="00A5645A"/>
    <w:rsid w:val="00A57223"/>
    <w:rsid w:val="00A604C3"/>
    <w:rsid w:val="00A60E05"/>
    <w:rsid w:val="00A61CB7"/>
    <w:rsid w:val="00A6342A"/>
    <w:rsid w:val="00A63512"/>
    <w:rsid w:val="00A6448A"/>
    <w:rsid w:val="00A6588D"/>
    <w:rsid w:val="00A667FB"/>
    <w:rsid w:val="00A712A7"/>
    <w:rsid w:val="00A7143F"/>
    <w:rsid w:val="00A7216A"/>
    <w:rsid w:val="00A7551F"/>
    <w:rsid w:val="00A77C06"/>
    <w:rsid w:val="00A77E3C"/>
    <w:rsid w:val="00A8002C"/>
    <w:rsid w:val="00A812C9"/>
    <w:rsid w:val="00A834B5"/>
    <w:rsid w:val="00A84358"/>
    <w:rsid w:val="00A872FC"/>
    <w:rsid w:val="00A9699E"/>
    <w:rsid w:val="00AA075C"/>
    <w:rsid w:val="00AA094C"/>
    <w:rsid w:val="00AA42AF"/>
    <w:rsid w:val="00AA4B48"/>
    <w:rsid w:val="00AA4BE2"/>
    <w:rsid w:val="00AA6FE2"/>
    <w:rsid w:val="00AA772D"/>
    <w:rsid w:val="00AB3309"/>
    <w:rsid w:val="00AB3708"/>
    <w:rsid w:val="00AB66F3"/>
    <w:rsid w:val="00AC06A3"/>
    <w:rsid w:val="00AC453C"/>
    <w:rsid w:val="00AC55F6"/>
    <w:rsid w:val="00AC6BE4"/>
    <w:rsid w:val="00AD0814"/>
    <w:rsid w:val="00AD0BB7"/>
    <w:rsid w:val="00AD2CDC"/>
    <w:rsid w:val="00AD3339"/>
    <w:rsid w:val="00AD3C2B"/>
    <w:rsid w:val="00AD5573"/>
    <w:rsid w:val="00AE30B4"/>
    <w:rsid w:val="00AE39D8"/>
    <w:rsid w:val="00AE4390"/>
    <w:rsid w:val="00AE60F8"/>
    <w:rsid w:val="00AE6891"/>
    <w:rsid w:val="00AE72E5"/>
    <w:rsid w:val="00AF0FCA"/>
    <w:rsid w:val="00AF1FB3"/>
    <w:rsid w:val="00AF2C5F"/>
    <w:rsid w:val="00AF4D9A"/>
    <w:rsid w:val="00AF5570"/>
    <w:rsid w:val="00AF700B"/>
    <w:rsid w:val="00B0151E"/>
    <w:rsid w:val="00B055A4"/>
    <w:rsid w:val="00B056C4"/>
    <w:rsid w:val="00B06D1B"/>
    <w:rsid w:val="00B10A28"/>
    <w:rsid w:val="00B16F4F"/>
    <w:rsid w:val="00B17B97"/>
    <w:rsid w:val="00B2334C"/>
    <w:rsid w:val="00B23D75"/>
    <w:rsid w:val="00B25D72"/>
    <w:rsid w:val="00B27AA0"/>
    <w:rsid w:val="00B318E9"/>
    <w:rsid w:val="00B318F8"/>
    <w:rsid w:val="00B33DBC"/>
    <w:rsid w:val="00B34093"/>
    <w:rsid w:val="00B3446C"/>
    <w:rsid w:val="00B34C40"/>
    <w:rsid w:val="00B3593A"/>
    <w:rsid w:val="00B41B68"/>
    <w:rsid w:val="00B446DD"/>
    <w:rsid w:val="00B44E62"/>
    <w:rsid w:val="00B46A38"/>
    <w:rsid w:val="00B47368"/>
    <w:rsid w:val="00B4788E"/>
    <w:rsid w:val="00B525AF"/>
    <w:rsid w:val="00B5364F"/>
    <w:rsid w:val="00B54D67"/>
    <w:rsid w:val="00B5582C"/>
    <w:rsid w:val="00B56934"/>
    <w:rsid w:val="00B60915"/>
    <w:rsid w:val="00B63FE6"/>
    <w:rsid w:val="00B64A9F"/>
    <w:rsid w:val="00B663C8"/>
    <w:rsid w:val="00B75DE2"/>
    <w:rsid w:val="00B775C8"/>
    <w:rsid w:val="00B82F0A"/>
    <w:rsid w:val="00B844E0"/>
    <w:rsid w:val="00B84C76"/>
    <w:rsid w:val="00B85879"/>
    <w:rsid w:val="00B86049"/>
    <w:rsid w:val="00B8705C"/>
    <w:rsid w:val="00B87167"/>
    <w:rsid w:val="00B87224"/>
    <w:rsid w:val="00B87C4F"/>
    <w:rsid w:val="00B9051E"/>
    <w:rsid w:val="00B912CC"/>
    <w:rsid w:val="00B950E5"/>
    <w:rsid w:val="00B96355"/>
    <w:rsid w:val="00B96384"/>
    <w:rsid w:val="00B97D4B"/>
    <w:rsid w:val="00BA15F3"/>
    <w:rsid w:val="00BA1AE9"/>
    <w:rsid w:val="00BA347B"/>
    <w:rsid w:val="00BA3843"/>
    <w:rsid w:val="00BA3D5B"/>
    <w:rsid w:val="00BA3DCC"/>
    <w:rsid w:val="00BA5E51"/>
    <w:rsid w:val="00BA65BF"/>
    <w:rsid w:val="00BA676F"/>
    <w:rsid w:val="00BA6A52"/>
    <w:rsid w:val="00BA75E8"/>
    <w:rsid w:val="00BB032F"/>
    <w:rsid w:val="00BB044F"/>
    <w:rsid w:val="00BB126F"/>
    <w:rsid w:val="00BB12B0"/>
    <w:rsid w:val="00BB2579"/>
    <w:rsid w:val="00BB4B45"/>
    <w:rsid w:val="00BB5C8E"/>
    <w:rsid w:val="00BB7C50"/>
    <w:rsid w:val="00BC08C7"/>
    <w:rsid w:val="00BC2190"/>
    <w:rsid w:val="00BC2DFC"/>
    <w:rsid w:val="00BC38B9"/>
    <w:rsid w:val="00BC3E00"/>
    <w:rsid w:val="00BC3F3E"/>
    <w:rsid w:val="00BC6AFB"/>
    <w:rsid w:val="00BC712C"/>
    <w:rsid w:val="00BD08CC"/>
    <w:rsid w:val="00BD155D"/>
    <w:rsid w:val="00BE51E9"/>
    <w:rsid w:val="00BF1847"/>
    <w:rsid w:val="00BF1CD2"/>
    <w:rsid w:val="00BF7F8B"/>
    <w:rsid w:val="00C01163"/>
    <w:rsid w:val="00C01869"/>
    <w:rsid w:val="00C044CA"/>
    <w:rsid w:val="00C04E7E"/>
    <w:rsid w:val="00C05772"/>
    <w:rsid w:val="00C069C7"/>
    <w:rsid w:val="00C103EC"/>
    <w:rsid w:val="00C1042E"/>
    <w:rsid w:val="00C1065E"/>
    <w:rsid w:val="00C112C4"/>
    <w:rsid w:val="00C13157"/>
    <w:rsid w:val="00C153C6"/>
    <w:rsid w:val="00C175BA"/>
    <w:rsid w:val="00C24B4A"/>
    <w:rsid w:val="00C277EA"/>
    <w:rsid w:val="00C30484"/>
    <w:rsid w:val="00C31178"/>
    <w:rsid w:val="00C32869"/>
    <w:rsid w:val="00C33F70"/>
    <w:rsid w:val="00C34B92"/>
    <w:rsid w:val="00C34DE2"/>
    <w:rsid w:val="00C4047A"/>
    <w:rsid w:val="00C4088C"/>
    <w:rsid w:val="00C42DF9"/>
    <w:rsid w:val="00C43A4D"/>
    <w:rsid w:val="00C45A09"/>
    <w:rsid w:val="00C45CCD"/>
    <w:rsid w:val="00C50DC3"/>
    <w:rsid w:val="00C51ECA"/>
    <w:rsid w:val="00C53752"/>
    <w:rsid w:val="00C53BC5"/>
    <w:rsid w:val="00C5667E"/>
    <w:rsid w:val="00C5682A"/>
    <w:rsid w:val="00C56BC3"/>
    <w:rsid w:val="00C6282F"/>
    <w:rsid w:val="00C637A6"/>
    <w:rsid w:val="00C64106"/>
    <w:rsid w:val="00C64739"/>
    <w:rsid w:val="00C67F66"/>
    <w:rsid w:val="00C724AD"/>
    <w:rsid w:val="00C74C49"/>
    <w:rsid w:val="00C760B5"/>
    <w:rsid w:val="00C760E1"/>
    <w:rsid w:val="00C766ED"/>
    <w:rsid w:val="00C76A0E"/>
    <w:rsid w:val="00C77929"/>
    <w:rsid w:val="00C80190"/>
    <w:rsid w:val="00C8182D"/>
    <w:rsid w:val="00C82253"/>
    <w:rsid w:val="00C83DD7"/>
    <w:rsid w:val="00C90616"/>
    <w:rsid w:val="00C9080F"/>
    <w:rsid w:val="00C917BA"/>
    <w:rsid w:val="00C91B7E"/>
    <w:rsid w:val="00C91E37"/>
    <w:rsid w:val="00C92650"/>
    <w:rsid w:val="00C93F1F"/>
    <w:rsid w:val="00C93F8F"/>
    <w:rsid w:val="00C95991"/>
    <w:rsid w:val="00C96AE0"/>
    <w:rsid w:val="00C97A59"/>
    <w:rsid w:val="00CA07C8"/>
    <w:rsid w:val="00CA2995"/>
    <w:rsid w:val="00CB5430"/>
    <w:rsid w:val="00CB61B0"/>
    <w:rsid w:val="00CB6609"/>
    <w:rsid w:val="00CC3BF9"/>
    <w:rsid w:val="00CC59E0"/>
    <w:rsid w:val="00CD0A15"/>
    <w:rsid w:val="00CD105B"/>
    <w:rsid w:val="00CD63E4"/>
    <w:rsid w:val="00CD76AA"/>
    <w:rsid w:val="00CE06A2"/>
    <w:rsid w:val="00CE06C8"/>
    <w:rsid w:val="00CE07AB"/>
    <w:rsid w:val="00CE1033"/>
    <w:rsid w:val="00CE1C87"/>
    <w:rsid w:val="00CE2A3F"/>
    <w:rsid w:val="00CE4DE8"/>
    <w:rsid w:val="00CE5283"/>
    <w:rsid w:val="00CE5CD5"/>
    <w:rsid w:val="00CF26F5"/>
    <w:rsid w:val="00CF2A19"/>
    <w:rsid w:val="00CF69FA"/>
    <w:rsid w:val="00CF6E3F"/>
    <w:rsid w:val="00CF7094"/>
    <w:rsid w:val="00CF75EC"/>
    <w:rsid w:val="00CF76A6"/>
    <w:rsid w:val="00CF7C5A"/>
    <w:rsid w:val="00CF7E27"/>
    <w:rsid w:val="00D0312B"/>
    <w:rsid w:val="00D03661"/>
    <w:rsid w:val="00D06706"/>
    <w:rsid w:val="00D07527"/>
    <w:rsid w:val="00D108CF"/>
    <w:rsid w:val="00D12C5A"/>
    <w:rsid w:val="00D12D86"/>
    <w:rsid w:val="00D133CB"/>
    <w:rsid w:val="00D13424"/>
    <w:rsid w:val="00D13E35"/>
    <w:rsid w:val="00D142C1"/>
    <w:rsid w:val="00D14607"/>
    <w:rsid w:val="00D15461"/>
    <w:rsid w:val="00D17192"/>
    <w:rsid w:val="00D17E10"/>
    <w:rsid w:val="00D20BB4"/>
    <w:rsid w:val="00D22248"/>
    <w:rsid w:val="00D23E6C"/>
    <w:rsid w:val="00D248E0"/>
    <w:rsid w:val="00D24B27"/>
    <w:rsid w:val="00D26E27"/>
    <w:rsid w:val="00D305BE"/>
    <w:rsid w:val="00D31066"/>
    <w:rsid w:val="00D32B42"/>
    <w:rsid w:val="00D41C04"/>
    <w:rsid w:val="00D45BC4"/>
    <w:rsid w:val="00D47878"/>
    <w:rsid w:val="00D533E7"/>
    <w:rsid w:val="00D53FE2"/>
    <w:rsid w:val="00D54885"/>
    <w:rsid w:val="00D54B61"/>
    <w:rsid w:val="00D6032F"/>
    <w:rsid w:val="00D60400"/>
    <w:rsid w:val="00D60820"/>
    <w:rsid w:val="00D613E6"/>
    <w:rsid w:val="00D61D6E"/>
    <w:rsid w:val="00D63237"/>
    <w:rsid w:val="00D6378C"/>
    <w:rsid w:val="00D63F52"/>
    <w:rsid w:val="00D64906"/>
    <w:rsid w:val="00D673A7"/>
    <w:rsid w:val="00D71BB0"/>
    <w:rsid w:val="00D71DC7"/>
    <w:rsid w:val="00D74B33"/>
    <w:rsid w:val="00D77AB9"/>
    <w:rsid w:val="00D84F65"/>
    <w:rsid w:val="00D853F5"/>
    <w:rsid w:val="00D85BF9"/>
    <w:rsid w:val="00D868CA"/>
    <w:rsid w:val="00D86AB3"/>
    <w:rsid w:val="00D9016D"/>
    <w:rsid w:val="00D925DE"/>
    <w:rsid w:val="00D92BBE"/>
    <w:rsid w:val="00D96808"/>
    <w:rsid w:val="00DA2F18"/>
    <w:rsid w:val="00DB0631"/>
    <w:rsid w:val="00DB421B"/>
    <w:rsid w:val="00DB5409"/>
    <w:rsid w:val="00DB59D6"/>
    <w:rsid w:val="00DC0BED"/>
    <w:rsid w:val="00DC16B5"/>
    <w:rsid w:val="00DC4573"/>
    <w:rsid w:val="00DC55FB"/>
    <w:rsid w:val="00DC7C81"/>
    <w:rsid w:val="00DD1701"/>
    <w:rsid w:val="00DD1A0A"/>
    <w:rsid w:val="00DD21AB"/>
    <w:rsid w:val="00DD3882"/>
    <w:rsid w:val="00DD5285"/>
    <w:rsid w:val="00DE0C28"/>
    <w:rsid w:val="00DE1D1C"/>
    <w:rsid w:val="00DE2540"/>
    <w:rsid w:val="00DE52C5"/>
    <w:rsid w:val="00DE5894"/>
    <w:rsid w:val="00DE702F"/>
    <w:rsid w:val="00DF0B14"/>
    <w:rsid w:val="00DF11FE"/>
    <w:rsid w:val="00DF21CD"/>
    <w:rsid w:val="00DF37B8"/>
    <w:rsid w:val="00DF4CC1"/>
    <w:rsid w:val="00DF5C52"/>
    <w:rsid w:val="00E0065C"/>
    <w:rsid w:val="00E11FFB"/>
    <w:rsid w:val="00E17834"/>
    <w:rsid w:val="00E208AD"/>
    <w:rsid w:val="00E22F53"/>
    <w:rsid w:val="00E23524"/>
    <w:rsid w:val="00E25B86"/>
    <w:rsid w:val="00E26459"/>
    <w:rsid w:val="00E265E1"/>
    <w:rsid w:val="00E27A4C"/>
    <w:rsid w:val="00E31164"/>
    <w:rsid w:val="00E31820"/>
    <w:rsid w:val="00E32FCB"/>
    <w:rsid w:val="00E3444A"/>
    <w:rsid w:val="00E358D0"/>
    <w:rsid w:val="00E378B8"/>
    <w:rsid w:val="00E429D5"/>
    <w:rsid w:val="00E52D17"/>
    <w:rsid w:val="00E54263"/>
    <w:rsid w:val="00E54592"/>
    <w:rsid w:val="00E54C04"/>
    <w:rsid w:val="00E54FFA"/>
    <w:rsid w:val="00E55381"/>
    <w:rsid w:val="00E601A9"/>
    <w:rsid w:val="00E602D4"/>
    <w:rsid w:val="00E620D4"/>
    <w:rsid w:val="00E655B6"/>
    <w:rsid w:val="00E66191"/>
    <w:rsid w:val="00E6755E"/>
    <w:rsid w:val="00E70395"/>
    <w:rsid w:val="00E8160C"/>
    <w:rsid w:val="00E8230E"/>
    <w:rsid w:val="00E82CA5"/>
    <w:rsid w:val="00E847BF"/>
    <w:rsid w:val="00E85266"/>
    <w:rsid w:val="00E9084A"/>
    <w:rsid w:val="00E9184B"/>
    <w:rsid w:val="00E92920"/>
    <w:rsid w:val="00E95246"/>
    <w:rsid w:val="00E9660F"/>
    <w:rsid w:val="00EA053C"/>
    <w:rsid w:val="00EA179D"/>
    <w:rsid w:val="00EA2CF7"/>
    <w:rsid w:val="00EA3428"/>
    <w:rsid w:val="00EA47C4"/>
    <w:rsid w:val="00EA59D7"/>
    <w:rsid w:val="00EB0200"/>
    <w:rsid w:val="00EB0A67"/>
    <w:rsid w:val="00EB518D"/>
    <w:rsid w:val="00EB645B"/>
    <w:rsid w:val="00EB69C1"/>
    <w:rsid w:val="00EB75DC"/>
    <w:rsid w:val="00EC1E20"/>
    <w:rsid w:val="00EC39E1"/>
    <w:rsid w:val="00EC43A1"/>
    <w:rsid w:val="00EC5D67"/>
    <w:rsid w:val="00EC7808"/>
    <w:rsid w:val="00ED5493"/>
    <w:rsid w:val="00EE338D"/>
    <w:rsid w:val="00EE3759"/>
    <w:rsid w:val="00EE42FD"/>
    <w:rsid w:val="00EE4F5B"/>
    <w:rsid w:val="00EE55EE"/>
    <w:rsid w:val="00EE6D6D"/>
    <w:rsid w:val="00EE747E"/>
    <w:rsid w:val="00EF0CD6"/>
    <w:rsid w:val="00EF10EC"/>
    <w:rsid w:val="00EF248E"/>
    <w:rsid w:val="00EF25D0"/>
    <w:rsid w:val="00EF4145"/>
    <w:rsid w:val="00EF6A30"/>
    <w:rsid w:val="00EF6CEE"/>
    <w:rsid w:val="00F00BAC"/>
    <w:rsid w:val="00F035F9"/>
    <w:rsid w:val="00F05723"/>
    <w:rsid w:val="00F05D6E"/>
    <w:rsid w:val="00F05E44"/>
    <w:rsid w:val="00F07ECF"/>
    <w:rsid w:val="00F10554"/>
    <w:rsid w:val="00F10C81"/>
    <w:rsid w:val="00F12E20"/>
    <w:rsid w:val="00F13E9E"/>
    <w:rsid w:val="00F15122"/>
    <w:rsid w:val="00F15378"/>
    <w:rsid w:val="00F165B2"/>
    <w:rsid w:val="00F200BC"/>
    <w:rsid w:val="00F22F5E"/>
    <w:rsid w:val="00F2518E"/>
    <w:rsid w:val="00F25434"/>
    <w:rsid w:val="00F25B32"/>
    <w:rsid w:val="00F310A5"/>
    <w:rsid w:val="00F3495E"/>
    <w:rsid w:val="00F35580"/>
    <w:rsid w:val="00F36335"/>
    <w:rsid w:val="00F413BD"/>
    <w:rsid w:val="00F41A42"/>
    <w:rsid w:val="00F44544"/>
    <w:rsid w:val="00F45A90"/>
    <w:rsid w:val="00F46B52"/>
    <w:rsid w:val="00F50AE5"/>
    <w:rsid w:val="00F515C8"/>
    <w:rsid w:val="00F51DD6"/>
    <w:rsid w:val="00F54B20"/>
    <w:rsid w:val="00F55064"/>
    <w:rsid w:val="00F6319E"/>
    <w:rsid w:val="00F65160"/>
    <w:rsid w:val="00F65556"/>
    <w:rsid w:val="00F66C8C"/>
    <w:rsid w:val="00F66D89"/>
    <w:rsid w:val="00F70599"/>
    <w:rsid w:val="00F705B8"/>
    <w:rsid w:val="00F7164B"/>
    <w:rsid w:val="00F726B8"/>
    <w:rsid w:val="00F72E46"/>
    <w:rsid w:val="00F753EE"/>
    <w:rsid w:val="00F7633F"/>
    <w:rsid w:val="00F80919"/>
    <w:rsid w:val="00F83E7E"/>
    <w:rsid w:val="00F8580A"/>
    <w:rsid w:val="00F87BB7"/>
    <w:rsid w:val="00F90E6B"/>
    <w:rsid w:val="00F93628"/>
    <w:rsid w:val="00F9370D"/>
    <w:rsid w:val="00F94E95"/>
    <w:rsid w:val="00F95092"/>
    <w:rsid w:val="00F95130"/>
    <w:rsid w:val="00F95290"/>
    <w:rsid w:val="00F97297"/>
    <w:rsid w:val="00FA0EA2"/>
    <w:rsid w:val="00FA2BED"/>
    <w:rsid w:val="00FA2F8F"/>
    <w:rsid w:val="00FA5061"/>
    <w:rsid w:val="00FA5E6A"/>
    <w:rsid w:val="00FA6C1F"/>
    <w:rsid w:val="00FA74C0"/>
    <w:rsid w:val="00FA7B56"/>
    <w:rsid w:val="00FB17E1"/>
    <w:rsid w:val="00FB4E21"/>
    <w:rsid w:val="00FB5E3D"/>
    <w:rsid w:val="00FB60D3"/>
    <w:rsid w:val="00FB668D"/>
    <w:rsid w:val="00FB6AF0"/>
    <w:rsid w:val="00FB7544"/>
    <w:rsid w:val="00FC270A"/>
    <w:rsid w:val="00FC3DD8"/>
    <w:rsid w:val="00FC4D39"/>
    <w:rsid w:val="00FC69C3"/>
    <w:rsid w:val="00FD1A33"/>
    <w:rsid w:val="00FD34FF"/>
    <w:rsid w:val="00FD3A94"/>
    <w:rsid w:val="00FD66B4"/>
    <w:rsid w:val="00FD687E"/>
    <w:rsid w:val="00FE34C6"/>
    <w:rsid w:val="00FE517F"/>
    <w:rsid w:val="00FE7058"/>
    <w:rsid w:val="00FF3CA3"/>
    <w:rsid w:val="00FF568C"/>
    <w:rsid w:val="00FF5B57"/>
    <w:rsid w:val="00FF61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  <w14:docId w14:val="71FD6BD9"/>
  <w15:docId w15:val="{7EC113C9-4C6F-4E63-9CAC-E891CED3AB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E6D6D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6F0323"/>
    <w:pPr>
      <w:keepNext/>
      <w:outlineLvl w:val="0"/>
    </w:pPr>
    <w:rPr>
      <w:b/>
      <w:sz w:val="18"/>
      <w:szCs w:val="20"/>
    </w:rPr>
  </w:style>
  <w:style w:type="paragraph" w:styleId="20">
    <w:name w:val="heading 2"/>
    <w:basedOn w:val="a"/>
    <w:next w:val="a"/>
    <w:link w:val="21"/>
    <w:qFormat/>
    <w:rsid w:val="006F0323"/>
    <w:pPr>
      <w:keepNext/>
      <w:tabs>
        <w:tab w:val="num" w:pos="720"/>
      </w:tabs>
      <w:ind w:left="720" w:hanging="720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link w:val="30"/>
    <w:qFormat/>
    <w:rsid w:val="006F0323"/>
    <w:pPr>
      <w:keepNext/>
      <w:tabs>
        <w:tab w:val="num" w:pos="720"/>
      </w:tabs>
      <w:ind w:left="720" w:hanging="720"/>
      <w:jc w:val="center"/>
      <w:outlineLvl w:val="2"/>
    </w:pPr>
    <w:rPr>
      <w:b/>
      <w:sz w:val="20"/>
      <w:szCs w:val="20"/>
    </w:rPr>
  </w:style>
  <w:style w:type="paragraph" w:styleId="4">
    <w:name w:val="heading 4"/>
    <w:basedOn w:val="a"/>
    <w:next w:val="a"/>
    <w:link w:val="40"/>
    <w:qFormat/>
    <w:rsid w:val="006F0323"/>
    <w:pPr>
      <w:keepNext/>
      <w:numPr>
        <w:numId w:val="12"/>
      </w:numPr>
      <w:outlineLvl w:val="3"/>
    </w:pPr>
    <w:rPr>
      <w:b/>
      <w:sz w:val="18"/>
      <w:szCs w:val="20"/>
    </w:rPr>
  </w:style>
  <w:style w:type="paragraph" w:styleId="5">
    <w:name w:val="heading 5"/>
    <w:basedOn w:val="a"/>
    <w:next w:val="a"/>
    <w:link w:val="50"/>
    <w:qFormat/>
    <w:rsid w:val="006F0323"/>
    <w:pPr>
      <w:keepNext/>
      <w:jc w:val="right"/>
      <w:outlineLvl w:val="4"/>
    </w:pPr>
    <w:rPr>
      <w:b/>
      <w:sz w:val="20"/>
      <w:szCs w:val="20"/>
    </w:rPr>
  </w:style>
  <w:style w:type="paragraph" w:styleId="6">
    <w:name w:val="heading 6"/>
    <w:basedOn w:val="a"/>
    <w:next w:val="a"/>
    <w:link w:val="60"/>
    <w:qFormat/>
    <w:rsid w:val="006F0323"/>
    <w:pPr>
      <w:keepNext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qFormat/>
    <w:rsid w:val="006F0323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2A7685"/>
    <w:rPr>
      <w:rFonts w:ascii="Courier New" w:hAnsi="Courier New"/>
      <w:sz w:val="20"/>
      <w:szCs w:val="20"/>
    </w:rPr>
  </w:style>
  <w:style w:type="table" w:styleId="a5">
    <w:name w:val="Table Grid"/>
    <w:basedOn w:val="a1"/>
    <w:rsid w:val="002A76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rsid w:val="002A7685"/>
    <w:pPr>
      <w:tabs>
        <w:tab w:val="center" w:pos="4677"/>
        <w:tab w:val="right" w:pos="9355"/>
      </w:tabs>
    </w:pPr>
    <w:rPr>
      <w:sz w:val="20"/>
      <w:szCs w:val="20"/>
    </w:rPr>
  </w:style>
  <w:style w:type="paragraph" w:styleId="a8">
    <w:name w:val="footer"/>
    <w:basedOn w:val="a"/>
    <w:link w:val="a9"/>
    <w:rsid w:val="009A5F56"/>
    <w:pPr>
      <w:tabs>
        <w:tab w:val="center" w:pos="4677"/>
        <w:tab w:val="right" w:pos="9355"/>
      </w:tabs>
    </w:pPr>
  </w:style>
  <w:style w:type="paragraph" w:styleId="aa">
    <w:name w:val="Title"/>
    <w:basedOn w:val="a"/>
    <w:link w:val="ab"/>
    <w:qFormat/>
    <w:rsid w:val="00285275"/>
    <w:pPr>
      <w:jc w:val="center"/>
    </w:pPr>
    <w:rPr>
      <w:sz w:val="28"/>
      <w:szCs w:val="20"/>
    </w:rPr>
  </w:style>
  <w:style w:type="paragraph" w:styleId="ac">
    <w:name w:val="Body Text"/>
    <w:basedOn w:val="a"/>
    <w:link w:val="ad"/>
    <w:rsid w:val="006F0323"/>
    <w:rPr>
      <w:sz w:val="16"/>
      <w:szCs w:val="20"/>
    </w:rPr>
  </w:style>
  <w:style w:type="paragraph" w:styleId="22">
    <w:name w:val="Body Text 2"/>
    <w:basedOn w:val="a"/>
    <w:link w:val="23"/>
    <w:rsid w:val="006F0323"/>
    <w:pPr>
      <w:jc w:val="center"/>
    </w:pPr>
    <w:rPr>
      <w:b/>
      <w:sz w:val="18"/>
      <w:szCs w:val="20"/>
    </w:rPr>
  </w:style>
  <w:style w:type="character" w:styleId="ae">
    <w:name w:val="page number"/>
    <w:basedOn w:val="a0"/>
    <w:rsid w:val="006F0323"/>
  </w:style>
  <w:style w:type="paragraph" w:styleId="31">
    <w:name w:val="Body Text 3"/>
    <w:basedOn w:val="a"/>
    <w:link w:val="32"/>
    <w:rsid w:val="006F0323"/>
    <w:pPr>
      <w:spacing w:after="120"/>
    </w:pPr>
    <w:rPr>
      <w:sz w:val="16"/>
      <w:szCs w:val="16"/>
    </w:rPr>
  </w:style>
  <w:style w:type="paragraph" w:styleId="af">
    <w:name w:val="caption"/>
    <w:basedOn w:val="a"/>
    <w:next w:val="a"/>
    <w:qFormat/>
    <w:rsid w:val="00F07ECF"/>
    <w:pPr>
      <w:jc w:val="center"/>
    </w:pPr>
    <w:rPr>
      <w:b/>
      <w:sz w:val="18"/>
      <w:szCs w:val="20"/>
    </w:rPr>
  </w:style>
  <w:style w:type="character" w:styleId="af0">
    <w:name w:val="annotation reference"/>
    <w:rsid w:val="00C82253"/>
    <w:rPr>
      <w:sz w:val="16"/>
      <w:szCs w:val="16"/>
    </w:rPr>
  </w:style>
  <w:style w:type="paragraph" w:styleId="af1">
    <w:name w:val="annotation text"/>
    <w:basedOn w:val="a"/>
    <w:link w:val="af2"/>
    <w:rsid w:val="00C82253"/>
    <w:rPr>
      <w:sz w:val="20"/>
      <w:szCs w:val="20"/>
    </w:rPr>
  </w:style>
  <w:style w:type="character" w:customStyle="1" w:styleId="a4">
    <w:name w:val="Текст Знак"/>
    <w:link w:val="a3"/>
    <w:rsid w:val="008C798C"/>
    <w:rPr>
      <w:rFonts w:ascii="Courier New" w:hAnsi="Courier New"/>
      <w:lang w:val="ru-RU" w:eastAsia="ru-RU" w:bidi="ar-SA"/>
    </w:rPr>
  </w:style>
  <w:style w:type="character" w:customStyle="1" w:styleId="a7">
    <w:name w:val="Верхний колонтитул Знак"/>
    <w:link w:val="a6"/>
    <w:uiPriority w:val="99"/>
    <w:rsid w:val="008C798C"/>
    <w:rPr>
      <w:lang w:val="ru-RU" w:eastAsia="ru-RU" w:bidi="ar-SA"/>
    </w:rPr>
  </w:style>
  <w:style w:type="character" w:customStyle="1" w:styleId="a9">
    <w:name w:val="Нижний колонтитул Знак"/>
    <w:link w:val="a8"/>
    <w:rsid w:val="008C798C"/>
    <w:rPr>
      <w:sz w:val="24"/>
      <w:szCs w:val="24"/>
      <w:lang w:val="ru-RU" w:eastAsia="ru-RU" w:bidi="ar-SA"/>
    </w:rPr>
  </w:style>
  <w:style w:type="character" w:customStyle="1" w:styleId="33">
    <w:name w:val="Знак Знак3"/>
    <w:rsid w:val="00C277EA"/>
    <w:rPr>
      <w:rFonts w:ascii="Courier New" w:hAnsi="Courier New"/>
      <w:lang w:val="ru-RU" w:eastAsia="ru-RU" w:bidi="ar-SA"/>
    </w:rPr>
  </w:style>
  <w:style w:type="character" w:customStyle="1" w:styleId="PlainTextChar">
    <w:name w:val="Plain Text Char"/>
    <w:locked/>
    <w:rsid w:val="001F0441"/>
    <w:rPr>
      <w:rFonts w:ascii="Courier New" w:hAnsi="Courier New" w:cs="Times New Roman"/>
      <w:lang w:val="ru-RU" w:eastAsia="ru-RU" w:bidi="ar-SA"/>
    </w:rPr>
  </w:style>
  <w:style w:type="character" w:customStyle="1" w:styleId="71">
    <w:name w:val="Знак Знак7"/>
    <w:rsid w:val="001F0441"/>
    <w:rPr>
      <w:rFonts w:ascii="Courier New" w:hAnsi="Courier New"/>
    </w:rPr>
  </w:style>
  <w:style w:type="character" w:customStyle="1" w:styleId="30">
    <w:name w:val="Заголовок 3 Знак"/>
    <w:link w:val="3"/>
    <w:rsid w:val="001F0441"/>
    <w:rPr>
      <w:b/>
      <w:lang w:val="ru-RU" w:eastAsia="ru-RU" w:bidi="ar-SA"/>
    </w:rPr>
  </w:style>
  <w:style w:type="character" w:customStyle="1" w:styleId="41">
    <w:name w:val="Знак Знак4"/>
    <w:rsid w:val="00276EA6"/>
    <w:rPr>
      <w:b/>
      <w:lang w:val="ru-RU" w:eastAsia="ru-RU" w:bidi="ar-SA"/>
    </w:rPr>
  </w:style>
  <w:style w:type="paragraph" w:styleId="af3">
    <w:name w:val="Balloon Text"/>
    <w:basedOn w:val="a"/>
    <w:link w:val="af4"/>
    <w:rsid w:val="00276EA6"/>
    <w:rPr>
      <w:rFonts w:ascii="Tahoma" w:hAnsi="Tahoma" w:cs="Tahoma"/>
      <w:sz w:val="16"/>
      <w:szCs w:val="16"/>
    </w:rPr>
  </w:style>
  <w:style w:type="character" w:customStyle="1" w:styleId="9">
    <w:name w:val="Знак Знак9"/>
    <w:rsid w:val="00276EA6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34">
    <w:name w:val="Знак Знак3"/>
    <w:locked/>
    <w:rsid w:val="00276EA6"/>
    <w:rPr>
      <w:rFonts w:ascii="Courier New" w:hAnsi="Courier New" w:cs="Courier New"/>
      <w:lang w:val="ru-RU" w:eastAsia="ru-RU" w:bidi="ar-SA"/>
    </w:rPr>
  </w:style>
  <w:style w:type="paragraph" w:customStyle="1" w:styleId="8">
    <w:name w:val="Обычный + 8 пт"/>
    <w:basedOn w:val="a"/>
    <w:rsid w:val="00276EA6"/>
    <w:rPr>
      <w:sz w:val="16"/>
      <w:szCs w:val="16"/>
    </w:rPr>
  </w:style>
  <w:style w:type="character" w:customStyle="1" w:styleId="10">
    <w:name w:val="Заголовок 1 Знак"/>
    <w:link w:val="1"/>
    <w:rsid w:val="000D79BC"/>
    <w:rPr>
      <w:b/>
      <w:sz w:val="18"/>
    </w:rPr>
  </w:style>
  <w:style w:type="paragraph" w:styleId="2">
    <w:name w:val="List Bullet 2"/>
    <w:basedOn w:val="a"/>
    <w:autoRedefine/>
    <w:rsid w:val="000D79BC"/>
    <w:pPr>
      <w:numPr>
        <w:numId w:val="49"/>
      </w:numPr>
    </w:pPr>
    <w:rPr>
      <w:sz w:val="20"/>
      <w:szCs w:val="20"/>
    </w:rPr>
  </w:style>
  <w:style w:type="paragraph" w:styleId="af5">
    <w:name w:val="Normal Indent"/>
    <w:basedOn w:val="a"/>
    <w:rsid w:val="000D79BC"/>
    <w:pPr>
      <w:ind w:left="720"/>
    </w:pPr>
    <w:rPr>
      <w:sz w:val="20"/>
      <w:szCs w:val="20"/>
    </w:rPr>
  </w:style>
  <w:style w:type="paragraph" w:styleId="af6">
    <w:name w:val="footnote text"/>
    <w:basedOn w:val="a"/>
    <w:link w:val="af7"/>
    <w:rsid w:val="000D79BC"/>
    <w:rPr>
      <w:sz w:val="20"/>
      <w:szCs w:val="20"/>
    </w:rPr>
  </w:style>
  <w:style w:type="character" w:customStyle="1" w:styleId="af7">
    <w:name w:val="Текст сноски Знак"/>
    <w:basedOn w:val="a0"/>
    <w:link w:val="af6"/>
    <w:rsid w:val="000D79BC"/>
  </w:style>
  <w:style w:type="character" w:styleId="af8">
    <w:name w:val="footnote reference"/>
    <w:rsid w:val="000D79BC"/>
    <w:rPr>
      <w:vertAlign w:val="superscript"/>
    </w:rPr>
  </w:style>
  <w:style w:type="character" w:styleId="af9">
    <w:name w:val="Hyperlink"/>
    <w:rsid w:val="000D79BC"/>
    <w:rPr>
      <w:color w:val="0000FF"/>
      <w:u w:val="single"/>
    </w:rPr>
  </w:style>
  <w:style w:type="character" w:styleId="afa">
    <w:name w:val="FollowedHyperlink"/>
    <w:rsid w:val="000D79BC"/>
    <w:rPr>
      <w:color w:val="800080"/>
      <w:u w:val="single"/>
    </w:rPr>
  </w:style>
  <w:style w:type="character" w:customStyle="1" w:styleId="21">
    <w:name w:val="Заголовок 2 Знак"/>
    <w:link w:val="20"/>
    <w:rsid w:val="002B6860"/>
    <w:rPr>
      <w:b/>
    </w:rPr>
  </w:style>
  <w:style w:type="character" w:customStyle="1" w:styleId="40">
    <w:name w:val="Заголовок 4 Знак"/>
    <w:link w:val="4"/>
    <w:rsid w:val="002B6860"/>
    <w:rPr>
      <w:b/>
      <w:sz w:val="18"/>
    </w:rPr>
  </w:style>
  <w:style w:type="character" w:customStyle="1" w:styleId="50">
    <w:name w:val="Заголовок 5 Знак"/>
    <w:link w:val="5"/>
    <w:rsid w:val="002B6860"/>
    <w:rPr>
      <w:b/>
    </w:rPr>
  </w:style>
  <w:style w:type="character" w:customStyle="1" w:styleId="60">
    <w:name w:val="Заголовок 6 Знак"/>
    <w:link w:val="6"/>
    <w:rsid w:val="002B6860"/>
    <w:rPr>
      <w:b/>
    </w:rPr>
  </w:style>
  <w:style w:type="character" w:customStyle="1" w:styleId="70">
    <w:name w:val="Заголовок 7 Знак"/>
    <w:link w:val="7"/>
    <w:rsid w:val="002B6860"/>
    <w:rPr>
      <w:sz w:val="24"/>
      <w:szCs w:val="24"/>
    </w:rPr>
  </w:style>
  <w:style w:type="character" w:customStyle="1" w:styleId="af2">
    <w:name w:val="Текст примечания Знак"/>
    <w:link w:val="af1"/>
    <w:rsid w:val="002B6860"/>
  </w:style>
  <w:style w:type="character" w:customStyle="1" w:styleId="ab">
    <w:name w:val="Заголовок Знак"/>
    <w:link w:val="aa"/>
    <w:rsid w:val="002B6860"/>
    <w:rPr>
      <w:sz w:val="28"/>
    </w:rPr>
  </w:style>
  <w:style w:type="character" w:customStyle="1" w:styleId="ad">
    <w:name w:val="Основной текст Знак"/>
    <w:link w:val="ac"/>
    <w:rsid w:val="002B6860"/>
    <w:rPr>
      <w:sz w:val="16"/>
    </w:rPr>
  </w:style>
  <w:style w:type="character" w:customStyle="1" w:styleId="23">
    <w:name w:val="Основной текст 2 Знак"/>
    <w:link w:val="22"/>
    <w:rsid w:val="002B6860"/>
    <w:rPr>
      <w:b/>
      <w:sz w:val="18"/>
    </w:rPr>
  </w:style>
  <w:style w:type="character" w:customStyle="1" w:styleId="32">
    <w:name w:val="Основной текст 3 Знак"/>
    <w:link w:val="31"/>
    <w:rsid w:val="002B6860"/>
    <w:rPr>
      <w:sz w:val="16"/>
      <w:szCs w:val="16"/>
    </w:rPr>
  </w:style>
  <w:style w:type="character" w:customStyle="1" w:styleId="af4">
    <w:name w:val="Текст выноски Знак"/>
    <w:link w:val="af3"/>
    <w:rsid w:val="002B6860"/>
    <w:rPr>
      <w:rFonts w:ascii="Tahoma" w:hAnsi="Tahoma" w:cs="Tahoma"/>
      <w:sz w:val="16"/>
      <w:szCs w:val="16"/>
    </w:rPr>
  </w:style>
  <w:style w:type="character" w:customStyle="1" w:styleId="72">
    <w:name w:val="Знак Знак7"/>
    <w:rsid w:val="002B6860"/>
    <w:rPr>
      <w:rFonts w:ascii="Courier New" w:hAnsi="Courier New" w:cs="Courier New" w:hint="default"/>
    </w:rPr>
  </w:style>
  <w:style w:type="character" w:customStyle="1" w:styleId="42">
    <w:name w:val="Знак Знак4"/>
    <w:rsid w:val="002B6860"/>
    <w:rPr>
      <w:b/>
      <w:bCs w:val="0"/>
      <w:lang w:val="ru-RU" w:eastAsia="ru-RU" w:bidi="ar-SA"/>
    </w:rPr>
  </w:style>
  <w:style w:type="character" w:customStyle="1" w:styleId="90">
    <w:name w:val="Знак Знак9"/>
    <w:rsid w:val="002B6860"/>
    <w:rPr>
      <w:rFonts w:ascii="Courier New" w:eastAsia="Times New Roman" w:hAnsi="Courier New" w:cs="Times New Roman" w:hint="default"/>
      <w:sz w:val="20"/>
      <w:szCs w:val="20"/>
      <w:lang w:eastAsia="ru-RU"/>
    </w:rPr>
  </w:style>
  <w:style w:type="character" w:customStyle="1" w:styleId="afb">
    <w:name w:val="Знак Знак"/>
    <w:rsid w:val="008C793D"/>
    <w:rPr>
      <w:rFonts w:ascii="Courier New" w:hAnsi="Courier New"/>
    </w:rPr>
  </w:style>
  <w:style w:type="character" w:customStyle="1" w:styleId="51">
    <w:name w:val="Знак Знак5"/>
    <w:rsid w:val="008C793D"/>
    <w:rPr>
      <w:b/>
      <w:lang w:val="ru-RU" w:eastAsia="ru-RU" w:bidi="ar-SA"/>
    </w:rPr>
  </w:style>
  <w:style w:type="character" w:customStyle="1" w:styleId="220">
    <w:name w:val="Знак Знак22"/>
    <w:rsid w:val="008164AD"/>
    <w:rPr>
      <w:b/>
      <w:sz w:val="18"/>
    </w:rPr>
  </w:style>
  <w:style w:type="character" w:customStyle="1" w:styleId="210">
    <w:name w:val="Знак Знак21"/>
    <w:rsid w:val="008164AD"/>
    <w:rPr>
      <w:b/>
    </w:rPr>
  </w:style>
  <w:style w:type="paragraph" w:customStyle="1" w:styleId="211">
    <w:name w:val="Средняя сетка 21"/>
    <w:link w:val="24"/>
    <w:uiPriority w:val="99"/>
    <w:rsid w:val="004E2391"/>
    <w:rPr>
      <w:rFonts w:ascii="Calibri" w:hAnsi="Calibri"/>
      <w:sz w:val="22"/>
      <w:szCs w:val="22"/>
      <w:lang w:eastAsia="en-US"/>
    </w:rPr>
  </w:style>
  <w:style w:type="character" w:customStyle="1" w:styleId="24">
    <w:name w:val="Средняя сетка 2 Знак"/>
    <w:link w:val="211"/>
    <w:uiPriority w:val="99"/>
    <w:locked/>
    <w:rsid w:val="004E2391"/>
    <w:rPr>
      <w:rFonts w:ascii="Calibri" w:hAnsi="Calibri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4E2391"/>
    <w:pPr>
      <w:autoSpaceDE w:val="0"/>
      <w:autoSpaceDN w:val="0"/>
      <w:adjustRightInd w:val="0"/>
    </w:pPr>
    <w:rPr>
      <w:rFonts w:ascii="Courier New" w:eastAsia="Calibri" w:hAnsi="Courier New" w:cs="Courier New"/>
    </w:rPr>
  </w:style>
  <w:style w:type="paragraph" w:customStyle="1" w:styleId="ConsPlusTitle">
    <w:name w:val="ConsPlusTitle"/>
    <w:uiPriority w:val="99"/>
    <w:rsid w:val="004E2391"/>
    <w:pPr>
      <w:autoSpaceDE w:val="0"/>
      <w:autoSpaceDN w:val="0"/>
      <w:adjustRightInd w:val="0"/>
    </w:pPr>
    <w:rPr>
      <w:rFonts w:eastAsia="Calibri"/>
      <w:b/>
      <w:bCs/>
      <w:sz w:val="18"/>
      <w:szCs w:val="18"/>
    </w:rPr>
  </w:style>
  <w:style w:type="paragraph" w:customStyle="1" w:styleId="ConsPlusNormal">
    <w:name w:val="ConsPlusNormal"/>
    <w:rsid w:val="004E2391"/>
    <w:pPr>
      <w:widowControl w:val="0"/>
      <w:autoSpaceDE w:val="0"/>
      <w:autoSpaceDN w:val="0"/>
      <w:adjustRightInd w:val="0"/>
    </w:pPr>
    <w:rPr>
      <w:rFonts w:ascii="Arial" w:eastAsia="Calibri" w:hAnsi="Arial" w:cs="Arial"/>
    </w:rPr>
  </w:style>
  <w:style w:type="paragraph" w:customStyle="1" w:styleId="212">
    <w:name w:val="Основной текст (2)1"/>
    <w:basedOn w:val="a"/>
    <w:uiPriority w:val="99"/>
    <w:rsid w:val="004E2391"/>
    <w:pPr>
      <w:widowControl w:val="0"/>
      <w:shd w:val="clear" w:color="auto" w:fill="FFFFFF"/>
      <w:spacing w:after="60" w:line="240" w:lineRule="atLeast"/>
      <w:ind w:hanging="8"/>
    </w:pPr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840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1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7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99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9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93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28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6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10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7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63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8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GIVC\Mshp\TEMPLATE\blank20190sxMinsk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CE8D0C-F616-4C9A-B83A-D84938F0E9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blank20190sxMinsk</Template>
  <TotalTime>455</TotalTime>
  <Pages>16</Pages>
  <Words>3785</Words>
  <Characters>21575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 О Д Ы</vt:lpstr>
    </vt:vector>
  </TitlesOfParts>
  <Company>Организация</Company>
  <LinksUpToDate>false</LinksUpToDate>
  <CharactersWithSpaces>25310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 О Д Ы</dc:title>
  <dc:creator>User</dc:creator>
  <cp:lastModifiedBy>User</cp:lastModifiedBy>
  <cp:revision>31</cp:revision>
  <cp:lastPrinted>2021-03-05T05:55:00Z</cp:lastPrinted>
  <dcterms:created xsi:type="dcterms:W3CDTF">2020-02-19T00:00:00Z</dcterms:created>
  <dcterms:modified xsi:type="dcterms:W3CDTF">2025-03-17T09:30:00Z</dcterms:modified>
</cp:coreProperties>
</file>