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782C99" w:rsidRPr="00782C99" w14:paraId="094AC2F3" w14:textId="77777777" w:rsidTr="00794D7B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F55E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23629B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EC131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A48A7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607A1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38275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1</w:t>
            </w:r>
          </w:p>
        </w:tc>
      </w:tr>
      <w:tr w:rsidR="00782C99" w:rsidRPr="00782C99" w14:paraId="076BC2F3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25A58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4C80F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FD4C4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649FA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4EBD2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BBBDC3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5AA1CA38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22A75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7A7DE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3C39A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7D248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EFD70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88B39" w14:textId="77777777" w:rsidR="00782C99" w:rsidRPr="00782C99" w:rsidRDefault="00782C99" w:rsidP="00782C99">
            <w:pPr>
              <w:jc w:val="right"/>
              <w:rPr>
                <w:sz w:val="16"/>
                <w:szCs w:val="16"/>
                <w:lang w:val="en-US"/>
              </w:rPr>
            </w:pPr>
            <w:r w:rsidRPr="00782C99">
              <w:rPr>
                <w:sz w:val="16"/>
                <w:szCs w:val="16"/>
              </w:rPr>
              <w:t xml:space="preserve">    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C6AC2C0" w14:textId="77777777" w:rsidTr="00794D7B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D7AF3F" w14:textId="77777777" w:rsidR="00782C99" w:rsidRPr="00782C99" w:rsidRDefault="00782C99" w:rsidP="0078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782C99"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782C99" w:rsidRPr="00782C99" w14:paraId="781F468A" w14:textId="77777777" w:rsidTr="00794D7B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BE28C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300D6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7FD6FA" w14:textId="77777777" w:rsidR="00782C99" w:rsidRPr="00782C99" w:rsidRDefault="00782C99" w:rsidP="00782C99">
            <w:pPr>
              <w:ind w:firstLineChars="300" w:firstLine="540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167207E" w14:textId="78338D68" w:rsidR="00782C99" w:rsidRPr="00782C99" w:rsidRDefault="00302136" w:rsidP="007447D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="00782C99" w:rsidRPr="00782C99">
              <w:rPr>
                <w:b/>
                <w:sz w:val="18"/>
                <w:szCs w:val="18"/>
                <w:lang w:val="en-US"/>
              </w:rPr>
              <w:t xml:space="preserve"> </w:t>
            </w:r>
            <w:r w:rsidR="000F3130">
              <w:rPr>
                <w:b/>
                <w:sz w:val="18"/>
                <w:szCs w:val="18"/>
              </w:rPr>
              <w:t>декабря</w:t>
            </w:r>
            <w:r w:rsidR="00782C99" w:rsidRPr="00782C99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</w:t>
            </w:r>
            <w:r w:rsidR="007447DF">
              <w:rPr>
                <w:b/>
                <w:sz w:val="18"/>
                <w:szCs w:val="18"/>
              </w:rPr>
              <w:t>4</w:t>
            </w:r>
            <w:r w:rsidR="00782C99"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565C4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</w:tr>
      <w:tr w:rsidR="00782C99" w:rsidRPr="00782C99" w14:paraId="615D4920" w14:textId="77777777" w:rsidTr="00794D7B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E21D28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857FA5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7E96E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713F4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95EC7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9CC734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92DE0D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D54DB9" w:rsidRPr="00782C99" w14:paraId="4B57B848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CB3780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91D126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D54DB9" w:rsidRPr="00782C99" w14:paraId="000522F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458B34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FA3D0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D54DB9" w:rsidRPr="00782C99" w14:paraId="2A747027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1B589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42354A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D54DB9" w:rsidRPr="00782C99" w14:paraId="44E8D66C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FFF52F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11DF265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D54DB9" w:rsidRPr="00782C99" w14:paraId="3FD4A0A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376BCE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D390729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D54DB9" w:rsidRPr="00782C99" w14:paraId="56611435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245B78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CD5EFE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proofErr w:type="spellStart"/>
            <w:r w:rsidRPr="00D54DB9">
              <w:rPr>
                <w:sz w:val="18"/>
                <w:szCs w:val="20"/>
              </w:rPr>
              <w:t>тыс.руб</w:t>
            </w:r>
            <w:proofErr w:type="spellEnd"/>
            <w:r w:rsidRPr="00D54DB9">
              <w:rPr>
                <w:sz w:val="18"/>
                <w:szCs w:val="20"/>
              </w:rPr>
              <w:t>.</w:t>
            </w:r>
          </w:p>
        </w:tc>
      </w:tr>
      <w:tr w:rsidR="00D54DB9" w:rsidRPr="00782C99" w14:paraId="5D5D2DC6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51244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4EA58CA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782C99" w:rsidRPr="00782C99" w14:paraId="3EF84E24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B1F073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625EB7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D884C0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696D5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5DB7D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1F533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4D68B782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DA7FC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65318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29533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6A630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5317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8B305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26C918AE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54D74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D2E16E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1F2CB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03A765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C6F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427D6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0E3F0E96" w14:textId="77777777" w:rsidTr="00794D7B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C4A02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141DDCE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E6DA31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14D3FAE" w14:textId="77777777" w:rsidR="00782C99" w:rsidRPr="00782C99" w:rsidRDefault="00782C99" w:rsidP="00782C99">
            <w:pPr>
              <w:ind w:firstLineChars="200" w:firstLine="320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909A54" w14:textId="77777777" w:rsidR="00782C99" w:rsidRPr="00782C99" w:rsidRDefault="00782C99" w:rsidP="00782C99">
            <w:pPr>
              <w:jc w:val="center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57D511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39DF7F9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9A3676" w:rsidRPr="00782C99" w14:paraId="44FDBC8D" w14:textId="77777777" w:rsidTr="00794D7B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F3F2D" w14:textId="77777777" w:rsidR="009A3676" w:rsidRPr="00782C99" w:rsidRDefault="009A3676" w:rsidP="009A3676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75B0A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C8997" w14:textId="1A6AFDEF" w:rsidR="009A3676" w:rsidRPr="00782C99" w:rsidRDefault="009A3676" w:rsidP="003854C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3854C7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374277" w14:textId="2F9817EF" w:rsidR="009A3676" w:rsidRPr="00782C99" w:rsidRDefault="009A3676" w:rsidP="003854C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3854C7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9A3676" w:rsidRPr="00782C99" w14:paraId="0872A659" w14:textId="77777777" w:rsidTr="00794D7B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374796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22194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F0DAB" w14:textId="538E91D0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90C5056" w14:textId="0E0B88A3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9317BC" w:rsidRPr="00782C99" w14:paraId="0102FEB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64532A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739E3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4AC2F" w14:textId="70394B4A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E3E25" w14:textId="6385B7F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47DBB95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F1797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E51D4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617D8" w14:textId="49815DF3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0" w:name="f1r110"/>
            <w:bookmarkEnd w:id="0"/>
            <w:r>
              <w:rPr>
                <w:b/>
                <w:sz w:val="20"/>
                <w:szCs w:val="20"/>
              </w:rPr>
              <w:t>13 511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D8D8A" w14:textId="26852220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12 526 </w:t>
            </w:r>
          </w:p>
        </w:tc>
      </w:tr>
      <w:tr w:rsidR="009B4C06" w:rsidRPr="00782C99" w14:paraId="4F03CF1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61AF52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FB487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D93C8" w14:textId="02FE16F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" w:name="f1r120"/>
            <w:bookmarkEnd w:id="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B3959" w14:textId="715D3B4D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62545556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2BA0CE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4F2A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EA9A6" w14:textId="68C298A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" w:name="f1r130"/>
            <w:bookmarkEnd w:id="2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EEDC3" w14:textId="735E838A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585A5471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5ABC0D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D2992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0A0A1" w14:textId="0C662F1C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F0B1E" w14:textId="0E666DF5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2F507B18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664506" w14:textId="77777777" w:rsidR="009B4C06" w:rsidRPr="00782C99" w:rsidRDefault="009B4C06" w:rsidP="009B4C0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2C615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5D15F" w14:textId="472A0EC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" w:name="f1r131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DF6C4" w14:textId="11267DB2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515E623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F22E8" w14:textId="77777777" w:rsidR="009B4C06" w:rsidRPr="00782C99" w:rsidRDefault="009B4C06" w:rsidP="009B4C0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AFA4B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0EB2E" w14:textId="3384C3D4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" w:name="f1r132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B3F0A" w14:textId="76940B10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49355D3D" w14:textId="77777777" w:rsidTr="00794D7B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CEB7E86" w14:textId="77777777" w:rsidR="009B4C06" w:rsidRPr="00782C99" w:rsidRDefault="009B4C06" w:rsidP="009B4C0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1B5A4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2420C" w14:textId="07595AF6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" w:name="f1r133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CAEA9" w14:textId="54E5B39C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677BFB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46D0D1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5ABB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9FB8E" w14:textId="37BB4613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6" w:name="f1r140"/>
            <w:bookmarkEnd w:id="6"/>
            <w:r>
              <w:rPr>
                <w:b/>
                <w:sz w:val="20"/>
                <w:szCs w:val="20"/>
              </w:rPr>
              <w:t>2 093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42929" w14:textId="2349260C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2D90D0B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A5A6CE7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08B39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9D11E" w14:textId="267C2816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7" w:name="f1r150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82358" w14:textId="28AA9B2E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70F8B82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A2FB88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85318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88C86" w14:textId="041A9E06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8" w:name="f1r160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3AB1F" w14:textId="635574E4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0C4345D5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0BE7031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2B32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00F26F" w14:textId="37FF032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9" w:name="f1r170"/>
            <w:bookmarkEnd w:id="9"/>
            <w:r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15695" w14:textId="16CB5714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123 </w:t>
            </w:r>
          </w:p>
        </w:tc>
      </w:tr>
      <w:tr w:rsidR="009B4C06" w:rsidRPr="00782C99" w14:paraId="224E023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BDABC99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E03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4A03C" w14:textId="4D29EDFA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0" w:name="f1r18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40559" w14:textId="36613333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55EF036E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5B804D9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EBEE4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E044D" w14:textId="513429F0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190"/>
            <w:bookmarkEnd w:id="11"/>
            <w:r>
              <w:rPr>
                <w:b/>
                <w:bCs/>
                <w:sz w:val="20"/>
                <w:szCs w:val="20"/>
              </w:rPr>
              <w:t>15 816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7BEC9" w14:textId="7C86AC58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12 649 </w:t>
            </w:r>
          </w:p>
        </w:tc>
      </w:tr>
      <w:tr w:rsidR="009B4C06" w:rsidRPr="00782C99" w14:paraId="44B047D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6367B4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E4EEF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73244" w14:textId="5939B174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35E3" w14:textId="5EA377F7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4C06" w:rsidRPr="00782C99" w14:paraId="60859C9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9C0DF0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97DF7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245D2" w14:textId="2AF9680B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2" w:name="f1r210"/>
            <w:bookmarkEnd w:id="12"/>
            <w:r>
              <w:rPr>
                <w:b/>
                <w:sz w:val="20"/>
                <w:szCs w:val="20"/>
              </w:rPr>
              <w:t>7 527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D6200" w14:textId="2E2F51F0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6 487 </w:t>
            </w:r>
          </w:p>
        </w:tc>
      </w:tr>
      <w:tr w:rsidR="009B4C06" w:rsidRPr="00782C99" w14:paraId="6EC457B4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0D58A81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F2014" w14:textId="77777777" w:rsidR="009B4C06" w:rsidRPr="00782C99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E4EFE" w14:textId="3D19255E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966AA" w14:textId="5AC94F77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6FF9364B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658D52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B8996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A10A3" w14:textId="18DAAC32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3" w:name="f1r211"/>
            <w:bookmarkEnd w:id="13"/>
            <w:r>
              <w:rPr>
                <w:b/>
              </w:rPr>
              <w:t>2 829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D328D" w14:textId="5D7CA818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2 672 </w:t>
            </w:r>
          </w:p>
        </w:tc>
      </w:tr>
      <w:tr w:rsidR="009B4C06" w:rsidRPr="00782C99" w14:paraId="4AFB2160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6A4CABD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2994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F838C" w14:textId="3A9C10AC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4" w:name="f1r212"/>
            <w:bookmarkEnd w:id="14"/>
            <w:r>
              <w:rPr>
                <w:b/>
              </w:rPr>
              <w:t>4 243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67FA1" w14:textId="2B81A87F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3 383 </w:t>
            </w:r>
          </w:p>
        </w:tc>
      </w:tr>
      <w:tr w:rsidR="009B4C06" w:rsidRPr="00782C99" w14:paraId="3A09E8B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3C2A35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BEDEC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35931" w14:textId="5E8DA518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5" w:name="f1r213"/>
            <w:bookmarkEnd w:id="15"/>
            <w:r>
              <w:rPr>
                <w:b/>
              </w:rPr>
              <w:t>444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17A33" w14:textId="6A04F8DF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421 </w:t>
            </w:r>
          </w:p>
        </w:tc>
      </w:tr>
      <w:tr w:rsidR="009B4C06" w:rsidRPr="00782C99" w14:paraId="3530B49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931ADCB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4FB24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838F55" w14:textId="4C069702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6" w:name="f1r214"/>
            <w:bookmarkEnd w:id="16"/>
            <w:r>
              <w:rPr>
                <w:b/>
              </w:rPr>
              <w:t>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EA870" w14:textId="4C9C8BA4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</w:t>
            </w:r>
          </w:p>
        </w:tc>
      </w:tr>
      <w:tr w:rsidR="009B4C06" w:rsidRPr="00782C99" w14:paraId="6CEDFD7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88BFD63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48939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10369" w14:textId="33DC0D8E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7" w:name="f1r215"/>
            <w:bookmarkEnd w:id="1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C935B" w14:textId="72C229AE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1D587BB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20FF98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A2363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C7D82" w14:textId="1C00D4A8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8" w:name="f1r216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7C2CA" w14:textId="4E3113C1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49487161" w14:textId="77777777" w:rsidTr="00794D7B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8E6455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BF6B4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451D4" w14:textId="66EB033A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19" w:name="f1r220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3DE00" w14:textId="7B7823CC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3A8E724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7CBD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84B15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5382D" w14:textId="60E7ABE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0" w:name="f1r23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8DE22" w14:textId="31927615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135097B6" w14:textId="77777777" w:rsidTr="00794D7B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C2E2EA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7EBAC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8F5F6" w14:textId="32B9881E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1" w:name="f1r24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094FD" w14:textId="67EAAA7F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24304CD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D8E6E1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DFD56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8C9D8A" w14:textId="46E2181E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2" w:name="f1r250"/>
            <w:bookmarkEnd w:id="22"/>
            <w:r>
              <w:rPr>
                <w:b/>
                <w:sz w:val="20"/>
                <w:szCs w:val="20"/>
              </w:rPr>
              <w:t>4 185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4940C" w14:textId="5F27D165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647 </w:t>
            </w:r>
          </w:p>
        </w:tc>
      </w:tr>
      <w:tr w:rsidR="009B4C06" w:rsidRPr="00782C99" w14:paraId="1F85B0CA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002AE4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7A70C6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55730" w14:textId="6AC420F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3" w:name="f1r260"/>
            <w:bookmarkEnd w:id="23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E9E90" w14:textId="27DEE596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7104A54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BEAE1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CEAE1B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9F8A9" w14:textId="11D3FC9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4" w:name="f1r270"/>
            <w:bookmarkEnd w:id="24"/>
            <w:r>
              <w:rPr>
                <w:b/>
                <w:sz w:val="20"/>
                <w:szCs w:val="20"/>
              </w:rPr>
              <w:t>769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51D5F" w14:textId="6B54D840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455 </w:t>
            </w:r>
          </w:p>
        </w:tc>
      </w:tr>
      <w:tr w:rsidR="009B4C06" w:rsidRPr="00782C99" w14:paraId="67B0892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452726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BC9F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0483F" w14:textId="0C8F132B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5" w:name="f1r280"/>
            <w:bookmarkEnd w:id="2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07D37" w14:textId="5AFB67AE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4C06" w:rsidRPr="00782C99" w14:paraId="3F7072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89DB9A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AA5A0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9636" w14:textId="72548306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f1r290"/>
            <w:bookmarkEnd w:id="26"/>
            <w:r>
              <w:rPr>
                <w:b/>
                <w:bCs/>
                <w:sz w:val="20"/>
                <w:szCs w:val="20"/>
              </w:rPr>
              <w:t>12 481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5A1A" w14:textId="25DAB959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7 589 </w:t>
            </w:r>
          </w:p>
        </w:tc>
      </w:tr>
      <w:tr w:rsidR="009B4C06" w:rsidRPr="00782C99" w14:paraId="08430EA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D38DE6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78718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69C0D" w14:textId="63A05E51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300"/>
            <w:bookmarkEnd w:id="27"/>
            <w:r>
              <w:rPr>
                <w:b/>
                <w:bCs/>
                <w:sz w:val="20"/>
                <w:szCs w:val="20"/>
              </w:rPr>
              <w:t>28 297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93FD" w14:textId="1054E2AD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20 238 </w:t>
            </w:r>
          </w:p>
        </w:tc>
      </w:tr>
      <w:tr w:rsidR="00344836" w:rsidRPr="00782C99" w14:paraId="17A386D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95E9EC" w14:textId="77777777" w:rsidR="00344836" w:rsidRPr="00782C99" w:rsidRDefault="00344836" w:rsidP="003448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BC0A1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550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FA13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778BB12" w14:textId="77777777" w:rsidR="00782C99" w:rsidRPr="00782C99" w:rsidRDefault="00782C99" w:rsidP="00782C99">
      <w:pPr>
        <w:rPr>
          <w:sz w:val="14"/>
          <w:szCs w:val="14"/>
        </w:rPr>
      </w:pPr>
      <w:r w:rsidRPr="00782C99"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9B4C06" w:rsidRPr="00782C99" w14:paraId="1D331D39" w14:textId="77777777" w:rsidTr="00794D7B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DA0FD" w14:textId="77777777" w:rsidR="009B4C06" w:rsidRPr="00782C99" w:rsidRDefault="009B4C06" w:rsidP="009B4C06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lastRenderedPageBreak/>
              <w:br w:type="page"/>
            </w:r>
            <w:r w:rsidRPr="00782C99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0910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8E18" w14:textId="0DDF0C9C" w:rsidR="009B4C06" w:rsidRPr="00782C99" w:rsidRDefault="009B4C06" w:rsidP="009B4C0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31 декабря 2024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5D5FC0C" w14:textId="0684D33E" w:rsidR="009B4C06" w:rsidRPr="00782C99" w:rsidRDefault="009B4C06" w:rsidP="009B4C0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 </w:t>
            </w:r>
            <w:r>
              <w:rPr>
                <w:b/>
                <w:sz w:val="16"/>
                <w:szCs w:val="16"/>
                <w:lang w:val="en-US"/>
              </w:rPr>
              <w:t>3</w:t>
            </w:r>
            <w:r>
              <w:rPr>
                <w:b/>
                <w:sz w:val="16"/>
                <w:szCs w:val="16"/>
              </w:rPr>
              <w:t xml:space="preserve">1 декабря </w:t>
            </w:r>
            <w:r>
              <w:rPr>
                <w:b/>
                <w:sz w:val="16"/>
                <w:szCs w:val="16"/>
                <w:lang w:val="en-US"/>
              </w:rPr>
              <w:t>20</w:t>
            </w:r>
            <w:r>
              <w:rPr>
                <w:b/>
                <w:sz w:val="16"/>
                <w:szCs w:val="16"/>
              </w:rPr>
              <w:t>23 года</w:t>
            </w:r>
          </w:p>
        </w:tc>
      </w:tr>
      <w:tr w:rsidR="009B4C06" w:rsidRPr="00782C99" w14:paraId="606FB46A" w14:textId="77777777" w:rsidTr="00794D7B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F4C469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FCC87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655D3" w14:textId="547BA67D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78474003" w14:textId="51363E04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B4C06" w:rsidRPr="00782C99" w14:paraId="5FA99FC5" w14:textId="77777777" w:rsidTr="00794D7B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8693421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1A5DD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4DAE3" w14:textId="1D0C0E8A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E1ADE" w14:textId="001BBBE7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4C06" w:rsidRPr="00782C99" w14:paraId="16E5D5A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96342B4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2A9B7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59F68" w14:textId="123244F1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8" w:name="f1r410"/>
            <w:bookmarkEnd w:id="28"/>
            <w:r>
              <w:rPr>
                <w:b/>
                <w:sz w:val="20"/>
                <w:szCs w:val="20"/>
              </w:rPr>
              <w:t>6 399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12F06" w14:textId="170A1EA4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6 399</w:t>
            </w:r>
          </w:p>
        </w:tc>
      </w:tr>
      <w:tr w:rsidR="009B4C06" w:rsidRPr="00782C99" w14:paraId="6F79228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41D3F7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D66F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439CB" w14:textId="2D8B8554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29" w:name="f1r420"/>
            <w:bookmarkEnd w:id="29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A0AB3" w14:textId="7A463930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3996E852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2DB8E2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1A800F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F7DA5" w14:textId="5C86AEB2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0" w:name="f1r430"/>
            <w:bookmarkEnd w:id="30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CD47" w14:textId="730CEECE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279A29A2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5B6F39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6CAF3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4C62F" w14:textId="35E8D1E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1" w:name="f1r440"/>
            <w:bookmarkEnd w:id="3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3E738" w14:textId="52324527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5CAFEAB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3C00F8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E111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3A2BC" w14:textId="58A517E3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2" w:name="f1r450"/>
            <w:bookmarkEnd w:id="32"/>
            <w:r>
              <w:rPr>
                <w:b/>
                <w:sz w:val="20"/>
                <w:szCs w:val="20"/>
              </w:rPr>
              <w:t>1 763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6E36F" w14:textId="5A4AE2C6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1 335</w:t>
            </w:r>
          </w:p>
        </w:tc>
      </w:tr>
      <w:tr w:rsidR="009B4C06" w:rsidRPr="00782C99" w14:paraId="5E3B627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CB928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1BD35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46483" w14:textId="177EB68D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3" w:name="f1r460"/>
            <w:bookmarkEnd w:id="33"/>
            <w:r>
              <w:rPr>
                <w:b/>
                <w:sz w:val="20"/>
                <w:szCs w:val="20"/>
              </w:rPr>
              <w:t>10 074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0A94B" w14:textId="18027795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7 562</w:t>
            </w:r>
          </w:p>
        </w:tc>
      </w:tr>
      <w:tr w:rsidR="009B4C06" w:rsidRPr="00782C99" w14:paraId="7DEA5B1B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3D15E5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DC18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6B2B0" w14:textId="732DF3AB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4" w:name="f1r47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1BE9D" w14:textId="1FD738CB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B4C06" w:rsidRPr="00782C99" w14:paraId="7BBEFA4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2B6255A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3C1FD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5EE03" w14:textId="44E9ED05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5" w:name="f1r48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8C087" w14:textId="1EAA786C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4799B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94133D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2F3D7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2911" w14:textId="141AC39B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6" w:name="f1r490"/>
            <w:bookmarkEnd w:id="36"/>
            <w:r>
              <w:rPr>
                <w:b/>
                <w:sz w:val="20"/>
                <w:szCs w:val="20"/>
              </w:rPr>
              <w:t>18 236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403B" w14:textId="389EDBE1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15 296</w:t>
            </w:r>
          </w:p>
        </w:tc>
      </w:tr>
      <w:tr w:rsidR="009B4C06" w:rsidRPr="00782C99" w14:paraId="379E856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FEAD6C2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DB57B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803D5" w14:textId="5648CEB4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B52E" w14:textId="05250924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4C06" w:rsidRPr="00782C99" w14:paraId="4EC1F951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704BCE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90F0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3512B" w14:textId="174C5E0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7" w:name="f1r510"/>
            <w:bookmarkEnd w:id="37"/>
            <w:r>
              <w:rPr>
                <w:b/>
                <w:sz w:val="20"/>
                <w:szCs w:val="20"/>
              </w:rPr>
              <w:t>5 523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DCA98" w14:textId="393FFF49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</w:t>
            </w:r>
          </w:p>
        </w:tc>
      </w:tr>
      <w:tr w:rsidR="009B4C06" w:rsidRPr="00782C99" w14:paraId="63F12C4B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28678F0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A40DD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74888" w14:textId="1FD22D2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8" w:name="f1r520"/>
            <w:bookmarkEnd w:id="38"/>
            <w:r>
              <w:rPr>
                <w:b/>
                <w:sz w:val="20"/>
                <w:szCs w:val="20"/>
              </w:rPr>
              <w:t>1 187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6900D" w14:textId="6B7A13E8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1 913</w:t>
            </w:r>
          </w:p>
        </w:tc>
      </w:tr>
      <w:tr w:rsidR="009B4C06" w:rsidRPr="00782C99" w14:paraId="58F0E00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63D36E7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006D8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37EE3" w14:textId="5D1C2A21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39" w:name="f1r530"/>
            <w:bookmarkEnd w:id="3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78BF5" w14:textId="455A9501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6A1F81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CFB5A7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88F39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B6974" w14:textId="1C892DD3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0" w:name="f1r54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9689F" w14:textId="3F132C97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47D7E06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5BE31C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92D2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74841" w14:textId="55AFB877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1" w:name="f1r55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BB9E9" w14:textId="5DA285E7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4BFE4F0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FC7E70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769DC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50719" w14:textId="51448BA4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2" w:name="f1r56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E0C66" w14:textId="3EF7E215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27196D93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62A1B80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DEF8A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6CA8" w14:textId="23901F57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3" w:name="f1r590"/>
            <w:bookmarkEnd w:id="43"/>
            <w:r>
              <w:rPr>
                <w:b/>
                <w:sz w:val="20"/>
                <w:szCs w:val="20"/>
              </w:rPr>
              <w:t>6 710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359C" w14:textId="614E363D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2 290</w:t>
            </w:r>
          </w:p>
        </w:tc>
      </w:tr>
      <w:tr w:rsidR="009B4C06" w:rsidRPr="00782C99" w14:paraId="626AA4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8D7A52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A4E10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1B773" w14:textId="3B3223E7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75F29" w14:textId="24019DCE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4C06" w:rsidRPr="00782C99" w14:paraId="1938D07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032BF3E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F789A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285F0" w14:textId="218EA26D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4" w:name="f1r610"/>
            <w:bookmarkEnd w:id="44"/>
            <w:r>
              <w:rPr>
                <w:b/>
                <w:sz w:val="20"/>
                <w:szCs w:val="20"/>
              </w:rPr>
              <w:t>1 075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90170" w14:textId="0B52F767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999</w:t>
            </w:r>
          </w:p>
        </w:tc>
      </w:tr>
      <w:tr w:rsidR="009B4C06" w:rsidRPr="00782C99" w14:paraId="6CAD87B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A280EF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91588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BF1E7" w14:textId="4D7FA869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5" w:name="f1r620"/>
            <w:bookmarkEnd w:id="45"/>
            <w:r>
              <w:rPr>
                <w:b/>
                <w:sz w:val="20"/>
                <w:szCs w:val="20"/>
              </w:rPr>
              <w:t>146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BE92F" w14:textId="0D5FFDF9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B4C06" w:rsidRPr="00782C99" w14:paraId="620F368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3D4B6E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398D9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8B8729" w14:textId="25E0FC99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6" w:name="f1r630"/>
            <w:bookmarkEnd w:id="46"/>
            <w:r>
              <w:rPr>
                <w:b/>
                <w:sz w:val="20"/>
                <w:szCs w:val="20"/>
              </w:rPr>
              <w:t>2 130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D10EC" w14:textId="0A1C9CB0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1 642</w:t>
            </w:r>
          </w:p>
        </w:tc>
      </w:tr>
      <w:tr w:rsidR="009B4C06" w:rsidRPr="00782C99" w14:paraId="64044CF3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ACB322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611F7C" w14:textId="77777777" w:rsidR="009B4C06" w:rsidRPr="00782C99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017C8A" w14:textId="1CEEA63E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7" w:name="f1r631"/>
            <w:bookmarkEnd w:id="47"/>
            <w:r>
              <w:rPr>
                <w:b/>
                <w:sz w:val="20"/>
                <w:szCs w:val="20"/>
              </w:rPr>
              <w:t>1 337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37F39" w14:textId="3B8BF71C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</w:t>
            </w:r>
          </w:p>
        </w:tc>
      </w:tr>
      <w:tr w:rsidR="009B4C06" w:rsidRPr="00782C99" w14:paraId="467BCFCD" w14:textId="77777777" w:rsidTr="00794D7B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08FCAB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37D1EAC3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80EFD" w14:textId="77777777" w:rsidR="009B4C06" w:rsidRPr="00782C99" w:rsidRDefault="009B4C06" w:rsidP="009B4C06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3B2B7" w14:textId="77777777" w:rsidR="009B4C06" w:rsidRPr="00782C99" w:rsidRDefault="009B4C06" w:rsidP="009B4C06">
            <w:pPr>
              <w:rPr>
                <w:b/>
                <w:sz w:val="20"/>
                <w:szCs w:val="20"/>
              </w:rPr>
            </w:pPr>
          </w:p>
        </w:tc>
      </w:tr>
      <w:tr w:rsidR="009B4C06" w:rsidRPr="00782C99" w14:paraId="0EF43B87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DFC397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F42B6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F0533" w14:textId="0A6C696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8" w:name="f1r632"/>
            <w:bookmarkEnd w:id="4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6180" w14:textId="53867AF5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9B4C06" w:rsidRPr="00782C99" w14:paraId="443CADA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A9C5D38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10981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683BE" w14:textId="08CA5E04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49" w:name="f1r633"/>
            <w:bookmarkEnd w:id="49"/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8B676" w14:textId="3972D2EF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9B4C06" w:rsidRPr="00782C99" w14:paraId="17FDCB2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FAA66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021E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F3046D" w14:textId="5B9F0337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0" w:name="f1r634"/>
            <w:bookmarkEnd w:id="50"/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DA709" w14:textId="44F01C08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9B4C06" w:rsidRPr="00782C99" w14:paraId="0877059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E676A8F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FF685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12ED9" w14:textId="253900FF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1" w:name="f1r635"/>
            <w:bookmarkEnd w:id="51"/>
            <w:r>
              <w:rPr>
                <w:b/>
                <w:sz w:val="20"/>
                <w:szCs w:val="20"/>
              </w:rPr>
              <w:t>163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F0F34" w14:textId="4D85D156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</w:tr>
      <w:tr w:rsidR="009B4C06" w:rsidRPr="00782C99" w14:paraId="547901C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91E91E7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02429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7F92F" w14:textId="5EF273D2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2" w:name="f1r636"/>
            <w:bookmarkEnd w:id="52"/>
            <w:r>
              <w:rPr>
                <w:b/>
                <w:sz w:val="20"/>
                <w:szCs w:val="20"/>
              </w:rPr>
              <w:t>481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F5413" w14:textId="5D0C825A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797</w:t>
            </w:r>
          </w:p>
        </w:tc>
      </w:tr>
      <w:tr w:rsidR="009B4C06" w:rsidRPr="00782C99" w14:paraId="1680640D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45A421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65D5B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83DF5" w14:textId="16521EFA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3" w:name="f1r637"/>
            <w:bookmarkEnd w:id="5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DA7F0" w14:textId="43F1A404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2152496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8B1399" w14:textId="77777777" w:rsidR="009B4C06" w:rsidRPr="00782C99" w:rsidRDefault="009B4C06" w:rsidP="009B4C0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BBC5C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5DEDB" w14:textId="76EAE841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4" w:name="f1r638"/>
            <w:bookmarkEnd w:id="54"/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2B56" w14:textId="08EEB904" w:rsidR="009B4C06" w:rsidRDefault="009B4C06" w:rsidP="009B4C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9B4C06" w:rsidRPr="00782C99" w14:paraId="32098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D7A380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85B97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E6D87" w14:textId="2CDCF11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5" w:name="f1r640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C73F7" w14:textId="493C8AFF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3CC91F20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693B57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6406C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6030" w14:textId="3318B892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6" w:name="f1r65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0F7A3" w14:textId="32AD297C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6F768B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BBF295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5FD71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8C48B" w14:textId="566D9700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7" w:name="f1r66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9094C" w14:textId="381D5383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3F77A32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1D8D78B" w14:textId="77777777" w:rsidR="009B4C06" w:rsidRPr="00782C99" w:rsidRDefault="009B4C06" w:rsidP="009B4C0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1C0CB" w14:textId="77777777" w:rsidR="009B4C06" w:rsidRPr="00782C99" w:rsidRDefault="009B4C06" w:rsidP="009B4C0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E08A9" w14:textId="4546AC4C" w:rsidR="009B4C06" w:rsidRDefault="009B4C06" w:rsidP="009B4C06">
            <w:pPr>
              <w:jc w:val="center"/>
              <w:rPr>
                <w:sz w:val="20"/>
                <w:szCs w:val="20"/>
              </w:rPr>
            </w:pPr>
            <w:bookmarkStart w:id="58" w:name="f1r67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EF7DD" w14:textId="58199DC8" w:rsidR="009B4C06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29629EB6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BB5FD7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8B64A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0008" w14:textId="71E91D25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9" w:name="f1r690"/>
            <w:bookmarkEnd w:id="59"/>
            <w:r>
              <w:rPr>
                <w:b/>
                <w:sz w:val="20"/>
                <w:szCs w:val="20"/>
              </w:rPr>
              <w:t>3 351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3A3B" w14:textId="0FE4A606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2 652</w:t>
            </w:r>
          </w:p>
        </w:tc>
      </w:tr>
      <w:tr w:rsidR="009B4C06" w:rsidRPr="00782C99" w14:paraId="31D69A7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F6536" w14:textId="77777777" w:rsidR="009B4C06" w:rsidRPr="00782C99" w:rsidRDefault="009B4C06" w:rsidP="009B4C0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AB232" w14:textId="77777777" w:rsidR="009B4C06" w:rsidRPr="00782C99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D905" w14:textId="5C908B4F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700"/>
            <w:bookmarkEnd w:id="60"/>
            <w:r>
              <w:rPr>
                <w:b/>
                <w:sz w:val="20"/>
                <w:szCs w:val="20"/>
              </w:rPr>
              <w:t>28 297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58C7" w14:textId="176803A1" w:rsidR="009B4C06" w:rsidRDefault="009B4C06" w:rsidP="009B4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20 238</w:t>
            </w:r>
          </w:p>
        </w:tc>
      </w:tr>
      <w:tr w:rsidR="009317BC" w:rsidRPr="00782C99" w14:paraId="573209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0AEB6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B29AC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961C" w14:textId="74EAC58C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75EF" w14:textId="6DA9816B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35A04588" w14:textId="77777777" w:rsidR="00782C99" w:rsidRPr="00782C99" w:rsidRDefault="00782C99" w:rsidP="00782C99">
      <w:pPr>
        <w:widowControl w:val="0"/>
        <w:ind w:firstLine="567"/>
        <w:rPr>
          <w:sz w:val="20"/>
          <w:szCs w:val="20"/>
          <w:lang w:val="en-US"/>
        </w:rPr>
      </w:pPr>
    </w:p>
    <w:p w14:paraId="60984F51" w14:textId="77777777" w:rsidR="00782C99" w:rsidRPr="00782C99" w:rsidRDefault="00782C99" w:rsidP="00782C99">
      <w:pPr>
        <w:tabs>
          <w:tab w:val="left" w:pos="2340"/>
        </w:tabs>
        <w:rPr>
          <w:sz w:val="20"/>
          <w:szCs w:val="20"/>
          <w:lang w:val="en-US"/>
        </w:rPr>
      </w:pPr>
      <w:r w:rsidRPr="00782C99">
        <w:rPr>
          <w:sz w:val="20"/>
          <w:szCs w:val="20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276"/>
        <w:gridCol w:w="2234"/>
      </w:tblGrid>
      <w:tr w:rsidR="00782C99" w:rsidRPr="00782C99" w14:paraId="01F8916D" w14:textId="77777777" w:rsidTr="00794D7B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27B941" w14:textId="77777777" w:rsidR="00782C99" w:rsidRPr="00782C99" w:rsidRDefault="00782C99" w:rsidP="00782C99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FAE2D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DDC926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7A654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8B867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370B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2</w:t>
            </w:r>
          </w:p>
        </w:tc>
      </w:tr>
      <w:tr w:rsidR="00782C99" w:rsidRPr="00782C99" w14:paraId="56272364" w14:textId="77777777" w:rsidTr="00794D7B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EFADC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E9B6F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1BB5E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1F53C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DD3F3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DE06A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7A26767A" w14:textId="77777777" w:rsidTr="00794D7B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8587D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BB965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76C46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59570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6D209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88AB75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E5418E5" w14:textId="77777777" w:rsidTr="00794D7B">
        <w:trPr>
          <w:trHeight w:val="80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9C1165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782C99" w:rsidRPr="00782C99" w14:paraId="1BFABCEE" w14:textId="77777777" w:rsidTr="00794D7B">
        <w:trPr>
          <w:trHeight w:val="255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4BF4CA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782C99" w:rsidRPr="00782C99" w14:paraId="1F08AC0B" w14:textId="77777777" w:rsidTr="00794D7B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2EBE3D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452AD1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8842C1" w14:textId="77777777" w:rsidR="00782C99" w:rsidRPr="00782C99" w:rsidRDefault="00782C99" w:rsidP="00782C99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75D41D" w14:textId="566CBB69" w:rsidR="00782C99" w:rsidRPr="00782C99" w:rsidRDefault="00782C99" w:rsidP="009B4C06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январь-декабрь 20</w:t>
            </w:r>
            <w:r w:rsidR="00884B28">
              <w:rPr>
                <w:b/>
                <w:sz w:val="18"/>
                <w:szCs w:val="18"/>
              </w:rPr>
              <w:t>2</w:t>
            </w:r>
            <w:r w:rsidR="009B4C06">
              <w:rPr>
                <w:b/>
                <w:sz w:val="18"/>
                <w:szCs w:val="18"/>
              </w:rPr>
              <w:t>4</w:t>
            </w:r>
            <w:r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570286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5FD732DD" w14:textId="77777777" w:rsidTr="00794D7B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BCE1E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337F2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A227B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DAF09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4DECE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85944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977E5B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94D7B" w:rsidRPr="00782C99" w14:paraId="0B6C2EB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C71EE7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AF95CD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794D7B" w:rsidRPr="00782C99" w14:paraId="1458CFA8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0486D81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59DDDF6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794D7B" w:rsidRPr="00782C99" w14:paraId="1297A13F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E2316B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32BCE57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794D7B" w:rsidRPr="00782C99" w14:paraId="43B1B955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E11A5D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614B6B2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794D7B" w:rsidRPr="00782C99" w14:paraId="285C527E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41FD696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77F0C4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794D7B" w:rsidRPr="00782C99" w14:paraId="096293C9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D56398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D5AA46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proofErr w:type="spellStart"/>
            <w:r w:rsidRPr="00D54DB9">
              <w:rPr>
                <w:sz w:val="18"/>
                <w:szCs w:val="20"/>
              </w:rPr>
              <w:t>тыс.руб</w:t>
            </w:r>
            <w:proofErr w:type="spellEnd"/>
            <w:r w:rsidRPr="00D54DB9">
              <w:rPr>
                <w:sz w:val="18"/>
                <w:szCs w:val="20"/>
              </w:rPr>
              <w:t>.</w:t>
            </w:r>
          </w:p>
        </w:tc>
      </w:tr>
      <w:tr w:rsidR="00794D7B" w:rsidRPr="00782C99" w14:paraId="51834BD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5CC439D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84A9D5A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9B4C06" w:rsidRPr="00782C99" w14:paraId="25362651" w14:textId="77777777" w:rsidTr="00FD5648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0DE74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2EB31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BBF3" w14:textId="3EE5E431" w:rsidR="009B4C06" w:rsidRPr="00782C99" w:rsidRDefault="009B4C06" w:rsidP="009B4C0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За январь-декабрь 2024 г.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6682A93" w14:textId="25EBF4E7" w:rsidR="009B4C06" w:rsidRPr="00782C99" w:rsidRDefault="009B4C06" w:rsidP="009B4C0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За январь-декабрь 2023 г.</w:t>
            </w:r>
          </w:p>
        </w:tc>
      </w:tr>
      <w:tr w:rsidR="009B4C06" w:rsidRPr="00782C99" w14:paraId="5CE0D491" w14:textId="77777777" w:rsidTr="00FD5648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68ADE5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3F412" w14:textId="77777777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73420" w14:textId="094B37C0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30378472" w14:textId="0001AD03" w:rsidR="009B4C06" w:rsidRPr="00782C99" w:rsidRDefault="009B4C06" w:rsidP="009B4C0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B4C06" w:rsidRPr="00782C99" w14:paraId="0954DA86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479FA2" w14:textId="5BF59ACA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3E557" w14:textId="5031833A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010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0C21" w14:textId="315B2916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1" w:name="f2r10"/>
            <w:bookmarkEnd w:id="61"/>
            <w:r>
              <w:rPr>
                <w:b/>
                <w:sz w:val="19"/>
                <w:szCs w:val="19"/>
              </w:rPr>
              <w:t>14 869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1970" w14:textId="78CDF127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13 805</w:t>
            </w:r>
          </w:p>
        </w:tc>
      </w:tr>
      <w:tr w:rsidR="009B4C06" w:rsidRPr="00782C99" w14:paraId="5C239CE6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4FEB79" w14:textId="0178B54F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93B8C" w14:textId="662BE2AD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020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6BB6" w14:textId="70CAFD72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2" w:name="f2r20"/>
            <w:bookmarkEnd w:id="62"/>
            <w:r>
              <w:rPr>
                <w:b/>
                <w:sz w:val="19"/>
                <w:szCs w:val="19"/>
              </w:rPr>
              <w:t>13 168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F6B7" w14:textId="196E3B30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12 383</w:t>
            </w:r>
          </w:p>
        </w:tc>
      </w:tr>
      <w:tr w:rsidR="009B4C06" w:rsidRPr="00782C99" w14:paraId="59376D2E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471C43" w14:textId="6D52827F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42816" w14:textId="73B7A079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030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7D20" w14:textId="456B1203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3" w:name="f2r30"/>
            <w:bookmarkEnd w:id="63"/>
            <w:r>
              <w:rPr>
                <w:b/>
                <w:sz w:val="19"/>
                <w:szCs w:val="19"/>
              </w:rPr>
              <w:t>1 701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2A1E" w14:textId="658E0446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1 422</w:t>
            </w:r>
          </w:p>
        </w:tc>
      </w:tr>
      <w:tr w:rsidR="009B4C06" w:rsidRPr="00782C99" w14:paraId="02101AD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6464F6" w14:textId="650B002E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216BF" w14:textId="55C2E645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040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6E03" w14:textId="7FBC5083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4" w:name="f2r40"/>
            <w:bookmarkEnd w:id="64"/>
            <w:r>
              <w:rPr>
                <w:b/>
                <w:sz w:val="19"/>
                <w:szCs w:val="19"/>
              </w:rPr>
              <w:t>308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2DA7" w14:textId="5085E287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288</w:t>
            </w:r>
          </w:p>
        </w:tc>
      </w:tr>
      <w:tr w:rsidR="009B4C06" w:rsidRPr="00782C99" w14:paraId="5C08C20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E356CB" w14:textId="23651CB7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580AB" w14:textId="42FA75D4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050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DF36" w14:textId="3B503FAB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5" w:name="f2r50"/>
            <w:bookmarkEnd w:id="65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F235" w14:textId="10A748CF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11D4730A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97504" w14:textId="724151E4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B03CE" w14:textId="58F01958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060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B827" w14:textId="426AE36F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6" w:name="f2r60"/>
            <w:bookmarkEnd w:id="66"/>
            <w:r>
              <w:rPr>
                <w:b/>
                <w:sz w:val="19"/>
                <w:szCs w:val="19"/>
              </w:rPr>
              <w:t>1 393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5A21" w14:textId="421BDF46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1 134</w:t>
            </w:r>
          </w:p>
        </w:tc>
      </w:tr>
      <w:tr w:rsidR="009B4C06" w:rsidRPr="00782C99" w14:paraId="0C0E7FD2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4E1250" w14:textId="640A0123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14C13" w14:textId="52322856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070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338A" w14:textId="46B312B8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7" w:name="f2r70"/>
            <w:bookmarkEnd w:id="67"/>
            <w:r>
              <w:rPr>
                <w:b/>
                <w:sz w:val="19"/>
                <w:szCs w:val="19"/>
              </w:rPr>
              <w:t>881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2FA3" w14:textId="1FA45386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749</w:t>
            </w:r>
          </w:p>
        </w:tc>
      </w:tr>
      <w:tr w:rsidR="009B4C06" w:rsidRPr="00782C99" w14:paraId="64430C0D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4A5BA8" w14:textId="0EC56060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AF0A1" w14:textId="6B9A5A85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080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3DF6" w14:textId="69A16715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8" w:name="f2r80"/>
            <w:bookmarkEnd w:id="68"/>
            <w:r>
              <w:rPr>
                <w:b/>
                <w:sz w:val="19"/>
                <w:szCs w:val="19"/>
              </w:rPr>
              <w:t>347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C861" w14:textId="42C3C14C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312</w:t>
            </w:r>
          </w:p>
        </w:tc>
      </w:tr>
      <w:tr w:rsidR="009B4C06" w:rsidRPr="00782C99" w14:paraId="10E62017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2E41" w14:textId="12D116D5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Прибыль (убыток) от текущей деятельности</w:t>
            </w:r>
            <w:r w:rsidRPr="009317BC"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6428" w14:textId="281B3557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090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25C6" w14:textId="7E68A595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9" w:name="f2r90"/>
            <w:bookmarkEnd w:id="69"/>
            <w:r>
              <w:rPr>
                <w:b/>
                <w:sz w:val="19"/>
                <w:szCs w:val="19"/>
              </w:rPr>
              <w:t>1 927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1591" w14:textId="4F8D4037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1 571</w:t>
            </w:r>
          </w:p>
        </w:tc>
      </w:tr>
      <w:tr w:rsidR="009B4C06" w:rsidRPr="00782C99" w14:paraId="1341B0F8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69BF9C" w14:textId="5AF6316C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8B8C9" w14:textId="01939243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CD30" w14:textId="12C8750F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0" w:name="f2r100"/>
            <w:bookmarkEnd w:id="70"/>
            <w:r>
              <w:rPr>
                <w:b/>
                <w:sz w:val="19"/>
                <w:szCs w:val="19"/>
              </w:rPr>
              <w:t>730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7FED" w14:textId="2F076B84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678</w:t>
            </w:r>
          </w:p>
        </w:tc>
      </w:tr>
      <w:tr w:rsidR="009B4C06" w:rsidRPr="00782C99" w14:paraId="26DE1A39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2ED5F6" w14:textId="41A8526C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D31D3A" w14:textId="716EDE63" w:rsidR="009B4C06" w:rsidRPr="009317BC" w:rsidRDefault="009B4C06" w:rsidP="009B4C06">
            <w:pPr>
              <w:jc w:val="center"/>
              <w:rPr>
                <w:sz w:val="20"/>
                <w:szCs w:val="18"/>
                <w:lang w:val="en-US"/>
              </w:rPr>
            </w:pPr>
            <w:r w:rsidRPr="009317BC">
              <w:rPr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51243" w14:textId="4AB4636C" w:rsidR="009B4C06" w:rsidRPr="009317BC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A6629" w14:textId="0556F01E" w:rsidR="009B4C06" w:rsidRPr="009317BC" w:rsidRDefault="009B4C06" w:rsidP="009B4C06">
            <w:pPr>
              <w:jc w:val="center"/>
              <w:rPr>
                <w:sz w:val="20"/>
                <w:szCs w:val="20"/>
              </w:rPr>
            </w:pPr>
          </w:p>
        </w:tc>
      </w:tr>
      <w:tr w:rsidR="009B4C06" w:rsidRPr="00782C99" w14:paraId="35F6DA3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0C2B1" w14:textId="37E523AA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CCCD" w14:textId="529D2734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2BFC5" w14:textId="6EC88814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1" w:name="f2r101"/>
            <w:bookmarkEnd w:id="71"/>
            <w:r>
              <w:rPr>
                <w:b/>
                <w:sz w:val="19"/>
                <w:szCs w:val="19"/>
              </w:rPr>
              <w:t>129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3C699" w14:textId="1E1958C9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24C93BC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A1E228E" w14:textId="55151AA9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092BA" w14:textId="6B3A48E5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9CE0C" w14:textId="4D6FD1B0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2" w:name="f2r102"/>
            <w:bookmarkEnd w:id="72"/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29274" w14:textId="55CC2F64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105C872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79171" w14:textId="05F268CB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38CD1" w14:textId="18673F0C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103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E15EC" w14:textId="15430318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3" w:name="f2r103"/>
            <w:bookmarkEnd w:id="73"/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C036E" w14:textId="46DA7B8C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6FC539D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BA989F" w14:textId="659DFF06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DEC58" w14:textId="2A3B38B6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104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0CAFB" w14:textId="2E3AC799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4" w:name="f2r104"/>
            <w:bookmarkEnd w:id="74"/>
            <w:r>
              <w:rPr>
                <w:b/>
                <w:sz w:val="19"/>
                <w:szCs w:val="19"/>
              </w:rPr>
              <w:t>601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7BEF4" w14:textId="6FF9D370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678</w:t>
            </w:r>
          </w:p>
        </w:tc>
      </w:tr>
      <w:tr w:rsidR="009B4C06" w:rsidRPr="00782C99" w14:paraId="469FDD6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496EA2" w14:textId="43D0406F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62DC5" w14:textId="146ED7DD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6AE37" w14:textId="2A114A67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5" w:name="f2r110"/>
            <w:bookmarkEnd w:id="75"/>
            <w:r>
              <w:rPr>
                <w:b/>
                <w:sz w:val="19"/>
                <w:szCs w:val="19"/>
              </w:rPr>
              <w:t>58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6510C" w14:textId="27AD7D0E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16</w:t>
            </w:r>
          </w:p>
        </w:tc>
      </w:tr>
      <w:tr w:rsidR="009B4C06" w:rsidRPr="00782C99" w14:paraId="2CC800AC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DFD7A0D" w14:textId="4BB9BCB3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0496D" w14:textId="370A93F0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D8216" w14:textId="45A35AE0" w:rsidR="009B4C06" w:rsidRPr="009317BC" w:rsidRDefault="009B4C06" w:rsidP="009B4C0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45544" w14:textId="26E22695" w:rsidR="009B4C06" w:rsidRPr="009317BC" w:rsidRDefault="009B4C06" w:rsidP="009B4C0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478ACC4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CEA0B4" w14:textId="40BD4FD2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7C12E" w14:textId="1795716E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AC67F" w14:textId="0459CC65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6" w:name="f2r111"/>
            <w:bookmarkEnd w:id="76"/>
            <w:r>
              <w:rPr>
                <w:b/>
                <w:sz w:val="19"/>
                <w:szCs w:val="19"/>
              </w:rPr>
              <w:t>34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DC63D" w14:textId="7F9872B9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16</w:t>
            </w:r>
          </w:p>
        </w:tc>
      </w:tr>
      <w:tr w:rsidR="009B4C06" w:rsidRPr="00782C99" w14:paraId="6552C373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CCA461" w14:textId="58A9AB30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E11F" w14:textId="64CA65AC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B51D4" w14:textId="4A596600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7" w:name="f2r112"/>
            <w:bookmarkEnd w:id="77"/>
            <w:r>
              <w:rPr>
                <w:b/>
                <w:sz w:val="19"/>
                <w:szCs w:val="19"/>
              </w:rPr>
              <w:t>24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F1DAF" w14:textId="62AADB2D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67DEC56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20FCCD" w14:textId="3B78BAC8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1F24" w14:textId="6F1E407C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A534F" w14:textId="5B1B6829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8" w:name="f2r120"/>
            <w:bookmarkEnd w:id="78"/>
            <w:r>
              <w:rPr>
                <w:b/>
                <w:sz w:val="19"/>
                <w:szCs w:val="19"/>
              </w:rPr>
              <w:t>15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AF67C" w14:textId="1F54E8DE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14</w:t>
            </w:r>
          </w:p>
        </w:tc>
      </w:tr>
      <w:tr w:rsidR="009B4C06" w:rsidRPr="00782C99" w14:paraId="426E3483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477F11" w14:textId="74A6EA25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E2A50A" w14:textId="42717CC9" w:rsidR="009B4C06" w:rsidRPr="009317BC" w:rsidRDefault="009B4C06" w:rsidP="009B4C06">
            <w:pPr>
              <w:jc w:val="center"/>
              <w:rPr>
                <w:sz w:val="20"/>
                <w:szCs w:val="18"/>
                <w:lang w:val="en-US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23FC2" w14:textId="17764FDD" w:rsidR="009B4C06" w:rsidRPr="009317BC" w:rsidRDefault="009B4C06" w:rsidP="009B4C0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4C81F" w14:textId="30E28224" w:rsidR="009B4C06" w:rsidRPr="009317BC" w:rsidRDefault="009B4C06" w:rsidP="009B4C0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0F3A087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E16AF8" w14:textId="6248906B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7CB8" w14:textId="6CCE7287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A6367" w14:textId="7CA76309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9" w:name="f2r121"/>
            <w:bookmarkEnd w:id="79"/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447FA" w14:textId="3C8F46CE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B4C06" w:rsidRPr="00782C99" w14:paraId="7212C47C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64152D" w14:textId="37420CA2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D258E" w14:textId="10FF27CD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699FD" w14:textId="069574BA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0" w:name="f2r122"/>
            <w:bookmarkEnd w:id="80"/>
            <w:r>
              <w:rPr>
                <w:b/>
                <w:sz w:val="19"/>
                <w:szCs w:val="19"/>
              </w:rPr>
              <w:t>15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E8434" w14:textId="0DE1CA4B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14</w:t>
            </w:r>
          </w:p>
        </w:tc>
      </w:tr>
      <w:tr w:rsidR="009B4C06" w:rsidRPr="00782C99" w14:paraId="1E0C7710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08C427" w14:textId="71AC2E21" w:rsidR="009B4C06" w:rsidRPr="009317BC" w:rsidRDefault="009B4C06" w:rsidP="009B4C06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F6CA" w14:textId="49B9BC69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130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D8F6E" w14:textId="4D68E5F3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1" w:name="f2r130"/>
            <w:bookmarkEnd w:id="81"/>
            <w:r>
              <w:rPr>
                <w:b/>
                <w:sz w:val="19"/>
                <w:szCs w:val="19"/>
              </w:rPr>
              <w:t>85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445F4" w14:textId="60730672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71</w:t>
            </w:r>
          </w:p>
        </w:tc>
      </w:tr>
      <w:tr w:rsidR="009B4C06" w:rsidRPr="00782C99" w14:paraId="52A12E65" w14:textId="77777777" w:rsidTr="00C01F2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4056FC" w14:textId="3A9A68E4" w:rsidR="009B4C06" w:rsidRPr="009317BC" w:rsidRDefault="009B4C06" w:rsidP="009B4C06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55E7E6" w14:textId="799D5C1F" w:rsidR="009B4C06" w:rsidRPr="009317BC" w:rsidRDefault="009B4C06" w:rsidP="009B4C06">
            <w:pPr>
              <w:jc w:val="center"/>
              <w:rPr>
                <w:sz w:val="20"/>
                <w:szCs w:val="18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9317BC">
              <w:rPr>
                <w:sz w:val="20"/>
                <w:szCs w:val="20"/>
              </w:rPr>
              <w:t>131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E4109" w14:textId="0A7DE6A1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2" w:name="f2r131"/>
            <w:bookmarkEnd w:id="82"/>
            <w:r>
              <w:rPr>
                <w:b/>
                <w:sz w:val="19"/>
                <w:szCs w:val="19"/>
              </w:rPr>
              <w:t>85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1F858" w14:textId="370AE3BC" w:rsidR="009B4C06" w:rsidRPr="009317BC" w:rsidRDefault="009B4C06" w:rsidP="009B4C0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b/>
                <w:sz w:val="19"/>
                <w:szCs w:val="19"/>
              </w:rPr>
              <w:t>71</w:t>
            </w:r>
          </w:p>
        </w:tc>
      </w:tr>
      <w:tr w:rsidR="009317BC" w:rsidRPr="00782C99" w14:paraId="3E2A2DED" w14:textId="77777777" w:rsidTr="008B64A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7DBE26" w14:textId="7FF28158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46908" w14:textId="0D6C55C2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132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E3EB6" w14:textId="7FEB549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3" w:name="f2r132"/>
            <w:bookmarkEnd w:id="83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887AF" w14:textId="0483C34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317BC" w:rsidRPr="00782C99" w14:paraId="796C0EC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309F68" w14:textId="048BA468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4F78" w14:textId="7C2EE725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57DA5" w14:textId="2A86996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4" w:name="f2r133"/>
            <w:bookmarkEnd w:id="84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1EE9F" w14:textId="1E586012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5E3D5A95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7F8092" w14:textId="77777777" w:rsidR="00E500D5" w:rsidRPr="00782C99" w:rsidRDefault="00E500D5" w:rsidP="00E500D5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4352F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9253E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674D8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2C8F758" w14:textId="77777777" w:rsidR="00782C99" w:rsidRPr="00782C99" w:rsidRDefault="00782C99" w:rsidP="00782C99">
      <w:pPr>
        <w:jc w:val="right"/>
      </w:pPr>
      <w:r w:rsidRPr="00782C99">
        <w:br w:type="page"/>
      </w:r>
      <w:r w:rsidR="006C0D2F">
        <w:lastRenderedPageBreak/>
        <w:t xml:space="preserve">      </w:t>
      </w:r>
      <w:proofErr w:type="gramStart"/>
      <w:r w:rsidRPr="00782C99">
        <w:rPr>
          <w:b/>
          <w:sz w:val="16"/>
        </w:rPr>
        <w:t>Форма  №</w:t>
      </w:r>
      <w:proofErr w:type="gramEnd"/>
      <w:r w:rsidRPr="00782C99">
        <w:rPr>
          <w:b/>
          <w:sz w:val="16"/>
        </w:rPr>
        <w:t>2 лист 2</w:t>
      </w:r>
    </w:p>
    <w:tbl>
      <w:tblPr>
        <w:tblW w:w="10613" w:type="dxa"/>
        <w:tblInd w:w="127" w:type="dxa"/>
        <w:tblLook w:val="0000" w:firstRow="0" w:lastRow="0" w:firstColumn="0" w:lastColumn="0" w:noHBand="0" w:noVBand="0"/>
      </w:tblPr>
      <w:tblGrid>
        <w:gridCol w:w="5226"/>
        <w:gridCol w:w="782"/>
        <w:gridCol w:w="2365"/>
        <w:gridCol w:w="2240"/>
      </w:tblGrid>
      <w:tr w:rsidR="00782C99" w:rsidRPr="00782C99" w14:paraId="1B9798D1" w14:textId="77777777" w:rsidTr="00C827FC">
        <w:trPr>
          <w:trHeight w:val="270"/>
        </w:trPr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5D66B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F8CA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2DA73" w14:textId="41667F48" w:rsidR="00782C99" w:rsidRPr="00782C99" w:rsidRDefault="00782C99" w:rsidP="009B4C06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</w:t>
            </w:r>
            <w:r w:rsidRPr="00782C99">
              <w:rPr>
                <w:rFonts w:ascii="Courier New" w:hAnsi="Courier New"/>
                <w:b/>
                <w:sz w:val="18"/>
                <w:szCs w:val="18"/>
              </w:rPr>
              <w:t xml:space="preserve"> </w:t>
            </w:r>
            <w:r w:rsidRPr="00782C99">
              <w:rPr>
                <w:b/>
                <w:sz w:val="16"/>
                <w:szCs w:val="16"/>
              </w:rPr>
              <w:t>декабрь 20</w:t>
            </w:r>
            <w:r w:rsidR="00884B28">
              <w:rPr>
                <w:b/>
                <w:sz w:val="16"/>
                <w:szCs w:val="16"/>
              </w:rPr>
              <w:t>2</w:t>
            </w:r>
            <w:r w:rsidR="009B4C06">
              <w:rPr>
                <w:b/>
                <w:sz w:val="16"/>
                <w:szCs w:val="16"/>
              </w:rPr>
              <w:t>4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033F13" w14:textId="38AE5389" w:rsidR="00782C99" w:rsidRPr="00782C99" w:rsidRDefault="00782C99" w:rsidP="009B4C06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 декабрь 20</w:t>
            </w:r>
            <w:r w:rsidR="00AC43F3">
              <w:rPr>
                <w:b/>
                <w:sz w:val="16"/>
                <w:szCs w:val="16"/>
              </w:rPr>
              <w:t>2</w:t>
            </w:r>
            <w:r w:rsidR="009B4C06">
              <w:rPr>
                <w:b/>
                <w:sz w:val="16"/>
                <w:szCs w:val="16"/>
              </w:rPr>
              <w:t>3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782C99" w:rsidRPr="00782C99" w14:paraId="582DE091" w14:textId="77777777" w:rsidTr="00C827FC">
        <w:trPr>
          <w:trHeight w:val="50"/>
        </w:trPr>
        <w:tc>
          <w:tcPr>
            <w:tcW w:w="52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E4665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F5A9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270A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AD77EF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B4C06" w:rsidRPr="00782C99" w14:paraId="17341AD7" w14:textId="77777777" w:rsidTr="00C827FC">
        <w:trPr>
          <w:trHeight w:val="333"/>
        </w:trPr>
        <w:tc>
          <w:tcPr>
            <w:tcW w:w="52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0D0A47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04804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7B5F7" w14:textId="4E0DA0DF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5" w:name="f2r140"/>
            <w:bookmarkEnd w:id="85"/>
            <w:r>
              <w:rPr>
                <w:b/>
                <w:sz w:val="19"/>
                <w:szCs w:val="19"/>
              </w:rPr>
              <w:t>602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AFE1" w14:textId="141A0C03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b/>
                <w:sz w:val="19"/>
                <w:szCs w:val="19"/>
              </w:rPr>
              <w:t>605</w:t>
            </w:r>
          </w:p>
        </w:tc>
      </w:tr>
      <w:tr w:rsidR="009B4C06" w:rsidRPr="00782C99" w14:paraId="50288842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F66440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0C34B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D821" w14:textId="5C04AD84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6" w:name="f2r150"/>
            <w:bookmarkEnd w:id="86"/>
            <w:r>
              <w:rPr>
                <w:b/>
                <w:sz w:val="19"/>
                <w:szCs w:val="19"/>
              </w:rPr>
              <w:t>2 529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598E" w14:textId="1667375E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b/>
                <w:sz w:val="19"/>
                <w:szCs w:val="19"/>
              </w:rPr>
              <w:t>2 176</w:t>
            </w:r>
          </w:p>
        </w:tc>
      </w:tr>
      <w:tr w:rsidR="00E500D5" w:rsidRPr="00782C99" w14:paraId="4A92AF04" w14:textId="77777777" w:rsidTr="00C827FC">
        <w:trPr>
          <w:trHeight w:val="1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002691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534E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ADE1" w14:textId="7845D2C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7" w:name="f2r160"/>
            <w:bookmarkEnd w:id="87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62B6" w14:textId="29B42903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653C4A5F" w14:textId="77777777" w:rsidTr="00C827FC">
        <w:trPr>
          <w:trHeight w:val="12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51108E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50B33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87DB" w14:textId="7F96105C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8" w:name="f2r170"/>
            <w:bookmarkEnd w:id="88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BEB6" w14:textId="3AFE8312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3C34E0B9" w14:textId="77777777" w:rsidTr="00C827FC">
        <w:trPr>
          <w:trHeight w:val="16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4FDFAE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F21F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0DD2" w14:textId="50F727E0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9" w:name="f2r180"/>
            <w:bookmarkEnd w:id="89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0C41" w14:textId="34C18A27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362530C9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9DDB25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CEE4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4A2D" w14:textId="7FDDC27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0" w:name="f2r190"/>
            <w:bookmarkEnd w:id="90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06A27" w14:textId="797A80A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022D55E2" w14:textId="77777777" w:rsidTr="00C827FC">
        <w:trPr>
          <w:trHeight w:val="163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CD67F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A1326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56EB" w14:textId="6F6646FD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1" w:name="f2r20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C6576" w14:textId="4A210269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9B4C06" w:rsidRPr="00782C99" w14:paraId="5A476EB2" w14:textId="77777777" w:rsidTr="00C827FC">
        <w:trPr>
          <w:trHeight w:val="30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4475CD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 xml:space="preserve">Чистая прибыль (убыток) </w:t>
            </w:r>
            <w:r w:rsidRPr="00782C99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03E0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A762" w14:textId="453C9ACA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2" w:name="f2r210"/>
            <w:bookmarkEnd w:id="92"/>
            <w:r>
              <w:rPr>
                <w:b/>
                <w:sz w:val="19"/>
                <w:szCs w:val="19"/>
              </w:rPr>
              <w:t>2 529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994" w14:textId="611C23D1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b/>
                <w:sz w:val="19"/>
                <w:szCs w:val="19"/>
              </w:rPr>
              <w:t>2 176</w:t>
            </w:r>
          </w:p>
        </w:tc>
      </w:tr>
      <w:tr w:rsidR="009B4C06" w:rsidRPr="00782C99" w14:paraId="6973DB14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16E8D24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955D4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5EE4" w14:textId="2CA5926F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3" w:name="f2r220"/>
            <w:bookmarkEnd w:id="93"/>
            <w:r>
              <w:rPr>
                <w:b/>
                <w:sz w:val="19"/>
                <w:szCs w:val="19"/>
              </w:rPr>
              <w:t>428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0AA3" w14:textId="0C2BFFC1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b/>
                <w:sz w:val="19"/>
                <w:szCs w:val="19"/>
              </w:rPr>
              <w:t>232</w:t>
            </w:r>
          </w:p>
        </w:tc>
      </w:tr>
      <w:tr w:rsidR="009B4C06" w:rsidRPr="00782C99" w14:paraId="122F18D1" w14:textId="77777777" w:rsidTr="00C827FC">
        <w:trPr>
          <w:trHeight w:val="178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A877E1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BBA39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3DB20" w14:textId="6A79FFB0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4" w:name="f2r23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19DD" w14:textId="24B5B8A9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9B4C06" w:rsidRPr="00782C99" w14:paraId="6A9F6108" w14:textId="77777777" w:rsidTr="00C827FC">
        <w:trPr>
          <w:trHeight w:val="22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D7C220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F01F0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CDB" w14:textId="734B39C6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5" w:name="f2r240"/>
            <w:bookmarkEnd w:id="95"/>
            <w:r>
              <w:rPr>
                <w:b/>
                <w:sz w:val="19"/>
                <w:szCs w:val="19"/>
              </w:rPr>
              <w:t>2 957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2363" w14:textId="61DDEE19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b/>
                <w:sz w:val="19"/>
                <w:szCs w:val="19"/>
              </w:rPr>
              <w:t>2 408</w:t>
            </w:r>
          </w:p>
        </w:tc>
      </w:tr>
      <w:tr w:rsidR="009B4C06" w:rsidRPr="00782C99" w14:paraId="09AF49EC" w14:textId="77777777" w:rsidTr="00C827FC">
        <w:trPr>
          <w:trHeight w:val="12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5A6876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8109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10E02" w14:textId="1A042939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6" w:name="f2r250"/>
            <w:bookmarkEnd w:id="9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35777" w14:textId="2CAE3804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9B4C06" w:rsidRPr="00782C99" w14:paraId="687839DB" w14:textId="77777777" w:rsidTr="00C827FC">
        <w:trPr>
          <w:trHeight w:val="16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B3A679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62B3A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51D8C" w14:textId="09429793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7" w:name="f2r26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B56A7" w14:textId="52EDD649" w:rsidR="009B4C06" w:rsidRPr="00794D7B" w:rsidRDefault="009B4C06" w:rsidP="009B4C06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9B4C06" w:rsidRPr="00782C99" w14:paraId="43211035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063B1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D750A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FBE27" w14:textId="660FDD61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98" w:name="f2r270"/>
            <w:bookmarkEnd w:id="98"/>
            <w:r>
              <w:rPr>
                <w:b/>
                <w:sz w:val="19"/>
                <w:szCs w:val="19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E9683" w14:textId="42B0D1A6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9"/>
                <w:szCs w:val="19"/>
              </w:rPr>
              <w:t>1</w:t>
            </w:r>
          </w:p>
        </w:tc>
      </w:tr>
      <w:tr w:rsidR="009B4C06" w:rsidRPr="00782C99" w14:paraId="30E3F2C5" w14:textId="77777777" w:rsidTr="00C827FC">
        <w:trPr>
          <w:trHeight w:val="31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79B64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138E0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FB247" w14:textId="695E52C6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99" w:name="f2r270A"/>
            <w:bookmarkEnd w:id="99"/>
            <w:r>
              <w:rPr>
                <w:b/>
                <w:sz w:val="19"/>
                <w:szCs w:val="19"/>
              </w:rPr>
              <w:t>2 529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743E1" w14:textId="567718C7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9"/>
                <w:szCs w:val="19"/>
              </w:rPr>
              <w:t>2 176</w:t>
            </w:r>
          </w:p>
        </w:tc>
      </w:tr>
      <w:tr w:rsidR="009B4C06" w:rsidRPr="00782C99" w14:paraId="1E12814C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535DA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FAE34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0211" w14:textId="31FE76CA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100" w:name="f2r28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B25B5" w14:textId="0A1FFDD3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B4C06" w:rsidRPr="00782C99" w14:paraId="044B231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713DB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8AD5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7D1CB" w14:textId="08594459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101" w:name="f2r280A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80600" w14:textId="639FC2C0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B4C06" w:rsidRPr="00782C99" w14:paraId="4D1D3CF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E5B4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EFFE2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B649B" w14:textId="13FAB430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102" w:name="f2r290"/>
            <w:bookmarkEnd w:id="102"/>
            <w:r>
              <w:rPr>
                <w:b/>
                <w:sz w:val="19"/>
                <w:szCs w:val="19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F708A" w14:textId="79F42B0C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9"/>
                <w:szCs w:val="19"/>
              </w:rPr>
              <w:t>1</w:t>
            </w:r>
          </w:p>
        </w:tc>
      </w:tr>
      <w:tr w:rsidR="009B4C06" w:rsidRPr="00782C99" w14:paraId="6D880520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B476" w14:textId="77777777" w:rsidR="009B4C06" w:rsidRPr="00782C99" w:rsidRDefault="009B4C06" w:rsidP="009B4C06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D0B0D" w14:textId="77777777" w:rsidR="009B4C06" w:rsidRPr="00782C99" w:rsidRDefault="009B4C06" w:rsidP="009B4C06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DD90C" w14:textId="3AFA482A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bookmarkStart w:id="103" w:name="f"/>
            <w:bookmarkStart w:id="104" w:name="f2r290A"/>
            <w:bookmarkEnd w:id="103"/>
            <w:bookmarkEnd w:id="104"/>
            <w:r>
              <w:rPr>
                <w:b/>
                <w:sz w:val="19"/>
                <w:szCs w:val="19"/>
              </w:rPr>
              <w:t>1 699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C8DC7" w14:textId="14BABA71" w:rsidR="009B4C06" w:rsidRPr="00782C99" w:rsidRDefault="009B4C06" w:rsidP="009B4C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9"/>
                <w:szCs w:val="19"/>
              </w:rPr>
              <w:t>1 448</w:t>
            </w:r>
          </w:p>
        </w:tc>
      </w:tr>
      <w:tr w:rsidR="00E500D5" w:rsidRPr="00782C99" w14:paraId="3569F6BC" w14:textId="77777777" w:rsidTr="00C827FC">
        <w:trPr>
          <w:trHeight w:val="471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983CE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22DF5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9EBB8" w14:textId="26A6D1BD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5" w:name="f2r295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4B1E9" w14:textId="2CD81B33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1D11E734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B61E3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72844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09AA2" w14:textId="79982B6C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6" w:name="f2r295A"/>
            <w:bookmarkEnd w:id="106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292234" w14:textId="5DC6BB6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4EC20B81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F8637" w14:textId="77777777" w:rsidR="00E500D5" w:rsidRPr="00782C99" w:rsidRDefault="00E500D5" w:rsidP="00E500D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CBB07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FED96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5881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5402803" w14:textId="77777777" w:rsidR="006C0D2F" w:rsidRDefault="006C0D2F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094BADE5" w14:textId="0156D1AD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_________________________ </w:t>
      </w:r>
      <w:r w:rsidR="009A3676">
        <w:rPr>
          <w:rFonts w:ascii="Times New Roman" w:hAnsi="Times New Roman"/>
        </w:rPr>
        <w:t>П.П. Дылюк</w:t>
      </w:r>
    </w:p>
    <w:p w14:paraId="375AE383" w14:textId="77777777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34D6F0B5" w14:textId="759B3328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>Главный бу</w:t>
      </w:r>
      <w:r w:rsidR="006C0D2F">
        <w:rPr>
          <w:rFonts w:ascii="Times New Roman" w:hAnsi="Times New Roman"/>
        </w:rPr>
        <w:t xml:space="preserve">хгалтер_____________________ </w:t>
      </w:r>
      <w:r w:rsidR="009317BC">
        <w:rPr>
          <w:rFonts w:ascii="Times New Roman" w:hAnsi="Times New Roman"/>
        </w:rPr>
        <w:t>Е</w:t>
      </w:r>
      <w:r w:rsidR="006C0D2F">
        <w:rPr>
          <w:rFonts w:ascii="Times New Roman" w:hAnsi="Times New Roman"/>
        </w:rPr>
        <w:t>.</w:t>
      </w:r>
      <w:r w:rsidR="009317BC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  <w:r w:rsidR="003D3BA3">
        <w:rPr>
          <w:rFonts w:ascii="Times New Roman" w:hAnsi="Times New Roman"/>
        </w:rPr>
        <w:t xml:space="preserve"> </w:t>
      </w:r>
      <w:r w:rsidR="009317BC">
        <w:rPr>
          <w:rFonts w:ascii="Times New Roman" w:hAnsi="Times New Roman"/>
        </w:rPr>
        <w:t>Крук</w:t>
      </w:r>
    </w:p>
    <w:p w14:paraId="34DD1A9C" w14:textId="77777777" w:rsidR="001D3366" w:rsidRP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215297C2" w14:textId="77777777" w:rsidR="00E102A4" w:rsidRDefault="00E102A4" w:rsidP="001D3366">
      <w:pPr>
        <w:rPr>
          <w:sz w:val="22"/>
          <w:szCs w:val="22"/>
        </w:rPr>
      </w:pPr>
    </w:p>
    <w:p w14:paraId="7894B315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t xml:space="preserve">4. Доля государства в уставном фонде эмитента </w:t>
      </w:r>
      <w:r>
        <w:rPr>
          <w:b/>
        </w:rPr>
        <w:t>100</w:t>
      </w:r>
      <w:r w:rsidRPr="00E102A4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2785"/>
        <w:gridCol w:w="2749"/>
      </w:tblGrid>
      <w:tr w:rsidR="00E102A4" w:rsidRPr="00E102A4" w14:paraId="1AFC5912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A72303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F729F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12D184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Доля в уставном фонде, %</w:t>
            </w:r>
          </w:p>
        </w:tc>
      </w:tr>
      <w:tr w:rsidR="00E102A4" w:rsidRPr="00E102A4" w14:paraId="7C5D5BDB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F1D025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CAF5A8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3EFC2F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</w:tr>
      <w:tr w:rsidR="00E102A4" w:rsidRPr="00E102A4" w14:paraId="6B05A6F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9D706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DABB66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41711" w14:textId="4C133D1A" w:rsidR="00E102A4" w:rsidRPr="009A3676" w:rsidRDefault="004162DA" w:rsidP="00E102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A3676">
              <w:rPr>
                <w:sz w:val="20"/>
                <w:szCs w:val="20"/>
                <w:lang w:val="en-US"/>
              </w:rPr>
              <w:t>00%</w:t>
            </w:r>
          </w:p>
        </w:tc>
      </w:tr>
      <w:tr w:rsidR="00E102A4" w:rsidRPr="00E102A4" w14:paraId="2D178E5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E2352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D1B37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9D9DC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05CC867B" w14:textId="77777777" w:rsidTr="00E102A4">
        <w:trPr>
          <w:trHeight w:val="240"/>
        </w:trPr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C42A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69AA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6B362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6FECE0C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FD04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68E58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F7B5F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                     </w:t>
            </w:r>
            <w:r>
              <w:rPr>
                <w:sz w:val="20"/>
                <w:szCs w:val="20"/>
              </w:rPr>
              <w:t>100</w:t>
            </w:r>
            <w:r w:rsidRPr="00E102A4">
              <w:rPr>
                <w:sz w:val="20"/>
                <w:szCs w:val="20"/>
              </w:rPr>
              <w:t>%</w:t>
            </w:r>
          </w:p>
        </w:tc>
      </w:tr>
      <w:tr w:rsidR="00E102A4" w:rsidRPr="00E102A4" w14:paraId="77D2263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7F01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433678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D5A69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</w:tbl>
    <w:p w14:paraId="540FFA8B" w14:textId="77777777" w:rsidR="00E102A4" w:rsidRPr="00E102A4" w:rsidRDefault="00E102A4" w:rsidP="00E102A4">
      <w:pPr>
        <w:spacing w:before="160" w:after="160"/>
        <w:ind w:firstLine="567"/>
        <w:jc w:val="both"/>
      </w:pPr>
      <w:r w:rsidRPr="00E102A4">
        <w:t> </w:t>
      </w:r>
    </w:p>
    <w:p w14:paraId="040B911F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>5. Количество акционеров</w:t>
      </w:r>
      <w:r w:rsidRPr="00E102A4">
        <w:t xml:space="preserve"> - всего </w:t>
      </w:r>
      <w:r>
        <w:t>1</w:t>
      </w:r>
    </w:p>
    <w:p w14:paraId="4ACB17F2" w14:textId="77777777" w:rsidR="00E102A4" w:rsidRPr="00E102A4" w:rsidRDefault="00E102A4" w:rsidP="00E102A4">
      <w:pPr>
        <w:jc w:val="both"/>
      </w:pPr>
      <w:r w:rsidRPr="00E102A4">
        <w:t>В том числе:</w:t>
      </w:r>
    </w:p>
    <w:p w14:paraId="6C6275E7" w14:textId="5FD6044D" w:rsidR="00E102A4" w:rsidRPr="00E102A4" w:rsidRDefault="00E102A4" w:rsidP="00E102A4">
      <w:pPr>
        <w:jc w:val="both"/>
      </w:pPr>
      <w:r w:rsidRPr="00E102A4">
        <w:t>юридических лиц 1, из них нерезидентов Республики Беларусь ___</w:t>
      </w:r>
      <w:r w:rsidR="007447DF">
        <w:t>-</w:t>
      </w:r>
      <w:r w:rsidRPr="00E102A4">
        <w:t xml:space="preserve">______, </w:t>
      </w:r>
    </w:p>
    <w:p w14:paraId="18521AB4" w14:textId="4E4F7161" w:rsidR="00E102A4" w:rsidRDefault="00E102A4" w:rsidP="00E102A4">
      <w:pPr>
        <w:jc w:val="both"/>
      </w:pPr>
      <w:r w:rsidRPr="00E102A4">
        <w:t>физических лиц _</w:t>
      </w:r>
      <w:r>
        <w:t>__</w:t>
      </w:r>
      <w:r w:rsidR="007447DF">
        <w:t>-</w:t>
      </w:r>
      <w:r w:rsidRPr="00E102A4">
        <w:t>____, из них нерезидентов Республики Беларусь _____</w:t>
      </w:r>
      <w:r w:rsidR="007447DF">
        <w:t>-</w:t>
      </w:r>
      <w:r w:rsidRPr="00E102A4">
        <w:t>____</w:t>
      </w:r>
    </w:p>
    <w:p w14:paraId="20D72191" w14:textId="77777777" w:rsidR="00EE18AF" w:rsidRDefault="00EE18AF" w:rsidP="00E102A4">
      <w:pPr>
        <w:jc w:val="both"/>
      </w:pPr>
    </w:p>
    <w:p w14:paraId="782F77A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00E933E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A338D4F" w14:textId="77777777" w:rsidR="00C827FC" w:rsidRDefault="00C827FC" w:rsidP="00E102A4">
      <w:pPr>
        <w:spacing w:before="160" w:after="160"/>
        <w:jc w:val="both"/>
        <w:rPr>
          <w:b/>
        </w:rPr>
      </w:pPr>
    </w:p>
    <w:p w14:paraId="06C0FD1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34BA630D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t>6. Информация о дивидендах и акциях: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593"/>
        <w:gridCol w:w="1863"/>
        <w:gridCol w:w="1215"/>
        <w:gridCol w:w="2117"/>
      </w:tblGrid>
      <w:tr w:rsidR="00E102A4" w:rsidRPr="00E102A4" w14:paraId="498D28CC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76C1B0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t> </w:t>
            </w:r>
            <w:r w:rsidRPr="00E102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F16037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0511B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86984A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822D7C" w:rsidRPr="00E102A4" w14:paraId="1AE41278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2F2C0" w14:textId="77777777" w:rsidR="00822D7C" w:rsidRPr="00E102A4" w:rsidRDefault="00822D7C" w:rsidP="00822D7C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78505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86DF6A" w14:textId="6942108A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17,00</w:t>
            </w:r>
          </w:p>
          <w:p w14:paraId="4A35D41A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C61FDB0" w14:textId="77777777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24,00</w:t>
            </w:r>
          </w:p>
          <w:p w14:paraId="0E16C72F" w14:textId="2695D03A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</w:tr>
      <w:tr w:rsidR="00822D7C" w:rsidRPr="00E102A4" w14:paraId="0B07434A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54881" w14:textId="77777777" w:rsidR="00822D7C" w:rsidRPr="00E102A4" w:rsidRDefault="00822D7C" w:rsidP="00822D7C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B5E91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C7DB7D" w14:textId="31B5D4D9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17,00</w:t>
            </w:r>
          </w:p>
          <w:p w14:paraId="193BF2CD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E4B6174" w14:textId="77777777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24,00</w:t>
            </w:r>
          </w:p>
          <w:p w14:paraId="2BDE5247" w14:textId="364E20C1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72BFF1E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AD2B07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586768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0840602" w14:textId="6478C620" w:rsidR="00DF064B" w:rsidRDefault="00822D7C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0,265666</w:t>
            </w:r>
          </w:p>
          <w:p w14:paraId="03E72CB5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0E7A725" w14:textId="77777777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0,375050</w:t>
            </w:r>
          </w:p>
          <w:p w14:paraId="56AAD526" w14:textId="288F6A24" w:rsidR="00495287" w:rsidRPr="00E102A4" w:rsidRDefault="00495287" w:rsidP="00DD527C">
            <w:pPr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13EF813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AF7E8F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71FC6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AAB104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55C83C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495287" w:rsidRPr="00E102A4" w14:paraId="47FE4FF1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3CBF2B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ECA8F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2DA60A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47C28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687A02FD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4DB269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22229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7A56BB2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214C5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822D7C" w:rsidRPr="00E102A4" w14:paraId="5FED59D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180E6" w14:textId="77777777" w:rsidR="00822D7C" w:rsidRPr="00E102A4" w:rsidRDefault="00822D7C" w:rsidP="00822D7C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4ABAFE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CF6881D" w14:textId="77777777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0,265666</w:t>
            </w:r>
          </w:p>
          <w:p w14:paraId="0B47D8DF" w14:textId="77777777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63DA0DB" w14:textId="77777777" w:rsidR="00822D7C" w:rsidRDefault="00822D7C" w:rsidP="00822D7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0,375050</w:t>
            </w:r>
          </w:p>
          <w:p w14:paraId="5E578DF2" w14:textId="08D09DAD" w:rsidR="00822D7C" w:rsidRPr="00E102A4" w:rsidRDefault="00822D7C" w:rsidP="00822D7C">
            <w:pPr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0859B8D9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BD67C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01C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5E28DAF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624764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2D6CBE24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15176C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08C16" w14:textId="77777777" w:rsidR="00782C99" w:rsidRPr="00E102A4" w:rsidRDefault="00782C99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7AF99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C5E84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00FC98B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73688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3D5DF" w14:textId="77777777" w:rsidR="00782C99" w:rsidRPr="00E102A4" w:rsidRDefault="004162DA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</w:t>
            </w:r>
            <w:r w:rsidR="00782C99" w:rsidRPr="00E102A4">
              <w:rPr>
                <w:sz w:val="20"/>
                <w:szCs w:val="20"/>
              </w:rPr>
              <w:t>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B0BD61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5E0543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7C7845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B288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E958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04BB40F" w14:textId="49190866" w:rsidR="00782C99" w:rsidRPr="00E102A4" w:rsidRDefault="009317BC" w:rsidP="00822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22D7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4796FD" w14:textId="77777777" w:rsidR="00782C99" w:rsidRPr="00E102A4" w:rsidRDefault="008452C5" w:rsidP="00570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BDF99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36E7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B1F39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DAEDAE" w14:textId="39D0445C" w:rsidR="00782C99" w:rsidRPr="00E102A4" w:rsidRDefault="00822D7C" w:rsidP="00822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317BC">
              <w:rPr>
                <w:sz w:val="20"/>
                <w:szCs w:val="20"/>
              </w:rPr>
              <w:t>.03.202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DCEF9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1E3B8A2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4DA5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9513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EE60E3" w14:textId="4AE8F46D" w:rsidR="00782C99" w:rsidRPr="00E102A4" w:rsidRDefault="009317BC" w:rsidP="00822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</w:t>
            </w:r>
            <w:r w:rsidR="00822D7C">
              <w:rPr>
                <w:sz w:val="20"/>
                <w:szCs w:val="20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A07A22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20671" w:rsidRPr="00E102A4" w14:paraId="613FC3C9" w14:textId="77777777" w:rsidTr="00DA2FE2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F073A" w14:textId="77777777" w:rsidR="00720671" w:rsidRPr="00E102A4" w:rsidRDefault="00720671" w:rsidP="00720671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516E2" w14:textId="77777777" w:rsidR="00720671" w:rsidRPr="00E102A4" w:rsidRDefault="00720671" w:rsidP="00720671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BBBBA3" w14:textId="1883805F" w:rsidR="00720671" w:rsidRPr="00E102A4" w:rsidRDefault="00822D7C" w:rsidP="00720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284,98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1A2666" w14:textId="4A7C8105" w:rsidR="00720671" w:rsidRPr="00E102A4" w:rsidRDefault="00822D7C" w:rsidP="009317BC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239,03</w:t>
            </w:r>
          </w:p>
        </w:tc>
      </w:tr>
      <w:tr w:rsidR="00782C99" w:rsidRPr="00E102A4" w14:paraId="7AA2CF54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6E0B7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27BF7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EA3E0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9A885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010B7A46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8C1A0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В том числе:</w:t>
            </w:r>
            <w:r w:rsidRPr="00E102A4">
              <w:rPr>
                <w:sz w:val="20"/>
                <w:szCs w:val="20"/>
              </w:rPr>
              <w:br/>
              <w:t>поступившие в распоряжение общества: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8F78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DFA0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D803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D21343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E71D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416D71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0597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4D80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782C99" w:rsidRPr="00E102A4" w14:paraId="3F5D6642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C065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CA0B4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E1CD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4487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8461A48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28C81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036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7FA9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753A2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743A6AA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B03B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A48D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4A27E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A2FD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E5DD83D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9715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1CE73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E60E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8493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6C33EDA" w14:textId="77777777" w:rsidTr="00E102A4">
        <w:trPr>
          <w:trHeight w:val="19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D6F68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E7BB0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FCC8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54F7C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19C3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7E7195A5" w14:textId="77777777" w:rsidTr="00E102A4">
        <w:trPr>
          <w:trHeight w:val="121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4F0C9B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3873A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78BB8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7EEE7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504AF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6E67FEF1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6E69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49B85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1373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F5A5A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D9D25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</w:tbl>
    <w:p w14:paraId="5A6D6F86" w14:textId="270FF6EA" w:rsidR="00E102A4" w:rsidRPr="00E102A4" w:rsidRDefault="00E102A4" w:rsidP="00E102A4">
      <w:pPr>
        <w:spacing w:before="160" w:after="160"/>
        <w:jc w:val="both"/>
      </w:pPr>
      <w:bookmarkStart w:id="107" w:name="a36"/>
      <w:bookmarkStart w:id="108" w:name="a75"/>
      <w:bookmarkStart w:id="109" w:name="_GoBack"/>
      <w:bookmarkEnd w:id="107"/>
      <w:bookmarkEnd w:id="108"/>
      <w:bookmarkEnd w:id="109"/>
      <w:r w:rsidRPr="00E102A4">
        <w:rPr>
          <w:b/>
        </w:rPr>
        <w:t xml:space="preserve">10. Дата проведения годового общего собрания акционеров, на котором утверждены годовой отчет, бухгалтерский баланс, отчет о прибылях и убытках за </w:t>
      </w:r>
      <w:r w:rsidRPr="003D05D3">
        <w:rPr>
          <w:b/>
        </w:rPr>
        <w:t>отчетный</w:t>
      </w:r>
      <w:r w:rsidRPr="003D05D3">
        <w:t xml:space="preserve"> </w:t>
      </w:r>
      <w:r w:rsidRPr="003D05D3">
        <w:rPr>
          <w:u w:val="single"/>
        </w:rPr>
        <w:t>20</w:t>
      </w:r>
      <w:r w:rsidR="00F552D5">
        <w:rPr>
          <w:u w:val="single"/>
        </w:rPr>
        <w:t>2</w:t>
      </w:r>
      <w:r w:rsidR="00307176">
        <w:rPr>
          <w:u w:val="single"/>
        </w:rPr>
        <w:t>3</w:t>
      </w:r>
      <w:r w:rsidRPr="003D05D3">
        <w:t> год: </w:t>
      </w:r>
      <w:r w:rsidR="00307176">
        <w:t>26</w:t>
      </w:r>
      <w:r w:rsidR="00E54C1E">
        <w:t>.0</w:t>
      </w:r>
      <w:r w:rsidR="00307176">
        <w:t>3</w:t>
      </w:r>
      <w:r w:rsidR="00E54C1E">
        <w:t>.20</w:t>
      </w:r>
      <w:r w:rsidR="00DF064B">
        <w:t>2</w:t>
      </w:r>
      <w:r w:rsidR="00307176">
        <w:t>4</w:t>
      </w:r>
      <w:r w:rsidR="00B81C0C">
        <w:t xml:space="preserve"> г.</w:t>
      </w:r>
    </w:p>
    <w:p w14:paraId="335C3C93" w14:textId="77777777" w:rsidR="00E102A4" w:rsidRPr="00E102A4" w:rsidRDefault="00E102A4" w:rsidP="00E102A4">
      <w:pPr>
        <w:spacing w:before="160" w:after="160"/>
        <w:jc w:val="both"/>
        <w:rPr>
          <w:b/>
        </w:rPr>
      </w:pPr>
      <w:bookmarkStart w:id="110" w:name="a37"/>
      <w:bookmarkEnd w:id="110"/>
      <w:r w:rsidRPr="00E102A4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</w:p>
    <w:p w14:paraId="748CA585" w14:textId="4002E189" w:rsidR="004162DA" w:rsidRDefault="004162DA" w:rsidP="00E102A4">
      <w:pPr>
        <w:spacing w:before="160" w:after="160"/>
        <w:jc w:val="both"/>
        <w:rPr>
          <w:u w:val="single"/>
        </w:rPr>
      </w:pPr>
      <w:r w:rsidRPr="004162DA">
        <w:rPr>
          <w:u w:val="single"/>
        </w:rPr>
        <w:t xml:space="preserve">положение о порядке ведения учета аффилированных лиц и регламент работы с реестром владельцев ценных бумаг утверждено № </w:t>
      </w:r>
      <w:r w:rsidR="00720671">
        <w:rPr>
          <w:u w:val="single"/>
        </w:rPr>
        <w:t>17</w:t>
      </w:r>
      <w:r w:rsidRPr="004162DA">
        <w:rPr>
          <w:u w:val="single"/>
        </w:rPr>
        <w:t xml:space="preserve"> от </w:t>
      </w:r>
      <w:r w:rsidR="00720671">
        <w:rPr>
          <w:u w:val="single"/>
        </w:rPr>
        <w:t>25</w:t>
      </w:r>
      <w:r w:rsidRPr="004162DA">
        <w:rPr>
          <w:u w:val="single"/>
        </w:rPr>
        <w:t xml:space="preserve"> марта 20</w:t>
      </w:r>
      <w:r w:rsidR="00720671">
        <w:rPr>
          <w:u w:val="single"/>
        </w:rPr>
        <w:t>22</w:t>
      </w:r>
      <w:r w:rsidRPr="004162DA">
        <w:rPr>
          <w:u w:val="single"/>
        </w:rPr>
        <w:t xml:space="preserve"> год </w:t>
      </w:r>
    </w:p>
    <w:p w14:paraId="52B6E284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 xml:space="preserve">14. Адрес официального сайта открытого акционерного общества в глобальной компьютерной сети </w:t>
      </w:r>
      <w:r w:rsidR="00C827FC" w:rsidRPr="00E102A4">
        <w:rPr>
          <w:b/>
        </w:rPr>
        <w:t>Интернет</w:t>
      </w:r>
      <w:r w:rsidR="00C827FC" w:rsidRPr="00E102A4">
        <w:t xml:space="preserve"> </w:t>
      </w:r>
      <w:r w:rsidR="00C827FC" w:rsidRPr="00C827FC">
        <w:t>_</w:t>
      </w:r>
      <w:r w:rsidR="0007110B" w:rsidRPr="00C827FC">
        <w:t>___________</w:t>
      </w:r>
    </w:p>
    <w:p w14:paraId="4D1CBDE4" w14:textId="77777777" w:rsidR="00E102A4" w:rsidRDefault="00E102A4" w:rsidP="001D3366">
      <w:pPr>
        <w:rPr>
          <w:sz w:val="22"/>
          <w:szCs w:val="22"/>
        </w:rPr>
      </w:pPr>
    </w:p>
    <w:p w14:paraId="62ADA8CC" w14:textId="77777777" w:rsidR="001D3366" w:rsidRPr="001D3366" w:rsidRDefault="001D3366" w:rsidP="004948BE">
      <w:pPr>
        <w:pStyle w:val="ab"/>
        <w:rPr>
          <w:rFonts w:ascii="Calibri" w:hAnsi="Calibri" w:cs="TimesNewRoman"/>
          <w:sz w:val="20"/>
        </w:rPr>
      </w:pPr>
      <w:r>
        <w:rPr>
          <w:sz w:val="22"/>
          <w:szCs w:val="22"/>
        </w:rPr>
        <w:t xml:space="preserve">       </w:t>
      </w:r>
    </w:p>
    <w:p w14:paraId="3B317333" w14:textId="77777777" w:rsidR="001D3366" w:rsidRPr="001D3366" w:rsidRDefault="001D3366" w:rsidP="001D3366">
      <w:pPr>
        <w:autoSpaceDE w:val="0"/>
        <w:autoSpaceDN w:val="0"/>
        <w:adjustRightInd w:val="0"/>
        <w:ind w:firstLine="540"/>
        <w:jc w:val="both"/>
        <w:rPr>
          <w:rFonts w:ascii="Calibri" w:hAnsi="Calibri" w:cs="TimesNewRoman"/>
          <w:sz w:val="20"/>
          <w:szCs w:val="20"/>
        </w:rPr>
      </w:pPr>
    </w:p>
    <w:p w14:paraId="731D443D" w14:textId="77777777" w:rsidR="008923E4" w:rsidRDefault="008923E4" w:rsidP="008923E4">
      <w:pPr>
        <w:pStyle w:val="a3"/>
      </w:pPr>
    </w:p>
    <w:p w14:paraId="44CFDAC3" w14:textId="77777777" w:rsidR="000616A7" w:rsidRPr="004948BE" w:rsidRDefault="000616A7" w:rsidP="000616A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5083564" w14:textId="77777777" w:rsidR="000616A7" w:rsidRDefault="000616A7" w:rsidP="008923E4">
      <w:pPr>
        <w:pStyle w:val="a3"/>
      </w:pPr>
    </w:p>
    <w:tbl>
      <w:tblPr>
        <w:tblpPr w:leftFromText="180" w:rightFromText="180" w:horzAnchor="margin" w:tblpXSpec="center" w:tblpY="-570"/>
        <w:tblW w:w="11512" w:type="dxa"/>
        <w:tblLook w:val="04A0" w:firstRow="1" w:lastRow="0" w:firstColumn="1" w:lastColumn="0" w:noHBand="0" w:noVBand="1"/>
      </w:tblPr>
      <w:tblGrid>
        <w:gridCol w:w="269"/>
        <w:gridCol w:w="2779"/>
        <w:gridCol w:w="681"/>
        <w:gridCol w:w="464"/>
        <w:gridCol w:w="462"/>
        <w:gridCol w:w="507"/>
        <w:gridCol w:w="512"/>
        <w:gridCol w:w="605"/>
        <w:gridCol w:w="484"/>
        <w:gridCol w:w="463"/>
        <w:gridCol w:w="463"/>
        <w:gridCol w:w="463"/>
        <w:gridCol w:w="463"/>
        <w:gridCol w:w="616"/>
        <w:gridCol w:w="517"/>
        <w:gridCol w:w="516"/>
        <w:gridCol w:w="492"/>
        <w:gridCol w:w="344"/>
        <w:gridCol w:w="412"/>
      </w:tblGrid>
      <w:tr w:rsidR="0079098B" w14:paraId="06CC1AF6" w14:textId="77777777" w:rsidTr="00112A0E">
        <w:trPr>
          <w:trHeight w:val="127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5960" w14:textId="2A059E12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797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D2A194" w14:textId="77777777" w:rsidR="0079098B" w:rsidRDefault="0079098B" w:rsidP="0079098B">
            <w:pPr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AC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E3B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07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008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8E7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C4D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FED1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6F6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6A01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926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3E9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8C7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D1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C65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D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1F9E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F749064" w14:textId="77777777" w:rsidTr="00112A0E">
        <w:trPr>
          <w:trHeight w:val="1464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30A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D7D5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5E33A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00D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51D2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816B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5C1EB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D0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116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B5B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1A0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A3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D6EC" w14:textId="48CCDC35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AD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Приложение 3</w:t>
            </w:r>
            <w:r>
              <w:rPr>
                <w:sz w:val="21"/>
                <w:szCs w:val="21"/>
              </w:rPr>
              <w:br/>
              <w:t xml:space="preserve">к постановлению </w:t>
            </w:r>
            <w:r>
              <w:rPr>
                <w:sz w:val="21"/>
                <w:szCs w:val="21"/>
              </w:rPr>
              <w:br/>
              <w:t xml:space="preserve">Министерства финансов </w:t>
            </w:r>
            <w:r>
              <w:rPr>
                <w:sz w:val="21"/>
                <w:szCs w:val="21"/>
              </w:rPr>
              <w:br/>
              <w:t>Республики Беларусь</w:t>
            </w:r>
            <w:r>
              <w:rPr>
                <w:sz w:val="21"/>
                <w:szCs w:val="21"/>
              </w:rPr>
              <w:br/>
              <w:t>12.12.2016 № 104</w:t>
            </w:r>
          </w:p>
        </w:tc>
      </w:tr>
      <w:tr w:rsidR="0079098B" w14:paraId="659EA2BE" w14:textId="77777777" w:rsidTr="00112A0E">
        <w:trPr>
          <w:trHeight w:val="62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435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2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C16AD" w14:textId="77777777" w:rsidR="0079098B" w:rsidRDefault="0079098B" w:rsidP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 w:rsidRPr="0079098B">
              <w:rPr>
                <w:b/>
                <w:bCs/>
                <w:sz w:val="21"/>
                <w:szCs w:val="21"/>
              </w:rPr>
              <w:t>ОТЧЕТ</w:t>
            </w:r>
            <w:r w:rsidRPr="0079098B">
              <w:rPr>
                <w:b/>
                <w:bCs/>
                <w:sz w:val="21"/>
                <w:szCs w:val="21"/>
              </w:rPr>
              <w:br/>
              <w:t>об изменении собственного капитала</w:t>
            </w:r>
          </w:p>
        </w:tc>
      </w:tr>
      <w:tr w:rsidR="0079098B" w14:paraId="482B718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6403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8A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F6A72F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78983B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74E7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DB377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BA1AD" w14:textId="701DCBC7" w:rsidR="0079098B" w:rsidRDefault="0079098B" w:rsidP="0024249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F552D5">
              <w:rPr>
                <w:sz w:val="21"/>
                <w:szCs w:val="21"/>
              </w:rPr>
              <w:t>2</w:t>
            </w:r>
            <w:r w:rsidR="00242490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654B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0C0B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188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092C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EC5A3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E12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210059A" w14:textId="77777777" w:rsidTr="00112A0E">
        <w:trPr>
          <w:trHeight w:val="191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70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75455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314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379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1B9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7EE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D9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CD4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E0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B723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DC9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3E42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373D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5461210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3C08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D13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A41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 "Новые Стайки"</w:t>
            </w:r>
          </w:p>
        </w:tc>
      </w:tr>
      <w:tr w:rsidR="0079098B" w14:paraId="13DDA70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FB3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F984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Учетный номер плательщика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14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200100251</w:t>
            </w:r>
          </w:p>
        </w:tc>
      </w:tr>
      <w:tr w:rsidR="0079098B" w14:paraId="35379C2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DBE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BE0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экономической деятельности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3B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Смешанное сельское хозяйство</w:t>
            </w:r>
          </w:p>
        </w:tc>
      </w:tr>
      <w:tr w:rsidR="0079098B" w14:paraId="3E37A24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33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085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Организационно-правовая форма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237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</w:t>
            </w:r>
          </w:p>
        </w:tc>
      </w:tr>
      <w:tr w:rsidR="0079098B" w14:paraId="2C2B529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A79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DBE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 управления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C8DD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Общее собрание акционеров, наблюдательный совет</w:t>
            </w:r>
          </w:p>
        </w:tc>
      </w:tr>
      <w:tr w:rsidR="0079098B" w14:paraId="5DCBF82B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D50A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B63D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30FA5" w14:textId="77777777" w:rsidR="0079098B" w:rsidRDefault="0079098B" w:rsidP="0079098B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тыс. руб.</w:t>
            </w:r>
          </w:p>
        </w:tc>
      </w:tr>
      <w:tr w:rsidR="0079098B" w14:paraId="3B2202C4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C71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CDF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Адрес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C86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Брестская обл., Ивацевичский р-н, д. Стайки, ул. Школьная, 5</w:t>
            </w:r>
          </w:p>
        </w:tc>
      </w:tr>
      <w:tr w:rsidR="0079098B" w14:paraId="3A52C233" w14:textId="77777777" w:rsidTr="00112A0E">
        <w:trPr>
          <w:trHeight w:val="191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0F93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4741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56A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437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923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788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040F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9E60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81C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08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E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A0F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CAB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68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91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C26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010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D0D2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E43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A12CB77" w14:textId="77777777" w:rsidTr="00112A0E">
        <w:trPr>
          <w:trHeight w:val="176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0FD9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F3E36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показателей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0C7E9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Код </w:t>
            </w:r>
            <w:proofErr w:type="spellStart"/>
            <w:r>
              <w:rPr>
                <w:sz w:val="21"/>
                <w:szCs w:val="21"/>
              </w:rPr>
              <w:t>стро-ки</w:t>
            </w:r>
            <w:proofErr w:type="spellEnd"/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4373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Устав-</w:t>
            </w:r>
            <w:proofErr w:type="spellStart"/>
            <w:r>
              <w:rPr>
                <w:sz w:val="21"/>
                <w:szCs w:val="21"/>
              </w:rPr>
              <w:t>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B7C94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Неопла</w:t>
            </w:r>
            <w:proofErr w:type="spellEnd"/>
            <w:r>
              <w:rPr>
                <w:sz w:val="21"/>
                <w:szCs w:val="21"/>
              </w:rPr>
              <w:t xml:space="preserve">- </w:t>
            </w:r>
            <w:proofErr w:type="spellStart"/>
            <w:r>
              <w:rPr>
                <w:sz w:val="21"/>
                <w:szCs w:val="21"/>
              </w:rPr>
              <w:t>ченная</w:t>
            </w:r>
            <w:proofErr w:type="spellEnd"/>
            <w:r>
              <w:rPr>
                <w:sz w:val="21"/>
                <w:szCs w:val="21"/>
              </w:rPr>
              <w:t xml:space="preserve"> часть устав-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капитала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3B137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Собст</w:t>
            </w:r>
            <w:proofErr w:type="spellEnd"/>
            <w:r>
              <w:rPr>
                <w:sz w:val="21"/>
                <w:szCs w:val="21"/>
              </w:rPr>
              <w:t>-венные акции (доли в уставном капитале)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AA42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Резерв- </w:t>
            </w:r>
            <w:proofErr w:type="spellStart"/>
            <w:r>
              <w:rPr>
                <w:sz w:val="21"/>
                <w:szCs w:val="21"/>
              </w:rPr>
              <w:t>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ECABE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Доба-вочный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30A886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Нераспре</w:t>
            </w:r>
            <w:proofErr w:type="spellEnd"/>
            <w:r>
              <w:rPr>
                <w:sz w:val="21"/>
                <w:szCs w:val="21"/>
              </w:rPr>
              <w:t>- деленная прибыль (</w:t>
            </w:r>
            <w:proofErr w:type="spellStart"/>
            <w:r>
              <w:rPr>
                <w:sz w:val="21"/>
                <w:szCs w:val="21"/>
              </w:rPr>
              <w:t>непок</w:t>
            </w:r>
            <w:proofErr w:type="spellEnd"/>
            <w:r>
              <w:rPr>
                <w:sz w:val="21"/>
                <w:szCs w:val="21"/>
              </w:rPr>
              <w:t>-рытый убыток)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61F86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Чистая прибыль (убыток)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26F7C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</w:tr>
      <w:tr w:rsidR="0079098B" w14:paraId="7174C33C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460A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ECCF1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754389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50B5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14D2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49D92B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2B6156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3193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18FDA7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60FE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3AC34D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105ADD" w14:paraId="02AC5540" w14:textId="77777777" w:rsidTr="00A93065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2D9B9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74AAC" w14:textId="3C6B5C3E" w:rsidR="00105ADD" w:rsidRDefault="00105ADD" w:rsidP="003730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31.12.202</w:t>
            </w:r>
            <w:r w:rsidR="003730EC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898BB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D27F54F" w14:textId="504918BF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0FA9417" w14:textId="1F4733A0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8101FA1" w14:textId="09944B9B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D9A4531" w14:textId="192541EB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25D639D" w14:textId="569CC0DB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1 103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3C32658" w14:textId="3F7FFBDA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5 410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0A2F38A" w14:textId="2BEDBAB4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59907" w14:textId="27935D36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12 912</w:t>
            </w:r>
          </w:p>
        </w:tc>
      </w:tr>
      <w:tr w:rsidR="0079098B" w14:paraId="39B156AB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F1D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F4A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EEBE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BD39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B4E78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5F9D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1DB2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4722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14E6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E419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9A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A0818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ABB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79F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02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C1F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7B57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D451F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A86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D9F3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721EF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1B56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D26C1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1A736E35" w14:textId="77777777" w:rsidTr="00E37A72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58695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B5C0" w14:textId="1AE1D23F" w:rsidR="00105ADD" w:rsidRDefault="00105ADD" w:rsidP="003730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 остаток на 31.12.202</w:t>
            </w:r>
            <w:r w:rsidR="003730EC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8CB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0665B" w14:textId="71823139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38009" w14:textId="2AA73F8F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39DFA" w14:textId="6D3E217F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06F51" w14:textId="0397E918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CB34B0" w14:textId="2D5EC82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1 103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141F7" w14:textId="7BB7E1C2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5 410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C8EA7" w14:textId="585CC556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39620E" w14:textId="22E6DD74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12 912</w:t>
            </w:r>
          </w:p>
        </w:tc>
      </w:tr>
      <w:tr w:rsidR="00105ADD" w14:paraId="6F52C575" w14:textId="77777777" w:rsidTr="0010425A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7A6CB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694C9" w14:textId="7453C40F" w:rsidR="00105ADD" w:rsidRPr="0095143E" w:rsidRDefault="00105ADD" w:rsidP="003730EC">
            <w:pPr>
              <w:rPr>
                <w:b/>
                <w:sz w:val="18"/>
                <w:szCs w:val="21"/>
              </w:rPr>
            </w:pPr>
            <w:r w:rsidRPr="0095143E">
              <w:rPr>
                <w:b/>
                <w:sz w:val="18"/>
                <w:szCs w:val="21"/>
              </w:rPr>
              <w:t>За январь-декабрь 202</w:t>
            </w:r>
            <w:r w:rsidR="003730EC">
              <w:rPr>
                <w:b/>
                <w:sz w:val="18"/>
                <w:szCs w:val="21"/>
              </w:rPr>
              <w:t>3</w:t>
            </w:r>
            <w:r w:rsidRPr="0095143E">
              <w:rPr>
                <w:b/>
                <w:sz w:val="18"/>
                <w:szCs w:val="21"/>
              </w:rPr>
              <w:t xml:space="preserve"> года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B11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4C9E5" w14:textId="1D609E63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250C6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19C11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CED6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B545E" w14:textId="3B80A891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0617B" w14:textId="2172AB22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2 176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88287" w14:textId="471BF039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43C86" w14:textId="2318397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2 408</w:t>
            </w:r>
          </w:p>
        </w:tc>
      </w:tr>
      <w:tr w:rsidR="0079098B" w14:paraId="55149E7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DFF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094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785CC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4EC4E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A36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F199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2E62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8577F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15A36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E907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A51E5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03DA0BB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717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D65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9565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7F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2CE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09C2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67D5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6E2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B2F1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DAF5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FBE7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53D86238" w14:textId="77777777" w:rsidTr="008B56C6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0836F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2140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6B6B9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051</w:t>
            </w:r>
          </w:p>
        </w:tc>
        <w:tc>
          <w:tcPr>
            <w:tcW w:w="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0C5E4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8A518A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67035B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F8AD4D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1D2463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409B365" w14:textId="6CBD3740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2 176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133403D5" w14:textId="31FD966D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83C98F" w14:textId="282C1A29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2 176</w:t>
            </w:r>
          </w:p>
        </w:tc>
      </w:tr>
      <w:tr w:rsidR="00105ADD" w14:paraId="28E98BEC" w14:textId="77777777" w:rsidTr="005D77BA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CCE12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A4634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4258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C0E124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8A2341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775425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E3FFFD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9E039CC" w14:textId="703014CF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7A15F304" w14:textId="7F9B3B50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718CB3A" w14:textId="013F5E7B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3943C4" w14:textId="7BB18640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232</w:t>
            </w:r>
          </w:p>
        </w:tc>
      </w:tr>
      <w:tr w:rsidR="0079098B" w14:paraId="4958E69A" w14:textId="77777777" w:rsidTr="00112A0E">
        <w:trPr>
          <w:trHeight w:val="87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9AE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3048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168A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490F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E003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ECC0D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AE3C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55447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3043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FA9B1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F88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4C1AA1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74E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82B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14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079B9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E9AA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43BF1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070F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E6BC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E800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6F45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44447" w14:textId="4DA276BB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93BBFFC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66D3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922A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295A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E47B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5F7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7D71C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8360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BFD5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A28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12F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69C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14EC7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F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A58D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EE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B5CA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26D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48DFC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10D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C606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E7EA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1752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CA61C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26BC1A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0C31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EB4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2ED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AF813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FC78F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B963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3412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B914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5071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00F1F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FA8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CB18F2C" w14:textId="77777777" w:rsidTr="00112A0E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0DC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4EE4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639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1D26B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C63C6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D42B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8B06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83FE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AC6D3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B0C5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86C1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D38600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3E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946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DE1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1AA038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5518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91EA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DB81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0274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3249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3447C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2677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4094D7DE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9BD80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784C3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D53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FCE83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641C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F746FE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6B38D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17823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1AA83C" w14:textId="441A120F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B4F79C" w14:textId="7AB01C41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8C1880" w14:textId="3733A16A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79098B" w14:paraId="00789E7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A32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6A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854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0809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1FA4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4A11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F51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E4FD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A8B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23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92A2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890964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43B9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A2B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6095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5FF9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EE1A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705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D2D1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C13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AF08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F8E2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255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7CC1485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2EB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AC9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CF1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51EE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34317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59D3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15D3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4EFCE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491F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5ACA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B20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B5EF2C2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C11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603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83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3115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1502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0792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D82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986C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8E82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2EE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7D8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1344F4B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3B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42D4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A7C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1DB7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2649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E93E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000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25C9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9B5F4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6BA4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AA0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4648EEF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28E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0A5D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6BB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86AA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36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E6AA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2621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E2BA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16C0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D119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841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4700B827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C4F20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45278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A94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55C60E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9BDDB5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C951B54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4656A8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774F83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4321E53" w14:textId="019244E1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11C1FF71" w14:textId="7B5DE884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A7148BF" w14:textId="63692E33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79098B" w14:paraId="0BE47C0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982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B87F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B8F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37BF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B79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E6DF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19CE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14E96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4A34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CA6C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C87D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CBF047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6FD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6D82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E6D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C0E5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3221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34FF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496A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8E4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22BE2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E514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F2F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BAC535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B5A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DC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5CF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57902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435D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8FFE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FD66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542D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5BBD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90A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D8B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E049C2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978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035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98A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4941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5F77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8B28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8E96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61EA5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72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1DED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F11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866BAB6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6C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069B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EA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080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4549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28924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8036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C56F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B409EE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1C00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5D0A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FE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C9935B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58D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3D48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D205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AFDA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6B4D6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849C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6CAE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018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AA05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7A6EC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3EE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0E967075" w14:textId="77777777" w:rsidTr="00677EB4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EAD74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144A2" w14:textId="1B450543" w:rsidR="00105ADD" w:rsidRDefault="00105ADD" w:rsidP="003730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31.12.202</w:t>
            </w:r>
            <w:r w:rsidR="003730EC">
              <w:rPr>
                <w:b/>
                <w:bCs/>
                <w:sz w:val="21"/>
                <w:szCs w:val="21"/>
              </w:rPr>
              <w:t>3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2E0AD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24749" w14:textId="27AAE3B6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95675B" w14:textId="61EE820D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ACB80" w14:textId="16000AC3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DC53F" w14:textId="1AA98CBF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4C0E7" w14:textId="2AAF67C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1 335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92E8B" w14:textId="1C726B1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7 562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B4F0F" w14:textId="6C82B4F5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4ADA6" w14:textId="55FAA9AA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15 296</w:t>
            </w:r>
          </w:p>
        </w:tc>
      </w:tr>
      <w:tr w:rsidR="00105ADD" w14:paraId="74E00CDD" w14:textId="77777777" w:rsidTr="00677EB4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4DFFE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E28D" w14:textId="6C9AEB5F" w:rsidR="00105ADD" w:rsidRDefault="00105ADD" w:rsidP="003730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31.12.202</w:t>
            </w:r>
            <w:r w:rsidR="003730EC">
              <w:rPr>
                <w:b/>
                <w:bCs/>
                <w:sz w:val="21"/>
                <w:szCs w:val="21"/>
              </w:rPr>
              <w:t>3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F571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10B0CF10" w14:textId="519F041D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6A045893" w14:textId="5C6DA9D2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3C6EF58" w14:textId="7618BC98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1D8EB0B" w14:textId="2E081539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9BDEA4D" w14:textId="60B355EA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1 335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5D255A1" w14:textId="5A9D1EED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7 562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12BCA2C" w14:textId="58B85D1D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7B4CD" w14:textId="25250F93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15 296</w:t>
            </w:r>
          </w:p>
        </w:tc>
      </w:tr>
      <w:tr w:rsidR="0079098B" w14:paraId="27F47774" w14:textId="77777777" w:rsidTr="00112A0E">
        <w:trPr>
          <w:trHeight w:val="58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65C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082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B8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AA3A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8477D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F6A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BF47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18C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074B7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B34E9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B5F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0CDB09F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773E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722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651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BECE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8F0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E2EB8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D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11B3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1292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8DB5B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82178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244AD78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D930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0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постановлению N 23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A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C27730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07450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93D1A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838B6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2BE6E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E9D7C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ACE98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42AC45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5E88A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51169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80C31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6CFF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4917A9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C183F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FCDB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4386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05ADD" w14:paraId="3670597D" w14:textId="77777777" w:rsidTr="00DD4BBC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FBD91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4FF3" w14:textId="6C972F51" w:rsidR="00105ADD" w:rsidRDefault="00105ADD" w:rsidP="003730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 остаток на 31.12.202</w:t>
            </w:r>
            <w:r w:rsidR="003730EC">
              <w:rPr>
                <w:b/>
                <w:bCs/>
                <w:sz w:val="21"/>
                <w:szCs w:val="21"/>
              </w:rPr>
              <w:t>3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FE2C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D0E9F" w14:textId="3ED344F3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96A110" w14:textId="4A08F7D1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AD983C" w14:textId="5517E916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62332" w14:textId="1155DADE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0F022" w14:textId="75B793B6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1 335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B92051" w14:textId="138EA2B6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7 562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19A6B4" w14:textId="6204D5EA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D3B16" w14:textId="0CC4B9D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15 296</w:t>
            </w:r>
          </w:p>
        </w:tc>
      </w:tr>
      <w:tr w:rsidR="00105ADD" w14:paraId="070894A4" w14:textId="77777777" w:rsidTr="004109ED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5E77C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E26B6" w14:textId="69C669A5" w:rsidR="00105ADD" w:rsidRPr="0095143E" w:rsidRDefault="00105ADD" w:rsidP="003730EC">
            <w:pPr>
              <w:rPr>
                <w:b/>
                <w:bCs/>
                <w:sz w:val="18"/>
                <w:szCs w:val="21"/>
              </w:rPr>
            </w:pPr>
            <w:r w:rsidRPr="0095143E">
              <w:rPr>
                <w:b/>
                <w:bCs/>
                <w:sz w:val="18"/>
                <w:szCs w:val="21"/>
              </w:rPr>
              <w:t>За январь-декабрь 202</w:t>
            </w:r>
            <w:r w:rsidR="003730EC">
              <w:rPr>
                <w:b/>
                <w:bCs/>
                <w:sz w:val="18"/>
                <w:szCs w:val="21"/>
              </w:rPr>
              <w:t>4</w:t>
            </w:r>
            <w:r w:rsidRPr="0095143E">
              <w:rPr>
                <w:b/>
                <w:bCs/>
                <w:sz w:val="18"/>
                <w:szCs w:val="21"/>
              </w:rPr>
              <w:t xml:space="preserve"> года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FE377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633C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D5A8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76D0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D5F0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495EB" w14:textId="7573C45E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C1975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  <w:p w14:paraId="21283F8D" w14:textId="1D194DD6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2 529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1ABC59" w14:textId="6283CAD3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BC01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  <w:p w14:paraId="3CB857AE" w14:textId="2013F2FE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2 957</w:t>
            </w:r>
          </w:p>
        </w:tc>
      </w:tr>
      <w:tr w:rsidR="00105ADD" w14:paraId="65E91ED7" w14:textId="77777777" w:rsidTr="004109ED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16AA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175B6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DADFF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8D22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63C736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E4BAB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9ABEB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55D8B" w14:textId="31335325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26B0B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1851F" w14:textId="6ECBC449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CE77A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</w:tr>
      <w:tr w:rsidR="00105ADD" w14:paraId="3FD4CA0A" w14:textId="77777777" w:rsidTr="004109ED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1111F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AA522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DF26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166775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BC53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1B089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612E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B0E829" w14:textId="385DB132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7539F" w14:textId="738FBF9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2 529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FD5CD" w14:textId="6CB609C0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9E78D" w14:textId="20D81F4A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2 529</w:t>
            </w:r>
          </w:p>
        </w:tc>
      </w:tr>
      <w:tr w:rsidR="00105ADD" w14:paraId="7CE17C27" w14:textId="77777777" w:rsidTr="004109ED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B5DA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84C53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50E13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9EDE9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E8B29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1979B2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5E715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1B2DE720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88107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204AD18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9FD4" w14:textId="77777777" w:rsidR="00105ADD" w:rsidRDefault="00105ADD" w:rsidP="00105ADD">
            <w:pPr>
              <w:rPr>
                <w:sz w:val="21"/>
                <w:szCs w:val="21"/>
              </w:rPr>
            </w:pPr>
          </w:p>
        </w:tc>
      </w:tr>
      <w:tr w:rsidR="00105ADD" w14:paraId="532605FB" w14:textId="77777777" w:rsidTr="004109ED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4D2FC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F0043" w14:textId="77777777" w:rsidR="00105ADD" w:rsidRDefault="00105ADD" w:rsidP="00105AD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9E7C7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FD842C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EC485BE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4BAA4F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D15BD5" w14:textId="77777777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BBCF0FD" w14:textId="77425214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7A76085A" w14:textId="4653BF5A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1D2B5ADC" w14:textId="15E0C3BA" w:rsidR="00105ADD" w:rsidRDefault="00105ADD" w:rsidP="00105A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496EA2" w14:textId="1BDF9F93" w:rsidR="00105ADD" w:rsidRDefault="00105ADD" w:rsidP="00105ADD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</w:tr>
      <w:tr w:rsidR="0079098B" w14:paraId="1CA2A4DC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052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5CD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F17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1830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0F7E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2754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2AB5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8DBA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3DE3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496D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0A63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700F76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3E0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8400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E2F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718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5F6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C7DA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0796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22B2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1198B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FE78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1DB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172452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F3C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C41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85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FCE52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EED6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A0A5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ECF78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E0C3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3B998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0D5F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1029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33E4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941D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DB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 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58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1EB5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1EF5D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AC97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1FF12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7369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A897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D4DB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B4A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88B92C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977A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E76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02F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241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3913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A8B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2235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5DBC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1C63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14F0B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36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435319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BEA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7337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E01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C57D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65F7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E235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17D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DAE8D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2326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81E3B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08D7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D734AA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D7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8BF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2B05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B424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E6E2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83DF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1618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A43A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6AF36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108B5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1E5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3730EC" w14:paraId="638ED92C" w14:textId="77777777" w:rsidTr="00500A6E">
        <w:trPr>
          <w:trHeight w:val="58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39135" w14:textId="77777777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65BFE" w14:textId="77777777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412E4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572CB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81B7E6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8F0CF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B1183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BA009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7641F" w14:textId="76CE0CB9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8AD7D" w14:textId="59CB0E84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45F09" w14:textId="2A22B33F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79098B" w14:paraId="4C8CBB3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E656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4A98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9B31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808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F18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3BC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D650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DF38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A1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826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04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FB6AC3C" w14:textId="77777777" w:rsidTr="00112A0E">
        <w:trPr>
          <w:trHeight w:val="334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81C5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498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C0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92DC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2B7C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638AD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D38ED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1C85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4901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CC440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A8B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640DC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A48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C58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76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068C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60DE1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3497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9A96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C58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07FA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158F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4C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7AF5E4B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0DD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449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0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0EF7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2C10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1F6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A441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7DE37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8B2A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723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6D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68A9AC5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1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6096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51B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02B4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C5C1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8B6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303E6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D7F3B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1AD0F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7476C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2B9F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BE19945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05D1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0405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1A6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275C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C072A5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F14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72D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9AF2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67D6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9364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E1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3730EC" w14:paraId="0D9FE6F7" w14:textId="77777777" w:rsidTr="001B0041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BF29" w14:textId="77777777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7298" w14:textId="77777777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BFDE0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726E2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9B81E6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D312AB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801A37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E7A7FA2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C7F208D" w14:textId="451EF1FF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4108BA1" w14:textId="4F3695FB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96121" w14:textId="267DE699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79098B" w14:paraId="5192C66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C39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908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16C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C8C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89AF9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0DF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1D01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D180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3F49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448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85F1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993F61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A03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BB55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9C6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E247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CEF1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1AB1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20D64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CA4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3F8C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FE417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2AE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6CC716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4C91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25C8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583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6D2B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0ADB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905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0BD6F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42B53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2E15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FAF3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D7A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67832EC" w14:textId="77777777" w:rsidTr="00112A0E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E95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8E5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A02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0ECA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C25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8E997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722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76A5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B638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97977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A388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6BBC03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635F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1215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F3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72A5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427B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9A22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2C25B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AF6A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8ABB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B4964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AB96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056651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AF1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45E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B9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F6CD4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F11E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CFED8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D8C0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642B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E2BD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E6E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57C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3730EC" w14:paraId="25303541" w14:textId="77777777" w:rsidTr="00A11253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51B7" w14:textId="77777777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8A6F4" w14:textId="0AB5B446" w:rsidR="003730EC" w:rsidRDefault="003730EC" w:rsidP="00373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Остаток на 31.12.2024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9D7CD" w14:textId="77777777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A260" w14:textId="62EF350B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6 399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9FA9D" w14:textId="0DD2D359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04CA7" w14:textId="6C02A378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96090" w14:textId="3C461DE4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2923" w14:textId="2FE9A38D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1 763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FFBB" w14:textId="3A49234C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10 074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D75E82" w14:textId="22DBE0F8" w:rsidR="003730EC" w:rsidRDefault="003730EC" w:rsidP="003730E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7632" w14:textId="3949D698" w:rsidR="003730EC" w:rsidRDefault="003730EC" w:rsidP="003730EC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sz w:val="18"/>
                <w:szCs w:val="18"/>
              </w:rPr>
              <w:t>18 236</w:t>
            </w:r>
          </w:p>
        </w:tc>
      </w:tr>
    </w:tbl>
    <w:p w14:paraId="4577D754" w14:textId="77777777" w:rsidR="003D3BA3" w:rsidRDefault="003D3BA3" w:rsidP="000616A7">
      <w:pPr>
        <w:rPr>
          <w:noProof/>
        </w:rPr>
      </w:pPr>
    </w:p>
    <w:p w14:paraId="218C8DC1" w14:textId="77777777" w:rsidR="0079098B" w:rsidRDefault="0079098B" w:rsidP="000616A7">
      <w:pPr>
        <w:rPr>
          <w:noProof/>
        </w:rPr>
      </w:pPr>
    </w:p>
    <w:p w14:paraId="2826EF98" w14:textId="77777777" w:rsidR="0079098B" w:rsidRDefault="0079098B" w:rsidP="000616A7">
      <w:pPr>
        <w:rPr>
          <w:noProof/>
        </w:rPr>
      </w:pPr>
    </w:p>
    <w:p w14:paraId="78C262D2" w14:textId="77777777" w:rsidR="0079098B" w:rsidRDefault="0079098B" w:rsidP="000616A7">
      <w:pPr>
        <w:rPr>
          <w:noProof/>
        </w:rPr>
      </w:pPr>
    </w:p>
    <w:p w14:paraId="545612DD" w14:textId="77777777" w:rsidR="0079098B" w:rsidRDefault="0079098B" w:rsidP="000616A7">
      <w:pPr>
        <w:rPr>
          <w:noProof/>
        </w:rPr>
      </w:pPr>
    </w:p>
    <w:p w14:paraId="051E9CCD" w14:textId="77777777" w:rsidR="0079098B" w:rsidRDefault="0079098B" w:rsidP="000616A7">
      <w:pPr>
        <w:rPr>
          <w:noProof/>
        </w:rPr>
      </w:pPr>
    </w:p>
    <w:p w14:paraId="02722943" w14:textId="77777777" w:rsidR="0079098B" w:rsidRDefault="0079098B" w:rsidP="000616A7">
      <w:pPr>
        <w:rPr>
          <w:noProof/>
        </w:rPr>
      </w:pPr>
    </w:p>
    <w:p w14:paraId="70A59912" w14:textId="77777777" w:rsidR="0079098B" w:rsidRDefault="0079098B" w:rsidP="000616A7">
      <w:pPr>
        <w:rPr>
          <w:noProof/>
        </w:rPr>
      </w:pPr>
    </w:p>
    <w:p w14:paraId="1BEE4E6A" w14:textId="77777777" w:rsidR="0079098B" w:rsidRDefault="0079098B" w:rsidP="000616A7">
      <w:pPr>
        <w:rPr>
          <w:noProof/>
        </w:rPr>
      </w:pPr>
    </w:p>
    <w:p w14:paraId="20430144" w14:textId="77777777" w:rsidR="0079098B" w:rsidRDefault="0079098B" w:rsidP="000616A7">
      <w:pPr>
        <w:rPr>
          <w:noProof/>
        </w:rPr>
      </w:pPr>
    </w:p>
    <w:p w14:paraId="45944F7D" w14:textId="77777777" w:rsidR="0079098B" w:rsidRDefault="0079098B" w:rsidP="000616A7">
      <w:pPr>
        <w:rPr>
          <w:noProof/>
        </w:rPr>
      </w:pPr>
    </w:p>
    <w:p w14:paraId="65BA5AAE" w14:textId="77777777" w:rsidR="0079098B" w:rsidRDefault="0079098B" w:rsidP="000616A7">
      <w:pPr>
        <w:rPr>
          <w:noProof/>
        </w:rPr>
      </w:pPr>
    </w:p>
    <w:p w14:paraId="3935B11C" w14:textId="77777777" w:rsidR="0079098B" w:rsidRDefault="0079098B" w:rsidP="000616A7">
      <w:pPr>
        <w:rPr>
          <w:noProof/>
        </w:rPr>
      </w:pPr>
    </w:p>
    <w:p w14:paraId="5BD8483A" w14:textId="77777777" w:rsidR="0079098B" w:rsidRDefault="0079098B" w:rsidP="000616A7">
      <w:pPr>
        <w:rPr>
          <w:noProof/>
        </w:rPr>
      </w:pPr>
    </w:p>
    <w:p w14:paraId="1357B6BC" w14:textId="77777777" w:rsidR="0079098B" w:rsidRDefault="0079098B" w:rsidP="000616A7">
      <w:pPr>
        <w:rPr>
          <w:noProof/>
        </w:rPr>
      </w:pPr>
    </w:p>
    <w:p w14:paraId="2709FFB9" w14:textId="77777777" w:rsidR="0079098B" w:rsidRDefault="0079098B" w:rsidP="000616A7">
      <w:pPr>
        <w:rPr>
          <w:noProof/>
        </w:rPr>
      </w:pPr>
    </w:p>
    <w:p w14:paraId="45A4233D" w14:textId="77777777" w:rsidR="0079098B" w:rsidRDefault="0079098B" w:rsidP="000616A7">
      <w:pPr>
        <w:rPr>
          <w:noProof/>
        </w:rPr>
      </w:pPr>
    </w:p>
    <w:p w14:paraId="44E8BC7E" w14:textId="77777777" w:rsidR="0079098B" w:rsidRDefault="0079098B" w:rsidP="000616A7">
      <w:pPr>
        <w:rPr>
          <w:noProof/>
        </w:rPr>
      </w:pPr>
    </w:p>
    <w:p w14:paraId="2F9405BE" w14:textId="77777777" w:rsidR="0079098B" w:rsidRDefault="0079098B" w:rsidP="000616A7">
      <w:pPr>
        <w:rPr>
          <w:noProof/>
        </w:rPr>
      </w:pPr>
    </w:p>
    <w:p w14:paraId="5CAD06F0" w14:textId="77777777" w:rsidR="0079098B" w:rsidRDefault="0079098B" w:rsidP="000616A7">
      <w:pPr>
        <w:rPr>
          <w:noProof/>
        </w:rPr>
      </w:pPr>
    </w:p>
    <w:p w14:paraId="74F018E0" w14:textId="77777777" w:rsidR="0079098B" w:rsidRDefault="0079098B" w:rsidP="000616A7">
      <w:pPr>
        <w:rPr>
          <w:noProof/>
        </w:rPr>
      </w:pPr>
    </w:p>
    <w:p w14:paraId="39F73499" w14:textId="77777777" w:rsidR="0079098B" w:rsidRDefault="0079098B" w:rsidP="000616A7">
      <w:pPr>
        <w:rPr>
          <w:noProof/>
        </w:rPr>
      </w:pPr>
    </w:p>
    <w:p w14:paraId="5BA9A8B9" w14:textId="77777777" w:rsidR="0079098B" w:rsidRDefault="0079098B" w:rsidP="000616A7">
      <w:pPr>
        <w:rPr>
          <w:noProof/>
        </w:rPr>
      </w:pPr>
    </w:p>
    <w:p w14:paraId="16BAA491" w14:textId="77777777" w:rsidR="0079098B" w:rsidRDefault="0079098B" w:rsidP="000616A7">
      <w:pPr>
        <w:rPr>
          <w:noProof/>
        </w:rPr>
      </w:pPr>
    </w:p>
    <w:p w14:paraId="1147FC9C" w14:textId="77777777" w:rsidR="0079098B" w:rsidRDefault="0079098B" w:rsidP="000616A7">
      <w:pPr>
        <w:rPr>
          <w:noProof/>
        </w:rPr>
      </w:pPr>
    </w:p>
    <w:p w14:paraId="11B2AD6A" w14:textId="77777777" w:rsidR="0079098B" w:rsidRDefault="0079098B" w:rsidP="000616A7">
      <w:pPr>
        <w:rPr>
          <w:noProof/>
        </w:rPr>
      </w:pPr>
    </w:p>
    <w:p w14:paraId="0EB36C97" w14:textId="77777777" w:rsidR="0079098B" w:rsidRDefault="0079098B" w:rsidP="000616A7">
      <w:pPr>
        <w:rPr>
          <w:noProof/>
        </w:rPr>
      </w:pPr>
    </w:p>
    <w:p w14:paraId="14598F5C" w14:textId="77777777" w:rsidR="0079098B" w:rsidRDefault="0079098B" w:rsidP="000616A7">
      <w:pPr>
        <w:rPr>
          <w:noProof/>
        </w:rPr>
      </w:pPr>
    </w:p>
    <w:p w14:paraId="4ADD803B" w14:textId="77777777" w:rsidR="0079098B" w:rsidRDefault="0079098B" w:rsidP="000616A7">
      <w:pPr>
        <w:rPr>
          <w:noProof/>
        </w:rPr>
      </w:pPr>
    </w:p>
    <w:p w14:paraId="2E8D4009" w14:textId="77777777" w:rsidR="0079098B" w:rsidRDefault="0079098B" w:rsidP="000616A7">
      <w:pPr>
        <w:rPr>
          <w:noProof/>
        </w:rPr>
      </w:pPr>
    </w:p>
    <w:tbl>
      <w:tblPr>
        <w:tblW w:w="10811" w:type="dxa"/>
        <w:tblLook w:val="04A0" w:firstRow="1" w:lastRow="0" w:firstColumn="1" w:lastColumn="0" w:noHBand="0" w:noVBand="1"/>
      </w:tblPr>
      <w:tblGrid>
        <w:gridCol w:w="281"/>
        <w:gridCol w:w="782"/>
        <w:gridCol w:w="781"/>
        <w:gridCol w:w="1313"/>
        <w:gridCol w:w="619"/>
        <w:gridCol w:w="668"/>
        <w:gridCol w:w="305"/>
        <w:gridCol w:w="569"/>
        <w:gridCol w:w="425"/>
        <w:gridCol w:w="304"/>
        <w:gridCol w:w="605"/>
        <w:gridCol w:w="295"/>
        <w:gridCol w:w="1159"/>
        <w:gridCol w:w="415"/>
        <w:gridCol w:w="214"/>
        <w:gridCol w:w="257"/>
        <w:gridCol w:w="214"/>
        <w:gridCol w:w="236"/>
        <w:gridCol w:w="213"/>
        <w:gridCol w:w="237"/>
        <w:gridCol w:w="252"/>
        <w:gridCol w:w="646"/>
        <w:gridCol w:w="13"/>
        <w:gridCol w:w="8"/>
      </w:tblGrid>
      <w:tr w:rsidR="0079098B" w14:paraId="383EEEB4" w14:textId="77777777" w:rsidTr="00B126B7">
        <w:trPr>
          <w:gridAfter w:val="1"/>
          <w:wAfter w:w="8" w:type="dxa"/>
          <w:trHeight w:val="1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E629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A67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99A0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2E4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4B4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F6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866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8D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F505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9F0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892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D613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715B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97AD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AE7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C28F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CAF7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3A43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1B635753" w14:textId="77777777" w:rsidTr="00B126B7">
        <w:trPr>
          <w:gridAfter w:val="2"/>
          <w:wAfter w:w="21" w:type="dxa"/>
          <w:trHeight w:val="154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82F6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E7AB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6E6E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5AB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FC968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28E9E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229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39A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5F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D1AE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F0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83C4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DAD8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651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4</w:t>
            </w:r>
            <w:r>
              <w:rPr>
                <w:sz w:val="22"/>
                <w:szCs w:val="22"/>
              </w:rPr>
              <w:br/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финансов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12.12.2016 № 104</w:t>
            </w:r>
          </w:p>
        </w:tc>
      </w:tr>
      <w:tr w:rsidR="0079098B" w14:paraId="0CF86F5B" w14:textId="77777777" w:rsidTr="00B126B7">
        <w:trPr>
          <w:gridAfter w:val="1"/>
          <w:wAfter w:w="8" w:type="dxa"/>
          <w:trHeight w:val="1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9DA0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08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27A4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9670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801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7BDB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7EB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90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34C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F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CA4E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03BB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0B6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20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10D0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0E1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29F0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C00D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6397698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9B3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3B72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5CD53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2BC8D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3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82711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ОТЧЕТ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8F99B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088920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1585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6883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43E5C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276DC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2683B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</w:tr>
      <w:tr w:rsidR="0079098B" w14:paraId="0683915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634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22437A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79098B" w14:paraId="175583FE" w14:textId="77777777" w:rsidTr="00B126B7">
        <w:trPr>
          <w:gridAfter w:val="2"/>
          <w:wAfter w:w="21" w:type="dxa"/>
          <w:trHeight w:val="26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C61CC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08DC0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7AD2E6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F97FD2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A972F5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BE868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FFE1F4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C375D" w14:textId="32077B09" w:rsidR="0079098B" w:rsidRDefault="0079098B" w:rsidP="007A695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</w:t>
            </w:r>
            <w:r w:rsidR="007A6954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34CFF1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A0C45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</w:tr>
      <w:tr w:rsidR="0079098B" w14:paraId="34947698" w14:textId="77777777" w:rsidTr="00B126B7">
        <w:trPr>
          <w:gridAfter w:val="1"/>
          <w:wAfter w:w="8" w:type="dxa"/>
          <w:trHeight w:val="2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615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643E0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ACF40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19933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0ADE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CF885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26F29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55064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9D56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EE4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05C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B251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F20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37D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8A02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3BC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2476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ACF6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E160A6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6719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FCB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AEE5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"Новые Стайки"</w:t>
            </w:r>
          </w:p>
        </w:tc>
      </w:tr>
      <w:tr w:rsidR="0079098B" w14:paraId="14FE643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A48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98E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Учетный номер плательщика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F5850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200100251</w:t>
            </w:r>
          </w:p>
        </w:tc>
      </w:tr>
      <w:tr w:rsidR="0079098B" w14:paraId="6CC7165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952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2E1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экономической деятельности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94928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Смешанное сельское хозяйство</w:t>
            </w:r>
          </w:p>
        </w:tc>
      </w:tr>
      <w:tr w:rsidR="0079098B" w14:paraId="7C23F9C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161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5AF8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C3CC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</w:t>
            </w:r>
          </w:p>
        </w:tc>
      </w:tr>
      <w:tr w:rsidR="0079098B" w14:paraId="4465A85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1C1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895E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управления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BEE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собрание акционеров, наблюдательный совет</w:t>
            </w:r>
          </w:p>
        </w:tc>
      </w:tr>
      <w:tr w:rsidR="0079098B" w14:paraId="345792AB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7803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FEDF2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C3A9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79098B" w14:paraId="2B9B5F00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283D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786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7F33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 обл., Ивацевичский р-н, д. Стайки, ул. Школьная, 5</w:t>
            </w:r>
          </w:p>
        </w:tc>
      </w:tr>
      <w:tr w:rsidR="0079098B" w14:paraId="02F7A524" w14:textId="77777777" w:rsidTr="00B126B7">
        <w:trPr>
          <w:gridAfter w:val="1"/>
          <w:wAfter w:w="8" w:type="dxa"/>
          <w:trHeight w:val="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855C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2041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E4AF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EA7B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5FED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E374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B68F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6EB8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81E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FC8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401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1380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01D1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806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114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867E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6B17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2934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F7C2D4A" w14:textId="77777777" w:rsidTr="00B126B7">
        <w:trPr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713F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6615EC48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7216792B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63335FDA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44F12A80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2F85773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3C3FC6A5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14:paraId="75B4891F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29FD5AA8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78BA430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14:paraId="4326B861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</w:tr>
      <w:tr w:rsidR="0079098B" w14:paraId="796EF0E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257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C97B3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45DAE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796ACA21" w14:textId="749B9AC5" w:rsidR="0079098B" w:rsidRDefault="0079098B" w:rsidP="007A695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</w:t>
            </w:r>
            <w:r w:rsidR="007A6954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10D93FBD" w14:textId="1F552596" w:rsidR="0079098B" w:rsidRDefault="0079098B" w:rsidP="007A695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1B01B7">
              <w:rPr>
                <w:sz w:val="21"/>
                <w:szCs w:val="21"/>
              </w:rPr>
              <w:t>2</w:t>
            </w:r>
            <w:r w:rsidR="007A6954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 xml:space="preserve"> года</w:t>
            </w:r>
          </w:p>
        </w:tc>
      </w:tr>
      <w:tr w:rsidR="0079098B" w14:paraId="1282AF3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DA7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CC07521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E5A761C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6F720B94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05330CE7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9098B" w14:paraId="1B22C7D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7CA4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672F8E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текущей деятельности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80B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FBB20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E8ED43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30AD1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A6954" w14:paraId="34D5142F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99418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32267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BA069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765B190" w14:textId="4200C5E9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15 656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59BDD9" w14:textId="67900141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14 103</w:t>
            </w:r>
          </w:p>
        </w:tc>
      </w:tr>
      <w:tr w:rsidR="007A6954" w14:paraId="41C1E1D6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42D8E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04A2AA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113D2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244BE" w14:textId="6EE2C724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15 331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4049D" w14:textId="325BD4D3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14 103</w:t>
            </w:r>
          </w:p>
        </w:tc>
      </w:tr>
      <w:tr w:rsidR="007A6954" w14:paraId="5A1CACD7" w14:textId="77777777" w:rsidTr="00890774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B0AC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39FD5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продукции, товаров, заказчиков </w:t>
            </w:r>
            <w:r>
              <w:rPr>
                <w:sz w:val="22"/>
                <w:szCs w:val="22"/>
              </w:rPr>
              <w:br/>
              <w:t xml:space="preserve"> 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77970E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2EAC469" w14:textId="0CFEB3CE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137DBF32" w14:textId="08006352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540BA80A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F9F7B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35F052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материалов и других запасов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51744C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4E760D9" w14:textId="2244A5E7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B7B4B7C" w14:textId="11EEEAE7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18DBE75E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A7939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4967A3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роялти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98939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61B1FB3D" w14:textId="33C67A52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325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4004175" w14:textId="15B6568B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478E4690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CE06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7A3F5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9B76F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7D9EF776" w14:textId="5F91FF00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13 760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6885769" w14:textId="4675F795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12 202</w:t>
            </w:r>
          </w:p>
        </w:tc>
      </w:tr>
      <w:tr w:rsidR="007A6954" w14:paraId="6AC6BD7C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DFF9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E2F40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74AEB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1FAB3" w14:textId="6D451B01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9 172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BA35B" w14:textId="633F5CA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7 983</w:t>
            </w:r>
          </w:p>
        </w:tc>
      </w:tr>
      <w:tr w:rsidR="007A6954" w14:paraId="61853C37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3FAC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778C9E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5A48C9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A73A7B" w14:textId="56545DB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3 058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7B7D5E" w14:textId="6F43C398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2 778</w:t>
            </w:r>
          </w:p>
        </w:tc>
      </w:tr>
      <w:tr w:rsidR="007A6954" w14:paraId="42770DA4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3E53E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E5E81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запасов,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5C52AE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9DCB28E" w14:textId="6B123FC6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594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2BAC728" w14:textId="246D229B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574</w:t>
            </w:r>
          </w:p>
        </w:tc>
      </w:tr>
      <w:tr w:rsidR="007A6954" w14:paraId="20584FEF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32AB0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99812C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оплату труда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FD49BB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54024F1E" w14:textId="55679158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936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77A216F9" w14:textId="5785CC4D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867</w:t>
            </w:r>
          </w:p>
        </w:tc>
      </w:tr>
      <w:tr w:rsidR="007A6954" w14:paraId="51282986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F58DD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11CB5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уплату налогов и сборов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7207F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26692B0" w14:textId="07996F3E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1 896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341628CE" w14:textId="4690F2A8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1 901</w:t>
            </w:r>
          </w:p>
        </w:tc>
      </w:tr>
      <w:tr w:rsidR="007A6954" w14:paraId="05C535B2" w14:textId="77777777" w:rsidTr="0089077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DDD7D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6B5CA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8D4C3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2CB6F02B" w14:textId="4399BC26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15 656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128655C" w14:textId="13AE1FF5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14 103</w:t>
            </w:r>
          </w:p>
        </w:tc>
      </w:tr>
      <w:tr w:rsidR="007A6954" w14:paraId="55EFFC7A" w14:textId="77777777" w:rsidTr="00890774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994C6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D7495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текущей деятельности (020-030)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E746F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35AD5A" w14:textId="0AC0C299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15 331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48263E" w14:textId="735F79BE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14 103</w:t>
            </w:r>
          </w:p>
        </w:tc>
      </w:tr>
      <w:tr w:rsidR="0079098B" w14:paraId="4CC2D7B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5B9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AD5822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инвестиционной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AEACA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AE2A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9EE97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6F982D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DF2A8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A6954" w14:paraId="5B308A46" w14:textId="77777777" w:rsidTr="0099513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99823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E53B3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DE3D3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AA01C5" w14:textId="1E9794EE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12E6E3" w14:textId="383940F5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2BCB89DA" w14:textId="77777777" w:rsidTr="0099513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58A46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6A061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39A4F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6A837FD8" w14:textId="02AC9A7D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1CC75AF" w14:textId="2008193C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23EED0D2" w14:textId="77777777" w:rsidTr="0099513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42A6A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8C0385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основных средств, </w:t>
            </w:r>
            <w:proofErr w:type="spellStart"/>
            <w:r>
              <w:rPr>
                <w:sz w:val="22"/>
                <w:szCs w:val="22"/>
              </w:rPr>
              <w:t>нематериаль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 xml:space="preserve">  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активов и других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6FC515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55E88035" w14:textId="75ACDEF5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538B5954" w14:textId="03F254D1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8975BB" w14:paraId="4A2C15C4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DD1F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BF99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возврат предоставленных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31D6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EABC272" w14:textId="349F989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E4F7AEF" w14:textId="444BEF4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04AECE7B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BCC4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E7C17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доходы от участия в уставном капитале </w:t>
            </w:r>
            <w:r>
              <w:rPr>
                <w:sz w:val="22"/>
                <w:szCs w:val="22"/>
              </w:rPr>
              <w:br/>
              <w:t xml:space="preserve">  других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5C2A2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6E387081" w14:textId="5A287C0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640F2C9" w14:textId="492470F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1F79C5B8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06C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4955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проценты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252BE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EFD33F1" w14:textId="38E6722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2BE7420" w14:textId="15BEDA7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272DDD25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F25F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38E7C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078C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19C69967" w14:textId="49F0C07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2F7CAD9" w14:textId="794FD08C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6954" w14:paraId="506616A4" w14:textId="77777777" w:rsidTr="003578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9A717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BDE3F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E9D5E8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BFCF8A" w14:textId="4ECDB2FE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5 904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B89CC0E" w14:textId="17F16EC9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7A6954" w14:paraId="02ABC732" w14:textId="77777777" w:rsidTr="003578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F7E72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22D8B1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FF31D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0A7E8045" w14:textId="1DEAB1B0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320B9DA6" w14:textId="72EA3470" w:rsidR="007A6954" w:rsidRDefault="007A6954" w:rsidP="007A6954">
            <w:pPr>
              <w:jc w:val="center"/>
              <w:rPr>
                <w:sz w:val="22"/>
                <w:szCs w:val="22"/>
              </w:rPr>
            </w:pPr>
          </w:p>
        </w:tc>
      </w:tr>
      <w:tr w:rsidR="007A6954" w14:paraId="4644DD73" w14:textId="77777777" w:rsidTr="003578B7">
        <w:trPr>
          <w:gridAfter w:val="1"/>
          <w:wAfter w:w="8" w:type="dxa"/>
          <w:trHeight w:val="9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56D22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86C06" w14:textId="77777777" w:rsidR="007A6954" w:rsidRDefault="007A6954" w:rsidP="007A69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и создание основных средств,</w:t>
            </w:r>
            <w:r>
              <w:rPr>
                <w:sz w:val="22"/>
                <w:szCs w:val="22"/>
              </w:rPr>
              <w:br/>
              <w:t xml:space="preserve">  нематериальных активов и других </w:t>
            </w:r>
            <w:r>
              <w:rPr>
                <w:sz w:val="22"/>
                <w:szCs w:val="22"/>
              </w:rPr>
              <w:br/>
              <w:t xml:space="preserve"> 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4F546" w14:textId="77777777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42926921" w14:textId="1AD73F08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5 904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5D7E3A5" w14:textId="00C078E2" w:rsidR="007A6954" w:rsidRDefault="007A6954" w:rsidP="007A695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F84ED6" w14:paraId="3B31785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5A92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CF6C0E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предоставление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126D6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EB99BD" w14:textId="584E89D1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75B1C4" w14:textId="10638102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ED6" w14:paraId="230C5389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1D55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8C3885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вклады в уставный капитал других </w:t>
            </w:r>
            <w:r>
              <w:rPr>
                <w:sz w:val="22"/>
                <w:szCs w:val="22"/>
              </w:rPr>
              <w:br/>
              <w:t xml:space="preserve"> 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11CDC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9CF5E4" w14:textId="70B7BF39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922118" w14:textId="4C3187B3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ED6" w14:paraId="2835373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D82FE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C7040A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2F590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0C34797" w14:textId="7B8A905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9E4120" w14:textId="0ABF26A5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054C" w14:paraId="658E5396" w14:textId="77777777" w:rsidTr="0071273B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744E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3E8BB6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инвестиционной деятельности (050-060)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28183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B19EB3" w14:textId="348792F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-5 775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2207B3" w14:textId="24E24DE1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-912</w:t>
            </w:r>
          </w:p>
        </w:tc>
      </w:tr>
      <w:tr w:rsidR="0079098B" w14:paraId="5D5306F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9A1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245BB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финансовой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DFADF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21839F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C328A7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B69D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D29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4054C" w14:paraId="0812366B" w14:textId="77777777" w:rsidTr="006F69A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F79CA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01378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67E1AB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6495FB9" w14:textId="698C56CA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7 341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EA06C3" w14:textId="0A4588FD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1 647</w:t>
            </w:r>
          </w:p>
        </w:tc>
      </w:tr>
      <w:tr w:rsidR="008975BB" w14:paraId="2E79A3D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E569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0D207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38337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3FEDDD33" w14:textId="7D1D4C1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234BD00F" w14:textId="4DA63A0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054C" w14:paraId="500E4F16" w14:textId="77777777" w:rsidTr="009A3324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7700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7E7F4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кредиты и займы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A7B3E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5F26E040" w14:textId="3B7D4B3C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6 941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7175D236" w14:textId="59DA271A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1 633</w:t>
            </w:r>
          </w:p>
        </w:tc>
      </w:tr>
      <w:tr w:rsidR="008975BB" w14:paraId="6CF1D20B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CE75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4DBF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выпуска акций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74BE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2E7A719" w14:textId="39104069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C023D2E" w14:textId="3C11A01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0E33A00F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3E30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F8BD0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вклады собственника имущества </w:t>
            </w:r>
            <w:r>
              <w:rPr>
                <w:sz w:val="22"/>
                <w:szCs w:val="22"/>
              </w:rPr>
              <w:br/>
              <w:t xml:space="preserve">  (учредителей, участников)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78DF08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6110ACD" w14:textId="150BC7D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66D82C98" w14:textId="4769719D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054C" w14:paraId="49CEE517" w14:textId="77777777" w:rsidTr="000F6868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14F2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07C47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2C8D15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172D1794" w14:textId="5C1930A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37EE3E0A" w14:textId="5111291C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C4054C" w14:paraId="79D0E089" w14:textId="77777777" w:rsidTr="000F6868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78CEE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265DAD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4A02C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2E1883C" w14:textId="63F24D29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3 148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342DE0" w14:textId="153BF20B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2 727</w:t>
            </w:r>
          </w:p>
        </w:tc>
      </w:tr>
      <w:tr w:rsidR="008975BB" w14:paraId="00E39627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D2D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9F71A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D8BF14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18275C2D" w14:textId="763C6E3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3907F234" w14:textId="7250340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054C" w14:paraId="62CD26D2" w14:textId="77777777" w:rsidTr="00BB267D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00CE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9F9FE0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погашение кредитов и займов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52CCA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3754281C" w14:textId="33911478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1 584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32939523" w14:textId="0B1D65B6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1 617</w:t>
            </w:r>
          </w:p>
        </w:tc>
      </w:tr>
      <w:tr w:rsidR="00C4054C" w14:paraId="5EB8FA76" w14:textId="77777777" w:rsidTr="00BB267D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72E96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32AB3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дивидендов и других доходов </w:t>
            </w:r>
            <w:r>
              <w:rPr>
                <w:sz w:val="22"/>
                <w:szCs w:val="22"/>
              </w:rPr>
              <w:br/>
              <w:t xml:space="preserve">  от участия в уставном капитале организации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A9F8C1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2BB8FB53" w14:textId="2F52E5C1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728E78B0" w14:textId="62D4168A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  <w:tr w:rsidR="00C4054C" w14:paraId="3D6358A9" w14:textId="77777777" w:rsidTr="00BB267D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D6AE3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A877D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процентов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1CBE86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2BC5D4C0" w14:textId="07CB8C05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5F7F9AD2" w14:textId="47B27C7C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</w:tr>
      <w:tr w:rsidR="00C4054C" w14:paraId="3F3A29CA" w14:textId="77777777" w:rsidTr="00BB267D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D143A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DBDD3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лизинговые платежи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82FCD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738EB7BE" w14:textId="375A8895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1 090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452BDFEC" w14:textId="72DC6B82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711</w:t>
            </w:r>
          </w:p>
        </w:tc>
      </w:tr>
      <w:tr w:rsidR="00C4054C" w14:paraId="08510E02" w14:textId="77777777" w:rsidTr="00BB267D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2080B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DB69C9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60B0D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4392D30E" w14:textId="02D43268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372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72B7980D" w14:textId="58538A28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304</w:t>
            </w:r>
          </w:p>
        </w:tc>
      </w:tr>
      <w:tr w:rsidR="00C4054C" w14:paraId="4ADE50AD" w14:textId="77777777" w:rsidTr="00BB267D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09C4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A7008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финансовой деятельности (080-090)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D8B5DA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3C548F5" w14:textId="3ACA512F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4 193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8CB3E5" w14:textId="5830AEFA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-1 080</w:t>
            </w:r>
          </w:p>
        </w:tc>
      </w:tr>
      <w:tr w:rsidR="00C4054C" w14:paraId="067B6A34" w14:textId="77777777" w:rsidTr="00BB267D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9D9AF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0EA6F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за отчетный период (±040±070±100)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E98B0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1D47526" w14:textId="74E4D419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314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E9F0B26" w14:textId="4FD5635A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-91</w:t>
            </w:r>
          </w:p>
        </w:tc>
      </w:tr>
      <w:tr w:rsidR="00C4054C" w14:paraId="04299F7C" w14:textId="77777777" w:rsidTr="00BB267D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6059C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21EC4" w14:textId="4B5C0D74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31.12.2019 г.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33106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90C9BA2" w14:textId="75400E19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455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43BB5145" w14:textId="3705D06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546</w:t>
            </w:r>
          </w:p>
        </w:tc>
      </w:tr>
      <w:tr w:rsidR="00C4054C" w14:paraId="666BB725" w14:textId="77777777" w:rsidTr="00BB267D">
        <w:trPr>
          <w:gridAfter w:val="1"/>
          <w:wAfter w:w="8" w:type="dxa"/>
          <w:trHeight w:val="6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FC3D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47FBC" w14:textId="77777777" w:rsidR="00C4054C" w:rsidRDefault="00C4054C" w:rsidP="00C4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конец отчетного периода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D52564" w14:textId="77777777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1083BDA" w14:textId="567B9D54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769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3ED01D1" w14:textId="06822EA6" w:rsidR="00C4054C" w:rsidRDefault="00C4054C" w:rsidP="00C4054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455</w:t>
            </w:r>
          </w:p>
        </w:tc>
      </w:tr>
      <w:tr w:rsidR="008975BB" w14:paraId="753FC8CE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E8F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BF6CD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Влияние изменений курса иностранной валюты </w:t>
            </w:r>
            <w:r>
              <w:rPr>
                <w:sz w:val="22"/>
                <w:szCs w:val="22"/>
              </w:rPr>
              <w:br/>
              <w:t>по отношению к белорусскому рублю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EC8B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73486" w14:textId="39DF6CA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16F847" w14:textId="2010CC2E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14:paraId="2B078158" w14:textId="77777777" w:rsidR="0079098B" w:rsidRDefault="0079098B" w:rsidP="000616A7">
      <w:pPr>
        <w:rPr>
          <w:noProof/>
        </w:rPr>
      </w:pPr>
    </w:p>
    <w:p w14:paraId="59F9E635" w14:textId="77777777" w:rsidR="0079098B" w:rsidRDefault="0079098B" w:rsidP="000616A7">
      <w:pPr>
        <w:rPr>
          <w:noProof/>
        </w:rPr>
      </w:pPr>
    </w:p>
    <w:p w14:paraId="630165E7" w14:textId="77777777" w:rsidR="0079098B" w:rsidRDefault="0079098B" w:rsidP="000616A7">
      <w:pPr>
        <w:rPr>
          <w:noProof/>
        </w:rPr>
      </w:pPr>
    </w:p>
    <w:p w14:paraId="47AF4947" w14:textId="77777777" w:rsidR="0079098B" w:rsidRDefault="0079098B" w:rsidP="000616A7">
      <w:pPr>
        <w:rPr>
          <w:noProof/>
        </w:rPr>
      </w:pPr>
    </w:p>
    <w:p w14:paraId="2A9AF406" w14:textId="77777777" w:rsidR="0079098B" w:rsidRDefault="0079098B" w:rsidP="000616A7">
      <w:pPr>
        <w:rPr>
          <w:noProof/>
        </w:rPr>
      </w:pPr>
    </w:p>
    <w:p w14:paraId="15904BBF" w14:textId="77777777" w:rsidR="0079098B" w:rsidRDefault="0079098B" w:rsidP="000616A7">
      <w:pPr>
        <w:rPr>
          <w:noProof/>
        </w:rPr>
      </w:pPr>
    </w:p>
    <w:p w14:paraId="5BB68F63" w14:textId="77777777" w:rsidR="0079098B" w:rsidRDefault="0079098B" w:rsidP="000616A7">
      <w:pPr>
        <w:rPr>
          <w:noProof/>
        </w:rPr>
      </w:pPr>
    </w:p>
    <w:p w14:paraId="05A7C13B" w14:textId="77777777" w:rsidR="0079098B" w:rsidRDefault="0079098B" w:rsidP="000616A7">
      <w:pPr>
        <w:rPr>
          <w:noProof/>
        </w:rPr>
      </w:pPr>
    </w:p>
    <w:p w14:paraId="0FAC9601" w14:textId="77777777" w:rsidR="0079098B" w:rsidRDefault="0079098B" w:rsidP="000616A7">
      <w:pPr>
        <w:rPr>
          <w:noProof/>
        </w:rPr>
      </w:pPr>
    </w:p>
    <w:p w14:paraId="6B036639" w14:textId="77777777" w:rsidR="0079098B" w:rsidRDefault="0079098B" w:rsidP="000616A7">
      <w:pPr>
        <w:rPr>
          <w:noProof/>
        </w:rPr>
      </w:pPr>
    </w:p>
    <w:p w14:paraId="7C758BF2" w14:textId="77777777" w:rsidR="0079098B" w:rsidRDefault="0079098B" w:rsidP="000616A7">
      <w:pPr>
        <w:rPr>
          <w:noProof/>
        </w:rPr>
      </w:pPr>
    </w:p>
    <w:p w14:paraId="4486AAD7" w14:textId="77777777" w:rsidR="0079098B" w:rsidRDefault="0079098B" w:rsidP="000616A7">
      <w:pPr>
        <w:rPr>
          <w:noProof/>
        </w:rPr>
      </w:pPr>
    </w:p>
    <w:p w14:paraId="7D54D18B" w14:textId="77777777" w:rsidR="0079098B" w:rsidRDefault="0079098B" w:rsidP="000616A7">
      <w:pPr>
        <w:rPr>
          <w:noProof/>
        </w:rPr>
      </w:pPr>
    </w:p>
    <w:p w14:paraId="39F7C0BA" w14:textId="77777777" w:rsidR="003D3BA3" w:rsidRDefault="003D3BA3" w:rsidP="000616A7">
      <w:pPr>
        <w:rPr>
          <w:noProof/>
        </w:rPr>
      </w:pPr>
    </w:p>
    <w:p w14:paraId="70A96387" w14:textId="77777777" w:rsidR="003D3BA3" w:rsidRDefault="003D3BA3" w:rsidP="000616A7">
      <w:pPr>
        <w:rPr>
          <w:noProof/>
        </w:rPr>
      </w:pPr>
    </w:p>
    <w:p w14:paraId="2D5C2895" w14:textId="5F32EE6C" w:rsidR="004162DA" w:rsidRDefault="00B6054C" w:rsidP="000616A7">
      <w:r>
        <w:br w:type="textWrapping" w:clear="all"/>
        <w:t xml:space="preserve">             </w:t>
      </w:r>
    </w:p>
    <w:p w14:paraId="438D9D64" w14:textId="77777777" w:rsidR="00A64CE7" w:rsidRDefault="00862F7A" w:rsidP="00862F7A">
      <w:r>
        <w:tab/>
      </w:r>
    </w:p>
    <w:p w14:paraId="2ADBE730" w14:textId="77777777" w:rsidR="006C5445" w:rsidRDefault="006C5445" w:rsidP="00862F7A"/>
    <w:p w14:paraId="5140D874" w14:textId="77777777" w:rsidR="006C5445" w:rsidRDefault="006C5445" w:rsidP="00862F7A"/>
    <w:p w14:paraId="44C8BB72" w14:textId="12242B66" w:rsidR="00D318F2" w:rsidRDefault="00D318F2" w:rsidP="00D42C14">
      <w:pPr>
        <w:pStyle w:val="af1"/>
        <w:rPr>
          <w:color w:val="000000"/>
          <w:szCs w:val="27"/>
        </w:rPr>
      </w:pPr>
    </w:p>
    <w:p w14:paraId="197412AD" w14:textId="081E6912" w:rsidR="001D3FB8" w:rsidRDefault="005212CA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11B185A0" wp14:editId="6678D665">
            <wp:extent cx="6390640" cy="7988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E0BBD" w14:textId="44C5C672" w:rsidR="001D3FB8" w:rsidRDefault="001D3FB8" w:rsidP="00D42C14">
      <w:pPr>
        <w:pStyle w:val="af1"/>
        <w:rPr>
          <w:color w:val="000000"/>
          <w:szCs w:val="27"/>
        </w:rPr>
      </w:pPr>
    </w:p>
    <w:p w14:paraId="725AD083" w14:textId="46B41366" w:rsidR="005212CA" w:rsidRDefault="005212CA" w:rsidP="00D42C14">
      <w:pPr>
        <w:pStyle w:val="af1"/>
        <w:rPr>
          <w:color w:val="000000"/>
          <w:szCs w:val="27"/>
        </w:rPr>
      </w:pPr>
    </w:p>
    <w:p w14:paraId="0559130A" w14:textId="453C1816" w:rsidR="005212CA" w:rsidRDefault="005212CA" w:rsidP="00D42C14">
      <w:pPr>
        <w:pStyle w:val="af1"/>
        <w:rPr>
          <w:color w:val="000000"/>
          <w:szCs w:val="27"/>
        </w:rPr>
      </w:pPr>
    </w:p>
    <w:p w14:paraId="2D74D956" w14:textId="76C28DCF" w:rsidR="005212CA" w:rsidRDefault="005212CA" w:rsidP="00D42C14">
      <w:pPr>
        <w:pStyle w:val="af1"/>
        <w:rPr>
          <w:color w:val="000000"/>
          <w:szCs w:val="27"/>
        </w:rPr>
      </w:pPr>
    </w:p>
    <w:p w14:paraId="20C728AD" w14:textId="13702CAC" w:rsidR="005212CA" w:rsidRDefault="005212CA" w:rsidP="00D42C14">
      <w:pPr>
        <w:pStyle w:val="af1"/>
        <w:rPr>
          <w:color w:val="000000"/>
          <w:szCs w:val="27"/>
        </w:rPr>
      </w:pPr>
    </w:p>
    <w:p w14:paraId="516E8253" w14:textId="178A7AB4" w:rsidR="005212CA" w:rsidRDefault="005212CA" w:rsidP="00D42C14">
      <w:pPr>
        <w:pStyle w:val="af1"/>
        <w:rPr>
          <w:color w:val="000000"/>
          <w:szCs w:val="27"/>
        </w:rPr>
      </w:pPr>
    </w:p>
    <w:p w14:paraId="369208FC" w14:textId="45128CC0" w:rsidR="005212CA" w:rsidRDefault="005212CA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73AE6B67" wp14:editId="70B8120D">
            <wp:extent cx="6390640" cy="7988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3A87C" w14:textId="2F4AECDB" w:rsidR="001D3FB8" w:rsidRDefault="001D3FB8" w:rsidP="00D42C14">
      <w:pPr>
        <w:pStyle w:val="af1"/>
        <w:rPr>
          <w:color w:val="000000"/>
          <w:szCs w:val="27"/>
        </w:rPr>
      </w:pPr>
    </w:p>
    <w:p w14:paraId="5866C5C0" w14:textId="0ABC6C58" w:rsidR="00D318F2" w:rsidRDefault="00D318F2" w:rsidP="00D42C14">
      <w:pPr>
        <w:pStyle w:val="af1"/>
        <w:rPr>
          <w:color w:val="000000"/>
          <w:szCs w:val="27"/>
        </w:rPr>
      </w:pPr>
    </w:p>
    <w:p w14:paraId="7995158D" w14:textId="0A6840A2" w:rsidR="00D318F2" w:rsidRDefault="00D318F2" w:rsidP="00D42C14">
      <w:pPr>
        <w:pStyle w:val="af1"/>
        <w:rPr>
          <w:color w:val="000000"/>
          <w:szCs w:val="27"/>
        </w:rPr>
      </w:pPr>
    </w:p>
    <w:p w14:paraId="401A53EE" w14:textId="4D129A24" w:rsidR="001D3FB8" w:rsidRDefault="001D3FB8" w:rsidP="00D42C14">
      <w:pPr>
        <w:pStyle w:val="af1"/>
        <w:rPr>
          <w:color w:val="000000"/>
          <w:szCs w:val="27"/>
        </w:rPr>
      </w:pPr>
    </w:p>
    <w:p w14:paraId="5DB03842" w14:textId="10A1B3F6" w:rsidR="001D3FB8" w:rsidRDefault="001D3FB8" w:rsidP="00D42C14">
      <w:pPr>
        <w:pStyle w:val="af1"/>
        <w:rPr>
          <w:color w:val="000000"/>
          <w:szCs w:val="27"/>
        </w:rPr>
      </w:pPr>
      <w:r>
        <w:rPr>
          <w:color w:val="000000"/>
          <w:szCs w:val="27"/>
        </w:rPr>
        <w:br w:type="textWrapping" w:clear="all"/>
      </w:r>
    </w:p>
    <w:p w14:paraId="36AE8B0C" w14:textId="259C706E" w:rsidR="00BA771D" w:rsidRDefault="005212CA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7D91EB0C" wp14:editId="6CFA9938">
            <wp:extent cx="6390640" cy="798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8AB91" w14:textId="496AC8A5" w:rsidR="00BA771D" w:rsidRDefault="00BA771D" w:rsidP="00D42C14">
      <w:pPr>
        <w:pStyle w:val="af1"/>
        <w:rPr>
          <w:color w:val="000000"/>
          <w:szCs w:val="27"/>
        </w:rPr>
      </w:pPr>
    </w:p>
    <w:p w14:paraId="20A03C28" w14:textId="5C8430A9" w:rsidR="00BA771D" w:rsidRDefault="00BA771D" w:rsidP="00D42C14">
      <w:pPr>
        <w:pStyle w:val="af1"/>
        <w:rPr>
          <w:color w:val="000000"/>
          <w:szCs w:val="27"/>
        </w:rPr>
      </w:pPr>
    </w:p>
    <w:p w14:paraId="695E365B" w14:textId="5E583785" w:rsidR="00BA771D" w:rsidRDefault="00BA771D" w:rsidP="00D42C14">
      <w:pPr>
        <w:pStyle w:val="af1"/>
        <w:rPr>
          <w:color w:val="000000"/>
          <w:szCs w:val="27"/>
        </w:rPr>
      </w:pPr>
    </w:p>
    <w:p w14:paraId="7956C9D2" w14:textId="72256DD4" w:rsidR="00BA771D" w:rsidRDefault="00BA771D" w:rsidP="00D42C14">
      <w:pPr>
        <w:pStyle w:val="af1"/>
        <w:rPr>
          <w:color w:val="000000"/>
          <w:szCs w:val="27"/>
        </w:rPr>
      </w:pPr>
    </w:p>
    <w:p w14:paraId="625B1F9F" w14:textId="268197EB" w:rsidR="00BA771D" w:rsidRDefault="00BA771D" w:rsidP="00D42C14">
      <w:pPr>
        <w:pStyle w:val="af1"/>
        <w:rPr>
          <w:color w:val="000000"/>
          <w:szCs w:val="27"/>
        </w:rPr>
      </w:pPr>
    </w:p>
    <w:p w14:paraId="67A3D1E0" w14:textId="4B1FB599" w:rsidR="00BA771D" w:rsidRDefault="00BA771D" w:rsidP="00D42C14">
      <w:pPr>
        <w:pStyle w:val="af1"/>
        <w:rPr>
          <w:color w:val="000000"/>
          <w:szCs w:val="27"/>
        </w:rPr>
      </w:pPr>
    </w:p>
    <w:p w14:paraId="1A8678D7" w14:textId="66A8A11C" w:rsidR="00BA771D" w:rsidRDefault="005212CA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6E398F87" wp14:editId="5C3CFA24">
            <wp:extent cx="6390640" cy="7988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210B3" w14:textId="77777777" w:rsidR="00970B20" w:rsidRDefault="00970B20" w:rsidP="00D42C14">
      <w:pPr>
        <w:pStyle w:val="af1"/>
        <w:rPr>
          <w:color w:val="000000"/>
          <w:szCs w:val="27"/>
        </w:rPr>
      </w:pPr>
    </w:p>
    <w:p w14:paraId="27A213F9" w14:textId="749A8887" w:rsidR="00D42C14" w:rsidRP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 xml:space="preserve">Руководитель ______________________ </w:t>
      </w:r>
      <w:r w:rsidR="009A3676">
        <w:rPr>
          <w:color w:val="000000"/>
          <w:szCs w:val="27"/>
        </w:rPr>
        <w:t>П.П. Дылюк</w:t>
      </w:r>
    </w:p>
    <w:p w14:paraId="0FE507B5" w14:textId="10544FF6" w:rsid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 xml:space="preserve">Гл. бухгалтер _______________________ </w:t>
      </w:r>
      <w:r w:rsidR="000F48D7">
        <w:rPr>
          <w:color w:val="000000"/>
          <w:szCs w:val="27"/>
        </w:rPr>
        <w:t>Е</w:t>
      </w:r>
      <w:r w:rsidRPr="00D42C14">
        <w:rPr>
          <w:color w:val="000000"/>
          <w:szCs w:val="27"/>
        </w:rPr>
        <w:t>.</w:t>
      </w:r>
      <w:r w:rsidR="000F48D7">
        <w:rPr>
          <w:color w:val="000000"/>
          <w:szCs w:val="27"/>
        </w:rPr>
        <w:t>Г</w:t>
      </w:r>
      <w:r w:rsidRPr="00D42C14">
        <w:rPr>
          <w:color w:val="000000"/>
          <w:szCs w:val="27"/>
        </w:rPr>
        <w:t xml:space="preserve">. </w:t>
      </w:r>
      <w:r w:rsidR="000F48D7">
        <w:rPr>
          <w:color w:val="000000"/>
          <w:szCs w:val="27"/>
        </w:rPr>
        <w:t>Крук</w:t>
      </w:r>
    </w:p>
    <w:p w14:paraId="2EF34B8B" w14:textId="6989A734" w:rsidR="00D42C14" w:rsidRPr="00D42C14" w:rsidRDefault="00D42C14" w:rsidP="00B32AF5">
      <w:pPr>
        <w:pStyle w:val="af1"/>
        <w:tabs>
          <w:tab w:val="left" w:pos="8707"/>
        </w:tabs>
        <w:rPr>
          <w:color w:val="000000"/>
          <w:szCs w:val="27"/>
        </w:rPr>
      </w:pPr>
      <w:r w:rsidRPr="00D42C14">
        <w:rPr>
          <w:color w:val="000000"/>
          <w:szCs w:val="27"/>
        </w:rPr>
        <w:t>Лицо, ответственное</w:t>
      </w:r>
      <w:r>
        <w:rPr>
          <w:color w:val="000000"/>
          <w:szCs w:val="27"/>
        </w:rPr>
        <w:t xml:space="preserve"> </w:t>
      </w:r>
      <w:r w:rsidRPr="00D42C14">
        <w:rPr>
          <w:color w:val="000000"/>
          <w:szCs w:val="27"/>
        </w:rPr>
        <w:t xml:space="preserve">за подготовку отчёта __________________ </w:t>
      </w:r>
      <w:proofErr w:type="spellStart"/>
      <w:r w:rsidRPr="00D42C14">
        <w:rPr>
          <w:color w:val="000000"/>
          <w:szCs w:val="27"/>
        </w:rPr>
        <w:t>А.А.Саганович</w:t>
      </w:r>
      <w:proofErr w:type="spellEnd"/>
      <w:r w:rsidR="00B32AF5">
        <w:rPr>
          <w:color w:val="000000"/>
          <w:szCs w:val="27"/>
        </w:rPr>
        <w:tab/>
      </w:r>
    </w:p>
    <w:p w14:paraId="46A5D821" w14:textId="0DE65273" w:rsidR="00D42C14" w:rsidRPr="00D42C14" w:rsidRDefault="00D42C14" w:rsidP="00D42C14">
      <w:pPr>
        <w:pStyle w:val="af1"/>
        <w:rPr>
          <w:sz w:val="22"/>
        </w:rPr>
      </w:pPr>
      <w:r w:rsidRPr="00D42C14">
        <w:rPr>
          <w:color w:val="000000"/>
          <w:szCs w:val="27"/>
        </w:rPr>
        <w:t xml:space="preserve">8 (01645) </w:t>
      </w:r>
      <w:r w:rsidR="00E96759">
        <w:rPr>
          <w:color w:val="000000"/>
          <w:szCs w:val="27"/>
        </w:rPr>
        <w:t>60088</w:t>
      </w:r>
    </w:p>
    <w:sectPr w:rsidR="00D42C14" w:rsidRPr="00D42C14" w:rsidSect="0079098B">
      <w:footerReference w:type="even" r:id="rId11"/>
      <w:footerReference w:type="default" r:id="rId12"/>
      <w:pgSz w:w="11905" w:h="16837" w:code="9"/>
      <w:pgMar w:top="567" w:right="990" w:bottom="284" w:left="85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507ED" w14:textId="77777777" w:rsidR="00DC3531" w:rsidRDefault="00DC3531" w:rsidP="00D868CA">
      <w:r>
        <w:separator/>
      </w:r>
    </w:p>
  </w:endnote>
  <w:endnote w:type="continuationSeparator" w:id="0">
    <w:p w14:paraId="31FD330F" w14:textId="77777777" w:rsidR="00DC3531" w:rsidRDefault="00DC3531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A7DFE" w14:textId="77777777" w:rsidR="00C01F2F" w:rsidRDefault="00C01F2F" w:rsidP="002B57E0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B605F2D" w14:textId="77777777" w:rsidR="00C01F2F" w:rsidRDefault="00C01F2F" w:rsidP="002B57E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DD009" w14:textId="77777777" w:rsidR="00C01F2F" w:rsidRDefault="00C01F2F" w:rsidP="002B57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1E4BE" w14:textId="77777777" w:rsidR="00DC3531" w:rsidRDefault="00DC3531" w:rsidP="00D868CA">
      <w:r>
        <w:separator/>
      </w:r>
    </w:p>
  </w:footnote>
  <w:footnote w:type="continuationSeparator" w:id="0">
    <w:p w14:paraId="7FD666E0" w14:textId="77777777" w:rsidR="00DC3531" w:rsidRDefault="00DC3531" w:rsidP="00D8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2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3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0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9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1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7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5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7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8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22"/>
  </w:num>
  <w:num w:numId="4">
    <w:abstractNumId w:val="18"/>
  </w:num>
  <w:num w:numId="5">
    <w:abstractNumId w:val="29"/>
  </w:num>
  <w:num w:numId="6">
    <w:abstractNumId w:val="7"/>
  </w:num>
  <w:num w:numId="7">
    <w:abstractNumId w:val="37"/>
  </w:num>
  <w:num w:numId="8">
    <w:abstractNumId w:val="21"/>
  </w:num>
  <w:num w:numId="9">
    <w:abstractNumId w:val="28"/>
  </w:num>
  <w:num w:numId="10">
    <w:abstractNumId w:val="27"/>
  </w:num>
  <w:num w:numId="11">
    <w:abstractNumId w:val="3"/>
  </w:num>
  <w:num w:numId="12">
    <w:abstractNumId w:val="31"/>
  </w:num>
  <w:num w:numId="13">
    <w:abstractNumId w:val="34"/>
  </w:num>
  <w:num w:numId="14">
    <w:abstractNumId w:val="1"/>
  </w:num>
  <w:num w:numId="15">
    <w:abstractNumId w:val="6"/>
  </w:num>
  <w:num w:numId="16">
    <w:abstractNumId w:val="36"/>
  </w:num>
  <w:num w:numId="17">
    <w:abstractNumId w:val="20"/>
  </w:num>
  <w:num w:numId="18">
    <w:abstractNumId w:val="4"/>
  </w:num>
  <w:num w:numId="19">
    <w:abstractNumId w:val="13"/>
  </w:num>
  <w:num w:numId="20">
    <w:abstractNumId w:val="26"/>
  </w:num>
  <w:num w:numId="21">
    <w:abstractNumId w:val="10"/>
  </w:num>
  <w:num w:numId="22">
    <w:abstractNumId w:val="30"/>
  </w:num>
  <w:num w:numId="23">
    <w:abstractNumId w:val="2"/>
  </w:num>
  <w:num w:numId="24">
    <w:abstractNumId w:val="24"/>
  </w:num>
  <w:num w:numId="25">
    <w:abstractNumId w:val="31"/>
    <w:lvlOverride w:ilvl="0">
      <w:startOverride w:val="1"/>
    </w:lvlOverride>
  </w:num>
  <w:num w:numId="26">
    <w:abstractNumId w:val="34"/>
  </w:num>
  <w:num w:numId="27">
    <w:abstractNumId w:val="9"/>
  </w:num>
  <w:num w:numId="28">
    <w:abstractNumId w:val="11"/>
  </w:num>
  <w:num w:numId="29">
    <w:abstractNumId w:val="16"/>
  </w:num>
  <w:num w:numId="30">
    <w:abstractNumId w:val="35"/>
  </w:num>
  <w:num w:numId="31">
    <w:abstractNumId w:val="39"/>
  </w:num>
  <w:num w:numId="32">
    <w:abstractNumId w:val="19"/>
  </w:num>
  <w:num w:numId="33">
    <w:abstractNumId w:val="0"/>
  </w:num>
  <w:num w:numId="34">
    <w:abstractNumId w:val="31"/>
    <w:lvlOverride w:ilvl="0">
      <w:startOverride w:val="1"/>
    </w:lvlOverride>
  </w:num>
  <w:num w:numId="35">
    <w:abstractNumId w:val="34"/>
  </w:num>
  <w:num w:numId="36">
    <w:abstractNumId w:val="8"/>
  </w:num>
  <w:num w:numId="37">
    <w:abstractNumId w:val="31"/>
    <w:lvlOverride w:ilvl="0">
      <w:startOverride w:val="1"/>
    </w:lvlOverride>
  </w:num>
  <w:num w:numId="38">
    <w:abstractNumId w:val="34"/>
  </w:num>
  <w:num w:numId="39">
    <w:abstractNumId w:val="31"/>
    <w:lvlOverride w:ilvl="0">
      <w:startOverride w:val="1"/>
    </w:lvlOverride>
  </w:num>
  <w:num w:numId="40">
    <w:abstractNumId w:val="34"/>
  </w:num>
  <w:num w:numId="41">
    <w:abstractNumId w:val="33"/>
  </w:num>
  <w:num w:numId="42">
    <w:abstractNumId w:val="32"/>
  </w:num>
  <w:num w:numId="43">
    <w:abstractNumId w:val="25"/>
  </w:num>
  <w:num w:numId="44">
    <w:abstractNumId w:val="12"/>
  </w:num>
  <w:num w:numId="45">
    <w:abstractNumId w:val="23"/>
  </w:num>
  <w:num w:numId="46">
    <w:abstractNumId w:val="38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51"/>
    <w:rsid w:val="00001DE2"/>
    <w:rsid w:val="00001F79"/>
    <w:rsid w:val="0000307C"/>
    <w:rsid w:val="00003096"/>
    <w:rsid w:val="00003816"/>
    <w:rsid w:val="00003C31"/>
    <w:rsid w:val="0000550B"/>
    <w:rsid w:val="0000559F"/>
    <w:rsid w:val="00006A37"/>
    <w:rsid w:val="00006D48"/>
    <w:rsid w:val="00007638"/>
    <w:rsid w:val="00014F85"/>
    <w:rsid w:val="00017AF2"/>
    <w:rsid w:val="00021D82"/>
    <w:rsid w:val="00024B6A"/>
    <w:rsid w:val="00031C9C"/>
    <w:rsid w:val="000324DA"/>
    <w:rsid w:val="0003354F"/>
    <w:rsid w:val="00033A1C"/>
    <w:rsid w:val="00034033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16A7"/>
    <w:rsid w:val="0006247D"/>
    <w:rsid w:val="0006360D"/>
    <w:rsid w:val="0006547D"/>
    <w:rsid w:val="00066989"/>
    <w:rsid w:val="00070204"/>
    <w:rsid w:val="000709F0"/>
    <w:rsid w:val="0007110B"/>
    <w:rsid w:val="00071895"/>
    <w:rsid w:val="00071B74"/>
    <w:rsid w:val="0007244A"/>
    <w:rsid w:val="00075958"/>
    <w:rsid w:val="00077409"/>
    <w:rsid w:val="0007759E"/>
    <w:rsid w:val="00081D6C"/>
    <w:rsid w:val="00082F99"/>
    <w:rsid w:val="000907C3"/>
    <w:rsid w:val="00092AF4"/>
    <w:rsid w:val="00094A4E"/>
    <w:rsid w:val="000A037F"/>
    <w:rsid w:val="000A5D15"/>
    <w:rsid w:val="000A6FBD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7437"/>
    <w:rsid w:val="000D7C64"/>
    <w:rsid w:val="000E1692"/>
    <w:rsid w:val="000E24B4"/>
    <w:rsid w:val="000E3F53"/>
    <w:rsid w:val="000E766E"/>
    <w:rsid w:val="000F1AA2"/>
    <w:rsid w:val="000F21B6"/>
    <w:rsid w:val="000F3130"/>
    <w:rsid w:val="000F48D7"/>
    <w:rsid w:val="000F5C1F"/>
    <w:rsid w:val="000F63B9"/>
    <w:rsid w:val="000F708D"/>
    <w:rsid w:val="00103968"/>
    <w:rsid w:val="00104E3A"/>
    <w:rsid w:val="0010586B"/>
    <w:rsid w:val="00105ADD"/>
    <w:rsid w:val="00110231"/>
    <w:rsid w:val="0011032D"/>
    <w:rsid w:val="00110771"/>
    <w:rsid w:val="00110EBF"/>
    <w:rsid w:val="00111464"/>
    <w:rsid w:val="00112825"/>
    <w:rsid w:val="00112A0E"/>
    <w:rsid w:val="001130EA"/>
    <w:rsid w:val="001146D9"/>
    <w:rsid w:val="00116CCE"/>
    <w:rsid w:val="00117E88"/>
    <w:rsid w:val="0012121E"/>
    <w:rsid w:val="001314F7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50C4A"/>
    <w:rsid w:val="001519E6"/>
    <w:rsid w:val="00153DA8"/>
    <w:rsid w:val="00154E01"/>
    <w:rsid w:val="00155F63"/>
    <w:rsid w:val="00162572"/>
    <w:rsid w:val="00166621"/>
    <w:rsid w:val="00170C17"/>
    <w:rsid w:val="001724D4"/>
    <w:rsid w:val="00173AE0"/>
    <w:rsid w:val="00174BD5"/>
    <w:rsid w:val="00177CC1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7CED"/>
    <w:rsid w:val="001B01B7"/>
    <w:rsid w:val="001B09A1"/>
    <w:rsid w:val="001B326F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1A53"/>
    <w:rsid w:val="001D2CA9"/>
    <w:rsid w:val="001D2E0D"/>
    <w:rsid w:val="001D3366"/>
    <w:rsid w:val="001D3FB8"/>
    <w:rsid w:val="001D55AE"/>
    <w:rsid w:val="001D5DF8"/>
    <w:rsid w:val="001D6F3D"/>
    <w:rsid w:val="001E033A"/>
    <w:rsid w:val="001E2A58"/>
    <w:rsid w:val="001E5253"/>
    <w:rsid w:val="001E5BE8"/>
    <w:rsid w:val="001E5C14"/>
    <w:rsid w:val="001E700F"/>
    <w:rsid w:val="001F0441"/>
    <w:rsid w:val="001F352D"/>
    <w:rsid w:val="001F53F2"/>
    <w:rsid w:val="001F722C"/>
    <w:rsid w:val="002007C8"/>
    <w:rsid w:val="0020497A"/>
    <w:rsid w:val="002053EF"/>
    <w:rsid w:val="00206B90"/>
    <w:rsid w:val="00206E17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2490"/>
    <w:rsid w:val="00245185"/>
    <w:rsid w:val="00247DE9"/>
    <w:rsid w:val="0025040F"/>
    <w:rsid w:val="00250C71"/>
    <w:rsid w:val="00251070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764B6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4272"/>
    <w:rsid w:val="0029532E"/>
    <w:rsid w:val="00295DA5"/>
    <w:rsid w:val="0029660B"/>
    <w:rsid w:val="00296C6E"/>
    <w:rsid w:val="00296DD9"/>
    <w:rsid w:val="002A3B9F"/>
    <w:rsid w:val="002A40A2"/>
    <w:rsid w:val="002A7685"/>
    <w:rsid w:val="002B0121"/>
    <w:rsid w:val="002B0886"/>
    <w:rsid w:val="002B0DD6"/>
    <w:rsid w:val="002B3B2F"/>
    <w:rsid w:val="002B57E0"/>
    <w:rsid w:val="002C1B9D"/>
    <w:rsid w:val="002C294A"/>
    <w:rsid w:val="002C43A0"/>
    <w:rsid w:val="002C547E"/>
    <w:rsid w:val="002D36B8"/>
    <w:rsid w:val="002D51CF"/>
    <w:rsid w:val="002D5869"/>
    <w:rsid w:val="002D7C0B"/>
    <w:rsid w:val="002E162E"/>
    <w:rsid w:val="002E1FC8"/>
    <w:rsid w:val="002E2AB2"/>
    <w:rsid w:val="002E655A"/>
    <w:rsid w:val="002F2857"/>
    <w:rsid w:val="002F31DF"/>
    <w:rsid w:val="002F4427"/>
    <w:rsid w:val="002F5199"/>
    <w:rsid w:val="002F5DBC"/>
    <w:rsid w:val="00300C11"/>
    <w:rsid w:val="00301926"/>
    <w:rsid w:val="00302136"/>
    <w:rsid w:val="00303126"/>
    <w:rsid w:val="00305A35"/>
    <w:rsid w:val="00307176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4836"/>
    <w:rsid w:val="0034568B"/>
    <w:rsid w:val="00345E71"/>
    <w:rsid w:val="0034655C"/>
    <w:rsid w:val="003505E9"/>
    <w:rsid w:val="0035168C"/>
    <w:rsid w:val="003548F2"/>
    <w:rsid w:val="00356502"/>
    <w:rsid w:val="003570F4"/>
    <w:rsid w:val="00363485"/>
    <w:rsid w:val="00364559"/>
    <w:rsid w:val="003653F8"/>
    <w:rsid w:val="0036678B"/>
    <w:rsid w:val="00371A24"/>
    <w:rsid w:val="003730EC"/>
    <w:rsid w:val="0037330F"/>
    <w:rsid w:val="003754AB"/>
    <w:rsid w:val="0037610F"/>
    <w:rsid w:val="003764BD"/>
    <w:rsid w:val="00376FF8"/>
    <w:rsid w:val="00380A1F"/>
    <w:rsid w:val="003825A5"/>
    <w:rsid w:val="00382812"/>
    <w:rsid w:val="003854C7"/>
    <w:rsid w:val="0038692D"/>
    <w:rsid w:val="003918E7"/>
    <w:rsid w:val="0039511E"/>
    <w:rsid w:val="00396181"/>
    <w:rsid w:val="00397BB0"/>
    <w:rsid w:val="003A041D"/>
    <w:rsid w:val="003A164E"/>
    <w:rsid w:val="003A4111"/>
    <w:rsid w:val="003A41F1"/>
    <w:rsid w:val="003A435A"/>
    <w:rsid w:val="003A782E"/>
    <w:rsid w:val="003B0043"/>
    <w:rsid w:val="003B07AD"/>
    <w:rsid w:val="003B17E1"/>
    <w:rsid w:val="003C2104"/>
    <w:rsid w:val="003C309E"/>
    <w:rsid w:val="003C3484"/>
    <w:rsid w:val="003C423D"/>
    <w:rsid w:val="003C57FF"/>
    <w:rsid w:val="003C6222"/>
    <w:rsid w:val="003D05D3"/>
    <w:rsid w:val="003D1598"/>
    <w:rsid w:val="003D3BA3"/>
    <w:rsid w:val="003D49CD"/>
    <w:rsid w:val="003D69D0"/>
    <w:rsid w:val="003D7AC9"/>
    <w:rsid w:val="003E03DB"/>
    <w:rsid w:val="003E0615"/>
    <w:rsid w:val="003E0CA2"/>
    <w:rsid w:val="003E1D4A"/>
    <w:rsid w:val="003E2C7D"/>
    <w:rsid w:val="003E327D"/>
    <w:rsid w:val="003F2DAA"/>
    <w:rsid w:val="003F319D"/>
    <w:rsid w:val="003F3695"/>
    <w:rsid w:val="003F3736"/>
    <w:rsid w:val="00402BA9"/>
    <w:rsid w:val="00402D14"/>
    <w:rsid w:val="0040485E"/>
    <w:rsid w:val="004059CF"/>
    <w:rsid w:val="00412EBA"/>
    <w:rsid w:val="004144D1"/>
    <w:rsid w:val="00415619"/>
    <w:rsid w:val="004162DA"/>
    <w:rsid w:val="00417337"/>
    <w:rsid w:val="00421DBA"/>
    <w:rsid w:val="004230A6"/>
    <w:rsid w:val="00424BD8"/>
    <w:rsid w:val="00427676"/>
    <w:rsid w:val="00430151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129"/>
    <w:rsid w:val="00493507"/>
    <w:rsid w:val="004948BE"/>
    <w:rsid w:val="00495287"/>
    <w:rsid w:val="00495D77"/>
    <w:rsid w:val="004A1731"/>
    <w:rsid w:val="004A1E9B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2EF0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52D3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4F6A7A"/>
    <w:rsid w:val="00502BF5"/>
    <w:rsid w:val="00505B4E"/>
    <w:rsid w:val="005075F8"/>
    <w:rsid w:val="0051009F"/>
    <w:rsid w:val="005212CA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ED9"/>
    <w:rsid w:val="00550715"/>
    <w:rsid w:val="00552D87"/>
    <w:rsid w:val="0055515D"/>
    <w:rsid w:val="00560669"/>
    <w:rsid w:val="00560C09"/>
    <w:rsid w:val="005620EA"/>
    <w:rsid w:val="005626BE"/>
    <w:rsid w:val="005627F9"/>
    <w:rsid w:val="00564407"/>
    <w:rsid w:val="00564F51"/>
    <w:rsid w:val="00566246"/>
    <w:rsid w:val="005709C0"/>
    <w:rsid w:val="00572F2F"/>
    <w:rsid w:val="00573CC3"/>
    <w:rsid w:val="00581E85"/>
    <w:rsid w:val="00581F7C"/>
    <w:rsid w:val="0058217A"/>
    <w:rsid w:val="005920D0"/>
    <w:rsid w:val="0059244B"/>
    <w:rsid w:val="005946BA"/>
    <w:rsid w:val="00594C10"/>
    <w:rsid w:val="00596A8A"/>
    <w:rsid w:val="00597C6D"/>
    <w:rsid w:val="005A1ADB"/>
    <w:rsid w:val="005A255C"/>
    <w:rsid w:val="005A3E52"/>
    <w:rsid w:val="005A5330"/>
    <w:rsid w:val="005A6713"/>
    <w:rsid w:val="005B06B2"/>
    <w:rsid w:val="005B0CF3"/>
    <w:rsid w:val="005B2E9A"/>
    <w:rsid w:val="005B35CA"/>
    <w:rsid w:val="005B6673"/>
    <w:rsid w:val="005B7AB6"/>
    <w:rsid w:val="005C153A"/>
    <w:rsid w:val="005C5B1D"/>
    <w:rsid w:val="005C665D"/>
    <w:rsid w:val="005C7DB2"/>
    <w:rsid w:val="005C7EE0"/>
    <w:rsid w:val="005D0ACE"/>
    <w:rsid w:val="005D203C"/>
    <w:rsid w:val="005D4322"/>
    <w:rsid w:val="005D4C21"/>
    <w:rsid w:val="005E0023"/>
    <w:rsid w:val="005E2F63"/>
    <w:rsid w:val="005E4086"/>
    <w:rsid w:val="005E625E"/>
    <w:rsid w:val="005E6FC8"/>
    <w:rsid w:val="005F249E"/>
    <w:rsid w:val="005F6E7F"/>
    <w:rsid w:val="006013DD"/>
    <w:rsid w:val="00603836"/>
    <w:rsid w:val="00604538"/>
    <w:rsid w:val="006061FE"/>
    <w:rsid w:val="0061148C"/>
    <w:rsid w:val="006126E7"/>
    <w:rsid w:val="00614D30"/>
    <w:rsid w:val="00616C18"/>
    <w:rsid w:val="00617546"/>
    <w:rsid w:val="00623B78"/>
    <w:rsid w:val="00623DB7"/>
    <w:rsid w:val="00624851"/>
    <w:rsid w:val="00624DDD"/>
    <w:rsid w:val="0062578D"/>
    <w:rsid w:val="00626310"/>
    <w:rsid w:val="006368CA"/>
    <w:rsid w:val="00637C1F"/>
    <w:rsid w:val="00637DD8"/>
    <w:rsid w:val="0064244A"/>
    <w:rsid w:val="0064314F"/>
    <w:rsid w:val="00643F20"/>
    <w:rsid w:val="0065091D"/>
    <w:rsid w:val="00657C73"/>
    <w:rsid w:val="00657F55"/>
    <w:rsid w:val="00661474"/>
    <w:rsid w:val="006615CC"/>
    <w:rsid w:val="00662332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BD8"/>
    <w:rsid w:val="0068200A"/>
    <w:rsid w:val="006830C3"/>
    <w:rsid w:val="00684A4B"/>
    <w:rsid w:val="00687997"/>
    <w:rsid w:val="0069118F"/>
    <w:rsid w:val="006A26AA"/>
    <w:rsid w:val="006A306C"/>
    <w:rsid w:val="006A41B7"/>
    <w:rsid w:val="006A6DF4"/>
    <w:rsid w:val="006A77DC"/>
    <w:rsid w:val="006A785A"/>
    <w:rsid w:val="006C0D2F"/>
    <w:rsid w:val="006C5445"/>
    <w:rsid w:val="006C5510"/>
    <w:rsid w:val="006D18CB"/>
    <w:rsid w:val="006D2C3A"/>
    <w:rsid w:val="006D2CE9"/>
    <w:rsid w:val="006D4180"/>
    <w:rsid w:val="006D4BB0"/>
    <w:rsid w:val="006D596F"/>
    <w:rsid w:val="006D5C45"/>
    <w:rsid w:val="006D631B"/>
    <w:rsid w:val="006D76A0"/>
    <w:rsid w:val="006E445E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2FD2"/>
    <w:rsid w:val="0070609E"/>
    <w:rsid w:val="00712B97"/>
    <w:rsid w:val="00713660"/>
    <w:rsid w:val="00714375"/>
    <w:rsid w:val="00715CD6"/>
    <w:rsid w:val="00717D55"/>
    <w:rsid w:val="00720671"/>
    <w:rsid w:val="007215B5"/>
    <w:rsid w:val="007234EF"/>
    <w:rsid w:val="0072581D"/>
    <w:rsid w:val="00726D1D"/>
    <w:rsid w:val="0072731B"/>
    <w:rsid w:val="00730961"/>
    <w:rsid w:val="007377BC"/>
    <w:rsid w:val="00742062"/>
    <w:rsid w:val="0074397E"/>
    <w:rsid w:val="007447DF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1518"/>
    <w:rsid w:val="00771E62"/>
    <w:rsid w:val="00771EC8"/>
    <w:rsid w:val="007741CB"/>
    <w:rsid w:val="007751EE"/>
    <w:rsid w:val="007751F3"/>
    <w:rsid w:val="00775462"/>
    <w:rsid w:val="00775B70"/>
    <w:rsid w:val="00780BB8"/>
    <w:rsid w:val="007810CB"/>
    <w:rsid w:val="00781234"/>
    <w:rsid w:val="0078171F"/>
    <w:rsid w:val="00782C99"/>
    <w:rsid w:val="007859F5"/>
    <w:rsid w:val="007868F6"/>
    <w:rsid w:val="0079051C"/>
    <w:rsid w:val="0079098B"/>
    <w:rsid w:val="0079148C"/>
    <w:rsid w:val="00793246"/>
    <w:rsid w:val="007935D9"/>
    <w:rsid w:val="00793803"/>
    <w:rsid w:val="00794941"/>
    <w:rsid w:val="00794D7B"/>
    <w:rsid w:val="00795A96"/>
    <w:rsid w:val="007967BF"/>
    <w:rsid w:val="00796E17"/>
    <w:rsid w:val="007972BC"/>
    <w:rsid w:val="007A02B0"/>
    <w:rsid w:val="007A0516"/>
    <w:rsid w:val="007A2781"/>
    <w:rsid w:val="007A60E2"/>
    <w:rsid w:val="007A6954"/>
    <w:rsid w:val="007B3702"/>
    <w:rsid w:val="007C0C19"/>
    <w:rsid w:val="007C1624"/>
    <w:rsid w:val="007C1C87"/>
    <w:rsid w:val="007C1CC1"/>
    <w:rsid w:val="007C27F4"/>
    <w:rsid w:val="007C77DD"/>
    <w:rsid w:val="007D0EEC"/>
    <w:rsid w:val="007D33DD"/>
    <w:rsid w:val="007D5D2F"/>
    <w:rsid w:val="007E5A8B"/>
    <w:rsid w:val="007F2A56"/>
    <w:rsid w:val="007F73D2"/>
    <w:rsid w:val="00801FB6"/>
    <w:rsid w:val="00802FC5"/>
    <w:rsid w:val="00804EC8"/>
    <w:rsid w:val="008053A7"/>
    <w:rsid w:val="008119A6"/>
    <w:rsid w:val="00812746"/>
    <w:rsid w:val="0081292B"/>
    <w:rsid w:val="008172A5"/>
    <w:rsid w:val="008209B4"/>
    <w:rsid w:val="008220CD"/>
    <w:rsid w:val="00822D7C"/>
    <w:rsid w:val="00823E9B"/>
    <w:rsid w:val="0082530E"/>
    <w:rsid w:val="008259B2"/>
    <w:rsid w:val="00834D26"/>
    <w:rsid w:val="00836A80"/>
    <w:rsid w:val="00841102"/>
    <w:rsid w:val="0084514C"/>
    <w:rsid w:val="008452C5"/>
    <w:rsid w:val="00845C3A"/>
    <w:rsid w:val="00850E5C"/>
    <w:rsid w:val="008517D2"/>
    <w:rsid w:val="00854E75"/>
    <w:rsid w:val="008565B2"/>
    <w:rsid w:val="008566DB"/>
    <w:rsid w:val="00860CFF"/>
    <w:rsid w:val="00861EF8"/>
    <w:rsid w:val="00862F7A"/>
    <w:rsid w:val="00863913"/>
    <w:rsid w:val="00867EAB"/>
    <w:rsid w:val="00871A3F"/>
    <w:rsid w:val="008738CB"/>
    <w:rsid w:val="0087486F"/>
    <w:rsid w:val="00876E02"/>
    <w:rsid w:val="00880117"/>
    <w:rsid w:val="008820D3"/>
    <w:rsid w:val="00884B28"/>
    <w:rsid w:val="00885DE2"/>
    <w:rsid w:val="0088672A"/>
    <w:rsid w:val="008918C6"/>
    <w:rsid w:val="008919CD"/>
    <w:rsid w:val="008923E4"/>
    <w:rsid w:val="008926AD"/>
    <w:rsid w:val="008935CE"/>
    <w:rsid w:val="00894425"/>
    <w:rsid w:val="008950D2"/>
    <w:rsid w:val="008975BB"/>
    <w:rsid w:val="00897CD2"/>
    <w:rsid w:val="008A089F"/>
    <w:rsid w:val="008A13A8"/>
    <w:rsid w:val="008A44A2"/>
    <w:rsid w:val="008A73DC"/>
    <w:rsid w:val="008A7706"/>
    <w:rsid w:val="008A7C6C"/>
    <w:rsid w:val="008B2FE4"/>
    <w:rsid w:val="008B64A2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7F3B"/>
    <w:rsid w:val="008F57A4"/>
    <w:rsid w:val="008F57C6"/>
    <w:rsid w:val="008F5D38"/>
    <w:rsid w:val="008F5F10"/>
    <w:rsid w:val="008F77E9"/>
    <w:rsid w:val="009010EC"/>
    <w:rsid w:val="00901440"/>
    <w:rsid w:val="00902E19"/>
    <w:rsid w:val="0090639E"/>
    <w:rsid w:val="00907952"/>
    <w:rsid w:val="0091016B"/>
    <w:rsid w:val="009122DD"/>
    <w:rsid w:val="00917A9F"/>
    <w:rsid w:val="00921755"/>
    <w:rsid w:val="0092278D"/>
    <w:rsid w:val="00923CFC"/>
    <w:rsid w:val="00923D2F"/>
    <w:rsid w:val="00923DCF"/>
    <w:rsid w:val="00925722"/>
    <w:rsid w:val="009317BC"/>
    <w:rsid w:val="00932E35"/>
    <w:rsid w:val="00933BB5"/>
    <w:rsid w:val="009353B4"/>
    <w:rsid w:val="009367E0"/>
    <w:rsid w:val="009375A3"/>
    <w:rsid w:val="00942205"/>
    <w:rsid w:val="00942689"/>
    <w:rsid w:val="009453AE"/>
    <w:rsid w:val="00950287"/>
    <w:rsid w:val="00950CB0"/>
    <w:rsid w:val="0095143E"/>
    <w:rsid w:val="0095269F"/>
    <w:rsid w:val="00965094"/>
    <w:rsid w:val="009663F6"/>
    <w:rsid w:val="00966FAA"/>
    <w:rsid w:val="00967243"/>
    <w:rsid w:val="00970B20"/>
    <w:rsid w:val="00970E5C"/>
    <w:rsid w:val="0097341C"/>
    <w:rsid w:val="009735EF"/>
    <w:rsid w:val="0098079A"/>
    <w:rsid w:val="00986BB7"/>
    <w:rsid w:val="009878EB"/>
    <w:rsid w:val="009879CA"/>
    <w:rsid w:val="00995A12"/>
    <w:rsid w:val="009973C7"/>
    <w:rsid w:val="00997EBE"/>
    <w:rsid w:val="00997FA8"/>
    <w:rsid w:val="009A0CF7"/>
    <w:rsid w:val="009A3676"/>
    <w:rsid w:val="009A38FF"/>
    <w:rsid w:val="009A3A3D"/>
    <w:rsid w:val="009A3E24"/>
    <w:rsid w:val="009A5F56"/>
    <w:rsid w:val="009A6358"/>
    <w:rsid w:val="009B082C"/>
    <w:rsid w:val="009B1C6C"/>
    <w:rsid w:val="009B35D5"/>
    <w:rsid w:val="009B427D"/>
    <w:rsid w:val="009B4BAD"/>
    <w:rsid w:val="009B4C06"/>
    <w:rsid w:val="009B5AF8"/>
    <w:rsid w:val="009B7E64"/>
    <w:rsid w:val="009C43B8"/>
    <w:rsid w:val="009C4F2A"/>
    <w:rsid w:val="009C5669"/>
    <w:rsid w:val="009C78F7"/>
    <w:rsid w:val="009D2F7C"/>
    <w:rsid w:val="009D3A6B"/>
    <w:rsid w:val="009D52EC"/>
    <w:rsid w:val="009D7410"/>
    <w:rsid w:val="009E5859"/>
    <w:rsid w:val="009E7B15"/>
    <w:rsid w:val="009F0188"/>
    <w:rsid w:val="009F1C1B"/>
    <w:rsid w:val="009F381F"/>
    <w:rsid w:val="009F5F06"/>
    <w:rsid w:val="00A003E6"/>
    <w:rsid w:val="00A05793"/>
    <w:rsid w:val="00A05F00"/>
    <w:rsid w:val="00A12317"/>
    <w:rsid w:val="00A12463"/>
    <w:rsid w:val="00A12E2F"/>
    <w:rsid w:val="00A13DEC"/>
    <w:rsid w:val="00A146D9"/>
    <w:rsid w:val="00A21442"/>
    <w:rsid w:val="00A24A5F"/>
    <w:rsid w:val="00A25C15"/>
    <w:rsid w:val="00A2614E"/>
    <w:rsid w:val="00A27F1F"/>
    <w:rsid w:val="00A33729"/>
    <w:rsid w:val="00A338FD"/>
    <w:rsid w:val="00A33CF9"/>
    <w:rsid w:val="00A34B14"/>
    <w:rsid w:val="00A36409"/>
    <w:rsid w:val="00A36B77"/>
    <w:rsid w:val="00A372BB"/>
    <w:rsid w:val="00A410DC"/>
    <w:rsid w:val="00A41C22"/>
    <w:rsid w:val="00A50601"/>
    <w:rsid w:val="00A519F8"/>
    <w:rsid w:val="00A53ED0"/>
    <w:rsid w:val="00A604C3"/>
    <w:rsid w:val="00A60E05"/>
    <w:rsid w:val="00A6342A"/>
    <w:rsid w:val="00A63512"/>
    <w:rsid w:val="00A642F3"/>
    <w:rsid w:val="00A6448A"/>
    <w:rsid w:val="00A64CE7"/>
    <w:rsid w:val="00A6588D"/>
    <w:rsid w:val="00A667FB"/>
    <w:rsid w:val="00A712A7"/>
    <w:rsid w:val="00A7216A"/>
    <w:rsid w:val="00A74B89"/>
    <w:rsid w:val="00A77616"/>
    <w:rsid w:val="00A77C06"/>
    <w:rsid w:val="00A77E3C"/>
    <w:rsid w:val="00A8002C"/>
    <w:rsid w:val="00A812C9"/>
    <w:rsid w:val="00A82E5C"/>
    <w:rsid w:val="00A834B5"/>
    <w:rsid w:val="00A84358"/>
    <w:rsid w:val="00A872FC"/>
    <w:rsid w:val="00A87FEE"/>
    <w:rsid w:val="00A9699E"/>
    <w:rsid w:val="00AA42AF"/>
    <w:rsid w:val="00AA4B48"/>
    <w:rsid w:val="00AA4BE2"/>
    <w:rsid w:val="00AB3309"/>
    <w:rsid w:val="00AB3708"/>
    <w:rsid w:val="00AC06A3"/>
    <w:rsid w:val="00AC43F3"/>
    <w:rsid w:val="00AC453C"/>
    <w:rsid w:val="00AC55F6"/>
    <w:rsid w:val="00AD0814"/>
    <w:rsid w:val="00AD0BB7"/>
    <w:rsid w:val="00AD2CDC"/>
    <w:rsid w:val="00AD3339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26B7"/>
    <w:rsid w:val="00B23D75"/>
    <w:rsid w:val="00B25D72"/>
    <w:rsid w:val="00B27AA0"/>
    <w:rsid w:val="00B318F8"/>
    <w:rsid w:val="00B32AF5"/>
    <w:rsid w:val="00B33DBC"/>
    <w:rsid w:val="00B34093"/>
    <w:rsid w:val="00B3446C"/>
    <w:rsid w:val="00B34C40"/>
    <w:rsid w:val="00B3593A"/>
    <w:rsid w:val="00B370B5"/>
    <w:rsid w:val="00B446DD"/>
    <w:rsid w:val="00B46A38"/>
    <w:rsid w:val="00B4788E"/>
    <w:rsid w:val="00B525AF"/>
    <w:rsid w:val="00B5364F"/>
    <w:rsid w:val="00B54D67"/>
    <w:rsid w:val="00B5582C"/>
    <w:rsid w:val="00B56934"/>
    <w:rsid w:val="00B6054C"/>
    <w:rsid w:val="00B60915"/>
    <w:rsid w:val="00B62249"/>
    <w:rsid w:val="00B63FE6"/>
    <w:rsid w:val="00B64A9F"/>
    <w:rsid w:val="00B71B50"/>
    <w:rsid w:val="00B75DE2"/>
    <w:rsid w:val="00B775C8"/>
    <w:rsid w:val="00B81C0C"/>
    <w:rsid w:val="00B82F0A"/>
    <w:rsid w:val="00B84C76"/>
    <w:rsid w:val="00B85879"/>
    <w:rsid w:val="00B86049"/>
    <w:rsid w:val="00B87167"/>
    <w:rsid w:val="00B87224"/>
    <w:rsid w:val="00B9035F"/>
    <w:rsid w:val="00B912CC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A716A"/>
    <w:rsid w:val="00BA74FB"/>
    <w:rsid w:val="00BA771D"/>
    <w:rsid w:val="00BB032F"/>
    <w:rsid w:val="00BB044F"/>
    <w:rsid w:val="00BB126F"/>
    <w:rsid w:val="00BB12B0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0A48"/>
    <w:rsid w:val="00BD294C"/>
    <w:rsid w:val="00BD2B60"/>
    <w:rsid w:val="00BD79E1"/>
    <w:rsid w:val="00BE1B78"/>
    <w:rsid w:val="00BE51E9"/>
    <w:rsid w:val="00BF1847"/>
    <w:rsid w:val="00BF1CD2"/>
    <w:rsid w:val="00BF7F8B"/>
    <w:rsid w:val="00C01163"/>
    <w:rsid w:val="00C01869"/>
    <w:rsid w:val="00C01F2F"/>
    <w:rsid w:val="00C044CA"/>
    <w:rsid w:val="00C04E7E"/>
    <w:rsid w:val="00C05772"/>
    <w:rsid w:val="00C069C7"/>
    <w:rsid w:val="00C103EC"/>
    <w:rsid w:val="00C1065E"/>
    <w:rsid w:val="00C112C4"/>
    <w:rsid w:val="00C13157"/>
    <w:rsid w:val="00C153C6"/>
    <w:rsid w:val="00C175BA"/>
    <w:rsid w:val="00C277EA"/>
    <w:rsid w:val="00C30484"/>
    <w:rsid w:val="00C31178"/>
    <w:rsid w:val="00C32586"/>
    <w:rsid w:val="00C32869"/>
    <w:rsid w:val="00C33F70"/>
    <w:rsid w:val="00C34B92"/>
    <w:rsid w:val="00C4054C"/>
    <w:rsid w:val="00C4088C"/>
    <w:rsid w:val="00C42447"/>
    <w:rsid w:val="00C42DF3"/>
    <w:rsid w:val="00C42DF9"/>
    <w:rsid w:val="00C43A4D"/>
    <w:rsid w:val="00C45A09"/>
    <w:rsid w:val="00C50DC3"/>
    <w:rsid w:val="00C51ECA"/>
    <w:rsid w:val="00C53BC5"/>
    <w:rsid w:val="00C5633B"/>
    <w:rsid w:val="00C5667E"/>
    <w:rsid w:val="00C5682A"/>
    <w:rsid w:val="00C60432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2253"/>
    <w:rsid w:val="00C827FC"/>
    <w:rsid w:val="00C83DD7"/>
    <w:rsid w:val="00C90616"/>
    <w:rsid w:val="00C9080F"/>
    <w:rsid w:val="00C917BA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61B0"/>
    <w:rsid w:val="00CB6609"/>
    <w:rsid w:val="00CC30E2"/>
    <w:rsid w:val="00CC3BF9"/>
    <w:rsid w:val="00CC59E0"/>
    <w:rsid w:val="00CD0A15"/>
    <w:rsid w:val="00CD105B"/>
    <w:rsid w:val="00CD2C93"/>
    <w:rsid w:val="00CD616D"/>
    <w:rsid w:val="00CD63E4"/>
    <w:rsid w:val="00CD76AA"/>
    <w:rsid w:val="00CE06A2"/>
    <w:rsid w:val="00CE06C8"/>
    <w:rsid w:val="00CE07AB"/>
    <w:rsid w:val="00CE0D17"/>
    <w:rsid w:val="00CE1033"/>
    <w:rsid w:val="00CE11C6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C5A"/>
    <w:rsid w:val="00CF7E27"/>
    <w:rsid w:val="00D0312B"/>
    <w:rsid w:val="00D03661"/>
    <w:rsid w:val="00D07527"/>
    <w:rsid w:val="00D108CF"/>
    <w:rsid w:val="00D12C5A"/>
    <w:rsid w:val="00D12D86"/>
    <w:rsid w:val="00D13424"/>
    <w:rsid w:val="00D13E35"/>
    <w:rsid w:val="00D142C1"/>
    <w:rsid w:val="00D15461"/>
    <w:rsid w:val="00D17192"/>
    <w:rsid w:val="00D17E10"/>
    <w:rsid w:val="00D17FA6"/>
    <w:rsid w:val="00D20BB4"/>
    <w:rsid w:val="00D23E6C"/>
    <w:rsid w:val="00D248E0"/>
    <w:rsid w:val="00D24B27"/>
    <w:rsid w:val="00D305BE"/>
    <w:rsid w:val="00D31066"/>
    <w:rsid w:val="00D318F2"/>
    <w:rsid w:val="00D41C04"/>
    <w:rsid w:val="00D42C14"/>
    <w:rsid w:val="00D45BC4"/>
    <w:rsid w:val="00D47878"/>
    <w:rsid w:val="00D533E7"/>
    <w:rsid w:val="00D53FE2"/>
    <w:rsid w:val="00D54B61"/>
    <w:rsid w:val="00D54DB9"/>
    <w:rsid w:val="00D6032F"/>
    <w:rsid w:val="00D60400"/>
    <w:rsid w:val="00D613E6"/>
    <w:rsid w:val="00D61D6E"/>
    <w:rsid w:val="00D63237"/>
    <w:rsid w:val="00D6378C"/>
    <w:rsid w:val="00D64906"/>
    <w:rsid w:val="00D673A7"/>
    <w:rsid w:val="00D71BB0"/>
    <w:rsid w:val="00D71DC7"/>
    <w:rsid w:val="00D72AC5"/>
    <w:rsid w:val="00D74B33"/>
    <w:rsid w:val="00D77AB9"/>
    <w:rsid w:val="00D84F65"/>
    <w:rsid w:val="00D853F5"/>
    <w:rsid w:val="00D85BF9"/>
    <w:rsid w:val="00D868CA"/>
    <w:rsid w:val="00D92BBE"/>
    <w:rsid w:val="00D96677"/>
    <w:rsid w:val="00D96808"/>
    <w:rsid w:val="00DA2FE2"/>
    <w:rsid w:val="00DB0631"/>
    <w:rsid w:val="00DB421B"/>
    <w:rsid w:val="00DB5409"/>
    <w:rsid w:val="00DB5DFE"/>
    <w:rsid w:val="00DC0BED"/>
    <w:rsid w:val="00DC16B5"/>
    <w:rsid w:val="00DC3531"/>
    <w:rsid w:val="00DC4573"/>
    <w:rsid w:val="00DC55FB"/>
    <w:rsid w:val="00DD09E5"/>
    <w:rsid w:val="00DD1701"/>
    <w:rsid w:val="00DD21AB"/>
    <w:rsid w:val="00DD527C"/>
    <w:rsid w:val="00DD5285"/>
    <w:rsid w:val="00DE1D1C"/>
    <w:rsid w:val="00DE2540"/>
    <w:rsid w:val="00DE52C5"/>
    <w:rsid w:val="00DE5894"/>
    <w:rsid w:val="00DE702F"/>
    <w:rsid w:val="00DF064B"/>
    <w:rsid w:val="00DF0B14"/>
    <w:rsid w:val="00DF11FE"/>
    <w:rsid w:val="00DF21CD"/>
    <w:rsid w:val="00DF37B8"/>
    <w:rsid w:val="00DF4CC1"/>
    <w:rsid w:val="00DF5C52"/>
    <w:rsid w:val="00E0065C"/>
    <w:rsid w:val="00E032CF"/>
    <w:rsid w:val="00E102A4"/>
    <w:rsid w:val="00E111D9"/>
    <w:rsid w:val="00E11FFB"/>
    <w:rsid w:val="00E16C3C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444A"/>
    <w:rsid w:val="00E34BB3"/>
    <w:rsid w:val="00E358D0"/>
    <w:rsid w:val="00E378B8"/>
    <w:rsid w:val="00E500D5"/>
    <w:rsid w:val="00E52D17"/>
    <w:rsid w:val="00E531EA"/>
    <w:rsid w:val="00E54263"/>
    <w:rsid w:val="00E54592"/>
    <w:rsid w:val="00E54C1E"/>
    <w:rsid w:val="00E55381"/>
    <w:rsid w:val="00E563E8"/>
    <w:rsid w:val="00E601A9"/>
    <w:rsid w:val="00E602D4"/>
    <w:rsid w:val="00E620D4"/>
    <w:rsid w:val="00E655B6"/>
    <w:rsid w:val="00E66191"/>
    <w:rsid w:val="00E6755E"/>
    <w:rsid w:val="00E70395"/>
    <w:rsid w:val="00E75C9A"/>
    <w:rsid w:val="00E8160C"/>
    <w:rsid w:val="00E8230E"/>
    <w:rsid w:val="00E82CA5"/>
    <w:rsid w:val="00E847BF"/>
    <w:rsid w:val="00E85266"/>
    <w:rsid w:val="00E9084A"/>
    <w:rsid w:val="00E93505"/>
    <w:rsid w:val="00E95246"/>
    <w:rsid w:val="00E9660F"/>
    <w:rsid w:val="00E96759"/>
    <w:rsid w:val="00EA053C"/>
    <w:rsid w:val="00EA179D"/>
    <w:rsid w:val="00EA2CF7"/>
    <w:rsid w:val="00EA3428"/>
    <w:rsid w:val="00EA47C4"/>
    <w:rsid w:val="00EB0200"/>
    <w:rsid w:val="00EB645B"/>
    <w:rsid w:val="00EB75DC"/>
    <w:rsid w:val="00EC1E20"/>
    <w:rsid w:val="00EC39E1"/>
    <w:rsid w:val="00EC5D67"/>
    <w:rsid w:val="00ED17D9"/>
    <w:rsid w:val="00EE18AF"/>
    <w:rsid w:val="00EE338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42B5"/>
    <w:rsid w:val="00EF6A30"/>
    <w:rsid w:val="00EF6CEE"/>
    <w:rsid w:val="00F00BAC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6335"/>
    <w:rsid w:val="00F413BD"/>
    <w:rsid w:val="00F44544"/>
    <w:rsid w:val="00F450C1"/>
    <w:rsid w:val="00F45A90"/>
    <w:rsid w:val="00F46B52"/>
    <w:rsid w:val="00F50AE5"/>
    <w:rsid w:val="00F51DD6"/>
    <w:rsid w:val="00F54B20"/>
    <w:rsid w:val="00F55064"/>
    <w:rsid w:val="00F552D5"/>
    <w:rsid w:val="00F6319E"/>
    <w:rsid w:val="00F650C1"/>
    <w:rsid w:val="00F65160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4ED6"/>
    <w:rsid w:val="00F8580A"/>
    <w:rsid w:val="00F87BB7"/>
    <w:rsid w:val="00F90E6B"/>
    <w:rsid w:val="00F93628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5DC7"/>
    <w:rsid w:val="00FB668D"/>
    <w:rsid w:val="00FB6AF0"/>
    <w:rsid w:val="00FB7544"/>
    <w:rsid w:val="00FC4D39"/>
    <w:rsid w:val="00FC69C3"/>
    <w:rsid w:val="00FD1A33"/>
    <w:rsid w:val="00FD3A94"/>
    <w:rsid w:val="00FD54B7"/>
    <w:rsid w:val="00FD5648"/>
    <w:rsid w:val="00FD66B4"/>
    <w:rsid w:val="00FD687E"/>
    <w:rsid w:val="00FD7FE7"/>
    <w:rsid w:val="00FE34C6"/>
    <w:rsid w:val="00FE7B31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F993D"/>
  <w14:discardImageEditingData/>
  <w14:defaultImageDpi w14:val="150"/>
  <w15:docId w15:val="{D7C9ED63-3A8F-462C-8813-B78A742F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F0323"/>
    <w:pPr>
      <w:keepNext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paragraph" w:styleId="aa">
    <w:name w:val="Title"/>
    <w:basedOn w:val="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rsid w:val="006F0323"/>
    <w:rPr>
      <w:sz w:val="16"/>
      <w:szCs w:val="20"/>
    </w:rPr>
  </w:style>
  <w:style w:type="paragraph" w:styleId="20">
    <w:name w:val="Body Text 2"/>
    <w:basedOn w:val="a"/>
    <w:rsid w:val="006F0323"/>
    <w:pPr>
      <w:jc w:val="center"/>
    </w:pPr>
    <w:rPr>
      <w:b/>
      <w:sz w:val="18"/>
      <w:szCs w:val="20"/>
    </w:rPr>
  </w:style>
  <w:style w:type="character" w:styleId="ac">
    <w:name w:val="page number"/>
    <w:basedOn w:val="a0"/>
    <w:rsid w:val="006F0323"/>
  </w:style>
  <w:style w:type="paragraph" w:styleId="31">
    <w:name w:val="Body Text 3"/>
    <w:basedOn w:val="a"/>
    <w:rsid w:val="006F0323"/>
    <w:pPr>
      <w:spacing w:after="120"/>
    </w:pPr>
    <w:rPr>
      <w:sz w:val="16"/>
      <w:szCs w:val="16"/>
    </w:rPr>
  </w:style>
  <w:style w:type="paragraph" w:styleId="ad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e">
    <w:name w:val="annotation reference"/>
    <w:semiHidden/>
    <w:rsid w:val="00C82253"/>
    <w:rPr>
      <w:sz w:val="16"/>
      <w:szCs w:val="16"/>
    </w:rPr>
  </w:style>
  <w:style w:type="paragraph" w:styleId="af">
    <w:name w:val="annotation text"/>
    <w:basedOn w:val="a"/>
    <w:semiHidden/>
    <w:rsid w:val="00C82253"/>
    <w:rPr>
      <w:sz w:val="20"/>
      <w:szCs w:val="20"/>
    </w:rPr>
  </w:style>
  <w:style w:type="character" w:customStyle="1" w:styleId="32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0">
    <w:name w:val="Знак Знак7"/>
    <w:rsid w:val="001F0441"/>
    <w:rPr>
      <w:rFonts w:ascii="Courier New" w:hAnsi="Courier New"/>
    </w:rPr>
  </w:style>
  <w:style w:type="character" w:customStyle="1" w:styleId="40">
    <w:name w:val="Знак Знак4"/>
    <w:rsid w:val="00276EA6"/>
    <w:rPr>
      <w:b/>
      <w:lang w:val="ru-RU" w:eastAsia="ru-RU" w:bidi="ar-SA"/>
    </w:rPr>
  </w:style>
  <w:style w:type="paragraph" w:styleId="af0">
    <w:name w:val="Balloon Text"/>
    <w:basedOn w:val="a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3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paragraph" w:customStyle="1" w:styleId="ConsPlusNormal">
    <w:name w:val="ConsPlusNormal"/>
    <w:rsid w:val="001D33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newncpi0">
    <w:name w:val="newncpi0"/>
    <w:basedOn w:val="a"/>
    <w:rsid w:val="00A64CE7"/>
    <w:pPr>
      <w:spacing w:before="160" w:after="160"/>
      <w:jc w:val="both"/>
    </w:pPr>
  </w:style>
  <w:style w:type="paragraph" w:customStyle="1" w:styleId="table10">
    <w:name w:val="table10"/>
    <w:basedOn w:val="a"/>
    <w:rsid w:val="00A64CE7"/>
    <w:rPr>
      <w:sz w:val="20"/>
      <w:szCs w:val="20"/>
    </w:rPr>
  </w:style>
  <w:style w:type="paragraph" w:customStyle="1" w:styleId="undline">
    <w:name w:val="undline"/>
    <w:basedOn w:val="a"/>
    <w:rsid w:val="00A64CE7"/>
    <w:pPr>
      <w:spacing w:before="160" w:after="160"/>
      <w:jc w:val="both"/>
    </w:pPr>
    <w:rPr>
      <w:sz w:val="20"/>
      <w:szCs w:val="20"/>
    </w:rPr>
  </w:style>
  <w:style w:type="paragraph" w:styleId="af1">
    <w:name w:val="Normal (Web)"/>
    <w:basedOn w:val="a"/>
    <w:uiPriority w:val="99"/>
    <w:unhideWhenUsed/>
    <w:rsid w:val="00D42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_2015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бланк_20150sx.dot</Template>
  <TotalTime>467</TotalTime>
  <Pages>14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Admin</dc:creator>
  <cp:keywords/>
  <cp:lastModifiedBy>Пользователь</cp:lastModifiedBy>
  <cp:revision>149</cp:revision>
  <cp:lastPrinted>2018-04-20T05:58:00Z</cp:lastPrinted>
  <dcterms:created xsi:type="dcterms:W3CDTF">2018-04-18T13:33:00Z</dcterms:created>
  <dcterms:modified xsi:type="dcterms:W3CDTF">2025-04-04T10:00:00Z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795144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S10.3.1</vt:lpwstr>
  </property>
</Properties>
</file>