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80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782C99" w:rsidRPr="00782C99" w14:paraId="094AC2F3" w14:textId="77777777" w:rsidTr="00794D7B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AF55E7A" w14:textId="77777777" w:rsidR="00782C99" w:rsidRPr="00782C99" w:rsidRDefault="00782C99" w:rsidP="00782C99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23629BE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2EC1313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5A48A76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607A15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38275B" w14:textId="77777777" w:rsidR="00782C99" w:rsidRPr="00782C99" w:rsidRDefault="00782C99" w:rsidP="00782C99">
            <w:pPr>
              <w:jc w:val="right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Приложение 1</w:t>
            </w:r>
          </w:p>
        </w:tc>
      </w:tr>
      <w:tr w:rsidR="00782C99" w:rsidRPr="00782C99" w14:paraId="076BC2F3" w14:textId="77777777" w:rsidTr="00794D7B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25A58B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34C80FE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8FD4C4B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8649FAF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74EBD29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BBBDC3" w14:textId="77777777" w:rsidR="00782C99" w:rsidRPr="00782C99" w:rsidRDefault="00782C99" w:rsidP="00782C99">
            <w:pPr>
              <w:jc w:val="right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 xml:space="preserve">к постановлению Министерства финансов </w:t>
            </w:r>
            <w:r w:rsidRPr="00782C99"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782C99" w:rsidRPr="00782C99" w14:paraId="5AA1CA38" w14:textId="77777777" w:rsidTr="00794D7B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C22A756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87A7DE2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E3C39AB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77D248C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EFD705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188B39" w14:textId="77777777" w:rsidR="00782C99" w:rsidRPr="00782C99" w:rsidRDefault="00782C99" w:rsidP="00782C99">
            <w:pPr>
              <w:jc w:val="right"/>
              <w:rPr>
                <w:sz w:val="16"/>
                <w:szCs w:val="16"/>
                <w:lang w:val="en-US"/>
              </w:rPr>
            </w:pPr>
            <w:r w:rsidRPr="00782C99">
              <w:rPr>
                <w:sz w:val="16"/>
                <w:szCs w:val="16"/>
              </w:rPr>
              <w:t xml:space="preserve">    </w:t>
            </w:r>
            <w:r w:rsidRPr="00782C99">
              <w:rPr>
                <w:sz w:val="16"/>
                <w:szCs w:val="16"/>
                <w:lang w:val="en-US"/>
              </w:rPr>
              <w:t>12</w:t>
            </w:r>
            <w:r w:rsidRPr="00782C99">
              <w:rPr>
                <w:sz w:val="16"/>
                <w:szCs w:val="16"/>
              </w:rPr>
              <w:t>.</w:t>
            </w:r>
            <w:r w:rsidRPr="00782C99">
              <w:rPr>
                <w:sz w:val="16"/>
                <w:szCs w:val="16"/>
                <w:lang w:val="en-US"/>
              </w:rPr>
              <w:t>12</w:t>
            </w:r>
            <w:r w:rsidRPr="00782C99">
              <w:rPr>
                <w:sz w:val="16"/>
                <w:szCs w:val="16"/>
              </w:rPr>
              <w:t>.20</w:t>
            </w:r>
            <w:r w:rsidRPr="00782C99">
              <w:rPr>
                <w:sz w:val="16"/>
                <w:szCs w:val="16"/>
                <w:lang w:val="en-US"/>
              </w:rPr>
              <w:t>16</w:t>
            </w:r>
            <w:r w:rsidRPr="00782C99">
              <w:rPr>
                <w:sz w:val="16"/>
                <w:szCs w:val="16"/>
              </w:rPr>
              <w:t xml:space="preserve"> № 1</w:t>
            </w:r>
            <w:r w:rsidRPr="00782C99">
              <w:rPr>
                <w:sz w:val="16"/>
                <w:szCs w:val="16"/>
                <w:lang w:val="en-US"/>
              </w:rPr>
              <w:t>04</w:t>
            </w:r>
          </w:p>
        </w:tc>
      </w:tr>
      <w:tr w:rsidR="00782C99" w:rsidRPr="00782C99" w14:paraId="6C6AC2C0" w14:textId="77777777" w:rsidTr="00794D7B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BD7AF3F" w14:textId="77777777" w:rsidR="00782C99" w:rsidRPr="00782C99" w:rsidRDefault="00782C99" w:rsidP="00782C99">
            <w:pPr>
              <w:jc w:val="center"/>
              <w:rPr>
                <w:b/>
                <w:bCs/>
                <w:sz w:val="22"/>
                <w:szCs w:val="22"/>
              </w:rPr>
            </w:pPr>
            <w:r w:rsidRPr="00782C99"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782C99" w:rsidRPr="00782C99" w14:paraId="781F468A" w14:textId="77777777" w:rsidTr="00794D7B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6BE28CC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300D6C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67FD6FA" w14:textId="77777777" w:rsidR="00782C99" w:rsidRPr="00782C99" w:rsidRDefault="00782C99" w:rsidP="00782C99">
            <w:pPr>
              <w:ind w:firstLineChars="300" w:firstLine="542"/>
              <w:rPr>
                <w:b/>
                <w:sz w:val="18"/>
                <w:szCs w:val="18"/>
              </w:rPr>
            </w:pPr>
            <w:r w:rsidRPr="00782C99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167207E" w14:textId="049A412C" w:rsidR="00782C99" w:rsidRPr="00782C99" w:rsidRDefault="00302136" w:rsidP="000F3130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  <w:r w:rsidR="00782C99" w:rsidRPr="00782C99">
              <w:rPr>
                <w:b/>
                <w:sz w:val="18"/>
                <w:szCs w:val="18"/>
                <w:lang w:val="en-US"/>
              </w:rPr>
              <w:t xml:space="preserve"> </w:t>
            </w:r>
            <w:r w:rsidR="000F3130">
              <w:rPr>
                <w:b/>
                <w:sz w:val="18"/>
                <w:szCs w:val="18"/>
              </w:rPr>
              <w:t>декабря</w:t>
            </w:r>
            <w:r w:rsidR="00782C99" w:rsidRPr="00782C99">
              <w:rPr>
                <w:b/>
                <w:sz w:val="18"/>
                <w:szCs w:val="18"/>
              </w:rPr>
              <w:t xml:space="preserve"> 20</w:t>
            </w:r>
            <w:r>
              <w:rPr>
                <w:b/>
                <w:sz w:val="18"/>
                <w:szCs w:val="18"/>
              </w:rPr>
              <w:t>20</w:t>
            </w:r>
            <w:r w:rsidR="00782C99" w:rsidRPr="00782C99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C565C49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</w:tr>
      <w:tr w:rsidR="00782C99" w:rsidRPr="00782C99" w14:paraId="615D4920" w14:textId="77777777" w:rsidTr="00794D7B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E21D28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857FA5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7E96EF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E713F4B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995EC72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79CC734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92DE0D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</w:tr>
      <w:tr w:rsidR="00D54DB9" w:rsidRPr="00782C99" w14:paraId="4B57B848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2CB3780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591D1266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ОАО "Новые Стайки"</w:t>
            </w:r>
          </w:p>
        </w:tc>
      </w:tr>
      <w:tr w:rsidR="00D54DB9" w:rsidRPr="00782C99" w14:paraId="000522F9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F458B34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9FA3D0F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200100251</w:t>
            </w:r>
          </w:p>
        </w:tc>
      </w:tr>
      <w:tr w:rsidR="00D54DB9" w:rsidRPr="00782C99" w14:paraId="2A747027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01B589C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42354AF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Смешанное сельское хозяйство</w:t>
            </w:r>
          </w:p>
        </w:tc>
      </w:tr>
      <w:tr w:rsidR="00D54DB9" w:rsidRPr="00782C99" w14:paraId="44E8D66C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FFF52F2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11DF265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ОАО</w:t>
            </w:r>
          </w:p>
        </w:tc>
      </w:tr>
      <w:tr w:rsidR="00D54DB9" w:rsidRPr="00782C99" w14:paraId="3FD4A0A9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376BCE2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D390729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Общее собрание акционеров, наблюдательный совет</w:t>
            </w:r>
          </w:p>
        </w:tc>
      </w:tr>
      <w:tr w:rsidR="00D54DB9" w:rsidRPr="00782C99" w14:paraId="56611435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B245B78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CD5EFE6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тыс.руб.</w:t>
            </w:r>
          </w:p>
        </w:tc>
      </w:tr>
      <w:tr w:rsidR="00D54DB9" w:rsidRPr="00782C99" w14:paraId="5D5D2DC6" w14:textId="77777777" w:rsidTr="00794D7B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551244C" w14:textId="77777777" w:rsidR="00D54DB9" w:rsidRPr="00782C99" w:rsidRDefault="00D54DB9" w:rsidP="00D54DB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4EA58CA" w14:textId="77777777" w:rsidR="00D54DB9" w:rsidRPr="00D54DB9" w:rsidRDefault="00D54DB9" w:rsidP="00D54DB9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Брестская обл., Ивацевичский район, д. Стайки, ул. Школьная, 5</w:t>
            </w:r>
          </w:p>
        </w:tc>
      </w:tr>
      <w:tr w:rsidR="00782C99" w:rsidRPr="00782C99" w14:paraId="3EF84E24" w14:textId="77777777" w:rsidTr="00794D7B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AB1F073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625EB7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3D884C0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4696D5F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5DB7D" w14:textId="77777777" w:rsidR="00782C99" w:rsidRPr="00782C99" w:rsidRDefault="00782C99" w:rsidP="00782C99">
            <w:pPr>
              <w:ind w:firstLineChars="200" w:firstLine="36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11F533" w14:textId="77777777" w:rsidR="00782C99" w:rsidRPr="00782C99" w:rsidRDefault="00782C99" w:rsidP="00782C99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</w:tr>
      <w:tr w:rsidR="00782C99" w:rsidRPr="00782C99" w14:paraId="4D68B782" w14:textId="77777777" w:rsidTr="00794D7B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6DA7FC9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653184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0295339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C6A6302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5317F" w14:textId="77777777" w:rsidR="00782C99" w:rsidRPr="00782C99" w:rsidRDefault="00782C99" w:rsidP="00782C99">
            <w:pPr>
              <w:ind w:firstLineChars="200" w:firstLine="36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28B305" w14:textId="77777777" w:rsidR="00782C99" w:rsidRPr="00782C99" w:rsidRDefault="00782C99" w:rsidP="00782C99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</w:tr>
      <w:tr w:rsidR="00782C99" w:rsidRPr="00782C99" w14:paraId="26C918AE" w14:textId="77777777" w:rsidTr="00794D7B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54D742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D2E16E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F1F2CB9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A03A765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9C6FF" w14:textId="77777777" w:rsidR="00782C99" w:rsidRPr="00782C99" w:rsidRDefault="00782C99" w:rsidP="00782C99">
            <w:pPr>
              <w:ind w:firstLineChars="200" w:firstLine="36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9427D6" w14:textId="77777777" w:rsidR="00782C99" w:rsidRPr="00782C99" w:rsidRDefault="00782C99" w:rsidP="00782C99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</w:tr>
      <w:tr w:rsidR="00782C99" w:rsidRPr="00782C99" w14:paraId="0E3F0E96" w14:textId="77777777" w:rsidTr="00794D7B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BC4A02F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141DDCE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6E6DA31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014D3FAE" w14:textId="77777777" w:rsidR="00782C99" w:rsidRPr="00782C99" w:rsidRDefault="00782C99" w:rsidP="00782C99">
            <w:pPr>
              <w:ind w:firstLineChars="200" w:firstLine="320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B909A54" w14:textId="77777777" w:rsidR="00782C99" w:rsidRPr="00782C99" w:rsidRDefault="00782C99" w:rsidP="00782C99">
            <w:pPr>
              <w:jc w:val="center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57D511F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39DF7F9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</w:tr>
      <w:tr w:rsidR="00782C99" w:rsidRPr="00782C99" w14:paraId="44FDBC8D" w14:textId="77777777" w:rsidTr="00794D7B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1F3F2D" w14:textId="77777777" w:rsidR="00782C99" w:rsidRPr="00782C99" w:rsidRDefault="00782C99" w:rsidP="00782C99">
            <w:pPr>
              <w:jc w:val="center"/>
              <w:rPr>
                <w:b/>
                <w:bCs/>
                <w:sz w:val="18"/>
                <w:szCs w:val="18"/>
              </w:rPr>
            </w:pPr>
            <w:r w:rsidRPr="00782C99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75B0A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C8997" w14:textId="1A848DCB" w:rsidR="00782C99" w:rsidRPr="00782C99" w:rsidRDefault="00782C99" w:rsidP="00344836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82C99">
              <w:rPr>
                <w:b/>
                <w:sz w:val="16"/>
                <w:szCs w:val="16"/>
              </w:rPr>
              <w:t>На 31 декабря 20</w:t>
            </w:r>
            <w:r w:rsidR="00302136">
              <w:rPr>
                <w:b/>
                <w:sz w:val="16"/>
                <w:szCs w:val="16"/>
              </w:rPr>
              <w:t>20</w:t>
            </w:r>
            <w:r w:rsidRPr="00782C99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A374277" w14:textId="462E3EB5" w:rsidR="00782C99" w:rsidRPr="00782C99" w:rsidRDefault="00782C99" w:rsidP="00344836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82C99">
              <w:rPr>
                <w:b/>
                <w:sz w:val="16"/>
                <w:szCs w:val="16"/>
              </w:rPr>
              <w:t>На 31 декабря 201</w:t>
            </w:r>
            <w:r w:rsidR="00302136">
              <w:rPr>
                <w:b/>
                <w:sz w:val="16"/>
                <w:szCs w:val="16"/>
              </w:rPr>
              <w:t>9</w:t>
            </w:r>
            <w:r w:rsidRPr="00782C99">
              <w:rPr>
                <w:b/>
                <w:sz w:val="16"/>
                <w:szCs w:val="16"/>
              </w:rPr>
              <w:t xml:space="preserve"> года</w:t>
            </w:r>
          </w:p>
        </w:tc>
      </w:tr>
      <w:tr w:rsidR="00782C99" w:rsidRPr="00782C99" w14:paraId="0872A659" w14:textId="77777777" w:rsidTr="00794D7B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5374796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C22194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8F0DAB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190C5056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0F3130" w:rsidRPr="00782C99" w14:paraId="0102FEB1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64532A" w14:textId="77777777" w:rsidR="000F3130" w:rsidRPr="00782C99" w:rsidRDefault="000F3130" w:rsidP="000F3130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D739E3" w14:textId="77777777" w:rsidR="000F3130" w:rsidRPr="00782C99" w:rsidRDefault="000F3130" w:rsidP="000F3130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D4AC2F" w14:textId="77777777" w:rsidR="000F3130" w:rsidRDefault="000F3130" w:rsidP="000F3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DE3E25" w14:textId="77777777" w:rsidR="000F3130" w:rsidRDefault="000F3130" w:rsidP="000F3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47DBB954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AF1797B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CE51D4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2617D8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0" w:name="f1r110"/>
            <w:bookmarkEnd w:id="0"/>
            <w:r>
              <w:rPr>
                <w:sz w:val="20"/>
                <w:szCs w:val="20"/>
              </w:rPr>
              <w:t xml:space="preserve"> 7 965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6D8D8A" w14:textId="011AEE96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7 965 </w:t>
            </w:r>
          </w:p>
        </w:tc>
      </w:tr>
      <w:tr w:rsidR="00302136" w:rsidRPr="00782C99" w14:paraId="4F03CF11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361AF52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8FB487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0D93C8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1" w:name="f1r120"/>
            <w:bookmarkEnd w:id="1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EB3959" w14:textId="028AA6DF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62545556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02BA0CE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C4F2AE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9EA9A6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2" w:name="f1r130"/>
            <w:bookmarkEnd w:id="2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DEEDC3" w14:textId="0B132742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585A5471" w14:textId="77777777" w:rsidTr="00794D7B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85ABC0D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ED2992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60A0A1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FF0B1E" w14:textId="3A9A78EF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2F507B18" w14:textId="77777777" w:rsidTr="00794D7B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C664506" w14:textId="77777777" w:rsidR="00302136" w:rsidRPr="00782C99" w:rsidRDefault="00302136" w:rsidP="00302136">
            <w:pPr>
              <w:ind w:firstLineChars="200" w:firstLine="4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72C615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25D15F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3" w:name="f1r131"/>
            <w:bookmarkEnd w:id="3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DDF6C4" w14:textId="4C3DB66D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515E623C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D8F22E8" w14:textId="77777777" w:rsidR="00302136" w:rsidRPr="00782C99" w:rsidRDefault="00302136" w:rsidP="00302136">
            <w:pPr>
              <w:ind w:firstLineChars="200" w:firstLine="4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3AFA4B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A0EB2E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4" w:name="f1r132"/>
            <w:bookmarkEnd w:id="4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6B3F0A" w14:textId="028BB072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49355D3D" w14:textId="77777777" w:rsidTr="00794D7B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CEB7E86" w14:textId="77777777" w:rsidR="00302136" w:rsidRPr="00782C99" w:rsidRDefault="00302136" w:rsidP="00302136">
            <w:pPr>
              <w:ind w:firstLineChars="200" w:firstLine="4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61B5A4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82420C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5" w:name="f1r133"/>
            <w:bookmarkEnd w:id="5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2CAEA9" w14:textId="5136D589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677BFB09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F46D0D1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C5ABBA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59FB8E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6" w:name="f1r140"/>
            <w:bookmarkEnd w:id="6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142929" w14:textId="178AEEBB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2D90D0B2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A5A6CE7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108B39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B9D11E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7" w:name="f1r150"/>
            <w:bookmarkEnd w:id="7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982358" w14:textId="2664A715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70F8B82C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7A2FB88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985318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B88C86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8" w:name="f1r160"/>
            <w:bookmarkEnd w:id="8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F3AB1F" w14:textId="5ADE8900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0C4345D5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0BE7031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E2B32E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00F26F" w14:textId="5BAC641D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9" w:name="f1r170"/>
            <w:bookmarkEnd w:id="9"/>
            <w:r>
              <w:rPr>
                <w:sz w:val="20"/>
                <w:szCs w:val="20"/>
              </w:rPr>
              <w:t xml:space="preserve"> 153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615695" w14:textId="3408D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155 </w:t>
            </w:r>
          </w:p>
        </w:tc>
      </w:tr>
      <w:tr w:rsidR="00302136" w:rsidRPr="00782C99" w14:paraId="224E0239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BDABC99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81E03E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84A03C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10" w:name="f1r180"/>
            <w:bookmarkEnd w:id="10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040559" w14:textId="4CAA33EB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55EF036E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5B804D9" w14:textId="77777777" w:rsidR="00302136" w:rsidRPr="00782C99" w:rsidRDefault="00302136" w:rsidP="0030213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9EBEE4" w14:textId="77777777" w:rsidR="00302136" w:rsidRPr="00782C99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E044D" w14:textId="107D03FF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1" w:name="f1r190"/>
            <w:bookmarkEnd w:id="11"/>
            <w:r>
              <w:rPr>
                <w:b/>
                <w:bCs/>
                <w:sz w:val="20"/>
                <w:szCs w:val="20"/>
              </w:rPr>
              <w:t xml:space="preserve"> 8 118 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7BEC9" w14:textId="06820876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8 120 </w:t>
            </w:r>
          </w:p>
        </w:tc>
      </w:tr>
      <w:tr w:rsidR="00302136" w:rsidRPr="00782C99" w14:paraId="44B047D7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D6367B4" w14:textId="77777777" w:rsidR="00302136" w:rsidRPr="00782C99" w:rsidRDefault="00302136" w:rsidP="0030213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8E4EEF" w14:textId="77777777" w:rsidR="00302136" w:rsidRPr="00782C99" w:rsidRDefault="00302136" w:rsidP="0030213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773244" w14:textId="77777777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D035E3" w14:textId="0DC68B97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02136" w:rsidRPr="00782C99" w14:paraId="60859C99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9C0DF0B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397DF7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A245D2" w14:textId="34247A95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12" w:name="f1r210"/>
            <w:bookmarkEnd w:id="12"/>
            <w:r>
              <w:rPr>
                <w:sz w:val="20"/>
                <w:szCs w:val="20"/>
              </w:rPr>
              <w:t xml:space="preserve"> 6015 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5D6200" w14:textId="4FF4B508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5 988 </w:t>
            </w:r>
          </w:p>
        </w:tc>
      </w:tr>
      <w:tr w:rsidR="00302136" w:rsidRPr="00782C99" w14:paraId="6EC457B4" w14:textId="77777777" w:rsidTr="00794D7B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0D58A81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2F2014" w14:textId="77777777" w:rsidR="00302136" w:rsidRPr="00782C99" w:rsidRDefault="00302136" w:rsidP="00302136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EE4EFE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5966AA" w14:textId="04050513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6FF9364B" w14:textId="77777777" w:rsidTr="00794D7B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D658D52" w14:textId="77777777" w:rsidR="00302136" w:rsidRPr="00782C99" w:rsidRDefault="00302136" w:rsidP="0030213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EB8996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0A10A3" w14:textId="4B055159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13" w:name="f1r211"/>
            <w:bookmarkEnd w:id="13"/>
            <w:r>
              <w:rPr>
                <w:sz w:val="20"/>
                <w:szCs w:val="20"/>
              </w:rPr>
              <w:t xml:space="preserve"> 2 425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2D328D" w14:textId="57B21252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2 163 </w:t>
            </w:r>
          </w:p>
        </w:tc>
      </w:tr>
      <w:tr w:rsidR="00302136" w:rsidRPr="00782C99" w14:paraId="4AFB2160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6A4CABD" w14:textId="77777777" w:rsidR="00302136" w:rsidRPr="00782C99" w:rsidRDefault="00302136" w:rsidP="0030213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02994A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BF838C" w14:textId="329EBB1D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14" w:name="f1r212"/>
            <w:bookmarkEnd w:id="14"/>
            <w:r>
              <w:rPr>
                <w:sz w:val="20"/>
                <w:szCs w:val="20"/>
              </w:rPr>
              <w:t xml:space="preserve"> 2 885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267FA1" w14:textId="70C07211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2 330 </w:t>
            </w:r>
          </w:p>
        </w:tc>
      </w:tr>
      <w:tr w:rsidR="00302136" w:rsidRPr="00782C99" w14:paraId="3A09E8B8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F3C2A35" w14:textId="77777777" w:rsidR="00302136" w:rsidRPr="00782C99" w:rsidRDefault="00302136" w:rsidP="0030213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2BEDEC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535931" w14:textId="7BC35FA6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15" w:name="f1r213"/>
            <w:bookmarkEnd w:id="15"/>
            <w:r>
              <w:rPr>
                <w:sz w:val="20"/>
                <w:szCs w:val="20"/>
              </w:rPr>
              <w:t xml:space="preserve"> 696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917A33" w14:textId="68A72F27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1 488 </w:t>
            </w:r>
          </w:p>
        </w:tc>
      </w:tr>
      <w:tr w:rsidR="00302136" w:rsidRPr="00782C99" w14:paraId="3530B491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931ADCB" w14:textId="77777777" w:rsidR="00302136" w:rsidRPr="00782C99" w:rsidRDefault="00302136" w:rsidP="0030213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E4FB24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838F55" w14:textId="5E724903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16" w:name="f1r214"/>
            <w:bookmarkEnd w:id="16"/>
            <w:r>
              <w:rPr>
                <w:sz w:val="20"/>
                <w:szCs w:val="20"/>
              </w:rPr>
              <w:t xml:space="preserve"> 9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1EA870" w14:textId="67030CCB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 </w:t>
            </w:r>
          </w:p>
        </w:tc>
      </w:tr>
      <w:tr w:rsidR="00302136" w:rsidRPr="00782C99" w14:paraId="6CEDFD72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88BFD63" w14:textId="77777777" w:rsidR="00302136" w:rsidRPr="00782C99" w:rsidRDefault="00302136" w:rsidP="0030213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848939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910369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17" w:name="f1r215"/>
            <w:bookmarkEnd w:id="17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3C935B" w14:textId="7F30DCEE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1D587BB4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120FF98" w14:textId="77777777" w:rsidR="00302136" w:rsidRPr="00782C99" w:rsidRDefault="00302136" w:rsidP="0030213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FA2363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2C7D82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18" w:name="f1r216"/>
            <w:bookmarkEnd w:id="18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D7C2CA" w14:textId="4A48B8F3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49487161" w14:textId="77777777" w:rsidTr="00794D7B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68E6455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ABF6B4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2451D4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19" w:name="f1r220"/>
            <w:bookmarkEnd w:id="19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63DE00" w14:textId="196980C5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3A8E7247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B327CBD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E84B15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95382D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20" w:name="f1r230"/>
            <w:bookmarkEnd w:id="20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98DE22" w14:textId="149293C9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135097B6" w14:textId="77777777" w:rsidTr="00794D7B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5C2E2EA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87EBAC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68F5F6" w14:textId="6E478A35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21" w:name="f1r240"/>
            <w:bookmarkEnd w:id="21"/>
            <w:r>
              <w:rPr>
                <w:sz w:val="20"/>
                <w:szCs w:val="20"/>
              </w:rPr>
              <w:t xml:space="preserve"> 14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B094FD" w14:textId="5EE11588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37 </w:t>
            </w:r>
          </w:p>
        </w:tc>
      </w:tr>
      <w:tr w:rsidR="00302136" w:rsidRPr="00782C99" w14:paraId="24304CD4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5D8E6E1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1DFD56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8C9D8A" w14:textId="16307FD3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22" w:name="f1r250"/>
            <w:bookmarkEnd w:id="22"/>
            <w:r>
              <w:rPr>
                <w:sz w:val="20"/>
                <w:szCs w:val="20"/>
              </w:rPr>
              <w:t xml:space="preserve"> 170 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84940C" w14:textId="3E72488A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313 </w:t>
            </w:r>
          </w:p>
        </w:tc>
      </w:tr>
      <w:tr w:rsidR="00302136" w:rsidRPr="00782C99" w14:paraId="1F85B0CA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C002AE4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7A70C6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455730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23" w:name="f1r260"/>
            <w:bookmarkEnd w:id="23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2E9E90" w14:textId="0BE2DC73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7104A544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6DBEAE1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CEAE1B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F9F8A9" w14:textId="0B3F2CDE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24" w:name="f1r270"/>
            <w:bookmarkEnd w:id="24"/>
            <w:r>
              <w:rPr>
                <w:sz w:val="20"/>
                <w:szCs w:val="20"/>
              </w:rPr>
              <w:t xml:space="preserve"> 9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C51D5F" w14:textId="59EFF5D2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 </w:t>
            </w:r>
          </w:p>
        </w:tc>
      </w:tr>
      <w:tr w:rsidR="00302136" w:rsidRPr="00782C99" w14:paraId="67B08922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A452726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FBC9FA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80483F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25" w:name="f1r280"/>
            <w:bookmarkEnd w:id="25"/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607D37" w14:textId="21B946F8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3F707209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A89DB9A" w14:textId="77777777" w:rsidR="00302136" w:rsidRPr="00782C99" w:rsidRDefault="00302136" w:rsidP="0030213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BAA5A0" w14:textId="77777777" w:rsidR="00302136" w:rsidRPr="00782C99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09636" w14:textId="5B8EB757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6" w:name="f1r290"/>
            <w:bookmarkEnd w:id="26"/>
            <w:r>
              <w:rPr>
                <w:b/>
                <w:bCs/>
                <w:sz w:val="20"/>
                <w:szCs w:val="20"/>
              </w:rPr>
              <w:t xml:space="preserve"> 6 208 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F5A1A" w14:textId="62281B35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6 342 </w:t>
            </w:r>
          </w:p>
        </w:tc>
      </w:tr>
      <w:tr w:rsidR="00302136" w:rsidRPr="00782C99" w14:paraId="08430EA8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D38DE6" w14:textId="77777777" w:rsidR="00302136" w:rsidRPr="00782C99" w:rsidRDefault="00302136" w:rsidP="0030213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F78718" w14:textId="77777777" w:rsidR="00302136" w:rsidRPr="00782C99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69C0D" w14:textId="4BD1967F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f1r300"/>
            <w:bookmarkEnd w:id="27"/>
            <w:r>
              <w:rPr>
                <w:b/>
                <w:bCs/>
                <w:sz w:val="20"/>
                <w:szCs w:val="20"/>
              </w:rPr>
              <w:t xml:space="preserve"> 14 326 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D93FD" w14:textId="5BE148BB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14 462 </w:t>
            </w:r>
          </w:p>
        </w:tc>
      </w:tr>
      <w:tr w:rsidR="00344836" w:rsidRPr="00782C99" w14:paraId="17A386D8" w14:textId="77777777" w:rsidTr="00794D7B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F95E9EC" w14:textId="77777777" w:rsidR="00344836" w:rsidRPr="00782C99" w:rsidRDefault="00344836" w:rsidP="003448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3BC0A1" w14:textId="77777777" w:rsidR="00344836" w:rsidRPr="00782C99" w:rsidRDefault="00344836" w:rsidP="0034483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99550" w14:textId="77777777" w:rsidR="00344836" w:rsidRPr="00782C99" w:rsidRDefault="00344836" w:rsidP="0034483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1FA13" w14:textId="77777777" w:rsidR="00344836" w:rsidRPr="00782C99" w:rsidRDefault="00344836" w:rsidP="0034483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778BB12" w14:textId="77777777" w:rsidR="00782C99" w:rsidRPr="00782C99" w:rsidRDefault="00782C99" w:rsidP="00782C99">
      <w:pPr>
        <w:rPr>
          <w:sz w:val="14"/>
          <w:szCs w:val="14"/>
        </w:rPr>
      </w:pPr>
      <w:r w:rsidRPr="00782C99">
        <w:br w:type="page"/>
      </w:r>
    </w:p>
    <w:tbl>
      <w:tblPr>
        <w:tblW w:w="10447" w:type="dxa"/>
        <w:tblInd w:w="34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782C99" w:rsidRPr="00782C99" w14:paraId="1D331D39" w14:textId="77777777" w:rsidTr="00794D7B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ADA0FD" w14:textId="77777777" w:rsidR="00782C99" w:rsidRPr="00782C99" w:rsidRDefault="00782C99" w:rsidP="00782C99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lastRenderedPageBreak/>
              <w:br w:type="page"/>
            </w:r>
            <w:r w:rsidRPr="00782C99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60910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68E18" w14:textId="16B76AEA" w:rsidR="00782C99" w:rsidRPr="00782C99" w:rsidRDefault="00782C99" w:rsidP="00F650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82C99">
              <w:rPr>
                <w:b/>
                <w:sz w:val="16"/>
                <w:szCs w:val="16"/>
              </w:rPr>
              <w:t>На 31 декабря 20</w:t>
            </w:r>
            <w:r w:rsidR="00997FA8">
              <w:rPr>
                <w:b/>
                <w:sz w:val="16"/>
                <w:szCs w:val="16"/>
              </w:rPr>
              <w:t>20</w:t>
            </w:r>
            <w:r w:rsidRPr="00782C99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5D5FC0C" w14:textId="6771393E" w:rsidR="00782C99" w:rsidRPr="00782C99" w:rsidRDefault="00782C99" w:rsidP="00F650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82C99">
              <w:rPr>
                <w:b/>
                <w:sz w:val="16"/>
                <w:szCs w:val="16"/>
              </w:rPr>
              <w:t>На 31 декабря 201</w:t>
            </w:r>
            <w:r w:rsidR="00997FA8">
              <w:rPr>
                <w:b/>
                <w:sz w:val="16"/>
                <w:szCs w:val="16"/>
              </w:rPr>
              <w:t>9</w:t>
            </w:r>
            <w:r w:rsidRPr="00782C99">
              <w:rPr>
                <w:b/>
                <w:sz w:val="16"/>
                <w:szCs w:val="16"/>
              </w:rPr>
              <w:t xml:space="preserve"> года</w:t>
            </w:r>
          </w:p>
        </w:tc>
      </w:tr>
      <w:tr w:rsidR="00782C99" w:rsidRPr="00782C99" w14:paraId="606FB46A" w14:textId="77777777" w:rsidTr="00794D7B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CF4C469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1FCC87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F655D3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78474003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0F3130" w:rsidRPr="00782C99" w14:paraId="5FA99FC5" w14:textId="77777777" w:rsidTr="00794D7B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8693421" w14:textId="77777777" w:rsidR="000F3130" w:rsidRPr="00782C99" w:rsidRDefault="000F3130" w:rsidP="000F3130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01A5DD" w14:textId="77777777" w:rsidR="000F3130" w:rsidRPr="00782C99" w:rsidRDefault="000F3130" w:rsidP="000F3130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44DAE3" w14:textId="77777777" w:rsidR="000F3130" w:rsidRDefault="000F3130" w:rsidP="000F31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8E1ADE" w14:textId="77777777" w:rsidR="000F3130" w:rsidRDefault="000F3130" w:rsidP="000F31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02136" w:rsidRPr="00782C99" w14:paraId="16E5D5A5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96342B4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02A9B7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359F68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28" w:name="f1r410"/>
            <w:bookmarkEnd w:id="28"/>
            <w:r>
              <w:rPr>
                <w:sz w:val="20"/>
                <w:szCs w:val="20"/>
              </w:rPr>
              <w:t xml:space="preserve"> 6 399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312F06" w14:textId="49A9451F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6 399 </w:t>
            </w:r>
          </w:p>
        </w:tc>
      </w:tr>
      <w:tr w:rsidR="00302136" w:rsidRPr="00782C99" w14:paraId="6F792282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A41D3F7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6D66FA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1439CB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29" w:name="f1r420"/>
            <w:bookmarkEnd w:id="29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FA0AB3" w14:textId="550C455D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3996E852" w14:textId="77777777" w:rsidTr="00794D7B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52DB8E2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61A800F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AF7DA5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30" w:name="f1r430"/>
            <w:bookmarkEnd w:id="30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3CD47" w14:textId="3E0400E7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279A29A2" w14:textId="77777777" w:rsidTr="00794D7B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D5B6F39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6CAF3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64C62F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31" w:name="f1r440"/>
            <w:bookmarkEnd w:id="31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13E738" w14:textId="29B7FBDC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5CAFEAB2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03C00F8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FE111E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E3A2BC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32" w:name="f1r450"/>
            <w:bookmarkEnd w:id="32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E6E36F" w14:textId="21A69561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5E3B6275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3CB928B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C1BD35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846483" w14:textId="116EE57A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33" w:name="f1r460"/>
            <w:bookmarkEnd w:id="33"/>
            <w:r>
              <w:rPr>
                <w:sz w:val="20"/>
                <w:szCs w:val="20"/>
              </w:rPr>
              <w:t xml:space="preserve"> 2 </w:t>
            </w:r>
            <w:r w:rsidR="00997FA8">
              <w:rPr>
                <w:sz w:val="20"/>
                <w:szCs w:val="20"/>
              </w:rPr>
              <w:t>731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10A94B" w14:textId="11D24661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2 165 </w:t>
            </w:r>
          </w:p>
        </w:tc>
      </w:tr>
      <w:tr w:rsidR="00302136" w:rsidRPr="00782C99" w14:paraId="7DEA5B1B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73D15E5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7DC18A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6B2B0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34" w:name="f1r470"/>
            <w:bookmarkEnd w:id="34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B1BE9D" w14:textId="4AE2B7E7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7BBEFA45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2B6255A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C3C1FD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F5EE03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35" w:name="f1r480"/>
            <w:bookmarkEnd w:id="35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B8C087" w14:textId="3BC77E51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4799BCBF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894133D" w14:textId="77777777" w:rsidR="00302136" w:rsidRPr="00782C99" w:rsidRDefault="00302136" w:rsidP="0030213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B2F3D7" w14:textId="77777777" w:rsidR="00302136" w:rsidRPr="00782C99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12911" w14:textId="6C716A0B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6" w:name="f1r490"/>
            <w:bookmarkEnd w:id="36"/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997FA8">
              <w:rPr>
                <w:b/>
                <w:bCs/>
                <w:sz w:val="20"/>
                <w:szCs w:val="20"/>
              </w:rPr>
              <w:t>9 130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1403B" w14:textId="5F083FEA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8 564 </w:t>
            </w:r>
          </w:p>
        </w:tc>
      </w:tr>
      <w:tr w:rsidR="00302136" w:rsidRPr="00782C99" w14:paraId="379E8565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FEAD6C2" w14:textId="77777777" w:rsidR="00302136" w:rsidRPr="00782C99" w:rsidRDefault="00302136" w:rsidP="0030213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3DB57B" w14:textId="77777777" w:rsidR="00302136" w:rsidRPr="00782C99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6803D5" w14:textId="77777777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67B52E" w14:textId="4D4DCF81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02136" w:rsidRPr="00782C99" w14:paraId="4EC1F951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7704BCE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190F0E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63512B" w14:textId="5ECDDE22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37" w:name="f1r510"/>
            <w:bookmarkEnd w:id="37"/>
            <w:r>
              <w:rPr>
                <w:sz w:val="20"/>
                <w:szCs w:val="20"/>
              </w:rPr>
              <w:t xml:space="preserve"> </w:t>
            </w:r>
            <w:r w:rsidR="00997FA8">
              <w:rPr>
                <w:sz w:val="20"/>
                <w:szCs w:val="20"/>
              </w:rPr>
              <w:t>554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2DCA98" w14:textId="5185C8D6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743 </w:t>
            </w:r>
          </w:p>
        </w:tc>
      </w:tr>
      <w:tr w:rsidR="00302136" w:rsidRPr="00782C99" w14:paraId="63F12C4B" w14:textId="77777777" w:rsidTr="00794D7B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28678F0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DA40DD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F74888" w14:textId="6D3FFF12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38" w:name="f1r520"/>
            <w:bookmarkEnd w:id="38"/>
            <w:r>
              <w:rPr>
                <w:sz w:val="20"/>
                <w:szCs w:val="20"/>
              </w:rPr>
              <w:t xml:space="preserve"> </w:t>
            </w:r>
            <w:r w:rsidR="00997FA8">
              <w:rPr>
                <w:sz w:val="20"/>
                <w:szCs w:val="20"/>
              </w:rPr>
              <w:t>427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A6900D" w14:textId="27ABE2E7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720 </w:t>
            </w:r>
          </w:p>
        </w:tc>
      </w:tr>
      <w:tr w:rsidR="00302136" w:rsidRPr="00782C99" w14:paraId="58F0E00A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63D36E7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7006D8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C37EE3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39" w:name="f1r530"/>
            <w:bookmarkEnd w:id="39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E78BF5" w14:textId="2C2F0735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6A1F81A9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BCFB5A7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788F39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1B6974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40" w:name="f1r540"/>
            <w:bookmarkEnd w:id="40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A9689F" w14:textId="2936AFA2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47D7E062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5BE31CB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892D2E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974841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41" w:name="f1r550"/>
            <w:bookmarkEnd w:id="41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BBB9E9" w14:textId="468C1EB7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4BFE4F04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FC7E70B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F769DC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A50719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42" w:name="f1r560"/>
            <w:bookmarkEnd w:id="42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0E0C66" w14:textId="29FAA677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27196D93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62A1B80" w14:textId="77777777" w:rsidR="00302136" w:rsidRPr="00782C99" w:rsidRDefault="00302136" w:rsidP="0030213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6DEF8A" w14:textId="77777777" w:rsidR="00302136" w:rsidRPr="00782C99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B6CA8" w14:textId="357E936E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3" w:name="f1r590"/>
            <w:bookmarkEnd w:id="43"/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997FA8">
              <w:rPr>
                <w:b/>
                <w:bCs/>
                <w:sz w:val="20"/>
                <w:szCs w:val="20"/>
              </w:rPr>
              <w:t>981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359C" w14:textId="5C5ED1AE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1 463 </w:t>
            </w:r>
          </w:p>
        </w:tc>
      </w:tr>
      <w:tr w:rsidR="00302136" w:rsidRPr="00782C99" w14:paraId="626AA46C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58D7A52" w14:textId="77777777" w:rsidR="00302136" w:rsidRPr="00782C99" w:rsidRDefault="00302136" w:rsidP="0030213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9A4E10" w14:textId="77777777" w:rsidR="00302136" w:rsidRPr="00782C99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B1B773" w14:textId="77777777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D75F29" w14:textId="36BDE3C6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02136" w:rsidRPr="00782C99" w14:paraId="1938D079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032BF3E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DF789A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2285F0" w14:textId="6B43853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44" w:name="f1r610"/>
            <w:bookmarkEnd w:id="44"/>
            <w:r>
              <w:rPr>
                <w:sz w:val="20"/>
                <w:szCs w:val="20"/>
              </w:rPr>
              <w:t xml:space="preserve"> 1 18</w:t>
            </w:r>
            <w:r w:rsidR="00997FA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90170" w14:textId="4F45C30D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1 188 </w:t>
            </w:r>
          </w:p>
        </w:tc>
      </w:tr>
      <w:tr w:rsidR="00302136" w:rsidRPr="00782C99" w14:paraId="6CAD87BD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3A280EF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391588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FBF1E7" w14:textId="4D8892BC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45" w:name="f1r620"/>
            <w:bookmarkEnd w:id="45"/>
            <w:r>
              <w:rPr>
                <w:sz w:val="20"/>
                <w:szCs w:val="20"/>
              </w:rPr>
              <w:t xml:space="preserve"> 1</w:t>
            </w:r>
            <w:r w:rsidR="00997FA8">
              <w:rPr>
                <w:sz w:val="20"/>
                <w:szCs w:val="20"/>
              </w:rPr>
              <w:t>55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7BE92F" w14:textId="5FE90191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221 </w:t>
            </w:r>
          </w:p>
        </w:tc>
      </w:tr>
      <w:tr w:rsidR="00302136" w:rsidRPr="00782C99" w14:paraId="620F368D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83D4B6E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28398D9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D8B8729" w14:textId="33F087BF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46" w:name="f1r630"/>
            <w:bookmarkEnd w:id="46"/>
            <w:r>
              <w:rPr>
                <w:sz w:val="20"/>
                <w:szCs w:val="20"/>
              </w:rPr>
              <w:t xml:space="preserve"> </w:t>
            </w:r>
            <w:r w:rsidR="00997FA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="00997FA8">
              <w:rPr>
                <w:sz w:val="20"/>
                <w:szCs w:val="20"/>
              </w:rPr>
              <w:t>880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CD10EC" w14:textId="2C935867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3 026 </w:t>
            </w:r>
          </w:p>
        </w:tc>
      </w:tr>
      <w:tr w:rsidR="00302136" w:rsidRPr="00782C99" w14:paraId="64044CF3" w14:textId="77777777" w:rsidTr="00794D7B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CACB322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8611F7C" w14:textId="77777777" w:rsidR="00302136" w:rsidRPr="00782C99" w:rsidRDefault="00302136" w:rsidP="00302136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017C8A" w14:textId="32BEB7FB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47" w:name="f1r631"/>
            <w:bookmarkEnd w:id="47"/>
            <w:r>
              <w:rPr>
                <w:sz w:val="20"/>
                <w:szCs w:val="20"/>
              </w:rPr>
              <w:t xml:space="preserve"> 2 15</w:t>
            </w:r>
            <w:r w:rsidR="00997FA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137F39" w14:textId="1218897C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2 157 </w:t>
            </w:r>
          </w:p>
        </w:tc>
      </w:tr>
      <w:tr w:rsidR="00302136" w:rsidRPr="00782C99" w14:paraId="467BCFCD" w14:textId="77777777" w:rsidTr="00794D7B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408FCAB" w14:textId="77777777" w:rsidR="00302136" w:rsidRPr="00782C99" w:rsidRDefault="00302136" w:rsidP="0030213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14:paraId="37D1EAC3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280EFD" w14:textId="77777777" w:rsidR="00302136" w:rsidRPr="00782C99" w:rsidRDefault="00302136" w:rsidP="00302136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D3B2B7" w14:textId="77777777" w:rsidR="00302136" w:rsidRPr="00782C99" w:rsidRDefault="00302136" w:rsidP="00302136">
            <w:pPr>
              <w:rPr>
                <w:b/>
                <w:sz w:val="20"/>
                <w:szCs w:val="20"/>
              </w:rPr>
            </w:pPr>
          </w:p>
        </w:tc>
      </w:tr>
      <w:tr w:rsidR="00302136" w:rsidRPr="00782C99" w14:paraId="0EF43B87" w14:textId="77777777" w:rsidTr="00794D7B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6DFC397" w14:textId="77777777" w:rsidR="00302136" w:rsidRPr="00782C99" w:rsidRDefault="00302136" w:rsidP="0030213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5F42B6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8F0533" w14:textId="783052EC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48" w:name="f1r632"/>
            <w:bookmarkEnd w:id="48"/>
            <w:r>
              <w:rPr>
                <w:sz w:val="20"/>
                <w:szCs w:val="20"/>
              </w:rPr>
              <w:t xml:space="preserve"> </w:t>
            </w:r>
            <w:r w:rsidR="00997FA8">
              <w:rPr>
                <w:sz w:val="20"/>
                <w:szCs w:val="20"/>
              </w:rPr>
              <w:t>327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C76180" w14:textId="26AA3BEB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474 </w:t>
            </w:r>
          </w:p>
        </w:tc>
      </w:tr>
      <w:tr w:rsidR="00302136" w:rsidRPr="00782C99" w14:paraId="443CADAD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A9C5D38" w14:textId="77777777" w:rsidR="00302136" w:rsidRPr="00782C99" w:rsidRDefault="00302136" w:rsidP="0030213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B10981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C683BE" w14:textId="01F36EDA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49" w:name="f1r633"/>
            <w:bookmarkEnd w:id="49"/>
            <w:r>
              <w:rPr>
                <w:sz w:val="20"/>
                <w:szCs w:val="20"/>
              </w:rPr>
              <w:t xml:space="preserve"> </w:t>
            </w:r>
            <w:r w:rsidR="00997FA8">
              <w:rPr>
                <w:sz w:val="20"/>
                <w:szCs w:val="20"/>
              </w:rPr>
              <w:t>55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B8B676" w14:textId="29B906C7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 </w:t>
            </w:r>
          </w:p>
        </w:tc>
      </w:tr>
      <w:tr w:rsidR="00302136" w:rsidRPr="00782C99" w14:paraId="17FDCB28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6DFAA66" w14:textId="77777777" w:rsidR="00302136" w:rsidRPr="00782C99" w:rsidRDefault="00302136" w:rsidP="0030213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9021E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F3046D" w14:textId="08B95E7D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50" w:name="f1r634"/>
            <w:bookmarkEnd w:id="50"/>
            <w:r>
              <w:rPr>
                <w:sz w:val="20"/>
                <w:szCs w:val="20"/>
              </w:rPr>
              <w:t xml:space="preserve"> 4</w:t>
            </w:r>
            <w:r w:rsidR="00997FA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FDA709" w14:textId="21D73E2B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 </w:t>
            </w:r>
          </w:p>
        </w:tc>
      </w:tr>
      <w:tr w:rsidR="00302136" w:rsidRPr="00782C99" w14:paraId="0877059A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E676A8F" w14:textId="77777777" w:rsidR="00302136" w:rsidRPr="00782C99" w:rsidRDefault="00302136" w:rsidP="0030213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6FF685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512ED9" w14:textId="098387CA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51" w:name="f1r635"/>
            <w:bookmarkEnd w:id="51"/>
            <w:r>
              <w:rPr>
                <w:sz w:val="20"/>
                <w:szCs w:val="20"/>
              </w:rPr>
              <w:t xml:space="preserve"> </w:t>
            </w:r>
            <w:r w:rsidR="00997FA8">
              <w:rPr>
                <w:sz w:val="20"/>
                <w:szCs w:val="20"/>
              </w:rPr>
              <w:t>104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7F0F34" w14:textId="074858BD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96 </w:t>
            </w:r>
          </w:p>
        </w:tc>
      </w:tr>
      <w:tr w:rsidR="00302136" w:rsidRPr="00782C99" w14:paraId="547901C4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91E91E7" w14:textId="77777777" w:rsidR="00302136" w:rsidRPr="00782C99" w:rsidRDefault="00302136" w:rsidP="0030213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D02429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07F92F" w14:textId="0E46AF84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52" w:name="f1r636"/>
            <w:bookmarkEnd w:id="52"/>
            <w:r>
              <w:rPr>
                <w:sz w:val="20"/>
                <w:szCs w:val="20"/>
              </w:rPr>
              <w:t xml:space="preserve"> </w:t>
            </w:r>
            <w:r w:rsidR="00997FA8">
              <w:rPr>
                <w:sz w:val="20"/>
                <w:szCs w:val="20"/>
              </w:rPr>
              <w:t>187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EF5413" w14:textId="57DEDF2E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249 </w:t>
            </w:r>
          </w:p>
        </w:tc>
      </w:tr>
      <w:tr w:rsidR="00302136" w:rsidRPr="00782C99" w14:paraId="1680640D" w14:textId="77777777" w:rsidTr="00794D7B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145A421" w14:textId="77777777" w:rsidR="00302136" w:rsidRPr="00782C99" w:rsidRDefault="00302136" w:rsidP="0030213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B65D5B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283DF5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53" w:name="f1r637"/>
            <w:bookmarkEnd w:id="53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DA7F0" w14:textId="4AD6FC3D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2152496D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68B1399" w14:textId="77777777" w:rsidR="00302136" w:rsidRPr="00782C99" w:rsidRDefault="00302136" w:rsidP="00302136">
            <w:pPr>
              <w:ind w:firstLineChars="100" w:firstLine="200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7BBC5C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F5DEDB" w14:textId="3CECEE7F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54" w:name="f1r638"/>
            <w:bookmarkEnd w:id="54"/>
            <w:r>
              <w:rPr>
                <w:sz w:val="20"/>
                <w:szCs w:val="20"/>
              </w:rPr>
              <w:t xml:space="preserve"> </w:t>
            </w:r>
            <w:r w:rsidR="00997FA8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32B56" w14:textId="32A1CA2D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 </w:t>
            </w:r>
          </w:p>
        </w:tc>
      </w:tr>
      <w:tr w:rsidR="00302136" w:rsidRPr="00782C99" w14:paraId="32098CBF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CD7A380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A85B97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CE6D87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55" w:name="f1r640"/>
            <w:bookmarkEnd w:id="55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4C73F7" w14:textId="03D5EDE7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3CC91F20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3693B57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16406C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B26030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56" w:name="f1r650"/>
            <w:bookmarkEnd w:id="56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20F7A3" w14:textId="41146A52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6F768BA9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ABBF295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55FD71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8C48B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57" w:name="f1r660"/>
            <w:bookmarkEnd w:id="57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C9094C" w14:textId="473F967E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3F77A32A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1D8D78B" w14:textId="77777777" w:rsidR="00302136" w:rsidRPr="00782C99" w:rsidRDefault="00302136" w:rsidP="00302136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D1C0CB" w14:textId="77777777" w:rsidR="00302136" w:rsidRPr="00782C99" w:rsidRDefault="00302136" w:rsidP="00302136">
            <w:pPr>
              <w:jc w:val="center"/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DE08A9" w14:textId="77777777" w:rsidR="00302136" w:rsidRDefault="00302136" w:rsidP="00302136">
            <w:pPr>
              <w:jc w:val="center"/>
              <w:rPr>
                <w:sz w:val="20"/>
                <w:szCs w:val="20"/>
              </w:rPr>
            </w:pPr>
            <w:bookmarkStart w:id="58" w:name="f1r670"/>
            <w:bookmarkEnd w:id="58"/>
            <w:r>
              <w:rPr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FEF7DD" w14:textId="6D7D3D48" w:rsidR="00302136" w:rsidRDefault="00302136" w:rsidP="00302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02136" w:rsidRPr="00782C99" w14:paraId="29629EB6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BBB5FD7" w14:textId="77777777" w:rsidR="00302136" w:rsidRPr="00782C99" w:rsidRDefault="00302136" w:rsidP="0030213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58B64A" w14:textId="77777777" w:rsidR="00302136" w:rsidRPr="00782C99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60008" w14:textId="42A890E4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59" w:name="f1r690"/>
            <w:bookmarkEnd w:id="59"/>
            <w:r>
              <w:rPr>
                <w:b/>
                <w:bCs/>
                <w:sz w:val="20"/>
                <w:szCs w:val="20"/>
              </w:rPr>
              <w:t xml:space="preserve"> 4 </w:t>
            </w:r>
            <w:r w:rsidR="00997FA8">
              <w:rPr>
                <w:b/>
                <w:bCs/>
                <w:sz w:val="20"/>
                <w:szCs w:val="20"/>
              </w:rPr>
              <w:t>215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C3A3B" w14:textId="694CF6DC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4 435 </w:t>
            </w:r>
          </w:p>
        </w:tc>
      </w:tr>
      <w:tr w:rsidR="00302136" w:rsidRPr="00782C99" w14:paraId="31D69A78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F6536" w14:textId="77777777" w:rsidR="00302136" w:rsidRPr="00782C99" w:rsidRDefault="00302136" w:rsidP="00302136">
            <w:pPr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8AB232" w14:textId="77777777" w:rsidR="00302136" w:rsidRPr="00782C99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 w:rsidRPr="00782C99"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2D905" w14:textId="40588499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0" w:name="f1r700"/>
            <w:bookmarkEnd w:id="60"/>
            <w:r>
              <w:rPr>
                <w:b/>
                <w:bCs/>
                <w:sz w:val="20"/>
                <w:szCs w:val="20"/>
              </w:rPr>
              <w:t xml:space="preserve"> 14 </w:t>
            </w:r>
            <w:r w:rsidR="00997FA8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2</w:t>
            </w:r>
            <w:r w:rsidR="00997FA8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C58C7" w14:textId="52F105B7" w:rsidR="00302136" w:rsidRDefault="00302136" w:rsidP="003021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14 462 </w:t>
            </w:r>
          </w:p>
        </w:tc>
      </w:tr>
      <w:tr w:rsidR="00782C99" w:rsidRPr="00782C99" w14:paraId="5732096C" w14:textId="77777777" w:rsidTr="00794D7B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0AEB6" w14:textId="77777777" w:rsidR="00782C99" w:rsidRPr="00782C99" w:rsidRDefault="00782C99" w:rsidP="00782C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6B29AC" w14:textId="77777777" w:rsidR="00782C99" w:rsidRPr="00782C99" w:rsidRDefault="00782C99" w:rsidP="00782C9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A961C" w14:textId="77777777" w:rsidR="00782C99" w:rsidRPr="00782C99" w:rsidRDefault="00782C99" w:rsidP="00782C9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75EF" w14:textId="77777777" w:rsidR="00782C99" w:rsidRPr="00782C99" w:rsidRDefault="00782C99" w:rsidP="00782C9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5A04588" w14:textId="77777777" w:rsidR="00782C99" w:rsidRPr="00782C99" w:rsidRDefault="00782C99" w:rsidP="00782C99">
      <w:pPr>
        <w:widowControl w:val="0"/>
        <w:ind w:firstLine="567"/>
        <w:rPr>
          <w:sz w:val="20"/>
          <w:szCs w:val="20"/>
          <w:lang w:val="en-US"/>
        </w:rPr>
      </w:pPr>
    </w:p>
    <w:p w14:paraId="60984F51" w14:textId="77777777" w:rsidR="00782C99" w:rsidRPr="00782C99" w:rsidRDefault="00782C99" w:rsidP="00782C99">
      <w:pPr>
        <w:tabs>
          <w:tab w:val="left" w:pos="2340"/>
        </w:tabs>
        <w:rPr>
          <w:sz w:val="20"/>
          <w:szCs w:val="20"/>
          <w:lang w:val="en-US"/>
        </w:rPr>
      </w:pPr>
      <w:r w:rsidRPr="00782C99">
        <w:rPr>
          <w:sz w:val="20"/>
          <w:szCs w:val="20"/>
          <w:lang w:val="en-US"/>
        </w:rPr>
        <w:br w:type="page"/>
      </w: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276"/>
        <w:gridCol w:w="2234"/>
      </w:tblGrid>
      <w:tr w:rsidR="00782C99" w:rsidRPr="00782C99" w14:paraId="01F8916D" w14:textId="77777777" w:rsidTr="00794D7B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E27B941" w14:textId="77777777" w:rsidR="00782C99" w:rsidRPr="00782C99" w:rsidRDefault="00782C99" w:rsidP="00782C99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4FAE2DB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7DDC926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7A6542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C8B867F" w14:textId="77777777" w:rsidR="00782C99" w:rsidRPr="00782C99" w:rsidRDefault="00782C99" w:rsidP="00782C99">
            <w:pPr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B370BB" w14:textId="77777777" w:rsidR="00782C99" w:rsidRPr="00782C99" w:rsidRDefault="00782C99" w:rsidP="00782C99">
            <w:pPr>
              <w:jc w:val="right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>Приложение 2</w:t>
            </w:r>
          </w:p>
        </w:tc>
      </w:tr>
      <w:tr w:rsidR="00782C99" w:rsidRPr="00782C99" w14:paraId="56272364" w14:textId="77777777" w:rsidTr="00794D7B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7EFADC2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0E9B6F0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1BB5EF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F1F53C3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FDD3F30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CDE06A" w14:textId="77777777" w:rsidR="00782C99" w:rsidRPr="00782C99" w:rsidRDefault="00782C99" w:rsidP="00782C99">
            <w:pPr>
              <w:jc w:val="right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</w:rPr>
              <w:t xml:space="preserve">к постановлению Министерства финансов </w:t>
            </w:r>
            <w:r w:rsidRPr="00782C99"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782C99" w:rsidRPr="00782C99" w14:paraId="7A26767A" w14:textId="77777777" w:rsidTr="00794D7B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68587D9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BB9657A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276C466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159570B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B6D209B" w14:textId="77777777" w:rsidR="00782C99" w:rsidRPr="00782C99" w:rsidRDefault="00782C99" w:rsidP="00782C99">
            <w:pPr>
              <w:rPr>
                <w:sz w:val="20"/>
                <w:szCs w:val="20"/>
              </w:rPr>
            </w:pPr>
            <w:r w:rsidRPr="00782C99"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88AB75" w14:textId="77777777" w:rsidR="00782C99" w:rsidRPr="00782C99" w:rsidRDefault="00782C99" w:rsidP="00782C99">
            <w:pPr>
              <w:jc w:val="right"/>
              <w:rPr>
                <w:sz w:val="16"/>
                <w:szCs w:val="16"/>
              </w:rPr>
            </w:pPr>
            <w:r w:rsidRPr="00782C99">
              <w:rPr>
                <w:sz w:val="16"/>
                <w:szCs w:val="16"/>
                <w:lang w:val="en-US"/>
              </w:rPr>
              <w:t>12</w:t>
            </w:r>
            <w:r w:rsidRPr="00782C99">
              <w:rPr>
                <w:sz w:val="16"/>
                <w:szCs w:val="16"/>
              </w:rPr>
              <w:t>.</w:t>
            </w:r>
            <w:r w:rsidRPr="00782C99">
              <w:rPr>
                <w:sz w:val="16"/>
                <w:szCs w:val="16"/>
                <w:lang w:val="en-US"/>
              </w:rPr>
              <w:t>12</w:t>
            </w:r>
            <w:r w:rsidRPr="00782C99">
              <w:rPr>
                <w:sz w:val="16"/>
                <w:szCs w:val="16"/>
              </w:rPr>
              <w:t>.20</w:t>
            </w:r>
            <w:r w:rsidRPr="00782C99">
              <w:rPr>
                <w:sz w:val="16"/>
                <w:szCs w:val="16"/>
                <w:lang w:val="en-US"/>
              </w:rPr>
              <w:t>16</w:t>
            </w:r>
            <w:r w:rsidRPr="00782C99">
              <w:rPr>
                <w:sz w:val="16"/>
                <w:szCs w:val="16"/>
              </w:rPr>
              <w:t xml:space="preserve"> № 1</w:t>
            </w:r>
            <w:r w:rsidRPr="00782C99">
              <w:rPr>
                <w:sz w:val="16"/>
                <w:szCs w:val="16"/>
                <w:lang w:val="en-US"/>
              </w:rPr>
              <w:t>04</w:t>
            </w:r>
          </w:p>
        </w:tc>
      </w:tr>
      <w:tr w:rsidR="00782C99" w:rsidRPr="00782C99" w14:paraId="6E5418E5" w14:textId="77777777" w:rsidTr="00794D7B">
        <w:trPr>
          <w:trHeight w:val="80"/>
        </w:trPr>
        <w:tc>
          <w:tcPr>
            <w:tcW w:w="103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9C1165" w14:textId="77777777" w:rsidR="00782C99" w:rsidRPr="00782C99" w:rsidRDefault="00782C99" w:rsidP="00782C99">
            <w:pPr>
              <w:jc w:val="center"/>
              <w:rPr>
                <w:b/>
                <w:bCs/>
                <w:sz w:val="18"/>
                <w:szCs w:val="18"/>
              </w:rPr>
            </w:pPr>
            <w:r w:rsidRPr="00782C9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782C99" w:rsidRPr="00782C99" w14:paraId="1BFABCEE" w14:textId="77777777" w:rsidTr="00794D7B">
        <w:trPr>
          <w:trHeight w:val="255"/>
        </w:trPr>
        <w:tc>
          <w:tcPr>
            <w:tcW w:w="103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4BF4CA" w14:textId="77777777" w:rsidR="00782C99" w:rsidRPr="00782C99" w:rsidRDefault="00782C99" w:rsidP="00782C99">
            <w:pPr>
              <w:jc w:val="center"/>
              <w:rPr>
                <w:b/>
                <w:bCs/>
                <w:sz w:val="18"/>
                <w:szCs w:val="18"/>
              </w:rPr>
            </w:pPr>
            <w:r w:rsidRPr="00782C99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782C99" w:rsidRPr="00782C99" w14:paraId="1F08AC0B" w14:textId="77777777" w:rsidTr="00794D7B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D2EBE3D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5452AD1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98842C1" w14:textId="77777777" w:rsidR="00782C99" w:rsidRPr="00782C99" w:rsidRDefault="00782C99" w:rsidP="00782C99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782C99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B75D41D" w14:textId="701160A5" w:rsidR="00782C99" w:rsidRPr="00782C99" w:rsidRDefault="00782C99" w:rsidP="00775B70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 w:rsidRPr="00782C99">
              <w:rPr>
                <w:b/>
                <w:sz w:val="18"/>
                <w:szCs w:val="18"/>
              </w:rPr>
              <w:t>январь-декабрь 20</w:t>
            </w:r>
            <w:r w:rsidR="00884B28">
              <w:rPr>
                <w:b/>
                <w:sz w:val="18"/>
                <w:szCs w:val="18"/>
              </w:rPr>
              <w:t>20</w:t>
            </w:r>
            <w:r w:rsidRPr="00782C99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2570286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</w:tr>
      <w:tr w:rsidR="00782C99" w:rsidRPr="00782C99" w14:paraId="5FD732DD" w14:textId="77777777" w:rsidTr="00794D7B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ABCE1E9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337F2A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1A227BA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4DAF09F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E4DECE4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E85944F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977E5B" w14:textId="77777777" w:rsidR="00782C99" w:rsidRPr="00782C99" w:rsidRDefault="00782C99" w:rsidP="00782C99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</w:tr>
      <w:tr w:rsidR="00794D7B" w:rsidRPr="00782C99" w14:paraId="0B6C2EB4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DC71EE7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AF95CDC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ОАО "Новые Стайки"</w:t>
            </w:r>
          </w:p>
        </w:tc>
      </w:tr>
      <w:tr w:rsidR="00794D7B" w:rsidRPr="00782C99" w14:paraId="1458CFA8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0486D81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59DDDF6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200100251</w:t>
            </w:r>
          </w:p>
        </w:tc>
      </w:tr>
      <w:tr w:rsidR="00794D7B" w:rsidRPr="00782C99" w14:paraId="1297A13F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E2316BB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32BCE57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Смешанное сельское хозяйство</w:t>
            </w:r>
          </w:p>
        </w:tc>
      </w:tr>
      <w:tr w:rsidR="00794D7B" w:rsidRPr="00782C99" w14:paraId="43B1B955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E11A5DB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614B6B2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ОАО</w:t>
            </w:r>
          </w:p>
        </w:tc>
      </w:tr>
      <w:tr w:rsidR="00794D7B" w:rsidRPr="00782C99" w14:paraId="285C527E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41FD696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477F0C4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Общее собрание акционеров, наблюдательный совет</w:t>
            </w:r>
          </w:p>
        </w:tc>
      </w:tr>
      <w:tr w:rsidR="00794D7B" w:rsidRPr="00782C99" w14:paraId="096293C9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8D56398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D5AA46C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тыс.руб.</w:t>
            </w:r>
          </w:p>
        </w:tc>
      </w:tr>
      <w:tr w:rsidR="00794D7B" w:rsidRPr="00782C99" w14:paraId="51834BD4" w14:textId="77777777" w:rsidTr="00794D7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5CC439D" w14:textId="77777777" w:rsidR="00794D7B" w:rsidRPr="00782C99" w:rsidRDefault="00794D7B" w:rsidP="00794D7B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84A9D5A" w14:textId="77777777" w:rsidR="00794D7B" w:rsidRPr="00D54DB9" w:rsidRDefault="00794D7B" w:rsidP="00794D7B">
            <w:pPr>
              <w:rPr>
                <w:sz w:val="18"/>
                <w:szCs w:val="20"/>
              </w:rPr>
            </w:pPr>
            <w:r w:rsidRPr="00D54DB9">
              <w:rPr>
                <w:sz w:val="18"/>
                <w:szCs w:val="20"/>
              </w:rPr>
              <w:t>Брестская обл., Ивацевичский район, д. Стайки, ул. Школьная, 5</w:t>
            </w:r>
          </w:p>
        </w:tc>
      </w:tr>
      <w:tr w:rsidR="00782C99" w:rsidRPr="00782C99" w14:paraId="25362651" w14:textId="77777777" w:rsidTr="00FD5648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00DE74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2EB31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46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5BBF3" w14:textId="36BD6E1D" w:rsidR="00782C99" w:rsidRPr="00782C99" w:rsidRDefault="00782C99" w:rsidP="00FD5648">
            <w:pPr>
              <w:jc w:val="center"/>
              <w:rPr>
                <w:b/>
                <w:sz w:val="16"/>
                <w:szCs w:val="16"/>
              </w:rPr>
            </w:pPr>
            <w:r w:rsidRPr="00782C99">
              <w:rPr>
                <w:b/>
                <w:sz w:val="16"/>
                <w:szCs w:val="16"/>
              </w:rPr>
              <w:t>За январь -</w:t>
            </w:r>
            <w:r w:rsidRPr="00782C99">
              <w:rPr>
                <w:rFonts w:ascii="Courier New" w:hAnsi="Courier New"/>
                <w:b/>
                <w:sz w:val="18"/>
                <w:szCs w:val="18"/>
              </w:rPr>
              <w:t xml:space="preserve"> </w:t>
            </w:r>
            <w:r w:rsidRPr="00782C99">
              <w:rPr>
                <w:b/>
                <w:sz w:val="16"/>
                <w:szCs w:val="16"/>
              </w:rPr>
              <w:t>декабрь 20</w:t>
            </w:r>
            <w:r w:rsidR="00884B28">
              <w:rPr>
                <w:b/>
                <w:sz w:val="16"/>
                <w:szCs w:val="16"/>
              </w:rPr>
              <w:t>20</w:t>
            </w:r>
            <w:r w:rsidRPr="00782C99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23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6682A93" w14:textId="623C7920" w:rsidR="00782C99" w:rsidRPr="00782C99" w:rsidRDefault="00782C99" w:rsidP="00FD5648">
            <w:pPr>
              <w:jc w:val="center"/>
              <w:rPr>
                <w:b/>
                <w:sz w:val="16"/>
                <w:szCs w:val="16"/>
              </w:rPr>
            </w:pPr>
            <w:r w:rsidRPr="00782C99">
              <w:rPr>
                <w:b/>
                <w:sz w:val="16"/>
                <w:szCs w:val="16"/>
              </w:rPr>
              <w:t>За январь - декабрь 201</w:t>
            </w:r>
            <w:r w:rsidR="00884B28">
              <w:rPr>
                <w:b/>
                <w:sz w:val="16"/>
                <w:szCs w:val="16"/>
              </w:rPr>
              <w:t>9</w:t>
            </w:r>
            <w:r w:rsidRPr="00782C99">
              <w:rPr>
                <w:b/>
                <w:sz w:val="16"/>
                <w:szCs w:val="16"/>
              </w:rPr>
              <w:t xml:space="preserve"> г.</w:t>
            </w:r>
          </w:p>
        </w:tc>
      </w:tr>
      <w:tr w:rsidR="00782C99" w:rsidRPr="00782C99" w14:paraId="5CE0D491" w14:textId="77777777" w:rsidTr="00FD5648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68ADE5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E3F412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73420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30378472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884B28" w:rsidRPr="00782C99" w14:paraId="0954DA86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8479FA2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3E557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010</w:t>
            </w:r>
          </w:p>
        </w:tc>
        <w:tc>
          <w:tcPr>
            <w:tcW w:w="246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20C21" w14:textId="513BE791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1" w:name="f2r10"/>
            <w:bookmarkEnd w:id="61"/>
            <w:r>
              <w:rPr>
                <w:rFonts w:ascii="Arial CYR" w:hAnsi="Arial CYR" w:cs="Arial CYR"/>
                <w:sz w:val="20"/>
                <w:szCs w:val="20"/>
              </w:rPr>
              <w:t xml:space="preserve"> 8 373 </w:t>
            </w:r>
          </w:p>
        </w:tc>
        <w:tc>
          <w:tcPr>
            <w:tcW w:w="22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81970" w14:textId="77456BE2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7 516 </w:t>
            </w:r>
          </w:p>
        </w:tc>
      </w:tr>
      <w:tr w:rsidR="00884B28" w:rsidRPr="00782C99" w14:paraId="5C239CE6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74FEB79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93B8C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020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E6BB6" w14:textId="7A72A341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2" w:name="f2r20"/>
            <w:bookmarkEnd w:id="62"/>
            <w:r>
              <w:rPr>
                <w:rFonts w:ascii="Arial CYR" w:hAnsi="Arial CYR" w:cs="Arial CYR"/>
                <w:sz w:val="20"/>
                <w:szCs w:val="20"/>
              </w:rPr>
              <w:t xml:space="preserve"> 7 934 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6F6B7" w14:textId="2BBE1DA2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7 104 </w:t>
            </w:r>
          </w:p>
        </w:tc>
      </w:tr>
      <w:tr w:rsidR="00884B28" w:rsidRPr="00782C99" w14:paraId="59376D2E" w14:textId="77777777" w:rsidTr="008B64A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D471C43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42816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030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27D20" w14:textId="0895F9A2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3" w:name="f2r30"/>
            <w:bookmarkEnd w:id="63"/>
            <w:r>
              <w:rPr>
                <w:rFonts w:ascii="Arial CYR" w:hAnsi="Arial CYR" w:cs="Arial CYR"/>
                <w:sz w:val="20"/>
                <w:szCs w:val="20"/>
              </w:rPr>
              <w:t xml:space="preserve"> 439 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72A1E" w14:textId="510EDD1A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412 </w:t>
            </w:r>
          </w:p>
        </w:tc>
      </w:tr>
      <w:tr w:rsidR="00884B28" w:rsidRPr="00782C99" w14:paraId="02101ADE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E6464F6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216BF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040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6E03" w14:textId="687CDF27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4" w:name="f2r40"/>
            <w:bookmarkEnd w:id="64"/>
            <w:r>
              <w:rPr>
                <w:rFonts w:ascii="Arial CYR" w:hAnsi="Arial CYR" w:cs="Arial CYR"/>
                <w:sz w:val="20"/>
                <w:szCs w:val="20"/>
              </w:rPr>
              <w:t xml:space="preserve"> 145 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C2DA7" w14:textId="6DE883DA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102 </w:t>
            </w:r>
          </w:p>
        </w:tc>
      </w:tr>
      <w:tr w:rsidR="00884B28" w:rsidRPr="00782C99" w14:paraId="5C08C20E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EE356CB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580AB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050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5DF36" w14:textId="77777777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5" w:name="f2r50"/>
            <w:bookmarkEnd w:id="65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0F235" w14:textId="71C5C71C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884B28" w:rsidRPr="00782C99" w14:paraId="11D4730A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097504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B03CE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060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DB827" w14:textId="319DEDE9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6" w:name="f2r60"/>
            <w:bookmarkEnd w:id="66"/>
            <w:r>
              <w:rPr>
                <w:rFonts w:ascii="Arial CYR" w:hAnsi="Arial CYR" w:cs="Arial CYR"/>
                <w:sz w:val="20"/>
                <w:szCs w:val="20"/>
              </w:rPr>
              <w:t xml:space="preserve"> 294 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E5A21" w14:textId="4C17DEEF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310 </w:t>
            </w:r>
          </w:p>
        </w:tc>
      </w:tr>
      <w:tr w:rsidR="00884B28" w:rsidRPr="00782C99" w14:paraId="0C0E7FD2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E4E1250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14C13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070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0338A" w14:textId="71789C01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7" w:name="f2r70"/>
            <w:bookmarkEnd w:id="67"/>
            <w:r>
              <w:rPr>
                <w:rFonts w:ascii="Arial CYR" w:hAnsi="Arial CYR" w:cs="Arial CYR"/>
                <w:sz w:val="20"/>
                <w:szCs w:val="20"/>
              </w:rPr>
              <w:t xml:space="preserve"> 523 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62FA3" w14:textId="3476FE26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592 </w:t>
            </w:r>
          </w:p>
        </w:tc>
      </w:tr>
      <w:tr w:rsidR="00884B28" w:rsidRPr="00782C99" w14:paraId="64430C0D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34A5BA8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AF0A1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080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E3DF6" w14:textId="6DBE1078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8" w:name="f2r80"/>
            <w:bookmarkEnd w:id="68"/>
            <w:r>
              <w:rPr>
                <w:rFonts w:ascii="Arial CYR" w:hAnsi="Arial CYR" w:cs="Arial CYR"/>
                <w:sz w:val="20"/>
                <w:szCs w:val="20"/>
              </w:rPr>
              <w:t xml:space="preserve"> 169 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BC861" w14:textId="3A1F0AAA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143 </w:t>
            </w:r>
          </w:p>
        </w:tc>
      </w:tr>
      <w:tr w:rsidR="00884B28" w:rsidRPr="00782C99" w14:paraId="10E62017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B322E41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Прибыль (убыток) от текущей деятельности</w:t>
            </w:r>
            <w:r w:rsidRPr="00782C99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56428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090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025C6" w14:textId="0AD9B78E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69" w:name="f2r90"/>
            <w:bookmarkEnd w:id="69"/>
            <w:r>
              <w:rPr>
                <w:rFonts w:ascii="Arial CYR" w:hAnsi="Arial CYR" w:cs="Arial CYR"/>
                <w:sz w:val="20"/>
                <w:szCs w:val="20"/>
              </w:rPr>
              <w:t>648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61591" w14:textId="289BFD5B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759</w:t>
            </w:r>
          </w:p>
        </w:tc>
      </w:tr>
      <w:tr w:rsidR="00884B28" w:rsidRPr="00782C99" w14:paraId="1341B0F8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769BF9C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8B8C9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100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5CD30" w14:textId="5AFD52DA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0" w:name="f2r100"/>
            <w:bookmarkEnd w:id="70"/>
            <w:r>
              <w:rPr>
                <w:rFonts w:ascii="Arial CYR" w:hAnsi="Arial CYR" w:cs="Arial CYR"/>
                <w:sz w:val="20"/>
                <w:szCs w:val="20"/>
              </w:rPr>
              <w:t xml:space="preserve"> 34 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D7FED" w14:textId="2CA211F8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532 </w:t>
            </w:r>
          </w:p>
        </w:tc>
      </w:tr>
      <w:tr w:rsidR="00884B28" w:rsidRPr="00782C99" w14:paraId="26DE1A39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A2ED5F6" w14:textId="77777777" w:rsidR="00884B28" w:rsidRPr="00782C99" w:rsidRDefault="00884B28" w:rsidP="00884B28">
            <w:pPr>
              <w:ind w:firstLineChars="100" w:firstLine="18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1D31D3A" w14:textId="77777777" w:rsidR="00884B28" w:rsidRPr="00782C99" w:rsidRDefault="00884B28" w:rsidP="00884B2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151243" w14:textId="77777777" w:rsidR="00884B28" w:rsidRDefault="00884B28" w:rsidP="00884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6A6629" w14:textId="4580F8B4" w:rsidR="00884B28" w:rsidRDefault="00884B28" w:rsidP="00884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84B28" w:rsidRPr="00782C99" w14:paraId="35F6DA36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A0C2B1" w14:textId="77777777" w:rsidR="00884B28" w:rsidRPr="00782C99" w:rsidRDefault="00884B28" w:rsidP="00884B28">
            <w:pPr>
              <w:ind w:firstLineChars="100" w:firstLine="18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9CCCD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101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12BFC5" w14:textId="76EE3DD5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1" w:name="f2r101"/>
            <w:bookmarkEnd w:id="71"/>
            <w:r>
              <w:rPr>
                <w:rFonts w:ascii="Arial CYR" w:hAnsi="Arial CYR" w:cs="Arial CYR"/>
                <w:sz w:val="20"/>
                <w:szCs w:val="20"/>
              </w:rPr>
              <w:t xml:space="preserve"> 34 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53C699" w14:textId="33008AB1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87 </w:t>
            </w:r>
          </w:p>
        </w:tc>
      </w:tr>
      <w:tr w:rsidR="00884B28" w:rsidRPr="00782C99" w14:paraId="24C93BCB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A1E228E" w14:textId="77777777" w:rsidR="00884B28" w:rsidRPr="00782C99" w:rsidRDefault="00884B28" w:rsidP="00884B28">
            <w:pPr>
              <w:ind w:firstLineChars="100" w:firstLine="18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092BA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102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A9CE0C" w14:textId="77777777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2" w:name="f2r102"/>
            <w:bookmarkEnd w:id="72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529274" w14:textId="38BD6770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884B28" w:rsidRPr="00782C99" w14:paraId="105C872E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079171" w14:textId="77777777" w:rsidR="00884B28" w:rsidRPr="00782C99" w:rsidRDefault="00884B28" w:rsidP="00884B28">
            <w:pPr>
              <w:ind w:firstLineChars="100" w:firstLine="18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38CD1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103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1E15EC" w14:textId="77777777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3" w:name="f2r103"/>
            <w:bookmarkEnd w:id="73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3C036E" w14:textId="172774E8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884B28" w:rsidRPr="00782C99" w14:paraId="6FC539DB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8BA989F" w14:textId="77777777" w:rsidR="00884B28" w:rsidRPr="00782C99" w:rsidRDefault="00884B28" w:rsidP="00884B28">
            <w:pPr>
              <w:ind w:firstLineChars="100" w:firstLine="18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DEC58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104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E0CAFB" w14:textId="309DC9EC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4" w:name="f2r104"/>
            <w:bookmarkEnd w:id="74"/>
            <w:r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D7BEF4" w14:textId="61D2B198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445 </w:t>
            </w:r>
          </w:p>
        </w:tc>
      </w:tr>
      <w:tr w:rsidR="00884B28" w:rsidRPr="00782C99" w14:paraId="469FDD66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C496EA2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62DC5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110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B6AE37" w14:textId="443B2386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5" w:name="f2r110"/>
            <w:bookmarkEnd w:id="75"/>
            <w:r>
              <w:rPr>
                <w:rFonts w:ascii="Arial CYR" w:hAnsi="Arial CYR" w:cs="Arial CYR"/>
                <w:sz w:val="20"/>
                <w:szCs w:val="20"/>
              </w:rPr>
              <w:t xml:space="preserve"> 11 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46510C" w14:textId="2F0598D3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13 </w:t>
            </w:r>
          </w:p>
        </w:tc>
      </w:tr>
      <w:tr w:rsidR="00884B28" w:rsidRPr="00782C99" w14:paraId="2CC800AC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DFD7A0D" w14:textId="77777777" w:rsidR="00884B28" w:rsidRPr="00782C99" w:rsidRDefault="00884B28" w:rsidP="00884B28">
            <w:pPr>
              <w:ind w:firstLineChars="100" w:firstLine="18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40496D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 </w:t>
            </w:r>
          </w:p>
        </w:tc>
        <w:tc>
          <w:tcPr>
            <w:tcW w:w="24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D4D8216" w14:textId="77777777" w:rsidR="00884B28" w:rsidRDefault="00884B28" w:rsidP="00884B2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1845544" w14:textId="04C49E83" w:rsidR="00884B28" w:rsidRDefault="00884B28" w:rsidP="00884B2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884B28" w:rsidRPr="00782C99" w14:paraId="478ACC4E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FCEA0B4" w14:textId="77777777" w:rsidR="00884B28" w:rsidRPr="00782C99" w:rsidRDefault="00884B28" w:rsidP="00884B28">
            <w:pPr>
              <w:ind w:firstLineChars="100" w:firstLine="18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7C12E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111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BAC67F" w14:textId="2FF604E8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6" w:name="f2r111"/>
            <w:bookmarkEnd w:id="76"/>
            <w:r>
              <w:rPr>
                <w:rFonts w:ascii="Arial CYR" w:hAnsi="Arial CYR" w:cs="Arial CYR"/>
                <w:sz w:val="20"/>
                <w:szCs w:val="20"/>
              </w:rPr>
              <w:t xml:space="preserve"> 11 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DC63D" w14:textId="0C8EE00C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13 </w:t>
            </w:r>
          </w:p>
        </w:tc>
      </w:tr>
      <w:tr w:rsidR="00884B28" w:rsidRPr="00782C99" w14:paraId="6552C373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2CCA461" w14:textId="77777777" w:rsidR="00884B28" w:rsidRPr="00782C99" w:rsidRDefault="00884B28" w:rsidP="00884B28">
            <w:pPr>
              <w:ind w:firstLineChars="100" w:firstLine="18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AE11F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112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2B51D4" w14:textId="77777777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7" w:name="f2r112"/>
            <w:bookmarkEnd w:id="77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EF1DAF" w14:textId="0FE12F02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884B28" w:rsidRPr="00782C99" w14:paraId="67DEC564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320FCCD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F1F24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120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A534F" w14:textId="77006474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8" w:name="f2r120"/>
            <w:bookmarkEnd w:id="78"/>
            <w:r>
              <w:rPr>
                <w:rFonts w:ascii="Arial CYR" w:hAnsi="Arial CYR" w:cs="Arial CYR"/>
                <w:sz w:val="20"/>
                <w:szCs w:val="20"/>
              </w:rPr>
              <w:t xml:space="preserve"> 8 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4AF67C" w14:textId="28707F7B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15 </w:t>
            </w:r>
          </w:p>
        </w:tc>
      </w:tr>
      <w:tr w:rsidR="00884B28" w:rsidRPr="00782C99" w14:paraId="426E3483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8477F11" w14:textId="77777777" w:rsidR="00884B28" w:rsidRPr="00782C99" w:rsidRDefault="00884B28" w:rsidP="00884B28">
            <w:pPr>
              <w:ind w:firstLineChars="100" w:firstLine="18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E2A50A" w14:textId="77777777" w:rsidR="00884B28" w:rsidRPr="00782C99" w:rsidRDefault="00884B28" w:rsidP="00884B2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4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6E23FC2" w14:textId="77777777" w:rsidR="00884B28" w:rsidRDefault="00884B28" w:rsidP="00884B2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B4C81F" w14:textId="7ED76C32" w:rsidR="00884B28" w:rsidRDefault="00884B28" w:rsidP="00884B2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884B28" w:rsidRPr="00782C99" w14:paraId="0F3A087B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8E16AF8" w14:textId="77777777" w:rsidR="00884B28" w:rsidRPr="00782C99" w:rsidRDefault="00884B28" w:rsidP="00884B28">
            <w:pPr>
              <w:ind w:firstLineChars="100" w:firstLine="18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17CB8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121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AA6367" w14:textId="77777777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79" w:name="f2r121"/>
            <w:bookmarkEnd w:id="79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B447FA" w14:textId="295EA430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884B28" w:rsidRPr="00782C99" w14:paraId="7212C47C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064152D" w14:textId="77777777" w:rsidR="00884B28" w:rsidRPr="00782C99" w:rsidRDefault="00884B28" w:rsidP="00884B28">
            <w:pPr>
              <w:ind w:firstLineChars="100" w:firstLine="18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D258E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122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E699FD" w14:textId="1F09C629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80" w:name="f2r122"/>
            <w:bookmarkEnd w:id="80"/>
            <w:r>
              <w:rPr>
                <w:rFonts w:ascii="Arial CYR" w:hAnsi="Arial CYR" w:cs="Arial CYR"/>
                <w:sz w:val="20"/>
                <w:szCs w:val="20"/>
              </w:rPr>
              <w:t xml:space="preserve"> 8 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AE8434" w14:textId="2186B6EA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15 </w:t>
            </w:r>
          </w:p>
        </w:tc>
      </w:tr>
      <w:tr w:rsidR="00884B28" w:rsidRPr="00782C99" w14:paraId="1E0C7710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508C427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9F6CA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130</w:t>
            </w: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5D8F6E" w14:textId="7779E3B6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81" w:name="f2r130"/>
            <w:bookmarkEnd w:id="81"/>
            <w:r>
              <w:rPr>
                <w:rFonts w:ascii="Arial CYR" w:hAnsi="Arial CYR" w:cs="Arial CYR"/>
                <w:sz w:val="20"/>
                <w:szCs w:val="20"/>
              </w:rPr>
              <w:t xml:space="preserve"> 113 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5445F4" w14:textId="27B9926C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125 </w:t>
            </w:r>
          </w:p>
        </w:tc>
      </w:tr>
      <w:tr w:rsidR="00884B28" w:rsidRPr="00782C99" w14:paraId="52A12E65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F4056FC" w14:textId="77777777" w:rsidR="00884B28" w:rsidRPr="00782C99" w:rsidRDefault="00884B28" w:rsidP="00884B28">
            <w:pPr>
              <w:ind w:firstLineChars="100" w:firstLine="18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В том числе:</w:t>
            </w:r>
            <w:r>
              <w:rPr>
                <w:sz w:val="18"/>
                <w:szCs w:val="18"/>
              </w:rPr>
              <w:t xml:space="preserve"> </w:t>
            </w:r>
            <w:r w:rsidRPr="00782C99"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255E7E6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131</w:t>
            </w:r>
          </w:p>
        </w:tc>
        <w:tc>
          <w:tcPr>
            <w:tcW w:w="2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4AE4109" w14:textId="1ACFF1CA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82" w:name="f2r131"/>
            <w:bookmarkEnd w:id="82"/>
            <w:r>
              <w:rPr>
                <w:rFonts w:ascii="Arial CYR" w:hAnsi="Arial CYR" w:cs="Arial CYR"/>
                <w:sz w:val="20"/>
                <w:szCs w:val="20"/>
              </w:rPr>
              <w:t xml:space="preserve"> 113 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01F858" w14:textId="60BDB09C" w:rsidR="00884B28" w:rsidRDefault="00884B28" w:rsidP="00884B2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125 </w:t>
            </w:r>
          </w:p>
        </w:tc>
      </w:tr>
      <w:tr w:rsidR="00FD5648" w:rsidRPr="00782C99" w14:paraId="3E2A2DED" w14:textId="77777777" w:rsidTr="008B64A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7DBE26" w14:textId="77777777" w:rsidR="00FD5648" w:rsidRPr="00782C99" w:rsidRDefault="00FD5648" w:rsidP="00FD5648">
            <w:pPr>
              <w:ind w:firstLineChars="100" w:firstLine="18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46908" w14:textId="77777777" w:rsidR="00FD5648" w:rsidRPr="00782C99" w:rsidRDefault="00FD5648" w:rsidP="00FD564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132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6E3EB6" w14:textId="77777777" w:rsidR="00FD5648" w:rsidRDefault="00FD5648" w:rsidP="00FD564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83" w:name="f2r132"/>
            <w:bookmarkEnd w:id="83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6887AF" w14:textId="77777777" w:rsidR="00FD5648" w:rsidRDefault="00FD5648" w:rsidP="00FD564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5648" w:rsidRPr="00782C99" w14:paraId="796C0EC4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309F68" w14:textId="77777777" w:rsidR="00FD5648" w:rsidRPr="00782C99" w:rsidRDefault="00FD5648" w:rsidP="00FD5648">
            <w:pPr>
              <w:ind w:firstLineChars="100" w:firstLine="180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04F78" w14:textId="77777777" w:rsidR="00FD5648" w:rsidRPr="00782C99" w:rsidRDefault="00FD5648" w:rsidP="00FD564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133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D57DA5" w14:textId="77777777" w:rsidR="00FD5648" w:rsidRDefault="00FD5648" w:rsidP="00FD564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84" w:name="f2r133"/>
            <w:bookmarkEnd w:id="84"/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41EE9F" w14:textId="77777777" w:rsidR="00FD5648" w:rsidRDefault="00FD5648" w:rsidP="00FD564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FD5648" w:rsidRPr="00782C99" w14:paraId="5E3D5A95" w14:textId="77777777" w:rsidTr="00FD5648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17F8092" w14:textId="77777777" w:rsidR="00FD5648" w:rsidRPr="00782C99" w:rsidRDefault="00FD5648" w:rsidP="00FD5648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4352F" w14:textId="77777777" w:rsidR="00FD5648" w:rsidRPr="00782C99" w:rsidRDefault="00FD5648" w:rsidP="00FD56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29253E" w14:textId="77777777" w:rsidR="00FD5648" w:rsidRPr="00782C99" w:rsidRDefault="00FD5648" w:rsidP="00FD564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8674D8" w14:textId="77777777" w:rsidR="00FD5648" w:rsidRPr="00782C99" w:rsidRDefault="00FD5648" w:rsidP="00FD564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72C8F758" w14:textId="77777777" w:rsidR="00782C99" w:rsidRPr="00782C99" w:rsidRDefault="00782C99" w:rsidP="00782C99">
      <w:pPr>
        <w:jc w:val="right"/>
      </w:pPr>
      <w:r w:rsidRPr="00782C99">
        <w:br w:type="page"/>
      </w:r>
      <w:r w:rsidR="006C0D2F">
        <w:lastRenderedPageBreak/>
        <w:t xml:space="preserve">      </w:t>
      </w:r>
      <w:r w:rsidRPr="00782C99">
        <w:rPr>
          <w:b/>
          <w:sz w:val="16"/>
        </w:rPr>
        <w:t>Форма  №2 лист 2</w:t>
      </w:r>
    </w:p>
    <w:tbl>
      <w:tblPr>
        <w:tblW w:w="10613" w:type="dxa"/>
        <w:tblInd w:w="127" w:type="dxa"/>
        <w:tblLook w:val="0000" w:firstRow="0" w:lastRow="0" w:firstColumn="0" w:lastColumn="0" w:noHBand="0" w:noVBand="0"/>
      </w:tblPr>
      <w:tblGrid>
        <w:gridCol w:w="5226"/>
        <w:gridCol w:w="782"/>
        <w:gridCol w:w="2365"/>
        <w:gridCol w:w="2240"/>
      </w:tblGrid>
      <w:tr w:rsidR="00782C99" w:rsidRPr="00782C99" w14:paraId="1B9798D1" w14:textId="77777777" w:rsidTr="00C827FC">
        <w:trPr>
          <w:trHeight w:val="270"/>
        </w:trPr>
        <w:tc>
          <w:tcPr>
            <w:tcW w:w="52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C5D66B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F8CA2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2DA73" w14:textId="3BFCC83C" w:rsidR="00782C99" w:rsidRPr="00782C99" w:rsidRDefault="00782C99" w:rsidP="00FD5648">
            <w:pPr>
              <w:jc w:val="center"/>
              <w:rPr>
                <w:b/>
                <w:sz w:val="16"/>
                <w:szCs w:val="16"/>
              </w:rPr>
            </w:pPr>
            <w:r w:rsidRPr="00782C99">
              <w:rPr>
                <w:b/>
                <w:sz w:val="16"/>
                <w:szCs w:val="16"/>
              </w:rPr>
              <w:t>За январь -</w:t>
            </w:r>
            <w:r w:rsidRPr="00782C99">
              <w:rPr>
                <w:rFonts w:ascii="Courier New" w:hAnsi="Courier New"/>
                <w:b/>
                <w:sz w:val="18"/>
                <w:szCs w:val="18"/>
              </w:rPr>
              <w:t xml:space="preserve"> </w:t>
            </w:r>
            <w:r w:rsidRPr="00782C99">
              <w:rPr>
                <w:b/>
                <w:sz w:val="16"/>
                <w:szCs w:val="16"/>
              </w:rPr>
              <w:t>декабрь 20</w:t>
            </w:r>
            <w:r w:rsidR="00884B28">
              <w:rPr>
                <w:b/>
                <w:sz w:val="16"/>
                <w:szCs w:val="16"/>
              </w:rPr>
              <w:t>20</w:t>
            </w:r>
            <w:r w:rsidRPr="00782C99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4033F13" w14:textId="1EEEDB1C" w:rsidR="00782C99" w:rsidRPr="00782C99" w:rsidRDefault="00782C99" w:rsidP="00FD5648">
            <w:pPr>
              <w:jc w:val="center"/>
              <w:rPr>
                <w:b/>
                <w:sz w:val="16"/>
                <w:szCs w:val="16"/>
              </w:rPr>
            </w:pPr>
            <w:r w:rsidRPr="00782C99">
              <w:rPr>
                <w:b/>
                <w:sz w:val="16"/>
                <w:szCs w:val="16"/>
              </w:rPr>
              <w:t>За январь - декабрь 20</w:t>
            </w:r>
            <w:r w:rsidR="00FD5648">
              <w:rPr>
                <w:b/>
                <w:sz w:val="16"/>
                <w:szCs w:val="16"/>
              </w:rPr>
              <w:t>1</w:t>
            </w:r>
            <w:r w:rsidR="00884B28">
              <w:rPr>
                <w:b/>
                <w:sz w:val="16"/>
                <w:szCs w:val="16"/>
              </w:rPr>
              <w:t>9</w:t>
            </w:r>
            <w:r w:rsidRPr="00782C99">
              <w:rPr>
                <w:b/>
                <w:sz w:val="16"/>
                <w:szCs w:val="16"/>
              </w:rPr>
              <w:t xml:space="preserve"> г.</w:t>
            </w:r>
          </w:p>
        </w:tc>
      </w:tr>
      <w:tr w:rsidR="00782C99" w:rsidRPr="00782C99" w14:paraId="582DE091" w14:textId="77777777" w:rsidTr="00C827FC">
        <w:trPr>
          <w:trHeight w:val="50"/>
        </w:trPr>
        <w:tc>
          <w:tcPr>
            <w:tcW w:w="52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E4665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6F5A93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F270A0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1AD77EF3" w14:textId="77777777" w:rsidR="00782C99" w:rsidRPr="00782C99" w:rsidRDefault="00782C99" w:rsidP="00782C99">
            <w:pPr>
              <w:jc w:val="center"/>
              <w:rPr>
                <w:b/>
                <w:bCs/>
                <w:sz w:val="16"/>
                <w:szCs w:val="16"/>
              </w:rPr>
            </w:pPr>
            <w:r w:rsidRPr="00782C9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884B28" w:rsidRPr="00782C99" w14:paraId="17341AD7" w14:textId="77777777" w:rsidTr="00C827FC">
        <w:trPr>
          <w:trHeight w:val="333"/>
        </w:trPr>
        <w:tc>
          <w:tcPr>
            <w:tcW w:w="52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0D0A47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04804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7B5F7" w14:textId="1722E218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85" w:name="f2r140"/>
            <w:bookmarkEnd w:id="85"/>
            <w:r>
              <w:rPr>
                <w:rFonts w:ascii="Arial CYR" w:hAnsi="Arial CYR" w:cs="Arial CYR"/>
                <w:sz w:val="18"/>
                <w:szCs w:val="20"/>
              </w:rPr>
              <w:t>-82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CAFE1" w14:textId="60870446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18"/>
                <w:szCs w:val="20"/>
              </w:rPr>
              <w:t>409</w:t>
            </w:r>
          </w:p>
        </w:tc>
      </w:tr>
      <w:tr w:rsidR="00884B28" w:rsidRPr="00782C99" w14:paraId="50288842" w14:textId="77777777" w:rsidTr="00C827FC">
        <w:trPr>
          <w:trHeight w:val="20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4F66440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0C34B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0D821" w14:textId="43A24150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86" w:name="f2r150"/>
            <w:bookmarkEnd w:id="86"/>
            <w:r>
              <w:rPr>
                <w:rFonts w:ascii="Arial CYR" w:hAnsi="Arial CYR" w:cs="Arial CYR"/>
                <w:sz w:val="18"/>
                <w:szCs w:val="20"/>
              </w:rPr>
              <w:t>566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0598E" w14:textId="5EBC8FDE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18"/>
                <w:szCs w:val="20"/>
              </w:rPr>
              <w:t>1168</w:t>
            </w:r>
          </w:p>
        </w:tc>
      </w:tr>
      <w:tr w:rsidR="00884B28" w:rsidRPr="00782C99" w14:paraId="4A92AF04" w14:textId="77777777" w:rsidTr="00C827FC">
        <w:trPr>
          <w:trHeight w:val="10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E002691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4534E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CADE1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87" w:name="f2r160"/>
            <w:bookmarkEnd w:id="87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762B6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884B28" w:rsidRPr="00782C99" w14:paraId="653C4A5F" w14:textId="77777777" w:rsidTr="00C827FC">
        <w:trPr>
          <w:trHeight w:val="122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851108E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50B33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B87DB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88" w:name="f2r170"/>
            <w:bookmarkEnd w:id="8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7BEB6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884B28" w:rsidRPr="00782C99" w14:paraId="3C34E0B9" w14:textId="77777777" w:rsidTr="00C827FC">
        <w:trPr>
          <w:trHeight w:val="16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4FDFAE6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F21F9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70DD2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89" w:name="f2r180"/>
            <w:bookmarkEnd w:id="8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A0C41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884B28" w:rsidRPr="00782C99" w14:paraId="362530C9" w14:textId="77777777" w:rsidTr="00C827FC">
        <w:trPr>
          <w:trHeight w:val="20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39DDB25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CEE49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E4A2D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0" w:name="f2r190"/>
            <w:bookmarkEnd w:id="90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06A27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884B28" w:rsidRPr="00782C99" w14:paraId="022D55E2" w14:textId="77777777" w:rsidTr="00C827FC">
        <w:trPr>
          <w:trHeight w:val="163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BCD67F6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A1326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D56EB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1" w:name="f2r200"/>
            <w:bookmarkEnd w:id="9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C6576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884B28" w:rsidRPr="00782C99" w14:paraId="5A476EB2" w14:textId="77777777" w:rsidTr="00C827FC">
        <w:trPr>
          <w:trHeight w:val="302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04475CD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 xml:space="preserve">Чистая прибыль (убыток) </w:t>
            </w:r>
            <w:r w:rsidRPr="00782C99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803E0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9A762" w14:textId="5C83318E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2" w:name="f2r210"/>
            <w:bookmarkEnd w:id="92"/>
            <w:r>
              <w:rPr>
                <w:rFonts w:ascii="Arial CYR" w:hAnsi="Arial CYR" w:cs="Arial CYR"/>
                <w:sz w:val="18"/>
                <w:szCs w:val="20"/>
              </w:rPr>
              <w:t>566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70994" w14:textId="1E3E1FB4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18"/>
                <w:szCs w:val="20"/>
              </w:rPr>
              <w:t>1168</w:t>
            </w:r>
          </w:p>
        </w:tc>
      </w:tr>
      <w:tr w:rsidR="00884B28" w:rsidRPr="00782C99" w14:paraId="6973DB14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16E8D24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955D4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E5EE4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3" w:name="f2r220"/>
            <w:bookmarkEnd w:id="93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B0AA3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884B28" w:rsidRPr="00782C99" w14:paraId="122F18D1" w14:textId="77777777" w:rsidTr="00C827FC">
        <w:trPr>
          <w:trHeight w:val="178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CA877E1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BBA39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3DB20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4" w:name="f2r23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A19DD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884B28" w:rsidRPr="00782C99" w14:paraId="6A9F6108" w14:textId="77777777" w:rsidTr="00C827FC">
        <w:trPr>
          <w:trHeight w:val="229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3D7C220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F01F0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A5CDB" w14:textId="1E95DAB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5" w:name="f2r240"/>
            <w:bookmarkEnd w:id="95"/>
            <w:r>
              <w:rPr>
                <w:rFonts w:ascii="Arial CYR" w:hAnsi="Arial CYR" w:cs="Arial CYR"/>
                <w:sz w:val="18"/>
                <w:szCs w:val="20"/>
              </w:rPr>
              <w:t>566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92363" w14:textId="19363B69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r>
              <w:rPr>
                <w:rFonts w:ascii="Arial CYR" w:hAnsi="Arial CYR" w:cs="Arial CYR"/>
                <w:sz w:val="18"/>
                <w:szCs w:val="20"/>
              </w:rPr>
              <w:t>1168</w:t>
            </w:r>
          </w:p>
        </w:tc>
      </w:tr>
      <w:tr w:rsidR="00884B28" w:rsidRPr="00782C99" w14:paraId="09AF49EC" w14:textId="77777777" w:rsidTr="00C827FC">
        <w:trPr>
          <w:trHeight w:val="12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F5A6876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8109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710E02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6" w:name="f2r250"/>
            <w:bookmarkEnd w:id="96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335777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884B28" w:rsidRPr="00782C99" w14:paraId="687839DB" w14:textId="77777777" w:rsidTr="00C827FC">
        <w:trPr>
          <w:trHeight w:val="165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4B3A679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062B3A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B51D8C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  <w:bookmarkStart w:id="97" w:name="f2r260"/>
            <w:bookmarkEnd w:id="97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3B56A7" w14:textId="77777777" w:rsidR="00884B28" w:rsidRPr="00794D7B" w:rsidRDefault="00884B28" w:rsidP="00884B28">
            <w:pPr>
              <w:jc w:val="center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884B28" w:rsidRPr="00782C99" w14:paraId="43211035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063B1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D750A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FBE27" w14:textId="77777777" w:rsidR="00884B28" w:rsidRPr="00782C99" w:rsidRDefault="00884B28" w:rsidP="00884B28">
            <w:pPr>
              <w:jc w:val="center"/>
              <w:rPr>
                <w:b/>
                <w:sz w:val="18"/>
                <w:szCs w:val="18"/>
              </w:rPr>
            </w:pPr>
            <w:bookmarkStart w:id="98" w:name="f2r270"/>
            <w:bookmarkEnd w:id="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3E9683" w14:textId="0AF03F14" w:rsidR="00884B28" w:rsidRPr="00782C99" w:rsidRDefault="00884B28" w:rsidP="00884B2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884B28" w:rsidRPr="00782C99" w14:paraId="30E3F2C5" w14:textId="77777777" w:rsidTr="00C827FC">
        <w:trPr>
          <w:trHeight w:val="319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79B64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138E0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3FB247" w14:textId="3AE5A13D" w:rsidR="00884B28" w:rsidRPr="00782C99" w:rsidRDefault="00884B28" w:rsidP="00884B28">
            <w:pPr>
              <w:jc w:val="center"/>
              <w:rPr>
                <w:b/>
                <w:sz w:val="18"/>
                <w:szCs w:val="18"/>
              </w:rPr>
            </w:pPr>
            <w:bookmarkStart w:id="99" w:name="f2r270A"/>
            <w:bookmarkEnd w:id="99"/>
            <w:r>
              <w:rPr>
                <w:b/>
                <w:sz w:val="18"/>
                <w:szCs w:val="18"/>
              </w:rPr>
              <w:t>566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A743E1" w14:textId="3B3F4241" w:rsidR="00884B28" w:rsidRPr="00782C99" w:rsidRDefault="00884B28" w:rsidP="00884B2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1168</w:t>
            </w:r>
          </w:p>
        </w:tc>
      </w:tr>
      <w:tr w:rsidR="00884B28" w:rsidRPr="00782C99" w14:paraId="1E12814C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535DA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FAE34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DB0211" w14:textId="77777777" w:rsidR="00884B28" w:rsidRPr="00782C99" w:rsidRDefault="00884B28" w:rsidP="00884B28">
            <w:pPr>
              <w:jc w:val="center"/>
              <w:rPr>
                <w:b/>
                <w:sz w:val="18"/>
                <w:szCs w:val="18"/>
              </w:rPr>
            </w:pPr>
            <w:bookmarkStart w:id="100" w:name="f2r280"/>
            <w:bookmarkEnd w:id="100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EB25B5" w14:textId="77777777" w:rsidR="00884B28" w:rsidRPr="00782C99" w:rsidRDefault="00884B28" w:rsidP="00884B2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84B28" w:rsidRPr="00782C99" w14:paraId="044B231E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713DB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18AD5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F7D1CB" w14:textId="77777777" w:rsidR="00884B28" w:rsidRPr="00782C99" w:rsidRDefault="00884B28" w:rsidP="00884B28">
            <w:pPr>
              <w:jc w:val="center"/>
              <w:rPr>
                <w:b/>
                <w:sz w:val="18"/>
                <w:szCs w:val="18"/>
              </w:rPr>
            </w:pPr>
            <w:bookmarkStart w:id="101" w:name="f2r280A"/>
            <w:bookmarkEnd w:id="101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380600" w14:textId="77777777" w:rsidR="00884B28" w:rsidRPr="00782C99" w:rsidRDefault="00884B28" w:rsidP="00884B2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84B28" w:rsidRPr="00782C99" w14:paraId="4D1D3CFE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EE5B4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EFFE2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7B649B" w14:textId="77777777" w:rsidR="00884B28" w:rsidRPr="00782C99" w:rsidRDefault="00884B28" w:rsidP="00884B28">
            <w:pPr>
              <w:jc w:val="center"/>
              <w:rPr>
                <w:b/>
                <w:sz w:val="18"/>
                <w:szCs w:val="18"/>
              </w:rPr>
            </w:pPr>
            <w:bookmarkStart w:id="102" w:name="f2r290"/>
            <w:bookmarkEnd w:id="1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CF708A" w14:textId="04DD9713" w:rsidR="00884B28" w:rsidRPr="00782C99" w:rsidRDefault="00884B28" w:rsidP="00884B2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884B28" w:rsidRPr="00782C99" w14:paraId="6D880520" w14:textId="77777777" w:rsidTr="00C827FC">
        <w:trPr>
          <w:trHeight w:val="397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9B476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D0B0D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ADD90C" w14:textId="09D834CA" w:rsidR="00884B28" w:rsidRPr="00782C99" w:rsidRDefault="00884B28" w:rsidP="00884B28">
            <w:pPr>
              <w:jc w:val="center"/>
              <w:rPr>
                <w:b/>
                <w:sz w:val="18"/>
                <w:szCs w:val="18"/>
              </w:rPr>
            </w:pPr>
            <w:bookmarkStart w:id="103" w:name="f"/>
            <w:bookmarkStart w:id="104" w:name="f2r290A"/>
            <w:bookmarkEnd w:id="103"/>
            <w:bookmarkEnd w:id="104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6C8DC7" w14:textId="43F9771D" w:rsidR="00884B28" w:rsidRPr="00782C99" w:rsidRDefault="00884B28" w:rsidP="00884B2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583</w:t>
            </w:r>
          </w:p>
        </w:tc>
      </w:tr>
      <w:tr w:rsidR="00884B28" w:rsidRPr="00782C99" w14:paraId="3569F6BC" w14:textId="77777777" w:rsidTr="00C827FC">
        <w:trPr>
          <w:trHeight w:val="471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983CE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22DF5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29EBB8" w14:textId="77777777" w:rsidR="00884B28" w:rsidRPr="00782C99" w:rsidRDefault="00884B28" w:rsidP="00884B28">
            <w:pPr>
              <w:jc w:val="center"/>
              <w:rPr>
                <w:b/>
                <w:sz w:val="18"/>
                <w:szCs w:val="18"/>
              </w:rPr>
            </w:pPr>
            <w:bookmarkStart w:id="105" w:name="f2r295"/>
            <w:bookmarkEnd w:id="105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44B1E9" w14:textId="545B6AC0" w:rsidR="00884B28" w:rsidRPr="00782C99" w:rsidRDefault="00884B28" w:rsidP="00884B2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84B28" w:rsidRPr="00782C99" w14:paraId="1D11E734" w14:textId="77777777" w:rsidTr="00C827FC">
        <w:trPr>
          <w:trHeight w:val="29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B61E3" w14:textId="77777777" w:rsidR="00884B28" w:rsidRPr="00782C99" w:rsidRDefault="00884B28" w:rsidP="00884B28">
            <w:pPr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72844" w14:textId="77777777" w:rsidR="00884B28" w:rsidRPr="00782C99" w:rsidRDefault="00884B28" w:rsidP="00884B28">
            <w:pPr>
              <w:jc w:val="center"/>
              <w:rPr>
                <w:sz w:val="18"/>
                <w:szCs w:val="18"/>
              </w:rPr>
            </w:pPr>
            <w:r w:rsidRPr="00782C99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B09AA2" w14:textId="77777777" w:rsidR="00884B28" w:rsidRPr="00782C99" w:rsidRDefault="00884B28" w:rsidP="00884B28">
            <w:pPr>
              <w:jc w:val="center"/>
              <w:rPr>
                <w:b/>
                <w:sz w:val="18"/>
                <w:szCs w:val="18"/>
              </w:rPr>
            </w:pPr>
            <w:bookmarkStart w:id="106" w:name="f2r295A"/>
            <w:bookmarkEnd w:id="106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292234" w14:textId="521B3213" w:rsidR="00884B28" w:rsidRPr="00782C99" w:rsidRDefault="00884B28" w:rsidP="00884B2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2C99" w:rsidRPr="00782C99" w14:paraId="4EC20B81" w14:textId="77777777" w:rsidTr="00C827FC">
        <w:trPr>
          <w:trHeight w:val="29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F8637" w14:textId="77777777" w:rsidR="00782C99" w:rsidRPr="00782C99" w:rsidRDefault="00782C99" w:rsidP="00782C99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CBB07" w14:textId="77777777" w:rsidR="00782C99" w:rsidRPr="00782C99" w:rsidRDefault="00782C99" w:rsidP="00782C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0FED96" w14:textId="77777777" w:rsidR="00782C99" w:rsidRPr="00782C99" w:rsidRDefault="00782C99" w:rsidP="00782C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1A5881" w14:textId="77777777" w:rsidR="00782C99" w:rsidRPr="00782C99" w:rsidRDefault="00782C99" w:rsidP="00782C99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05402803" w14:textId="77777777" w:rsidR="006C0D2F" w:rsidRDefault="006C0D2F" w:rsidP="001D3366">
      <w:pPr>
        <w:pStyle w:val="a3"/>
        <w:tabs>
          <w:tab w:val="left" w:pos="2340"/>
        </w:tabs>
        <w:rPr>
          <w:rFonts w:ascii="Times New Roman" w:hAnsi="Times New Roman"/>
        </w:rPr>
      </w:pPr>
    </w:p>
    <w:p w14:paraId="094BADE5" w14:textId="77777777" w:rsidR="001D3366" w:rsidRDefault="001D3366" w:rsidP="001D3366">
      <w:pPr>
        <w:pStyle w:val="a3"/>
        <w:tabs>
          <w:tab w:val="left" w:pos="234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_________________________ </w:t>
      </w:r>
      <w:r w:rsidR="00FD5648">
        <w:rPr>
          <w:rFonts w:ascii="Times New Roman" w:hAnsi="Times New Roman"/>
        </w:rPr>
        <w:t>П</w:t>
      </w:r>
      <w:r>
        <w:rPr>
          <w:rFonts w:ascii="Times New Roman" w:hAnsi="Times New Roman"/>
        </w:rPr>
        <w:t>.</w:t>
      </w:r>
      <w:r w:rsidR="00FD5648">
        <w:rPr>
          <w:rFonts w:ascii="Times New Roman" w:hAnsi="Times New Roman"/>
        </w:rPr>
        <w:t>А</w:t>
      </w:r>
      <w:r>
        <w:rPr>
          <w:rFonts w:ascii="Times New Roman" w:hAnsi="Times New Roman"/>
        </w:rPr>
        <w:t>.</w:t>
      </w:r>
      <w:r w:rsidR="003D3BA3">
        <w:rPr>
          <w:rFonts w:ascii="Times New Roman" w:hAnsi="Times New Roman"/>
        </w:rPr>
        <w:t xml:space="preserve"> </w:t>
      </w:r>
      <w:r w:rsidR="00FD5648">
        <w:rPr>
          <w:rFonts w:ascii="Times New Roman" w:hAnsi="Times New Roman"/>
        </w:rPr>
        <w:t>Шемерей</w:t>
      </w:r>
    </w:p>
    <w:p w14:paraId="375AE383" w14:textId="77777777" w:rsidR="001D3366" w:rsidRDefault="001D3366" w:rsidP="001D3366">
      <w:pPr>
        <w:pStyle w:val="a3"/>
        <w:tabs>
          <w:tab w:val="left" w:pos="2340"/>
        </w:tabs>
        <w:rPr>
          <w:rFonts w:ascii="Times New Roman" w:hAnsi="Times New Roman"/>
        </w:rPr>
      </w:pPr>
    </w:p>
    <w:p w14:paraId="34D6F0B5" w14:textId="77777777" w:rsidR="001D3366" w:rsidRDefault="001D3366" w:rsidP="001D3366">
      <w:pPr>
        <w:pStyle w:val="a3"/>
        <w:tabs>
          <w:tab w:val="left" w:pos="2340"/>
        </w:tabs>
        <w:rPr>
          <w:rFonts w:ascii="Times New Roman" w:hAnsi="Times New Roman"/>
        </w:rPr>
      </w:pPr>
      <w:r>
        <w:rPr>
          <w:rFonts w:ascii="Times New Roman" w:hAnsi="Times New Roman"/>
        </w:rPr>
        <w:t>Главный бу</w:t>
      </w:r>
      <w:r w:rsidR="006C0D2F">
        <w:rPr>
          <w:rFonts w:ascii="Times New Roman" w:hAnsi="Times New Roman"/>
        </w:rPr>
        <w:t>хгалтер_____________________ Г.В</w:t>
      </w:r>
      <w:r>
        <w:rPr>
          <w:rFonts w:ascii="Times New Roman" w:hAnsi="Times New Roman"/>
        </w:rPr>
        <w:t>.</w:t>
      </w:r>
      <w:r w:rsidR="003D3BA3">
        <w:rPr>
          <w:rFonts w:ascii="Times New Roman" w:hAnsi="Times New Roman"/>
        </w:rPr>
        <w:t xml:space="preserve"> </w:t>
      </w:r>
      <w:r w:rsidR="006C0D2F">
        <w:rPr>
          <w:rFonts w:ascii="Times New Roman" w:hAnsi="Times New Roman"/>
        </w:rPr>
        <w:t>Чаплинская</w:t>
      </w:r>
    </w:p>
    <w:p w14:paraId="34DD1A9C" w14:textId="77777777" w:rsidR="001D3366" w:rsidRPr="001D3366" w:rsidRDefault="001D3366" w:rsidP="001D3366">
      <w:pPr>
        <w:pStyle w:val="a3"/>
        <w:tabs>
          <w:tab w:val="left" w:pos="2340"/>
        </w:tabs>
        <w:rPr>
          <w:rFonts w:ascii="Times New Roman" w:hAnsi="Times New Roman"/>
        </w:rPr>
      </w:pPr>
    </w:p>
    <w:p w14:paraId="215297C2" w14:textId="77777777" w:rsidR="00E102A4" w:rsidRDefault="00E102A4" w:rsidP="001D3366">
      <w:pPr>
        <w:rPr>
          <w:sz w:val="22"/>
          <w:szCs w:val="22"/>
        </w:rPr>
      </w:pPr>
    </w:p>
    <w:p w14:paraId="7894B315" w14:textId="77777777" w:rsidR="00E102A4" w:rsidRPr="00E102A4" w:rsidRDefault="00E102A4" w:rsidP="00E102A4">
      <w:pPr>
        <w:spacing w:before="160" w:after="160"/>
        <w:jc w:val="both"/>
        <w:rPr>
          <w:b/>
        </w:rPr>
      </w:pPr>
      <w:r w:rsidRPr="00E102A4">
        <w:rPr>
          <w:b/>
        </w:rPr>
        <w:t xml:space="preserve">4. Доля государства в уставном фонде эмитента </w:t>
      </w:r>
      <w:r>
        <w:rPr>
          <w:b/>
        </w:rPr>
        <w:t>100</w:t>
      </w:r>
      <w:r w:rsidRPr="00E102A4">
        <w:rPr>
          <w:b/>
        </w:rPr>
        <w:t>% (всего в процентах), в том числе: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2785"/>
        <w:gridCol w:w="2749"/>
      </w:tblGrid>
      <w:tr w:rsidR="00E102A4" w:rsidRPr="00E102A4" w14:paraId="1AFC5912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BA72303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Вид собственности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5F729FE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Количество акций, штук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612D184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Доля в уставном фонде, %</w:t>
            </w:r>
          </w:p>
        </w:tc>
      </w:tr>
      <w:tr w:rsidR="00E102A4" w:rsidRPr="00E102A4" w14:paraId="7C5D5BDB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F1D025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Республиканская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0CAF5A8" w14:textId="77777777" w:rsidR="00E102A4" w:rsidRPr="00E102A4" w:rsidRDefault="00E102A4" w:rsidP="00E102A4">
            <w:pPr>
              <w:rPr>
                <w:sz w:val="20"/>
                <w:szCs w:val="2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53EFC2F" w14:textId="77777777" w:rsidR="00E102A4" w:rsidRPr="00E102A4" w:rsidRDefault="00E102A4" w:rsidP="00E102A4">
            <w:pPr>
              <w:rPr>
                <w:sz w:val="20"/>
                <w:szCs w:val="20"/>
              </w:rPr>
            </w:pPr>
          </w:p>
        </w:tc>
      </w:tr>
      <w:tr w:rsidR="00E102A4" w:rsidRPr="00E102A4" w14:paraId="6B05A6F0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99D706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Коммунальная - всего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DABB66" w14:textId="77777777" w:rsidR="00E102A4" w:rsidRPr="00E102A4" w:rsidRDefault="004162DA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63991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541711" w14:textId="77777777" w:rsidR="00E102A4" w:rsidRPr="00E102A4" w:rsidRDefault="004162DA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102A4" w:rsidRPr="00E102A4" w14:paraId="2D178E56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E23521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1D1B37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A9D9DC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E102A4" w:rsidRPr="00E102A4" w14:paraId="05CC867B" w14:textId="77777777" w:rsidTr="00E102A4">
        <w:trPr>
          <w:trHeight w:val="240"/>
        </w:trPr>
        <w:tc>
          <w:tcPr>
            <w:tcW w:w="2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BC42AB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569AA1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76B362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E102A4" w:rsidRPr="00E102A4" w14:paraId="6FECE0C6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4FD04B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F68E58" w14:textId="77777777" w:rsidR="00E102A4" w:rsidRPr="00E102A4" w:rsidRDefault="004162DA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63991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BF7B5F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                     </w:t>
            </w:r>
            <w:r>
              <w:rPr>
                <w:sz w:val="20"/>
                <w:szCs w:val="20"/>
              </w:rPr>
              <w:t>100</w:t>
            </w:r>
            <w:r w:rsidRPr="00E102A4">
              <w:rPr>
                <w:sz w:val="20"/>
                <w:szCs w:val="20"/>
              </w:rPr>
              <w:t>%</w:t>
            </w:r>
          </w:p>
        </w:tc>
      </w:tr>
      <w:tr w:rsidR="00E102A4" w:rsidRPr="00E102A4" w14:paraId="77D22630" w14:textId="77777777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77F01B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городская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433678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8D5A69" w14:textId="77777777"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</w:tbl>
    <w:p w14:paraId="540FFA8B" w14:textId="77777777" w:rsidR="00E102A4" w:rsidRPr="00E102A4" w:rsidRDefault="00E102A4" w:rsidP="00E102A4">
      <w:pPr>
        <w:spacing w:before="160" w:after="160"/>
        <w:ind w:firstLine="567"/>
        <w:jc w:val="both"/>
      </w:pPr>
      <w:r w:rsidRPr="00E102A4">
        <w:t> </w:t>
      </w:r>
    </w:p>
    <w:p w14:paraId="040B911F" w14:textId="77777777" w:rsidR="00E102A4" w:rsidRPr="00E102A4" w:rsidRDefault="00E102A4" w:rsidP="00E102A4">
      <w:pPr>
        <w:spacing w:before="160" w:after="160"/>
        <w:jc w:val="both"/>
      </w:pPr>
      <w:r w:rsidRPr="00E102A4">
        <w:rPr>
          <w:b/>
        </w:rPr>
        <w:t>5. Количество акционеров</w:t>
      </w:r>
      <w:r w:rsidRPr="00E102A4">
        <w:t xml:space="preserve"> - всего </w:t>
      </w:r>
      <w:r>
        <w:t>1</w:t>
      </w:r>
    </w:p>
    <w:p w14:paraId="4ACB17F2" w14:textId="77777777" w:rsidR="00E102A4" w:rsidRPr="00E102A4" w:rsidRDefault="00E102A4" w:rsidP="00E102A4">
      <w:pPr>
        <w:jc w:val="both"/>
      </w:pPr>
      <w:r w:rsidRPr="00E102A4">
        <w:t>В том числе:</w:t>
      </w:r>
    </w:p>
    <w:p w14:paraId="6C6275E7" w14:textId="77777777" w:rsidR="00E102A4" w:rsidRPr="00E102A4" w:rsidRDefault="00E102A4" w:rsidP="00E102A4">
      <w:pPr>
        <w:jc w:val="both"/>
      </w:pPr>
      <w:r w:rsidRPr="00E102A4">
        <w:t xml:space="preserve">юридических лиц 1, из них нерезидентов Республики Беларусь _________, </w:t>
      </w:r>
    </w:p>
    <w:p w14:paraId="18521AB4" w14:textId="77777777" w:rsidR="00E102A4" w:rsidRDefault="00E102A4" w:rsidP="00E102A4">
      <w:pPr>
        <w:jc w:val="both"/>
      </w:pPr>
      <w:r w:rsidRPr="00E102A4">
        <w:t>физических лиц _</w:t>
      </w:r>
      <w:r>
        <w:t>__</w:t>
      </w:r>
      <w:r w:rsidRPr="00E102A4">
        <w:t>____, из них нерезидентов Республики Беларусь _________</w:t>
      </w:r>
    </w:p>
    <w:p w14:paraId="20D72191" w14:textId="77777777" w:rsidR="00EE18AF" w:rsidRDefault="00EE18AF" w:rsidP="00E102A4">
      <w:pPr>
        <w:jc w:val="both"/>
      </w:pPr>
    </w:p>
    <w:p w14:paraId="782F77A9" w14:textId="77777777" w:rsidR="00C827FC" w:rsidRDefault="00C827FC" w:rsidP="00E102A4">
      <w:pPr>
        <w:spacing w:before="160" w:after="160"/>
        <w:jc w:val="both"/>
        <w:rPr>
          <w:b/>
        </w:rPr>
      </w:pPr>
    </w:p>
    <w:p w14:paraId="500E933E" w14:textId="77777777" w:rsidR="00C827FC" w:rsidRDefault="00C827FC" w:rsidP="00E102A4">
      <w:pPr>
        <w:spacing w:before="160" w:after="160"/>
        <w:jc w:val="both"/>
        <w:rPr>
          <w:b/>
        </w:rPr>
      </w:pPr>
    </w:p>
    <w:p w14:paraId="5A338D4F" w14:textId="77777777" w:rsidR="00C827FC" w:rsidRDefault="00C827FC" w:rsidP="00E102A4">
      <w:pPr>
        <w:spacing w:before="160" w:after="160"/>
        <w:jc w:val="both"/>
        <w:rPr>
          <w:b/>
        </w:rPr>
      </w:pPr>
    </w:p>
    <w:p w14:paraId="06C0FD19" w14:textId="77777777" w:rsidR="00C827FC" w:rsidRDefault="00C827FC" w:rsidP="00E102A4">
      <w:pPr>
        <w:spacing w:before="160" w:after="160"/>
        <w:jc w:val="both"/>
        <w:rPr>
          <w:b/>
        </w:rPr>
      </w:pPr>
    </w:p>
    <w:p w14:paraId="34BA630D" w14:textId="77777777" w:rsidR="00E102A4" w:rsidRPr="00E102A4" w:rsidRDefault="00E102A4" w:rsidP="00E102A4">
      <w:pPr>
        <w:spacing w:before="160" w:after="160"/>
        <w:jc w:val="both"/>
        <w:rPr>
          <w:b/>
        </w:rPr>
      </w:pPr>
      <w:r w:rsidRPr="00E102A4">
        <w:rPr>
          <w:b/>
        </w:rPr>
        <w:lastRenderedPageBreak/>
        <w:t>6. Информация о дивидендах и акциях: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2593"/>
        <w:gridCol w:w="1863"/>
        <w:gridCol w:w="1215"/>
        <w:gridCol w:w="2117"/>
      </w:tblGrid>
      <w:tr w:rsidR="00E102A4" w:rsidRPr="00E102A4" w14:paraId="498D28CC" w14:textId="77777777" w:rsidTr="00E102A4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D76C1B0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t> </w:t>
            </w:r>
            <w:r w:rsidRPr="00E102A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FF16037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A0511BE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F86984A" w14:textId="77777777"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За аналогичный период прошлого года</w:t>
            </w:r>
          </w:p>
        </w:tc>
      </w:tr>
      <w:tr w:rsidR="00495287" w:rsidRPr="00E102A4" w14:paraId="1AE41278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62F2C0" w14:textId="77777777" w:rsidR="00495287" w:rsidRPr="00E102A4" w:rsidRDefault="00495287" w:rsidP="00495287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078505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тысяч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D86DF6A" w14:textId="77777777" w:rsidR="00DF064B" w:rsidRDefault="00DF064B" w:rsidP="00DF064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0,00</w:t>
            </w:r>
          </w:p>
          <w:p w14:paraId="4A35D41A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E16C72F" w14:textId="77777777" w:rsidR="00495287" w:rsidRPr="00E102A4" w:rsidRDefault="00DD527C" w:rsidP="00DD5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5287">
              <w:rPr>
                <w:sz w:val="20"/>
                <w:szCs w:val="20"/>
              </w:rPr>
              <w:t>,00</w:t>
            </w:r>
          </w:p>
        </w:tc>
      </w:tr>
      <w:tr w:rsidR="00495287" w:rsidRPr="00E102A4" w14:paraId="0B07434A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A54881" w14:textId="77777777" w:rsidR="00495287" w:rsidRPr="00E102A4" w:rsidRDefault="00495287" w:rsidP="00495287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Фактически выплаченные дивиденды в данном отчетном периоде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DB5E91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тысяч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7C7DB7D" w14:textId="77777777" w:rsidR="00DF064B" w:rsidRDefault="00DF064B" w:rsidP="00DF064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0,00</w:t>
            </w:r>
          </w:p>
          <w:p w14:paraId="193BF2CD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BDE5247" w14:textId="77777777" w:rsidR="00495287" w:rsidRPr="00E102A4" w:rsidRDefault="00DD527C" w:rsidP="004952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5287">
              <w:rPr>
                <w:sz w:val="20"/>
                <w:szCs w:val="20"/>
              </w:rPr>
              <w:t>,00</w:t>
            </w:r>
          </w:p>
        </w:tc>
      </w:tr>
      <w:tr w:rsidR="00495287" w:rsidRPr="00E102A4" w14:paraId="72BFF1E3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AD2B07" w14:textId="77777777" w:rsidR="00495287" w:rsidRPr="00E102A4" w:rsidRDefault="00495287" w:rsidP="00495287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Дивиденды, приходящиеся на одну простую (обыкновенную) акцию (включая налоги)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586768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0840602" w14:textId="77777777" w:rsidR="00DF064B" w:rsidRDefault="00DF064B" w:rsidP="00DF064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0,00</w:t>
            </w:r>
          </w:p>
          <w:p w14:paraId="03E72CB5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6AAD526" w14:textId="77777777" w:rsidR="00495287" w:rsidRPr="00E102A4" w:rsidRDefault="00495287" w:rsidP="00DD5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D527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</w:tr>
      <w:tr w:rsidR="00495287" w:rsidRPr="00E102A4" w14:paraId="13EF8136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AF7E8F" w14:textId="77777777" w:rsidR="00495287" w:rsidRPr="00E102A4" w:rsidRDefault="00495287" w:rsidP="00495287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Дивиденды, приходящиеся на одну привилегированную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971FC6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3AAB104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655C83C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  <w:tr w:rsidR="00495287" w:rsidRPr="00E102A4" w14:paraId="47FE4FF1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3CBF2B" w14:textId="77777777" w:rsidR="00495287" w:rsidRPr="00E102A4" w:rsidRDefault="00495287" w:rsidP="00495287">
            <w:pPr>
              <w:spacing w:after="60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типа 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7ECA8F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22DA60A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C47C285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</w:p>
        </w:tc>
      </w:tr>
      <w:tr w:rsidR="00495287" w:rsidRPr="00E102A4" w14:paraId="687A02FD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4DB269" w14:textId="77777777" w:rsidR="00495287" w:rsidRPr="00E102A4" w:rsidRDefault="00495287" w:rsidP="00495287">
            <w:pPr>
              <w:spacing w:after="60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типа_______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C22229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27A56BB2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0214C55" w14:textId="77777777" w:rsidR="00495287" w:rsidRPr="00E102A4" w:rsidRDefault="00495287" w:rsidP="00495287">
            <w:pPr>
              <w:spacing w:after="60"/>
              <w:jc w:val="center"/>
              <w:rPr>
                <w:sz w:val="20"/>
                <w:szCs w:val="20"/>
              </w:rPr>
            </w:pPr>
          </w:p>
        </w:tc>
      </w:tr>
      <w:tr w:rsidR="00495287" w:rsidRPr="00E102A4" w14:paraId="5FED59D3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D180E6" w14:textId="77777777" w:rsidR="00495287" w:rsidRPr="00E102A4" w:rsidRDefault="00495287" w:rsidP="00495287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4ABAFE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0F46809" w14:textId="77777777" w:rsidR="00DF064B" w:rsidRDefault="00DF064B" w:rsidP="00DF064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0,00</w:t>
            </w:r>
          </w:p>
          <w:p w14:paraId="0B47D8DF" w14:textId="77777777" w:rsidR="00495287" w:rsidRPr="00E102A4" w:rsidRDefault="00495287" w:rsidP="0049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5E578DF2" w14:textId="77777777" w:rsidR="00495287" w:rsidRPr="00E102A4" w:rsidRDefault="00495287" w:rsidP="00DD5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D527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</w:tr>
      <w:tr w:rsidR="00782C99" w:rsidRPr="00E102A4" w14:paraId="0859B8D9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9BD67C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801CEE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5E28DAF" w14:textId="77777777" w:rsidR="00782C99" w:rsidRPr="00E102A4" w:rsidRDefault="00782C99" w:rsidP="003B00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4F624764" w14:textId="77777777" w:rsidR="00782C99" w:rsidRPr="00E102A4" w:rsidRDefault="00782C99" w:rsidP="003B0043">
            <w:pPr>
              <w:jc w:val="center"/>
              <w:rPr>
                <w:sz w:val="20"/>
                <w:szCs w:val="20"/>
              </w:rPr>
            </w:pPr>
          </w:p>
        </w:tc>
      </w:tr>
      <w:tr w:rsidR="00782C99" w:rsidRPr="00E102A4" w14:paraId="2D6CBE24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15176C" w14:textId="77777777" w:rsidR="00782C99" w:rsidRPr="00E102A4" w:rsidRDefault="00782C99" w:rsidP="00E102A4">
            <w:pPr>
              <w:spacing w:after="60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типа 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308C16" w14:textId="77777777" w:rsidR="00782C99" w:rsidRPr="00E102A4" w:rsidRDefault="00782C99" w:rsidP="00E102A4">
            <w:pPr>
              <w:spacing w:after="60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27AF996" w14:textId="77777777" w:rsidR="00782C99" w:rsidRPr="00E102A4" w:rsidRDefault="00782C99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72C5E846" w14:textId="77777777" w:rsidR="00782C99" w:rsidRPr="00E102A4" w:rsidRDefault="00782C99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</w:tr>
      <w:tr w:rsidR="00782C99" w:rsidRPr="00E102A4" w14:paraId="00FC98B6" w14:textId="77777777" w:rsidTr="003B004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C73688" w14:textId="77777777" w:rsidR="00782C99" w:rsidRPr="00E102A4" w:rsidRDefault="00782C99" w:rsidP="00E102A4">
            <w:pPr>
              <w:spacing w:after="60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типа_______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83D5DF" w14:textId="77777777" w:rsidR="00782C99" w:rsidRPr="00E102A4" w:rsidRDefault="004162DA" w:rsidP="00E102A4">
            <w:pPr>
              <w:spacing w:after="60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</w:t>
            </w:r>
            <w:r w:rsidR="00782C99" w:rsidRPr="00E102A4">
              <w:rPr>
                <w:sz w:val="20"/>
                <w:szCs w:val="20"/>
              </w:rPr>
              <w:t>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4B0BD61" w14:textId="77777777" w:rsidR="00782C99" w:rsidRPr="00E102A4" w:rsidRDefault="00782C99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B5E0543" w14:textId="77777777" w:rsidR="00782C99" w:rsidRPr="00E102A4" w:rsidRDefault="00782C99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</w:tr>
      <w:tr w:rsidR="00782C99" w:rsidRPr="00E102A4" w14:paraId="7C784531" w14:textId="77777777" w:rsidTr="00495287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7B2886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CE958B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04BB40F" w14:textId="77777777" w:rsidR="00782C99" w:rsidRPr="00E102A4" w:rsidRDefault="00782C99" w:rsidP="004162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34796FD" w14:textId="77777777" w:rsidR="00782C99" w:rsidRPr="00E102A4" w:rsidRDefault="008452C5" w:rsidP="005709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82C99" w:rsidRPr="00E102A4" w14:paraId="5BDF9931" w14:textId="77777777" w:rsidTr="00495287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036E79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B1F397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0DAEDAE" w14:textId="77777777" w:rsidR="00782C99" w:rsidRPr="00E102A4" w:rsidRDefault="00782C99" w:rsidP="00570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9DCEF92" w14:textId="77777777" w:rsidR="00782C99" w:rsidRPr="00E102A4" w:rsidRDefault="008452C5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82C99" w:rsidRPr="00E102A4" w14:paraId="51E3B8A2" w14:textId="77777777" w:rsidTr="00495287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04DA59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39513D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EEE60E3" w14:textId="77777777" w:rsidR="00782C99" w:rsidRPr="00E102A4" w:rsidRDefault="00782C99" w:rsidP="00570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A07A222" w14:textId="77777777" w:rsidR="00782C99" w:rsidRPr="00E102A4" w:rsidRDefault="008452C5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782C99" w:rsidRPr="00E102A4" w14:paraId="613FC3C9" w14:textId="77777777" w:rsidTr="00E102A4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2F073A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Обеспеченность акции имуществом общества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3516E2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BBBBA3" w14:textId="409F826B" w:rsidR="00782C99" w:rsidRPr="00E102A4" w:rsidRDefault="005C665D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142,68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1A2666" w14:textId="47661911" w:rsidR="00782C99" w:rsidRPr="00E102A4" w:rsidRDefault="005C665D" w:rsidP="00416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  <w:r w:rsidR="0049528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83</w:t>
            </w:r>
          </w:p>
        </w:tc>
      </w:tr>
      <w:tr w:rsidR="00782C99" w:rsidRPr="00E102A4" w14:paraId="7AA2CF54" w14:textId="77777777" w:rsidTr="00E102A4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46E0B7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Количество акций, находящихся на балансе общества, - всего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27BF7F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штук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EA3E02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59A885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010B7A46" w14:textId="77777777" w:rsidTr="00E102A4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F8C1A0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В том числе:</w:t>
            </w:r>
            <w:r w:rsidRPr="00E102A4">
              <w:rPr>
                <w:sz w:val="20"/>
                <w:szCs w:val="20"/>
              </w:rPr>
              <w:br/>
              <w:t>поступившие в распоряжение общества: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28F78F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ADFA06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5D8030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6D213430" w14:textId="77777777" w:rsidTr="00E102A4">
        <w:trPr>
          <w:trHeight w:val="23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5E71D3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дата зачисления акций на счет «депо» общества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416D71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количество акций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105977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штук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44D80C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</w:tr>
      <w:tr w:rsidR="00782C99" w:rsidRPr="00E102A4" w14:paraId="3F5D6642" w14:textId="77777777" w:rsidTr="00E102A4">
        <w:trPr>
          <w:trHeight w:val="23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DC065B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ECA0B4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DE1CD0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04487C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38461A48" w14:textId="77777777" w:rsidTr="00E102A4">
        <w:trPr>
          <w:trHeight w:val="23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28C811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9036EE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97FA96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753A2F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743A6AA0" w14:textId="77777777" w:rsidTr="00E102A4">
        <w:trPr>
          <w:trHeight w:val="23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6B03B6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7A48DD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4A27EB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EA2FD9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3E5DD83D" w14:textId="77777777" w:rsidTr="00E102A4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197151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приобретенные в целях сокращения общего количества акций: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1CE732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DE60E6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384939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782C99" w:rsidRPr="00E102A4" w14:paraId="66C33EDA" w14:textId="77777777" w:rsidTr="00E102A4">
        <w:trPr>
          <w:trHeight w:val="19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3D6F68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дата зачисления акций на счет «депо» общества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E7BB0E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количество акций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FFCC80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штук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54F7C1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B19C3B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  <w:tr w:rsidR="00782C99" w:rsidRPr="00E102A4" w14:paraId="7E7195A5" w14:textId="77777777" w:rsidTr="00E102A4">
        <w:trPr>
          <w:trHeight w:val="121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4F0C9B" w14:textId="77777777" w:rsidR="00782C99" w:rsidRPr="00E102A4" w:rsidRDefault="00782C99" w:rsidP="00E102A4">
            <w:pPr>
              <w:spacing w:line="121" w:lineRule="atLeast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A3873A" w14:textId="77777777" w:rsidR="00782C99" w:rsidRPr="00E102A4" w:rsidRDefault="00782C99" w:rsidP="00E102A4">
            <w:pPr>
              <w:spacing w:line="121" w:lineRule="atLeast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878BB8" w14:textId="77777777" w:rsidR="00782C99" w:rsidRPr="00E102A4" w:rsidRDefault="00782C99" w:rsidP="00E102A4">
            <w:pPr>
              <w:spacing w:line="121" w:lineRule="atLeast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07EEE7" w14:textId="77777777" w:rsidR="00782C99" w:rsidRPr="00E102A4" w:rsidRDefault="00782C99" w:rsidP="00E102A4">
            <w:pPr>
              <w:spacing w:line="121" w:lineRule="atLeast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6504AF" w14:textId="77777777" w:rsidR="00782C99" w:rsidRPr="00E102A4" w:rsidRDefault="00782C99" w:rsidP="00E102A4">
            <w:pPr>
              <w:spacing w:line="121" w:lineRule="atLeast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  <w:tr w:rsidR="00782C99" w:rsidRPr="00E102A4" w14:paraId="6E67FEF1" w14:textId="77777777" w:rsidTr="00E102A4">
        <w:trPr>
          <w:trHeight w:val="238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86E69B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49B853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313733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1F5A5A" w14:textId="77777777" w:rsidR="00782C99" w:rsidRPr="00E102A4" w:rsidRDefault="00782C99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D9D25C" w14:textId="77777777" w:rsidR="00782C99" w:rsidRPr="00E102A4" w:rsidRDefault="00782C99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</w:tbl>
    <w:p w14:paraId="26AC5691" w14:textId="4F064B33" w:rsidR="00E102A4" w:rsidRPr="00E102A4" w:rsidRDefault="00E102A4" w:rsidP="001B326F">
      <w:pPr>
        <w:spacing w:before="160" w:after="160"/>
        <w:jc w:val="both"/>
      </w:pPr>
      <w:bookmarkStart w:id="107" w:name="a36"/>
      <w:bookmarkEnd w:id="107"/>
      <w:r w:rsidRPr="00E102A4">
        <w:rPr>
          <w:b/>
        </w:rPr>
        <w:t>8. Среднесписочная численность работающих (человек)</w:t>
      </w:r>
      <w:r w:rsidRPr="00E102A4">
        <w:t xml:space="preserve">   </w:t>
      </w:r>
      <w:r w:rsidRPr="00E102A4">
        <w:rPr>
          <w:u w:val="single"/>
        </w:rPr>
        <w:t>1</w:t>
      </w:r>
      <w:r w:rsidR="007741CB">
        <w:rPr>
          <w:u w:val="single"/>
        </w:rPr>
        <w:t>67</w:t>
      </w:r>
      <w:r w:rsidRPr="00E102A4">
        <w:rPr>
          <w:u w:val="single"/>
        </w:rPr>
        <w:t xml:space="preserve"> </w:t>
      </w:r>
      <w:r w:rsidRPr="00E102A4">
        <w:t>___________________________</w:t>
      </w:r>
    </w:p>
    <w:p w14:paraId="3C81CB9F" w14:textId="71C0255C" w:rsidR="00E102A4" w:rsidRPr="00E102A4" w:rsidRDefault="00E102A4" w:rsidP="00E102A4">
      <w:pPr>
        <w:spacing w:before="160" w:after="160"/>
        <w:jc w:val="both"/>
      </w:pPr>
      <w:r w:rsidRPr="00E102A4">
        <w:rPr>
          <w:b/>
        </w:rPr>
        <w:t>9. Основные виды продукции или виды деятельности, по которым получено 20 и более процентов выручки от реализации товаров, продукции, работ, услуг (только в составе годового отчета):</w:t>
      </w:r>
      <w:r w:rsidRPr="00E102A4">
        <w:t xml:space="preserve"> </w:t>
      </w:r>
      <w:r>
        <w:t xml:space="preserve"> </w:t>
      </w:r>
      <w:r w:rsidRPr="00E102A4">
        <w:t xml:space="preserve"> </w:t>
      </w:r>
      <w:r w:rsidRPr="00E102A4">
        <w:rPr>
          <w:u w:val="single"/>
        </w:rPr>
        <w:t xml:space="preserve">молоко – </w:t>
      </w:r>
      <w:r w:rsidR="007741CB">
        <w:rPr>
          <w:u w:val="single"/>
        </w:rPr>
        <w:t>72</w:t>
      </w:r>
      <w:r w:rsidR="005709C0">
        <w:rPr>
          <w:u w:val="single"/>
        </w:rPr>
        <w:t>,</w:t>
      </w:r>
      <w:r w:rsidR="007741CB">
        <w:rPr>
          <w:u w:val="single"/>
        </w:rPr>
        <w:t>4</w:t>
      </w:r>
      <w:r w:rsidRPr="00E102A4">
        <w:rPr>
          <w:u w:val="single"/>
        </w:rPr>
        <w:t>%</w:t>
      </w:r>
      <w:r w:rsidRPr="00B81C0C">
        <w:t>____________________________________</w:t>
      </w:r>
    </w:p>
    <w:p w14:paraId="5A6D6F86" w14:textId="454DD4BB" w:rsidR="00E102A4" w:rsidRPr="00E102A4" w:rsidRDefault="00E102A4" w:rsidP="00E102A4">
      <w:pPr>
        <w:spacing w:before="160" w:after="160"/>
        <w:jc w:val="both"/>
      </w:pPr>
      <w:bookmarkStart w:id="108" w:name="a75"/>
      <w:bookmarkEnd w:id="108"/>
      <w:r w:rsidRPr="00E102A4">
        <w:rPr>
          <w:b/>
        </w:rPr>
        <w:t xml:space="preserve">10. Дата проведения годового общего собрания акционеров, на котором утверждены годовой отчет, бухгалтерский баланс, отчет о прибылях и убытках за </w:t>
      </w:r>
      <w:r w:rsidRPr="003D05D3">
        <w:rPr>
          <w:b/>
        </w:rPr>
        <w:t>отчетный</w:t>
      </w:r>
      <w:r w:rsidRPr="003D05D3">
        <w:t xml:space="preserve"> </w:t>
      </w:r>
      <w:r w:rsidRPr="003D05D3">
        <w:rPr>
          <w:u w:val="single"/>
        </w:rPr>
        <w:t>20</w:t>
      </w:r>
      <w:r w:rsidR="00F552D5">
        <w:rPr>
          <w:u w:val="single"/>
        </w:rPr>
        <w:t>20</w:t>
      </w:r>
      <w:r w:rsidRPr="003D05D3">
        <w:t> год: </w:t>
      </w:r>
      <w:r w:rsidR="005709C0">
        <w:t>2</w:t>
      </w:r>
      <w:r w:rsidR="00F552D5">
        <w:t>6</w:t>
      </w:r>
      <w:r w:rsidR="00E54C1E">
        <w:t>.0</w:t>
      </w:r>
      <w:r w:rsidR="00F552D5">
        <w:t>3</w:t>
      </w:r>
      <w:r w:rsidR="00E54C1E">
        <w:t>.20</w:t>
      </w:r>
      <w:r w:rsidR="00DF064B">
        <w:t>2</w:t>
      </w:r>
      <w:r w:rsidR="00F552D5">
        <w:t>1</w:t>
      </w:r>
      <w:r w:rsidR="00B81C0C">
        <w:t xml:space="preserve"> г.</w:t>
      </w:r>
    </w:p>
    <w:p w14:paraId="335C3C93" w14:textId="77777777" w:rsidR="00E102A4" w:rsidRPr="00E102A4" w:rsidRDefault="00E102A4" w:rsidP="00E102A4">
      <w:pPr>
        <w:spacing w:before="160" w:after="160"/>
        <w:jc w:val="both"/>
        <w:rPr>
          <w:b/>
        </w:rPr>
      </w:pPr>
      <w:bookmarkStart w:id="109" w:name="a37"/>
      <w:bookmarkEnd w:id="109"/>
      <w:r w:rsidRPr="00E102A4">
        <w:rPr>
          <w:b/>
        </w:rPr>
        <w:t xml:space="preserve">13. Сведения о применении открытым акционерным обществом Свода правил корпоративного поведения (только в составе годового отчета): </w:t>
      </w:r>
    </w:p>
    <w:p w14:paraId="748CA585" w14:textId="77777777" w:rsidR="004162DA" w:rsidRDefault="004162DA" w:rsidP="00E102A4">
      <w:pPr>
        <w:spacing w:before="160" w:after="160"/>
        <w:jc w:val="both"/>
        <w:rPr>
          <w:u w:val="single"/>
        </w:rPr>
      </w:pPr>
      <w:r w:rsidRPr="004162DA">
        <w:rPr>
          <w:u w:val="single"/>
        </w:rPr>
        <w:t xml:space="preserve">положение о порядке ведения учета аффилированных лиц и регламент работы с реестром владельцев ценных бумаг утверждено № 22 от 31 марта 2017 год </w:t>
      </w:r>
    </w:p>
    <w:p w14:paraId="52B6E284" w14:textId="77777777" w:rsidR="00E102A4" w:rsidRPr="00E102A4" w:rsidRDefault="00E102A4" w:rsidP="00E102A4">
      <w:pPr>
        <w:spacing w:before="160" w:after="160"/>
        <w:jc w:val="both"/>
      </w:pPr>
      <w:r w:rsidRPr="00E102A4">
        <w:rPr>
          <w:b/>
        </w:rPr>
        <w:t xml:space="preserve">14. Адрес официального сайта открытого акционерного общества в глобальной компьютерной сети </w:t>
      </w:r>
      <w:r w:rsidR="00C827FC" w:rsidRPr="00E102A4">
        <w:rPr>
          <w:b/>
        </w:rPr>
        <w:t>Интернет</w:t>
      </w:r>
      <w:r w:rsidR="00C827FC" w:rsidRPr="00E102A4">
        <w:t xml:space="preserve"> </w:t>
      </w:r>
      <w:r w:rsidR="00C827FC" w:rsidRPr="00C827FC">
        <w:t>_</w:t>
      </w:r>
      <w:r w:rsidR="0007110B" w:rsidRPr="00C827FC">
        <w:t>___________</w:t>
      </w:r>
    </w:p>
    <w:p w14:paraId="4D1CBDE4" w14:textId="77777777" w:rsidR="00E102A4" w:rsidRDefault="00E102A4" w:rsidP="001D3366">
      <w:pPr>
        <w:rPr>
          <w:sz w:val="22"/>
          <w:szCs w:val="22"/>
        </w:rPr>
      </w:pPr>
    </w:p>
    <w:p w14:paraId="62ADA8CC" w14:textId="77777777" w:rsidR="001D3366" w:rsidRPr="001D3366" w:rsidRDefault="001D3366" w:rsidP="004948BE">
      <w:pPr>
        <w:pStyle w:val="ab"/>
        <w:rPr>
          <w:rFonts w:ascii="Calibri" w:hAnsi="Calibri" w:cs="TimesNewRoman"/>
          <w:sz w:val="20"/>
        </w:rPr>
      </w:pPr>
      <w:r>
        <w:rPr>
          <w:sz w:val="22"/>
          <w:szCs w:val="22"/>
        </w:rPr>
        <w:t xml:space="preserve">       </w:t>
      </w:r>
    </w:p>
    <w:p w14:paraId="3B317333" w14:textId="77777777" w:rsidR="001D3366" w:rsidRPr="001D3366" w:rsidRDefault="001D3366" w:rsidP="001D3366">
      <w:pPr>
        <w:autoSpaceDE w:val="0"/>
        <w:autoSpaceDN w:val="0"/>
        <w:adjustRightInd w:val="0"/>
        <w:ind w:firstLine="540"/>
        <w:jc w:val="both"/>
        <w:rPr>
          <w:rFonts w:ascii="Calibri" w:hAnsi="Calibri" w:cs="TimesNewRoman"/>
          <w:sz w:val="20"/>
          <w:szCs w:val="20"/>
        </w:rPr>
      </w:pPr>
    </w:p>
    <w:p w14:paraId="731D443D" w14:textId="77777777" w:rsidR="008923E4" w:rsidRDefault="008923E4" w:rsidP="008923E4">
      <w:pPr>
        <w:pStyle w:val="a3"/>
      </w:pPr>
    </w:p>
    <w:p w14:paraId="44CFDAC3" w14:textId="77777777" w:rsidR="000616A7" w:rsidRPr="004948BE" w:rsidRDefault="000616A7" w:rsidP="000616A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75083564" w14:textId="77777777" w:rsidR="000616A7" w:rsidRDefault="000616A7" w:rsidP="008923E4">
      <w:pPr>
        <w:pStyle w:val="a3"/>
      </w:pPr>
    </w:p>
    <w:p w14:paraId="56F53344" w14:textId="77777777" w:rsidR="003D3BA3" w:rsidRDefault="00B6054C" w:rsidP="000616A7">
      <w:pPr>
        <w:rPr>
          <w:noProof/>
        </w:rPr>
      </w:pPr>
      <w:r>
        <w:rPr>
          <w:noProof/>
        </w:rPr>
        <w:t xml:space="preserve">        </w:t>
      </w:r>
    </w:p>
    <w:p w14:paraId="17BC8DF3" w14:textId="77777777" w:rsidR="003D3BA3" w:rsidRDefault="003D3BA3" w:rsidP="000616A7">
      <w:pPr>
        <w:rPr>
          <w:noProof/>
        </w:rPr>
      </w:pPr>
    </w:p>
    <w:tbl>
      <w:tblPr>
        <w:tblpPr w:leftFromText="180" w:rightFromText="180" w:horzAnchor="margin" w:tblpXSpec="center" w:tblpY="-570"/>
        <w:tblW w:w="10067" w:type="dxa"/>
        <w:tblLook w:val="04A0" w:firstRow="1" w:lastRow="0" w:firstColumn="1" w:lastColumn="0" w:noHBand="0" w:noVBand="1"/>
      </w:tblPr>
      <w:tblGrid>
        <w:gridCol w:w="269"/>
        <w:gridCol w:w="2779"/>
        <w:gridCol w:w="681"/>
        <w:gridCol w:w="464"/>
        <w:gridCol w:w="462"/>
        <w:gridCol w:w="507"/>
        <w:gridCol w:w="512"/>
        <w:gridCol w:w="605"/>
        <w:gridCol w:w="484"/>
        <w:gridCol w:w="463"/>
        <w:gridCol w:w="463"/>
        <w:gridCol w:w="463"/>
        <w:gridCol w:w="463"/>
        <w:gridCol w:w="616"/>
        <w:gridCol w:w="517"/>
        <w:gridCol w:w="516"/>
        <w:gridCol w:w="492"/>
        <w:gridCol w:w="344"/>
        <w:gridCol w:w="412"/>
      </w:tblGrid>
      <w:tr w:rsidR="0079098B" w14:paraId="06CC1AF6" w14:textId="77777777" w:rsidTr="0079098B">
        <w:trPr>
          <w:trHeight w:val="127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E596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D7974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D2A194" w14:textId="77777777" w:rsidR="0079098B" w:rsidRDefault="0079098B" w:rsidP="0079098B">
            <w:pPr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DAC7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E3B4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4074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8008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98E7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C4D5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FED1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6F66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6A01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926D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3E9B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8C7C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4D1A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C65B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5DF3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1F9E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F749064" w14:textId="77777777" w:rsidTr="0079098B">
        <w:trPr>
          <w:trHeight w:val="1464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30A4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1D7D5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5E33A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F00DE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51D29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0816B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5C1EB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2D06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1162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B5B7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1A04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EA3C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DD6E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5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AD61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Приложение 3</w:t>
            </w:r>
            <w:r>
              <w:rPr>
                <w:sz w:val="21"/>
                <w:szCs w:val="21"/>
              </w:rPr>
              <w:br/>
              <w:t xml:space="preserve">к постановлению </w:t>
            </w:r>
            <w:r>
              <w:rPr>
                <w:sz w:val="21"/>
                <w:szCs w:val="21"/>
              </w:rPr>
              <w:br/>
              <w:t xml:space="preserve">Министерства финансов </w:t>
            </w:r>
            <w:r>
              <w:rPr>
                <w:sz w:val="21"/>
                <w:szCs w:val="21"/>
              </w:rPr>
              <w:br/>
              <w:t>Республики Беларусь</w:t>
            </w:r>
            <w:r>
              <w:rPr>
                <w:sz w:val="21"/>
                <w:szCs w:val="21"/>
              </w:rPr>
              <w:br/>
              <w:t>12.12.2016 № 104</w:t>
            </w:r>
          </w:p>
        </w:tc>
      </w:tr>
      <w:tr w:rsidR="0079098B" w14:paraId="659EA2BE" w14:textId="77777777" w:rsidTr="0079098B">
        <w:trPr>
          <w:trHeight w:val="62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435A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84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1C16AD" w14:textId="77777777" w:rsidR="0079098B" w:rsidRDefault="0079098B" w:rsidP="0079098B">
            <w:pPr>
              <w:jc w:val="center"/>
              <w:rPr>
                <w:b/>
                <w:bCs/>
                <w:color w:val="000080"/>
                <w:sz w:val="21"/>
                <w:szCs w:val="21"/>
              </w:rPr>
            </w:pPr>
            <w:r w:rsidRPr="0079098B">
              <w:rPr>
                <w:b/>
                <w:bCs/>
                <w:sz w:val="21"/>
                <w:szCs w:val="21"/>
              </w:rPr>
              <w:t>ОТЧЕТ</w:t>
            </w:r>
            <w:r w:rsidRPr="0079098B">
              <w:rPr>
                <w:b/>
                <w:bCs/>
                <w:sz w:val="21"/>
                <w:szCs w:val="21"/>
              </w:rPr>
              <w:br/>
              <w:t>об изменении собственного капитала</w:t>
            </w:r>
          </w:p>
        </w:tc>
      </w:tr>
      <w:tr w:rsidR="0079098B" w14:paraId="482B7189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6403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698A9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F6A72F" w14:textId="77777777" w:rsidR="0079098B" w:rsidRDefault="0079098B" w:rsidP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78983B" w14:textId="77777777" w:rsidR="0079098B" w:rsidRDefault="0079098B" w:rsidP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январь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74E75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DB377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1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EBA1AD" w14:textId="4DD4E642" w:rsidR="0079098B" w:rsidRDefault="0079098B" w:rsidP="00771E6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 w:rsidR="00F552D5">
              <w:rPr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A654B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0C0B4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18873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092C1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EC5A3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E129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210059A" w14:textId="77777777" w:rsidTr="0079098B">
        <w:trPr>
          <w:trHeight w:val="19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F705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4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75455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314D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3795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1B98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7EE4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CD91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1CD4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E0F3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B723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8DC9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3E42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373D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5461210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3C08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ED13B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Организация</w:t>
            </w:r>
          </w:p>
        </w:tc>
        <w:tc>
          <w:tcPr>
            <w:tcW w:w="613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A414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ОАО "Новые Стайки"</w:t>
            </w:r>
          </w:p>
        </w:tc>
      </w:tr>
      <w:tr w:rsidR="0079098B" w14:paraId="13DDA709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FB32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F9842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Учетный номер плательщика</w:t>
            </w:r>
          </w:p>
        </w:tc>
        <w:tc>
          <w:tcPr>
            <w:tcW w:w="613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F14C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200100251</w:t>
            </w:r>
          </w:p>
        </w:tc>
      </w:tr>
      <w:tr w:rsidR="0079098B" w14:paraId="35379C2D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DBE5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5BE0A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экономической деятельности</w:t>
            </w:r>
          </w:p>
        </w:tc>
        <w:tc>
          <w:tcPr>
            <w:tcW w:w="613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73B3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Смешанное сельское хозяйство</w:t>
            </w:r>
          </w:p>
        </w:tc>
      </w:tr>
      <w:tr w:rsidR="0079098B" w14:paraId="3E37A24F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F331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08549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Организационно-правовая форма</w:t>
            </w:r>
          </w:p>
        </w:tc>
        <w:tc>
          <w:tcPr>
            <w:tcW w:w="613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2377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ОАО</w:t>
            </w:r>
          </w:p>
        </w:tc>
      </w:tr>
      <w:tr w:rsidR="0079098B" w14:paraId="2C2B529E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A79C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FDBEC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 управления</w:t>
            </w:r>
          </w:p>
        </w:tc>
        <w:tc>
          <w:tcPr>
            <w:tcW w:w="613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C8DD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Общее собрание акционеров, наблюдательный совет</w:t>
            </w:r>
          </w:p>
        </w:tc>
      </w:tr>
      <w:tr w:rsidR="0079098B" w14:paraId="5DCBF82B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D50A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DB63D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Единица измерения</w:t>
            </w:r>
          </w:p>
        </w:tc>
        <w:tc>
          <w:tcPr>
            <w:tcW w:w="613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30FA5" w14:textId="77777777" w:rsidR="0079098B" w:rsidRDefault="0079098B" w:rsidP="0079098B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тыс. руб.</w:t>
            </w:r>
          </w:p>
        </w:tc>
      </w:tr>
      <w:tr w:rsidR="0079098B" w14:paraId="3B2202C4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C718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9CDF3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Адрес</w:t>
            </w:r>
          </w:p>
        </w:tc>
        <w:tc>
          <w:tcPr>
            <w:tcW w:w="613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C861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Брестская обл., Ивацевичский р-н, д. Стайки, ул. Школьная, 5</w:t>
            </w:r>
          </w:p>
        </w:tc>
      </w:tr>
      <w:tr w:rsidR="0079098B" w14:paraId="3A52C233" w14:textId="77777777" w:rsidTr="0079098B">
        <w:trPr>
          <w:trHeight w:val="19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0F93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4741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56A8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5437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923F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4788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040F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9E60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981C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4080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4EDD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5A0F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CABE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B68A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B91A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0C26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010A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D0D2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E432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A12CB77" w14:textId="77777777" w:rsidTr="0079098B">
        <w:trPr>
          <w:trHeight w:val="176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0FD9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F3E36C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 показателей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30C7E90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Код стро-ки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004373A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Устав-ный капитал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6B7C94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Неопла- ченная часть устав-ного капитала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3B1377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Собст-венные акции (доли в уставном капитале)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00AA42A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Резерв- ный капитал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ECABEE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Доба-вочный капитал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630A886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Нераспре- деленная прибыль (непок-рытый убыток)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261F864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Чистая прибыль (убыток)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226F7CC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</w:t>
            </w:r>
          </w:p>
        </w:tc>
      </w:tr>
      <w:tr w:rsidR="0079098B" w14:paraId="7174C33C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460A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5ECCF15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7754389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750B5D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5014D26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49D92B5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2B61561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503193B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18FDA78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560FE4A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14:paraId="3AC34D2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</w:tr>
      <w:tr w:rsidR="0079098B" w14:paraId="02AC5540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2D9B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74AAC" w14:textId="50C182E1" w:rsidR="0079098B" w:rsidRDefault="0079098B" w:rsidP="00CE0D17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Остаток на 31.12.201</w:t>
            </w:r>
            <w:r w:rsidR="001D2E0D">
              <w:rPr>
                <w:b/>
                <w:bCs/>
                <w:sz w:val="21"/>
                <w:szCs w:val="21"/>
              </w:rPr>
              <w:t>8</w:t>
            </w:r>
            <w:r>
              <w:rPr>
                <w:b/>
                <w:bCs/>
                <w:sz w:val="21"/>
                <w:szCs w:val="21"/>
              </w:rPr>
              <w:t xml:space="preserve"> г.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898B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D27F54F" w14:textId="77777777" w:rsidR="0079098B" w:rsidRDefault="003918E7" w:rsidP="003918E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6 399</w:t>
            </w:r>
            <w:r w:rsidR="0079098B">
              <w:rPr>
                <w:sz w:val="21"/>
                <w:szCs w:val="21"/>
              </w:rPr>
              <w:t xml:space="preserve"> 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0FA941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8101FA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9A45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25D639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3C32658" w14:textId="28085D5F" w:rsidR="0079098B" w:rsidRDefault="001D2E0D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997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0A2F38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659907" w14:textId="4570C415" w:rsidR="0079098B" w:rsidRDefault="0079098B" w:rsidP="003918E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7396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79098B" w14:paraId="39B156AB" w14:textId="77777777" w:rsidTr="0079098B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F1D9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F4AA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Корректировки в связи </w:t>
            </w:r>
            <w:r>
              <w:rPr>
                <w:sz w:val="21"/>
                <w:szCs w:val="21"/>
              </w:rPr>
              <w:br/>
              <w:t>с изменением учетной политики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EEBE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9BD395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B4E780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C5F9D2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B1DB21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D4722F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D14E6B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5E4194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A9A87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38A0818" w14:textId="77777777" w:rsidTr="0079098B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6ABB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79F1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Корректировки в связи </w:t>
            </w:r>
            <w:r>
              <w:rPr>
                <w:sz w:val="21"/>
                <w:szCs w:val="21"/>
              </w:rPr>
              <w:br/>
              <w:t>с исправлением ошибок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02ED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030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4C1F25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F7B576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9D451F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15A862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8D9F3F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C721EF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11B568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D26C1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1A736E35" w14:textId="77777777" w:rsidTr="0079098B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5869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8B5C0" w14:textId="28379608" w:rsidR="0079098B" w:rsidRDefault="00CE0D17" w:rsidP="00CE0D17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Скорректированный</w:t>
            </w:r>
            <w:r w:rsidR="0079098B">
              <w:rPr>
                <w:b/>
                <w:bCs/>
                <w:sz w:val="21"/>
                <w:szCs w:val="21"/>
              </w:rPr>
              <w:t xml:space="preserve"> остаток на 31.12.201</w:t>
            </w:r>
            <w:r w:rsidR="001D2E0D">
              <w:rPr>
                <w:b/>
                <w:bCs/>
                <w:sz w:val="21"/>
                <w:szCs w:val="21"/>
              </w:rPr>
              <w:t>8</w:t>
            </w:r>
            <w:r w:rsidR="0079098B">
              <w:rPr>
                <w:b/>
                <w:bCs/>
                <w:sz w:val="21"/>
                <w:szCs w:val="21"/>
              </w:rPr>
              <w:t xml:space="preserve"> г.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18CB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040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D0665B" w14:textId="77777777" w:rsidR="0079098B" w:rsidRDefault="0079098B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6 3</w:t>
            </w:r>
            <w:r w:rsidR="00380A1F">
              <w:rPr>
                <w:sz w:val="21"/>
                <w:szCs w:val="21"/>
              </w:rPr>
              <w:t>99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F3800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839DF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506F5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CB34B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B141F7" w14:textId="4978F9CF" w:rsidR="0079098B" w:rsidRDefault="0079098B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997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3C8E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39620E" w14:textId="3668A018" w:rsidR="0079098B" w:rsidRDefault="0079098B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7396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79098B" w14:paraId="6F52C575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7A6C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694C9" w14:textId="36A970FE" w:rsidR="0079098B" w:rsidRDefault="0079098B" w:rsidP="00CE0D1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 январь-декабрь 201</w:t>
            </w:r>
            <w:r w:rsidR="001D2E0D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6B11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050</w:t>
            </w:r>
          </w:p>
        </w:tc>
        <w:tc>
          <w:tcPr>
            <w:tcW w:w="7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E4C9E5" w14:textId="1D609E63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2250C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819C1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4CED6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3B545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20617B" w14:textId="3C72D385" w:rsidR="0079098B" w:rsidRDefault="0079098B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1168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48828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C43C86" w14:textId="18D69053" w:rsidR="0079098B" w:rsidRDefault="001D2E0D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1168</w:t>
            </w:r>
            <w:r w:rsidR="0079098B">
              <w:rPr>
                <w:sz w:val="21"/>
                <w:szCs w:val="21"/>
              </w:rPr>
              <w:t xml:space="preserve"> </w:t>
            </w:r>
          </w:p>
        </w:tc>
      </w:tr>
      <w:tr w:rsidR="0079098B" w14:paraId="55149E79" w14:textId="77777777" w:rsidTr="0079098B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DFF1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0945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Увеличение собственного </w:t>
            </w:r>
            <w:r>
              <w:rPr>
                <w:sz w:val="21"/>
                <w:szCs w:val="21"/>
              </w:rPr>
              <w:br/>
              <w:t>капитала - всего</w:t>
            </w: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785CC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7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4EC4E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AA364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F1997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82E62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7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8577F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15A36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E907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A51E5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</w:tr>
      <w:tr w:rsidR="0079098B" w14:paraId="03DA0BBA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0717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D65C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в том числе: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9565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57FF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E2CE1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09C21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67D5E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86E2A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B2F12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DAF52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FBE70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3D86238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0836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F214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чистая прибыль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6B6B9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051</w:t>
            </w: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0C5E4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58A518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67035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8F8AD4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71D246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409B365" w14:textId="2EF6278A" w:rsidR="0079098B" w:rsidRDefault="0079098B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1168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33403D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83C98F" w14:textId="57FADAA3" w:rsidR="0079098B" w:rsidRDefault="0079098B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1168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79098B" w14:paraId="28E98BEC" w14:textId="77777777" w:rsidTr="0079098B">
        <w:trPr>
          <w:trHeight w:val="31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CCE1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A463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переоценка долгосрочных активов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4258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052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0C0E12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28A234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877542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4E3FFF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9E039C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A15F30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718CB3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3943C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958E69A" w14:textId="77777777" w:rsidTr="0079098B">
        <w:trPr>
          <w:trHeight w:val="875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9AEC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3048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доходы от прочих операций, </w:t>
            </w:r>
            <w:r>
              <w:rPr>
                <w:sz w:val="21"/>
                <w:szCs w:val="21"/>
              </w:rPr>
              <w:br/>
              <w:t xml:space="preserve">  не включаемые в чистую </w:t>
            </w:r>
            <w:r>
              <w:rPr>
                <w:sz w:val="21"/>
                <w:szCs w:val="21"/>
              </w:rPr>
              <w:br/>
              <w:t xml:space="preserve">  прибыль (убыток)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168A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053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2490F6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7E0035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7ECC0D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0AE3C8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755447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D3043E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FA9B10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F88D7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14C1AA1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374E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82B9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выпуск дополнительных акций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D14E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054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F079B9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1E9AAA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C43BF1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070F6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FE6BCD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1E800B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C6F45C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D44447" w14:textId="4DA276BB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:rsidR="0079098B" w14:paraId="293BBFFC" w14:textId="77777777" w:rsidTr="0079098B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66D3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922A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увеличение номинальной </w:t>
            </w:r>
            <w:r>
              <w:rPr>
                <w:sz w:val="21"/>
                <w:szCs w:val="21"/>
              </w:rPr>
              <w:br/>
              <w:t xml:space="preserve">  стоимости акций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295A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055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9E47B6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D5F77A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7D71C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18360F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82BFD5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A28D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212F7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269C0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114EC79" w14:textId="77777777" w:rsidTr="0079098B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0F66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A58D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вклады собственника имущества</w:t>
            </w:r>
            <w:r>
              <w:rPr>
                <w:sz w:val="21"/>
                <w:szCs w:val="21"/>
              </w:rPr>
              <w:br/>
              <w:t xml:space="preserve">  (учредителей, участников)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EEE3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056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2B5CA8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326DA3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48DFC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610D4F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EC6062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DE7EA6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51752A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CA61C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126BC1A7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0C31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9EB4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реорганизация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2ED8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057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AAF813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FC78F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5B963B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434129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CB9146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350711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00F1F4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2FA8C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CB18F2C" w14:textId="77777777" w:rsidTr="0079098B">
        <w:trPr>
          <w:trHeight w:val="31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0DCD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4EE4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6399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058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F1D26B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C63C6F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AD42B3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88B067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883FE7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AC6D39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8B0C51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86C14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D38600D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E3E5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946C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DE1B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059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1AA038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255184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591EA7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9DB817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502743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A32495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63447C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B2677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094D7DE" w14:textId="77777777" w:rsidTr="001D2E0D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9BD8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784C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Уменьшение собственного </w:t>
            </w:r>
            <w:r>
              <w:rPr>
                <w:sz w:val="21"/>
                <w:szCs w:val="21"/>
              </w:rPr>
              <w:br/>
              <w:t>капитала - всего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CD53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FCE83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6641C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F746F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6B38D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71782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D1AA83C" w14:textId="5138D2BD" w:rsidR="0079098B" w:rsidRDefault="0079098B" w:rsidP="00380A1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2B4F79C" w14:textId="7AB01C41" w:rsidR="0079098B" w:rsidRDefault="0079098B" w:rsidP="007909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538C1880" w14:textId="6CB1C3C4" w:rsidR="0079098B" w:rsidRDefault="0079098B" w:rsidP="00380A1F">
            <w:pPr>
              <w:jc w:val="center"/>
              <w:rPr>
                <w:sz w:val="21"/>
                <w:szCs w:val="21"/>
              </w:rPr>
            </w:pPr>
          </w:p>
        </w:tc>
      </w:tr>
      <w:tr w:rsidR="0079098B" w14:paraId="00789E79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A32A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6ADD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в том числе: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854F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D0809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E1FA4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4A111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7F514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5E4FD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2A8BC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42325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92A2B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890964D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43B9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EA2B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убыток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6095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061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55FF95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DEE1A3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27050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9D2D1A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7C1323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9AF08F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AF8E2E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25573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7CC1485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2EB5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AC9C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переоценка долгосрочных активов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CF14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062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51EE6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B34317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C59D38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D15D31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4EFCE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491FE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E5ACA9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1B20F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B5EF2C2" w14:textId="77777777" w:rsidTr="0079098B">
        <w:trPr>
          <w:trHeight w:val="85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C110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603C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расходы от прочих операций, </w:t>
            </w:r>
            <w:r>
              <w:rPr>
                <w:sz w:val="21"/>
                <w:szCs w:val="21"/>
              </w:rPr>
              <w:br/>
              <w:t xml:space="preserve">  не включаемые в чистую </w:t>
            </w:r>
            <w:r>
              <w:rPr>
                <w:sz w:val="21"/>
                <w:szCs w:val="21"/>
              </w:rPr>
              <w:br/>
              <w:t xml:space="preserve">  прибыль (убыток)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C832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063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331158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D15025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0792F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F9D82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8986CB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A8E827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82EEF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97D8A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1344F4B" w14:textId="77777777" w:rsidTr="0079098B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3B49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42D4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уменьшение номинальной </w:t>
            </w:r>
            <w:r>
              <w:rPr>
                <w:sz w:val="21"/>
                <w:szCs w:val="21"/>
              </w:rPr>
              <w:br/>
              <w:t xml:space="preserve">  стоимости акций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A7CA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064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11DB7F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C2649C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3E93E1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60000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925C9A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9B5F45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46BA44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8AA04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4648EEF" w14:textId="77777777" w:rsidTr="0079098B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28EE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0A5D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выкуп акций (долей </w:t>
            </w:r>
            <w:r>
              <w:rPr>
                <w:sz w:val="21"/>
                <w:szCs w:val="21"/>
              </w:rPr>
              <w:br/>
              <w:t xml:space="preserve">  в уставном капитале)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6BBF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065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A86AA0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B36D06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0E6AA7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C26219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DE2BA6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E16C00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9D119D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D841E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700B827" w14:textId="77777777" w:rsidTr="001D2E0D">
        <w:trPr>
          <w:trHeight w:val="85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C4F2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4527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дивиденды и другие доходы </w:t>
            </w:r>
            <w:r>
              <w:rPr>
                <w:sz w:val="21"/>
                <w:szCs w:val="21"/>
              </w:rPr>
              <w:br/>
              <w:t xml:space="preserve">  от участия в уставном </w:t>
            </w:r>
            <w:r>
              <w:rPr>
                <w:sz w:val="21"/>
                <w:szCs w:val="21"/>
              </w:rPr>
              <w:br/>
              <w:t xml:space="preserve">  капитале организации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CA94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066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D55C60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E9BDDB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C951B5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F4656A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8774F8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04321E53" w14:textId="5CAE001F" w:rsidR="0079098B" w:rsidRDefault="0079098B" w:rsidP="00380A1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14:paraId="11C1FF71" w14:textId="7B5DE884" w:rsidR="0079098B" w:rsidRDefault="0079098B" w:rsidP="007909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5A7148BF" w14:textId="0BF97082" w:rsidR="0079098B" w:rsidRDefault="0079098B" w:rsidP="00380A1F">
            <w:pPr>
              <w:jc w:val="center"/>
              <w:rPr>
                <w:sz w:val="21"/>
                <w:szCs w:val="21"/>
              </w:rPr>
            </w:pPr>
          </w:p>
        </w:tc>
      </w:tr>
      <w:tr w:rsidR="0079098B" w14:paraId="0BE47C08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5982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B87F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реорганизация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B8FC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067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37BF6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B7954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FE6DF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719CE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414E96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14A347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6CA6C6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AC87D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CBF0478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6FD7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6D82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E6DA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068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FC0E5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32215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C34FFE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8496AA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38E461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422BE2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3E514E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5F2FF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BAC535A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B5A3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0DC0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5CF8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069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857902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435DF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D78FFE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5FD668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5542D5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95BBDE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F90AD8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5D8B0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2E049C2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6978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035B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уставного капитала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98A3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249416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F5F77F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C8B28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18E960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61EA54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0B7254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D1DED2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1F11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866BAB6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A6CE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069B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резервного капитала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4EAE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080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54549A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28924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58036D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C56F0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B409EE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1C00F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25D0A4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5FE87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C9935B8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58D8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3D48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добавочного капитала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D205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7AFDAD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6B4D6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F849C4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D6CAE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D6018F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AAA05A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7A6EC4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C3EE4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E967075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EAD7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4144A2" w14:textId="436B1F8D" w:rsidR="0079098B" w:rsidRDefault="0079098B" w:rsidP="00CE0D17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Остаток на 31.12.201</w:t>
            </w:r>
            <w:r w:rsidR="001D2E0D">
              <w:rPr>
                <w:b/>
                <w:bCs/>
                <w:sz w:val="21"/>
                <w:szCs w:val="21"/>
              </w:rPr>
              <w:t>9</w:t>
            </w:r>
            <w:r>
              <w:rPr>
                <w:b/>
                <w:bCs/>
                <w:sz w:val="21"/>
                <w:szCs w:val="21"/>
              </w:rPr>
              <w:t xml:space="preserve"> г.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2E0A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A2474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6 399 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95675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AACB8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4DC53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94C0E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B92E8B" w14:textId="38D9CE4B" w:rsidR="0079098B" w:rsidRDefault="0079098B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2 165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3B4F0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F54ADA6" w14:textId="7DC26AE9" w:rsidR="0079098B" w:rsidRDefault="0079098B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8 564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79098B" w14:paraId="74E00CDD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4DFF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1E28D" w14:textId="24C7DE98" w:rsidR="0079098B" w:rsidRDefault="0079098B" w:rsidP="00CE0D17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Остаток на 31.12.201</w:t>
            </w:r>
            <w:r w:rsidR="001D2E0D">
              <w:rPr>
                <w:b/>
                <w:bCs/>
                <w:sz w:val="21"/>
                <w:szCs w:val="21"/>
              </w:rPr>
              <w:t>9</w:t>
            </w:r>
            <w:r>
              <w:rPr>
                <w:b/>
                <w:bCs/>
                <w:sz w:val="21"/>
                <w:szCs w:val="21"/>
              </w:rPr>
              <w:t xml:space="preserve"> г.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CF57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B0CF1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6 399 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04589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3C6EF5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1D8EB0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9BDEA4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5D255A1" w14:textId="29B46F2F" w:rsidR="0079098B" w:rsidRDefault="0079098B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2 165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12BCA2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F7B4CD" w14:textId="2A7E8CF1" w:rsidR="0079098B" w:rsidRDefault="0079098B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8 564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79098B" w14:paraId="27F47774" w14:textId="77777777" w:rsidTr="0079098B">
        <w:trPr>
          <w:trHeight w:val="5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A65C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082D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Корректировки в связи </w:t>
            </w:r>
            <w:r>
              <w:rPr>
                <w:sz w:val="21"/>
                <w:szCs w:val="21"/>
              </w:rPr>
              <w:br/>
              <w:t>с изменением учетной политики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8B81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AA3A1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78477D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FF6AFB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5BF472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18CCC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074B79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8B34E9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DB5FB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40CDB09F" w14:textId="77777777" w:rsidTr="0079098B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773E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6722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Корректировки в связи </w:t>
            </w:r>
            <w:r>
              <w:rPr>
                <w:sz w:val="21"/>
                <w:szCs w:val="21"/>
              </w:rPr>
              <w:br/>
              <w:t>с исправлением ошибок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6516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3BECE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9F8F07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E2EB83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15DD06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711B32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12929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C8DB5B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82178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244AD78" w14:textId="77777777" w:rsidTr="0079098B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D930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EA0D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постановлению N 23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DAA3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2C27730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0074506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093D1AC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0838B68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02BE6E6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5E9D7CE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5ACE980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42AC453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65E88A6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2511699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280C316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76CFFFB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14:paraId="24917A9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14:paraId="7C183FA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4FCDB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4386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3670597D" w14:textId="77777777" w:rsidTr="0079098B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FBD9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84FF3" w14:textId="7B50C2A6" w:rsidR="0079098B" w:rsidRDefault="00CE0D17" w:rsidP="00CE0D17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Скорректированный</w:t>
            </w:r>
            <w:r w:rsidR="0079098B">
              <w:rPr>
                <w:b/>
                <w:bCs/>
                <w:sz w:val="21"/>
                <w:szCs w:val="21"/>
              </w:rPr>
              <w:t xml:space="preserve"> остаток на 31.12.201</w:t>
            </w:r>
            <w:r w:rsidR="001D2E0D">
              <w:rPr>
                <w:b/>
                <w:bCs/>
                <w:sz w:val="21"/>
                <w:szCs w:val="21"/>
              </w:rPr>
              <w:t>9</w:t>
            </w:r>
            <w:r w:rsidR="0079098B">
              <w:rPr>
                <w:b/>
                <w:bCs/>
                <w:sz w:val="21"/>
                <w:szCs w:val="21"/>
              </w:rPr>
              <w:t xml:space="preserve"> г.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FE2C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2D0E9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6 399 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96A11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AD983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B6233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70F02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B92051" w14:textId="32ECF8AF" w:rsidR="0079098B" w:rsidRDefault="0079098B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2165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19A6B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1D3B16" w14:textId="319E88AA" w:rsidR="0079098B" w:rsidRDefault="0079098B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8 564</w:t>
            </w:r>
          </w:p>
        </w:tc>
      </w:tr>
      <w:tr w:rsidR="0079098B" w14:paraId="070894A4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5E77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E26B6" w14:textId="4F862615" w:rsidR="0079098B" w:rsidRDefault="0079098B" w:rsidP="00CE0D17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За январь-декабрь 20</w:t>
            </w:r>
            <w:r w:rsidR="001D2E0D">
              <w:rPr>
                <w:b/>
                <w:bCs/>
                <w:sz w:val="21"/>
                <w:szCs w:val="21"/>
              </w:rPr>
              <w:t>20</w:t>
            </w:r>
            <w:r>
              <w:rPr>
                <w:b/>
                <w:bCs/>
                <w:sz w:val="21"/>
                <w:szCs w:val="21"/>
              </w:rPr>
              <w:t xml:space="preserve"> года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FE37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1633C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CD5A8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176D0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BD5F0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F495E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283F8D" w14:textId="11DDE0E2" w:rsidR="0079098B" w:rsidRDefault="0079098B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566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01ABC5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B857AE" w14:textId="401226B1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380A1F"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566</w:t>
            </w:r>
            <w:r w:rsidR="00380A1F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79098B" w14:paraId="65E91ED7" w14:textId="77777777" w:rsidTr="0079098B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B16A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175B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Увеличение собственного </w:t>
            </w:r>
            <w:r>
              <w:rPr>
                <w:sz w:val="21"/>
                <w:szCs w:val="21"/>
              </w:rPr>
              <w:br/>
              <w:t>капитала - всего</w:t>
            </w: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DADFF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B8D22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63C73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DE4BA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09ABE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155D8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26B0B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C1851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CE77A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</w:tr>
      <w:tr w:rsidR="0079098B" w14:paraId="3FD4CA0A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1111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AA52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в том числе: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DDF2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151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16677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8BC53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1B089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2612E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B0E82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C7539F" w14:textId="686470DD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380A1F"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566</w:t>
            </w:r>
            <w:r w:rsidR="00380A1F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DFD5C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19E78D" w14:textId="6735EB80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380A1F"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566</w:t>
            </w:r>
            <w:r w:rsidR="00380A1F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79098B" w14:paraId="7CE17C27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7B5D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84C5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чистая прибыль</w:t>
            </w: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50E13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0B9EDE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7E8B29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51979B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D5E715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B2DE72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88107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04AD18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59FD4" w14:textId="77777777" w:rsidR="0079098B" w:rsidRDefault="0079098B" w:rsidP="0079098B">
            <w:pPr>
              <w:rPr>
                <w:sz w:val="21"/>
                <w:szCs w:val="21"/>
              </w:rPr>
            </w:pPr>
          </w:p>
        </w:tc>
      </w:tr>
      <w:tr w:rsidR="0079098B" w14:paraId="532605FB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4D2FC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F004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переоценка долгосрочных активов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9E7C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152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FD842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EC485B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44BAA4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5D15BD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BBCF0F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A76085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D2B5AD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496EA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1CA2A4DC" w14:textId="77777777" w:rsidTr="0079098B">
        <w:trPr>
          <w:trHeight w:val="85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052C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5CD3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доходы от прочих операций, </w:t>
            </w:r>
            <w:r>
              <w:rPr>
                <w:sz w:val="21"/>
                <w:szCs w:val="21"/>
              </w:rPr>
              <w:br/>
              <w:t xml:space="preserve">  не включаемые в чистую </w:t>
            </w:r>
            <w:r>
              <w:rPr>
                <w:sz w:val="21"/>
                <w:szCs w:val="21"/>
              </w:rPr>
              <w:br/>
              <w:t xml:space="preserve">  прибыль (убыток)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F17F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153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61830A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0F7E8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2754D7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92AB5D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68DBAA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63DE36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F496DE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0A63C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1700F763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B3E0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8400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выпуск дополнительных акций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E2FE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154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E7184F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405F65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3C7DA1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507966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F22B22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1198B3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BFE78E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71DB8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5172452" w14:textId="77777777" w:rsidTr="0079098B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F3CC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C41E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увеличение номинальной </w:t>
            </w:r>
            <w:r>
              <w:rPr>
                <w:sz w:val="21"/>
                <w:szCs w:val="21"/>
              </w:rPr>
              <w:br/>
              <w:t xml:space="preserve">  стоимости акций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985C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155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FFCE52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3EED65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CA0A52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9ECF78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2E0C38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3B9981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20D5F5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10298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3833E49" w14:textId="77777777" w:rsidTr="0079098B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941D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EDB93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вклады собственника имущества </w:t>
            </w:r>
            <w:r>
              <w:rPr>
                <w:sz w:val="21"/>
                <w:szCs w:val="21"/>
              </w:rPr>
              <w:br/>
              <w:t xml:space="preserve">  (учредителей, участников)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A586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31EB55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C1EF5D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AC9787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1FF12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A7369A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8A897D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D4DB3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EB4A0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88B92CF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977A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EE76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реорганизация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02FB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157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822418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539135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9A8B4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822352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35DBCA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E1C632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214F0B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6367A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435319E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BEAA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7337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E015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158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BC57D5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265F7D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CE2353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D217D9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8DAE8D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123265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C81E3B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08D73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D734AA7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D761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8BF6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2B05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159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3B4247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E6E24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483DF3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16180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4A43A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B6AF36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108B55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21E5A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38ED92C" w14:textId="77777777" w:rsidTr="0079098B">
        <w:trPr>
          <w:trHeight w:val="5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3913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65BFE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Уменьшение собственного </w:t>
            </w:r>
            <w:r>
              <w:rPr>
                <w:sz w:val="21"/>
                <w:szCs w:val="21"/>
              </w:rPr>
              <w:br/>
              <w:t>капитала - всего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412E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3572C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81B7E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78F0C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BB118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9BA00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57641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A8AD7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145F09" w14:textId="77777777" w:rsidR="0079098B" w:rsidRDefault="0079098B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:rsidR="0079098B" w14:paraId="4C8CBB3E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E656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4A98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в том числе: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9B31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F8083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5F184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33BC9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D6509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DDF382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7A14F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826D8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B0467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3FB6AC3C" w14:textId="77777777" w:rsidTr="0079098B">
        <w:trPr>
          <w:trHeight w:val="334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81C5A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498F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убыток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C0CC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161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892DCC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52B7CE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0638AD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5D38ED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1C85E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14901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8CC440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5A8BE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2640DC3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A48E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C586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переоценка долгосрочных активов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7687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162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2068C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B60DE1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34973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29A96E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F9C58D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C07FA2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9158FA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34C48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7AF5E4B" w14:textId="77777777" w:rsidTr="0079098B">
        <w:trPr>
          <w:trHeight w:val="85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0DDC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A449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расходы от прочих операций, </w:t>
            </w:r>
            <w:r>
              <w:rPr>
                <w:sz w:val="21"/>
                <w:szCs w:val="21"/>
              </w:rPr>
              <w:br/>
              <w:t xml:space="preserve">  не включаемые в чистую </w:t>
            </w:r>
            <w:r>
              <w:rPr>
                <w:sz w:val="21"/>
                <w:szCs w:val="21"/>
              </w:rPr>
              <w:br/>
              <w:t xml:space="preserve">  прибыль (убыток)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6080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163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D0EF72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22C10E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F91F65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A441D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17DE37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58B2AD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6F723D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26DB1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768A9AC5" w14:textId="77777777" w:rsidTr="0079098B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1166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60966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уменьшение номинальной </w:t>
            </w:r>
            <w:r>
              <w:rPr>
                <w:sz w:val="21"/>
                <w:szCs w:val="21"/>
              </w:rPr>
              <w:br/>
              <w:t xml:space="preserve">  стоимости акций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351B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164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E02B42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8C5C10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58B6F0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1303E6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D7F3B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1AD0FE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7476CF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2B9F4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3BE19945" w14:textId="77777777" w:rsidTr="0079098B">
        <w:trPr>
          <w:trHeight w:val="573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05D1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0405B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выкуп акций (долей </w:t>
            </w:r>
            <w:r>
              <w:rPr>
                <w:sz w:val="21"/>
                <w:szCs w:val="21"/>
              </w:rPr>
              <w:br/>
              <w:t xml:space="preserve">  в уставном капитале)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1A65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165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7275C2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C072A5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9F14F0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972D67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59AF2F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467D64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93645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77E1B1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D9FE6F7" w14:textId="77777777" w:rsidTr="0079098B">
        <w:trPr>
          <w:trHeight w:val="85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1BF29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F729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дивиденды и другие доходы </w:t>
            </w:r>
            <w:r>
              <w:rPr>
                <w:sz w:val="21"/>
                <w:szCs w:val="21"/>
              </w:rPr>
              <w:br/>
              <w:t xml:space="preserve">  от участия в уставном </w:t>
            </w:r>
            <w:r>
              <w:rPr>
                <w:sz w:val="21"/>
                <w:szCs w:val="21"/>
              </w:rPr>
              <w:br/>
              <w:t xml:space="preserve">  капитале организации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BFDE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166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9F726E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99B81E6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DD312A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5801A3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E7A7FA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C7F208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4108BA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C9612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</w:p>
        </w:tc>
      </w:tr>
      <w:tr w:rsidR="0079098B" w14:paraId="5192C663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C392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908C0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реорганизация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16C1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167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40C8CF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089AF9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D20DF2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11D018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0D1809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03F498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6F4484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85F19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5993F617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1A035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BB55F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9C61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168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E2471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CCEF1A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A1AB1B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D20D64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FCA4ED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F3F8C8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3FE417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22AEA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656CC716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4C91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25C8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5831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169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6D2B23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C0ADB6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79054A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70BD6F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C42B53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2E157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0FAF31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4D7AC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067832EC" w14:textId="77777777" w:rsidTr="0079098B">
        <w:trPr>
          <w:trHeight w:val="31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E952D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D8E54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уставного капитала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A021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70ECA1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D6C258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8E997D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4722808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A76A57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4B6383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D97977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9A388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6BBC03F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635F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12158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резервного капитала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8F3E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072A57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9427BF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69A228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2C25B5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2AF6A39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E8ABB8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B4964C4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AB968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056651A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AF1A1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45E92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добавочного капитала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CB98A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FF6CD4E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2F11EF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ACFED8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5D8C0A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7642B6C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8E2BD2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D7E6E3B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57C611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79098B" w14:paraId="25303541" w14:textId="77777777" w:rsidTr="0079098B">
        <w:trPr>
          <w:trHeight w:val="28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151B7" w14:textId="77777777" w:rsidR="0079098B" w:rsidRDefault="0079098B" w:rsidP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8A6F4" w14:textId="25DA5627" w:rsidR="0079098B" w:rsidRDefault="0079098B" w:rsidP="00CE0D1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Остаток на 31.12.20</w:t>
            </w:r>
            <w:r w:rsidR="001D2E0D">
              <w:rPr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09D7C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8A26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6 399 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9FA9D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04CA7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96090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A2923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8FFBB" w14:textId="2F144F25" w:rsidR="0079098B" w:rsidRDefault="001D2E0D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2731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D75E82" w14:textId="77777777" w:rsidR="0079098B" w:rsidRDefault="0079098B" w:rsidP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17632" w14:textId="27102CEF" w:rsidR="0079098B" w:rsidRDefault="0079098B" w:rsidP="00380A1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1D2E0D">
              <w:rPr>
                <w:sz w:val="21"/>
                <w:szCs w:val="21"/>
              </w:rPr>
              <w:t>9130</w:t>
            </w:r>
            <w:r w:rsidR="00380A1F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</w:p>
        </w:tc>
      </w:tr>
    </w:tbl>
    <w:p w14:paraId="4577D754" w14:textId="77777777" w:rsidR="003D3BA3" w:rsidRDefault="003D3BA3" w:rsidP="000616A7">
      <w:pPr>
        <w:rPr>
          <w:noProof/>
        </w:rPr>
      </w:pPr>
    </w:p>
    <w:p w14:paraId="218C8DC1" w14:textId="77777777" w:rsidR="0079098B" w:rsidRDefault="0079098B" w:rsidP="000616A7">
      <w:pPr>
        <w:rPr>
          <w:noProof/>
        </w:rPr>
      </w:pPr>
    </w:p>
    <w:p w14:paraId="2826EF98" w14:textId="77777777" w:rsidR="0079098B" w:rsidRDefault="0079098B" w:rsidP="000616A7">
      <w:pPr>
        <w:rPr>
          <w:noProof/>
        </w:rPr>
      </w:pPr>
    </w:p>
    <w:p w14:paraId="78C262D2" w14:textId="77777777" w:rsidR="0079098B" w:rsidRDefault="0079098B" w:rsidP="000616A7">
      <w:pPr>
        <w:rPr>
          <w:noProof/>
        </w:rPr>
      </w:pPr>
    </w:p>
    <w:p w14:paraId="545612DD" w14:textId="77777777" w:rsidR="0079098B" w:rsidRDefault="0079098B" w:rsidP="000616A7">
      <w:pPr>
        <w:rPr>
          <w:noProof/>
        </w:rPr>
      </w:pPr>
    </w:p>
    <w:p w14:paraId="051E9CCD" w14:textId="77777777" w:rsidR="0079098B" w:rsidRDefault="0079098B" w:rsidP="000616A7">
      <w:pPr>
        <w:rPr>
          <w:noProof/>
        </w:rPr>
      </w:pPr>
    </w:p>
    <w:p w14:paraId="02722943" w14:textId="77777777" w:rsidR="0079098B" w:rsidRDefault="0079098B" w:rsidP="000616A7">
      <w:pPr>
        <w:rPr>
          <w:noProof/>
        </w:rPr>
      </w:pPr>
    </w:p>
    <w:p w14:paraId="70A59912" w14:textId="77777777" w:rsidR="0079098B" w:rsidRDefault="0079098B" w:rsidP="000616A7">
      <w:pPr>
        <w:rPr>
          <w:noProof/>
        </w:rPr>
      </w:pPr>
    </w:p>
    <w:p w14:paraId="1BEE4E6A" w14:textId="77777777" w:rsidR="0079098B" w:rsidRDefault="0079098B" w:rsidP="000616A7">
      <w:pPr>
        <w:rPr>
          <w:noProof/>
        </w:rPr>
      </w:pPr>
    </w:p>
    <w:p w14:paraId="20430144" w14:textId="77777777" w:rsidR="0079098B" w:rsidRDefault="0079098B" w:rsidP="000616A7">
      <w:pPr>
        <w:rPr>
          <w:noProof/>
        </w:rPr>
      </w:pPr>
    </w:p>
    <w:p w14:paraId="45944F7D" w14:textId="77777777" w:rsidR="0079098B" w:rsidRDefault="0079098B" w:rsidP="000616A7">
      <w:pPr>
        <w:rPr>
          <w:noProof/>
        </w:rPr>
      </w:pPr>
    </w:p>
    <w:p w14:paraId="65BA5AAE" w14:textId="77777777" w:rsidR="0079098B" w:rsidRDefault="0079098B" w:rsidP="000616A7">
      <w:pPr>
        <w:rPr>
          <w:noProof/>
        </w:rPr>
      </w:pPr>
    </w:p>
    <w:p w14:paraId="3935B11C" w14:textId="77777777" w:rsidR="0079098B" w:rsidRDefault="0079098B" w:rsidP="000616A7">
      <w:pPr>
        <w:rPr>
          <w:noProof/>
        </w:rPr>
      </w:pPr>
    </w:p>
    <w:p w14:paraId="5BD8483A" w14:textId="77777777" w:rsidR="0079098B" w:rsidRDefault="0079098B" w:rsidP="000616A7">
      <w:pPr>
        <w:rPr>
          <w:noProof/>
        </w:rPr>
      </w:pPr>
    </w:p>
    <w:p w14:paraId="1357B6BC" w14:textId="77777777" w:rsidR="0079098B" w:rsidRDefault="0079098B" w:rsidP="000616A7">
      <w:pPr>
        <w:rPr>
          <w:noProof/>
        </w:rPr>
      </w:pPr>
    </w:p>
    <w:p w14:paraId="2709FFB9" w14:textId="77777777" w:rsidR="0079098B" w:rsidRDefault="0079098B" w:rsidP="000616A7">
      <w:pPr>
        <w:rPr>
          <w:noProof/>
        </w:rPr>
      </w:pPr>
    </w:p>
    <w:p w14:paraId="45A4233D" w14:textId="77777777" w:rsidR="0079098B" w:rsidRDefault="0079098B" w:rsidP="000616A7">
      <w:pPr>
        <w:rPr>
          <w:noProof/>
        </w:rPr>
      </w:pPr>
    </w:p>
    <w:p w14:paraId="44E8BC7E" w14:textId="77777777" w:rsidR="0079098B" w:rsidRDefault="0079098B" w:rsidP="000616A7">
      <w:pPr>
        <w:rPr>
          <w:noProof/>
        </w:rPr>
      </w:pPr>
    </w:p>
    <w:p w14:paraId="2F9405BE" w14:textId="77777777" w:rsidR="0079098B" w:rsidRDefault="0079098B" w:rsidP="000616A7">
      <w:pPr>
        <w:rPr>
          <w:noProof/>
        </w:rPr>
      </w:pPr>
    </w:p>
    <w:p w14:paraId="5CAD06F0" w14:textId="77777777" w:rsidR="0079098B" w:rsidRDefault="0079098B" w:rsidP="000616A7">
      <w:pPr>
        <w:rPr>
          <w:noProof/>
        </w:rPr>
      </w:pPr>
    </w:p>
    <w:p w14:paraId="74F018E0" w14:textId="77777777" w:rsidR="0079098B" w:rsidRDefault="0079098B" w:rsidP="000616A7">
      <w:pPr>
        <w:rPr>
          <w:noProof/>
        </w:rPr>
      </w:pPr>
    </w:p>
    <w:p w14:paraId="39F73499" w14:textId="77777777" w:rsidR="0079098B" w:rsidRDefault="0079098B" w:rsidP="000616A7">
      <w:pPr>
        <w:rPr>
          <w:noProof/>
        </w:rPr>
      </w:pPr>
    </w:p>
    <w:p w14:paraId="5BA9A8B9" w14:textId="77777777" w:rsidR="0079098B" w:rsidRDefault="0079098B" w:rsidP="000616A7">
      <w:pPr>
        <w:rPr>
          <w:noProof/>
        </w:rPr>
      </w:pPr>
    </w:p>
    <w:p w14:paraId="16BAA491" w14:textId="77777777" w:rsidR="0079098B" w:rsidRDefault="0079098B" w:rsidP="000616A7">
      <w:pPr>
        <w:rPr>
          <w:noProof/>
        </w:rPr>
      </w:pPr>
    </w:p>
    <w:p w14:paraId="1147FC9C" w14:textId="77777777" w:rsidR="0079098B" w:rsidRDefault="0079098B" w:rsidP="000616A7">
      <w:pPr>
        <w:rPr>
          <w:noProof/>
        </w:rPr>
      </w:pPr>
    </w:p>
    <w:p w14:paraId="11B2AD6A" w14:textId="77777777" w:rsidR="0079098B" w:rsidRDefault="0079098B" w:rsidP="000616A7">
      <w:pPr>
        <w:rPr>
          <w:noProof/>
        </w:rPr>
      </w:pPr>
    </w:p>
    <w:p w14:paraId="0EB36C97" w14:textId="77777777" w:rsidR="0079098B" w:rsidRDefault="0079098B" w:rsidP="000616A7">
      <w:pPr>
        <w:rPr>
          <w:noProof/>
        </w:rPr>
      </w:pPr>
    </w:p>
    <w:p w14:paraId="14598F5C" w14:textId="77777777" w:rsidR="0079098B" w:rsidRDefault="0079098B" w:rsidP="000616A7">
      <w:pPr>
        <w:rPr>
          <w:noProof/>
        </w:rPr>
      </w:pPr>
    </w:p>
    <w:p w14:paraId="4ADD803B" w14:textId="77777777" w:rsidR="0079098B" w:rsidRDefault="0079098B" w:rsidP="000616A7">
      <w:pPr>
        <w:rPr>
          <w:noProof/>
        </w:rPr>
      </w:pPr>
    </w:p>
    <w:p w14:paraId="2E8D4009" w14:textId="77777777" w:rsidR="0079098B" w:rsidRDefault="0079098B" w:rsidP="000616A7">
      <w:pPr>
        <w:rPr>
          <w:noProof/>
        </w:rPr>
      </w:pPr>
    </w:p>
    <w:tbl>
      <w:tblPr>
        <w:tblW w:w="10811" w:type="dxa"/>
        <w:tblLook w:val="04A0" w:firstRow="1" w:lastRow="0" w:firstColumn="1" w:lastColumn="0" w:noHBand="0" w:noVBand="1"/>
      </w:tblPr>
      <w:tblGrid>
        <w:gridCol w:w="281"/>
        <w:gridCol w:w="782"/>
        <w:gridCol w:w="781"/>
        <w:gridCol w:w="1313"/>
        <w:gridCol w:w="619"/>
        <w:gridCol w:w="668"/>
        <w:gridCol w:w="305"/>
        <w:gridCol w:w="569"/>
        <w:gridCol w:w="425"/>
        <w:gridCol w:w="304"/>
        <w:gridCol w:w="605"/>
        <w:gridCol w:w="295"/>
        <w:gridCol w:w="1159"/>
        <w:gridCol w:w="415"/>
        <w:gridCol w:w="214"/>
        <w:gridCol w:w="257"/>
        <w:gridCol w:w="214"/>
        <w:gridCol w:w="236"/>
        <w:gridCol w:w="213"/>
        <w:gridCol w:w="237"/>
        <w:gridCol w:w="252"/>
        <w:gridCol w:w="646"/>
        <w:gridCol w:w="13"/>
        <w:gridCol w:w="8"/>
      </w:tblGrid>
      <w:tr w:rsidR="0079098B" w14:paraId="383EEEB4" w14:textId="77777777" w:rsidTr="00B126B7">
        <w:trPr>
          <w:gridAfter w:val="1"/>
          <w:wAfter w:w="8" w:type="dxa"/>
          <w:trHeight w:val="1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E629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A674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99A0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82E4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44B4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9F6A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866A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78D9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F505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9F0D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8929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D613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715B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97AD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AE7D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C28F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CAF7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3A432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098B" w14:paraId="1B635753" w14:textId="77777777" w:rsidTr="00B126B7">
        <w:trPr>
          <w:gridAfter w:val="2"/>
          <w:wAfter w:w="21" w:type="dxa"/>
          <w:trHeight w:val="154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82F6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1E7ABA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56E6E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E5ABC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FC968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28E9E8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229C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A39A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25FA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D1AE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F075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83C4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4DAD8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06512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4</w:t>
            </w:r>
            <w:r>
              <w:rPr>
                <w:sz w:val="22"/>
                <w:szCs w:val="22"/>
              </w:rPr>
              <w:br/>
              <w:t xml:space="preserve">к постановлению </w:t>
            </w:r>
            <w:r>
              <w:rPr>
                <w:sz w:val="22"/>
                <w:szCs w:val="22"/>
              </w:rPr>
              <w:br/>
              <w:t xml:space="preserve">Министерства финансов </w:t>
            </w:r>
            <w:r>
              <w:rPr>
                <w:sz w:val="22"/>
                <w:szCs w:val="22"/>
              </w:rPr>
              <w:br/>
              <w:t>Республики Беларусь</w:t>
            </w:r>
            <w:r>
              <w:rPr>
                <w:sz w:val="22"/>
                <w:szCs w:val="22"/>
              </w:rPr>
              <w:br/>
              <w:t>12.12.2016 № 104</w:t>
            </w:r>
          </w:p>
        </w:tc>
      </w:tr>
      <w:tr w:rsidR="0079098B" w14:paraId="0CF86F5B" w14:textId="77777777" w:rsidTr="00B126B7">
        <w:trPr>
          <w:gridAfter w:val="1"/>
          <w:wAfter w:w="8" w:type="dxa"/>
          <w:trHeight w:val="1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9DA0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F08D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27A4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96708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2801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7BDB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57EB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A90D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34CA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0F75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CA4E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03BB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0B67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5209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10D0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D0E1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29F0A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C00D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098B" w14:paraId="6397698E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49B3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3B72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A5CD53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C2BC8D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34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C82711" w14:textId="77777777" w:rsidR="0079098B" w:rsidRPr="0079098B" w:rsidRDefault="0079098B">
            <w:pPr>
              <w:jc w:val="center"/>
              <w:rPr>
                <w:b/>
                <w:bCs/>
                <w:sz w:val="22"/>
                <w:szCs w:val="22"/>
              </w:rPr>
            </w:pPr>
            <w:r w:rsidRPr="0079098B">
              <w:rPr>
                <w:b/>
                <w:bCs/>
                <w:sz w:val="22"/>
                <w:szCs w:val="22"/>
              </w:rPr>
              <w:t>ОТЧЕТ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8F99B5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088920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815855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268834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43E5C4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D276DC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2683B4" w14:textId="77777777" w:rsidR="0079098B" w:rsidRDefault="0079098B">
            <w:pPr>
              <w:rPr>
                <w:b/>
                <w:bCs/>
                <w:color w:val="000080"/>
                <w:sz w:val="22"/>
                <w:szCs w:val="22"/>
              </w:rPr>
            </w:pPr>
            <w:r>
              <w:rPr>
                <w:b/>
                <w:bCs/>
                <w:color w:val="000080"/>
                <w:sz w:val="22"/>
                <w:szCs w:val="22"/>
              </w:rPr>
              <w:t> </w:t>
            </w:r>
          </w:p>
        </w:tc>
      </w:tr>
      <w:tr w:rsidR="0079098B" w14:paraId="0683915D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9634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52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22437A" w14:textId="77777777" w:rsidR="0079098B" w:rsidRPr="0079098B" w:rsidRDefault="0079098B">
            <w:pPr>
              <w:jc w:val="center"/>
              <w:rPr>
                <w:b/>
                <w:bCs/>
                <w:sz w:val="22"/>
                <w:szCs w:val="22"/>
              </w:rPr>
            </w:pPr>
            <w:r w:rsidRPr="0079098B">
              <w:rPr>
                <w:b/>
                <w:bCs/>
                <w:sz w:val="22"/>
                <w:szCs w:val="22"/>
              </w:rPr>
              <w:t>о движении денежных средств</w:t>
            </w:r>
          </w:p>
        </w:tc>
      </w:tr>
      <w:tr w:rsidR="0079098B" w14:paraId="175583FE" w14:textId="77777777" w:rsidTr="00B126B7">
        <w:trPr>
          <w:gridAfter w:val="2"/>
          <w:wAfter w:w="21" w:type="dxa"/>
          <w:trHeight w:val="26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C61CC" w14:textId="77777777" w:rsidR="0079098B" w:rsidRDefault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F08DC0" w14:textId="77777777" w:rsidR="0079098B" w:rsidRDefault="0079098B">
            <w:pPr>
              <w:jc w:val="center"/>
              <w:rPr>
                <w:b/>
                <w:bCs/>
                <w:color w:val="000080"/>
                <w:sz w:val="21"/>
                <w:szCs w:val="21"/>
              </w:rPr>
            </w:pPr>
            <w:r>
              <w:rPr>
                <w:b/>
                <w:bCs/>
                <w:color w:val="000080"/>
                <w:sz w:val="21"/>
                <w:szCs w:val="21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7AD2E6" w14:textId="77777777" w:rsidR="0079098B" w:rsidRDefault="0079098B">
            <w:pPr>
              <w:jc w:val="center"/>
              <w:rPr>
                <w:b/>
                <w:bCs/>
                <w:color w:val="000080"/>
                <w:sz w:val="21"/>
                <w:szCs w:val="21"/>
              </w:rPr>
            </w:pPr>
            <w:r>
              <w:rPr>
                <w:b/>
                <w:bCs/>
                <w:color w:val="000080"/>
                <w:sz w:val="21"/>
                <w:szCs w:val="21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F97FD2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A972F5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январь-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ABE868" w14:textId="77777777" w:rsidR="0079098B" w:rsidRDefault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FFE1F4" w14:textId="77777777" w:rsidR="0079098B" w:rsidRDefault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3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8C375D" w14:textId="73EC45CA" w:rsidR="0079098B" w:rsidRDefault="0079098B" w:rsidP="00B126B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 w:rsidR="00BD294C">
              <w:rPr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г.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34CFF1" w14:textId="77777777" w:rsidR="0079098B" w:rsidRDefault="0079098B">
            <w:pPr>
              <w:jc w:val="center"/>
              <w:rPr>
                <w:b/>
                <w:bCs/>
                <w:color w:val="000080"/>
                <w:sz w:val="21"/>
                <w:szCs w:val="21"/>
              </w:rPr>
            </w:pPr>
            <w:r>
              <w:rPr>
                <w:b/>
                <w:bCs/>
                <w:color w:val="000080"/>
                <w:sz w:val="21"/>
                <w:szCs w:val="21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1A0C45" w14:textId="77777777" w:rsidR="0079098B" w:rsidRDefault="0079098B">
            <w:pPr>
              <w:jc w:val="center"/>
              <w:rPr>
                <w:b/>
                <w:bCs/>
                <w:color w:val="000080"/>
                <w:sz w:val="21"/>
                <w:szCs w:val="21"/>
              </w:rPr>
            </w:pPr>
            <w:r>
              <w:rPr>
                <w:b/>
                <w:bCs/>
                <w:color w:val="000080"/>
                <w:sz w:val="21"/>
                <w:szCs w:val="21"/>
              </w:rPr>
              <w:t> </w:t>
            </w:r>
          </w:p>
        </w:tc>
      </w:tr>
      <w:tr w:rsidR="0079098B" w14:paraId="34947698" w14:textId="77777777" w:rsidTr="00B126B7">
        <w:trPr>
          <w:gridAfter w:val="1"/>
          <w:wAfter w:w="8" w:type="dxa"/>
          <w:trHeight w:val="23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56158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643E0B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ACF401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199331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30ADEB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8CF885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26F296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355064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9D56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BEE42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05C2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B2518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AF20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37DA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8A02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3BC7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2476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ACF6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098B" w14:paraId="3E160A65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67192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8FCB6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7AEE5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 "Новые Стайки"</w:t>
            </w:r>
          </w:p>
        </w:tc>
      </w:tr>
      <w:tr w:rsidR="0079098B" w14:paraId="14FE6439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9A48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498EB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Учетный номер плательщика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F5850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200100251</w:t>
            </w:r>
          </w:p>
        </w:tc>
      </w:tr>
      <w:tr w:rsidR="0079098B" w14:paraId="6CC7165E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7952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02E19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экономической деятельности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94928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Смешанное сельское хозяйство</w:t>
            </w:r>
          </w:p>
        </w:tc>
      </w:tr>
      <w:tr w:rsidR="0079098B" w14:paraId="7C23F9CD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2161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05AF8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2C3CC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</w:t>
            </w:r>
          </w:p>
        </w:tc>
      </w:tr>
      <w:tr w:rsidR="0079098B" w14:paraId="4465A854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31C12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C895E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 управления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2BEE6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собрание акционеров, наблюдательный совет</w:t>
            </w:r>
          </w:p>
        </w:tc>
      </w:tr>
      <w:tr w:rsidR="0079098B" w14:paraId="345792AB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7803A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FEDF2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C3A9D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</w:t>
            </w:r>
          </w:p>
        </w:tc>
      </w:tr>
      <w:tr w:rsidR="0079098B" w14:paraId="2B9B5F00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283D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A7864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</w:t>
            </w:r>
          </w:p>
        </w:tc>
        <w:tc>
          <w:tcPr>
            <w:tcW w:w="764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D7F33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 обл., Ивацевичский р-н, д. Стайки, ул. Школьная, 5</w:t>
            </w:r>
          </w:p>
        </w:tc>
      </w:tr>
      <w:tr w:rsidR="0079098B" w14:paraId="02F7A524" w14:textId="77777777" w:rsidTr="00B126B7">
        <w:trPr>
          <w:gridAfter w:val="1"/>
          <w:wAfter w:w="8" w:type="dxa"/>
          <w:trHeight w:val="2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855CD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2041F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8E4AF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DEA7B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D5FED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9E3748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BB68FA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B6EB8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781EA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FC8AB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2401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1380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01D1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806F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114D1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867E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6B174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2934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098B" w14:paraId="3F7C2D4A" w14:textId="77777777" w:rsidTr="00B126B7">
        <w:trPr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713F7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14:paraId="6615EC48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14:paraId="7216792B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строки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63335FDA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44F12A80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январь-</w:t>
            </w: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72F85773" w14:textId="77777777" w:rsidR="0079098B" w:rsidRDefault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3C3FC6A5" w14:textId="77777777" w:rsidR="0079098B" w:rsidRDefault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hideMark/>
          </w:tcPr>
          <w:p w14:paraId="75B4891F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</w:t>
            </w:r>
          </w:p>
        </w:tc>
        <w:tc>
          <w:tcPr>
            <w:tcW w:w="9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29FD5AA8" w14:textId="77777777" w:rsidR="0079098B" w:rsidRDefault="0079098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январь-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14:paraId="778BA430" w14:textId="77777777" w:rsidR="0079098B" w:rsidRDefault="00790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1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14:paraId="4326B861" w14:textId="77777777" w:rsidR="0079098B" w:rsidRDefault="0079098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</w:tr>
      <w:tr w:rsidR="0079098B" w14:paraId="796EF0ED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257BC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C97B3" w14:textId="77777777" w:rsidR="0079098B" w:rsidRDefault="0079098B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45DAE" w14:textId="77777777" w:rsidR="0079098B" w:rsidRDefault="0079098B">
            <w:pPr>
              <w:rPr>
                <w:sz w:val="22"/>
                <w:szCs w:val="22"/>
              </w:rPr>
            </w:pP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14:paraId="796ACA21" w14:textId="2111AFDC" w:rsidR="0079098B" w:rsidRDefault="0079098B" w:rsidP="00B126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 w:rsidR="00BD294C">
              <w:rPr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14:paraId="10D93FBD" w14:textId="5A750658" w:rsidR="0079098B" w:rsidRDefault="0079098B" w:rsidP="00B126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</w:t>
            </w:r>
            <w:r w:rsidR="00BD294C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года</w:t>
            </w:r>
          </w:p>
        </w:tc>
      </w:tr>
      <w:tr w:rsidR="0079098B" w14:paraId="1282AF32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DA7F0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14:paraId="7CC07521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14:paraId="7E5A761C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14:paraId="6F720B94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14:paraId="05330CE7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9098B" w14:paraId="1B22C7D9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7CA43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672F8E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Движение денежных средств по текущей деятельности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980B71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FBB203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E8ED43" w14:textId="77777777" w:rsidR="0079098B" w:rsidRDefault="007909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E30AD1" w14:textId="77777777" w:rsidR="0079098B" w:rsidRDefault="007909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BD294C" w14:paraId="34D5142F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99418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932267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Поступило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9BA069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765B190" w14:textId="41944942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6 101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59BDD9" w14:textId="29AB46C8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5 811 </w:t>
            </w:r>
          </w:p>
        </w:tc>
      </w:tr>
      <w:tr w:rsidR="00BD294C" w14:paraId="41C1E1D6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42D8E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04A2AA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E113D2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C244BE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D4049D" w14:textId="37C5F389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5A1CACD7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1B0AC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E39FD5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от покупателей продукции, товаров, заказчиков </w:t>
            </w:r>
            <w:r>
              <w:rPr>
                <w:sz w:val="22"/>
                <w:szCs w:val="22"/>
              </w:rPr>
              <w:br/>
              <w:t xml:space="preserve">  работ, услуг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C77970E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2EAC469" w14:textId="46B781C2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6 101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37DBF32" w14:textId="278FBE08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5 811 </w:t>
            </w:r>
          </w:p>
        </w:tc>
      </w:tr>
      <w:tr w:rsidR="00BD294C" w14:paraId="540BA80A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F9F7B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35F052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от покупателей материалов и других запасов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51744C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4E760D9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B7B4B7C" w14:textId="752586F4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18DBE75E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A7939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4967A3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роялти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198939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1B1FB3D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4004175" w14:textId="7F34FEBF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478E4690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7CE06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B7A3F5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прочие поступления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19B76F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D9EF776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6885769" w14:textId="2A7BF254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6AC6BD7C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5DFF9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5DE2F40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C74AEB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91FAB3" w14:textId="3EDC4B66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4 875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4BA35B" w14:textId="233B5A85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5 499 </w:t>
            </w:r>
          </w:p>
        </w:tc>
      </w:tr>
      <w:tr w:rsidR="00BD294C" w14:paraId="61853C37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03FAC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778C9E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5A48C9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A73A7B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7B7D5E" w14:textId="716A0839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42770DA4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3E53E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5E5E81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приобретение запасов, работ, услуг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5C52AE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9DCB28E" w14:textId="4FC44F08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1 979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2BAC728" w14:textId="6E2EC2D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3 283 </w:t>
            </w:r>
          </w:p>
        </w:tc>
      </w:tr>
      <w:tr w:rsidR="00BD294C" w14:paraId="20584FEF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32AB0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99812C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оплату труда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FD49BB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4024F1E" w14:textId="7A780C5A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2 051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7A216F9" w14:textId="75A3FF94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1 512 </w:t>
            </w:r>
          </w:p>
        </w:tc>
      </w:tr>
      <w:tr w:rsidR="00BD294C" w14:paraId="51282986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F58DD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011CB5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уплату налогов и сборов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B7207F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26692B0" w14:textId="3F89E774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363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41628CE" w14:textId="62D59E98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279 </w:t>
            </w:r>
          </w:p>
        </w:tc>
      </w:tr>
      <w:tr w:rsidR="00BD294C" w14:paraId="05C535B2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DDD7D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B6B5CA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прочие выплаты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68D4C3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CB6F02B" w14:textId="3496FB0A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482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128655C" w14:textId="73EC291B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425 </w:t>
            </w:r>
          </w:p>
        </w:tc>
      </w:tr>
      <w:tr w:rsidR="00BD294C" w14:paraId="55EFFC7A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994C6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BD7495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 движения денежных средств </w:t>
            </w:r>
            <w:r>
              <w:rPr>
                <w:sz w:val="22"/>
                <w:szCs w:val="22"/>
              </w:rPr>
              <w:br/>
              <w:t>по текущей деятельности (020-030)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2E746F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35AD5A" w14:textId="58977654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1226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48263E" w14:textId="6EDA24B2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312 </w:t>
            </w:r>
          </w:p>
        </w:tc>
      </w:tr>
      <w:tr w:rsidR="0079098B" w14:paraId="4CC2D7B2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5B9FF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AD5822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Движение денежных средств по инвестиционной деятельности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1AEACA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AE2A71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9EE979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6F982D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DF2A8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BD294C" w14:paraId="5B308A46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99823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AE53B3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Поступило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CDE3D3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AA01C5" w14:textId="2B32F6D4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12E6E3" w14:textId="6E5AA1AD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82 </w:t>
            </w:r>
          </w:p>
        </w:tc>
      </w:tr>
      <w:tr w:rsidR="00BD294C" w14:paraId="2BCB89DA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58A46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06A061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439A4F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837FD8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CC75AF" w14:textId="6B15F5AC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23EED0D2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42A6A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8C0385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от покупателей основных средств, нематериаль-</w:t>
            </w:r>
            <w:r>
              <w:rPr>
                <w:sz w:val="22"/>
                <w:szCs w:val="22"/>
              </w:rPr>
              <w:br/>
              <w:t xml:space="preserve">  ных активов и других долгосрочных активов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6FC515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5E88035" w14:textId="46496A45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38B5954" w14:textId="4E49A210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82 </w:t>
            </w:r>
          </w:p>
        </w:tc>
      </w:tr>
      <w:tr w:rsidR="00BD294C" w14:paraId="4A2C15C4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DD1F2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FBF998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возврат предоставленных займов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A31D66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EABC272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E4F7AEF" w14:textId="640C9D81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04AECE7B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BCC42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E7C177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доходы от участия в уставном капитале </w:t>
            </w:r>
            <w:r>
              <w:rPr>
                <w:sz w:val="22"/>
                <w:szCs w:val="22"/>
              </w:rPr>
              <w:br/>
              <w:t xml:space="preserve">  других организаций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F5C2A2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E387081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640F2C9" w14:textId="3FE3EA63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1F79C5B8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406C5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3F4955A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проценты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1252BE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EFD33F1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2BE7420" w14:textId="13E8FD83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272DDD25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2F25F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38E7C7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прочие поступления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2078CA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055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9C69967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2F7CAD9" w14:textId="2A12A4A0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506616A4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9A717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DBDE3F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E9D5E8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BFCF8A" w14:textId="0A5CB60A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310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89CC0E" w14:textId="147ED8B8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566 </w:t>
            </w:r>
          </w:p>
        </w:tc>
      </w:tr>
      <w:tr w:rsidR="00BD294C" w14:paraId="02ABC732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F7E72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22D8B1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DFF31D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7E8045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0B9DA6" w14:textId="593C554E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4644DD73" w14:textId="77777777" w:rsidTr="00B126B7">
        <w:trPr>
          <w:gridAfter w:val="1"/>
          <w:wAfter w:w="8" w:type="dxa"/>
          <w:trHeight w:val="9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56D22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386C06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приобретение и создание основных средств,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lastRenderedPageBreak/>
              <w:t xml:space="preserve">  нематериальных активов и других </w:t>
            </w:r>
            <w:r>
              <w:rPr>
                <w:sz w:val="22"/>
                <w:szCs w:val="22"/>
              </w:rPr>
              <w:br/>
              <w:t xml:space="preserve">  долгосрочных активов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94F546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061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2926921" w14:textId="16B583E1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310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5D7E3A5" w14:textId="1CF87644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566 </w:t>
            </w:r>
          </w:p>
        </w:tc>
      </w:tr>
      <w:tr w:rsidR="0079098B" w14:paraId="3B317855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05A92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CF6C0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предоставление займов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7126D6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8EB99BD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175B1C4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098B" w14:paraId="230C5389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21D5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8C3885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вклады в уставный капитал других </w:t>
            </w:r>
            <w:r>
              <w:rPr>
                <w:sz w:val="22"/>
                <w:szCs w:val="22"/>
              </w:rPr>
              <w:br/>
              <w:t xml:space="preserve">  организаций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2611CDC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29CF5E4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A922118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098B" w14:paraId="2835373A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D82F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C7040A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прочие выплаты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F2F590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0C34797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E9E4120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098B" w14:paraId="658E5396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4744E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3E8BB6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 движения денежных средств </w:t>
            </w:r>
            <w:r>
              <w:rPr>
                <w:sz w:val="22"/>
                <w:szCs w:val="22"/>
              </w:rPr>
              <w:br/>
              <w:t>по инвестиционной деятельности (050-060)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828183" w14:textId="77777777" w:rsidR="0079098B" w:rsidRDefault="007909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AF4181" w14:textId="77777777" w:rsidR="006D2C3A" w:rsidRDefault="006D2C3A" w:rsidP="006D2C3A">
            <w:pPr>
              <w:jc w:val="center"/>
              <w:rPr>
                <w:sz w:val="22"/>
                <w:szCs w:val="22"/>
              </w:rPr>
            </w:pPr>
          </w:p>
          <w:p w14:paraId="2B70AD35" w14:textId="77777777" w:rsidR="006D2C3A" w:rsidRDefault="006D2C3A" w:rsidP="006D2C3A">
            <w:pPr>
              <w:jc w:val="center"/>
              <w:rPr>
                <w:sz w:val="22"/>
                <w:szCs w:val="22"/>
              </w:rPr>
            </w:pPr>
          </w:p>
          <w:p w14:paraId="1CB19EB3" w14:textId="54A3DD73" w:rsidR="0079098B" w:rsidRDefault="00BD294C" w:rsidP="006D2C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-307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2207B3" w14:textId="7BDEFBC8" w:rsidR="0079098B" w:rsidRDefault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-484</w:t>
            </w:r>
          </w:p>
        </w:tc>
      </w:tr>
      <w:tr w:rsidR="0079098B" w14:paraId="5D5306FA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9A179" w14:textId="77777777" w:rsidR="0079098B" w:rsidRDefault="00790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245BB9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Движение денежных средств по финансовой деятельности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DFADF6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21839F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C328A7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FB69DB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8D293" w14:textId="77777777" w:rsidR="0079098B" w:rsidRDefault="007909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BD294C" w14:paraId="0812366B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F79CA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301378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Поступило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67E1AB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495FB9" w14:textId="1B6F4F63" w:rsidR="00BD294C" w:rsidRDefault="00D96677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 w:rsidR="00BD294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633</w:t>
            </w:r>
            <w:r w:rsidR="00BD29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EA06C3" w14:textId="5D137B0F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2 139 </w:t>
            </w:r>
          </w:p>
        </w:tc>
      </w:tr>
      <w:tr w:rsidR="00BD294C" w14:paraId="2E79A3D2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E569A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0D2078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A38337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FEDDD33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4BD00F" w14:textId="6D0A9B03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500E4F16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E7700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77E7F4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кредиты и займы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0A7B3E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F26E040" w14:textId="71B44C14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9667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D96677">
              <w:rPr>
                <w:sz w:val="22"/>
                <w:szCs w:val="22"/>
              </w:rPr>
              <w:t>625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175D236" w14:textId="0206A912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2 139 </w:t>
            </w:r>
          </w:p>
        </w:tc>
      </w:tr>
      <w:tr w:rsidR="00BD294C" w14:paraId="6CF1D20B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CE75E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444DBF6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от выпуска акций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B74BE6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2E7A719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C023D2E" w14:textId="50B256AC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0E33A00F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3E304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F8BD09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вклады собственника имущества </w:t>
            </w:r>
            <w:r>
              <w:rPr>
                <w:sz w:val="22"/>
                <w:szCs w:val="22"/>
              </w:rPr>
              <w:br/>
              <w:t xml:space="preserve">  (учредителей, участников)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78DF08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6110ACD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6D82C98" w14:textId="6370674E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49CEE517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014F2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807C47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прочие поступления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2C8D15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172D1794" w14:textId="2CD79D7E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D96677">
              <w:rPr>
                <w:sz w:val="22"/>
                <w:szCs w:val="22"/>
              </w:rPr>
              <w:t>8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7EE3E0A" w14:textId="02FBAC09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79D0E089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78CEE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265DAD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Направлено денежных средств - всего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E4A02C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E1883C" w14:textId="2C8780F3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</w:t>
            </w:r>
            <w:r w:rsidR="00D96677">
              <w:rPr>
                <w:sz w:val="22"/>
                <w:szCs w:val="22"/>
              </w:rPr>
              <w:t>547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342DE0" w14:textId="0028C77A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2 029 </w:t>
            </w:r>
          </w:p>
        </w:tc>
      </w:tr>
      <w:tr w:rsidR="00BD294C" w14:paraId="00E39627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2D2D7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9F71AC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в том числе: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D8BF14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8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275C2D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07F234" w14:textId="427DD739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62CD26D2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400CE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9F9FE0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погашение кредитов и займов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0C52CCA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091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754281C" w14:textId="6232CCC1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</w:t>
            </w:r>
            <w:r w:rsidR="00D96677">
              <w:rPr>
                <w:sz w:val="22"/>
                <w:szCs w:val="22"/>
              </w:rPr>
              <w:t>880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32939523" w14:textId="2276447C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1 337 </w:t>
            </w:r>
          </w:p>
        </w:tc>
      </w:tr>
      <w:tr w:rsidR="00BD294C" w14:paraId="5EB8FA76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72E96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A32AB3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выплаты дивидендов и других доходов </w:t>
            </w:r>
            <w:r>
              <w:rPr>
                <w:sz w:val="22"/>
                <w:szCs w:val="22"/>
              </w:rPr>
              <w:br/>
              <w:t xml:space="preserve">  от участия в уставном капитале организации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A9F8C1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092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BB8FB53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28E78B0" w14:textId="377C587D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D294C" w14:paraId="3D6358A9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D6AE3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AA877D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выплаты процентов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1CBE86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093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2BC5D4C0" w14:textId="7B4548C1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 w:rsidR="00D96677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5F7F9AD2" w14:textId="286C82C6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125 </w:t>
            </w:r>
          </w:p>
        </w:tc>
      </w:tr>
      <w:tr w:rsidR="00BD294C" w14:paraId="3F3A29CA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D143A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0DBDD3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на лизинговые платежи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382FCD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094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38EB7BE" w14:textId="262476CF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96677">
              <w:rPr>
                <w:sz w:val="22"/>
                <w:szCs w:val="22"/>
              </w:rPr>
              <w:t>338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52BDFEC" w14:textId="1C596A5A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406 </w:t>
            </w:r>
          </w:p>
        </w:tc>
      </w:tr>
      <w:tr w:rsidR="00BD294C" w14:paraId="08510E02" w14:textId="77777777" w:rsidTr="00B126B7">
        <w:trPr>
          <w:gridAfter w:val="1"/>
          <w:wAfter w:w="8" w:type="dxa"/>
          <w:trHeight w:val="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2080B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DB69C9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прочие выплаты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760B0D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095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392D30E" w14:textId="1380E9F3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96677">
              <w:rPr>
                <w:sz w:val="22"/>
                <w:szCs w:val="22"/>
              </w:rPr>
              <w:t>216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2B7980D" w14:textId="31E25705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161 </w:t>
            </w:r>
          </w:p>
        </w:tc>
      </w:tr>
      <w:tr w:rsidR="00BD294C" w14:paraId="4ADE50AD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309C4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EA7008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 движения денежных средств </w:t>
            </w:r>
            <w:r>
              <w:rPr>
                <w:sz w:val="22"/>
                <w:szCs w:val="22"/>
              </w:rPr>
              <w:br/>
              <w:t>по финансовой деятельности (080-090)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BD8B5DA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C548F5" w14:textId="4FAD998A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96677">
              <w:rPr>
                <w:sz w:val="22"/>
                <w:szCs w:val="22"/>
              </w:rPr>
              <w:t>-914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28CB3E5" w14:textId="207BF131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110 </w:t>
            </w:r>
          </w:p>
        </w:tc>
      </w:tr>
      <w:tr w:rsidR="00BD294C" w14:paraId="067B6A34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9D9AF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B0EA6F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 движения денежных средств </w:t>
            </w:r>
            <w:r>
              <w:rPr>
                <w:sz w:val="22"/>
                <w:szCs w:val="22"/>
              </w:rPr>
              <w:br/>
              <w:t>за отчетный период (±040±070±100)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1E98B0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D47526" w14:textId="60902DF2" w:rsidR="00BD294C" w:rsidRDefault="00D96677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9F0B26" w14:textId="61D83FFE" w:rsidR="00BD294C" w:rsidRDefault="00D96677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BD294C">
              <w:rPr>
                <w:sz w:val="22"/>
                <w:szCs w:val="22"/>
              </w:rPr>
              <w:t>62</w:t>
            </w:r>
          </w:p>
        </w:tc>
      </w:tr>
      <w:tr w:rsidR="00BD294C" w14:paraId="04299F7C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6059C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321EC4" w14:textId="4B5C0D74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Остаток денежных средств и эквивалентов денежных средств на 31.12.20</w:t>
            </w:r>
            <w:r w:rsidR="00850E5C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D33106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090C9BA2" w14:textId="19CCC1A1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96677">
              <w:rPr>
                <w:sz w:val="22"/>
                <w:szCs w:val="22"/>
              </w:rPr>
              <w:t>4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43BB5145" w14:textId="4A07CF04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</w:t>
            </w:r>
          </w:p>
        </w:tc>
      </w:tr>
      <w:tr w:rsidR="00BD294C" w14:paraId="666BB725" w14:textId="77777777" w:rsidTr="00B126B7">
        <w:trPr>
          <w:gridAfter w:val="1"/>
          <w:wAfter w:w="8" w:type="dxa"/>
          <w:trHeight w:val="6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7FC3D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F47FBC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Остаток денежных средств и эквивалентов денежных средств на конец отчетного периода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D52564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1083BDA" w14:textId="5E975230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9667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ED01D1" w14:textId="415DAFCD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</w:t>
            </w:r>
          </w:p>
        </w:tc>
      </w:tr>
      <w:tr w:rsidR="00BD294C" w14:paraId="753FC8CE" w14:textId="77777777" w:rsidTr="00B126B7">
        <w:trPr>
          <w:gridAfter w:val="1"/>
          <w:wAfter w:w="8" w:type="dxa"/>
          <w:trHeight w:val="61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DE8F9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BF6CD4" w14:textId="77777777" w:rsidR="00BD294C" w:rsidRDefault="00BD294C" w:rsidP="00BD2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Влияние изменений курса иностранной валюты </w:t>
            </w:r>
            <w:r>
              <w:rPr>
                <w:sz w:val="22"/>
                <w:szCs w:val="22"/>
              </w:rPr>
              <w:br/>
              <w:t>по отношению к белорусскому рублю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BEC8BA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7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6A273486" w14:textId="77777777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14:paraId="7D16F847" w14:textId="7D775575" w:rsidR="00BD294C" w:rsidRDefault="00BD294C" w:rsidP="00BD2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14:paraId="2B078158" w14:textId="77777777" w:rsidR="0079098B" w:rsidRDefault="0079098B" w:rsidP="000616A7">
      <w:pPr>
        <w:rPr>
          <w:noProof/>
        </w:rPr>
      </w:pPr>
    </w:p>
    <w:p w14:paraId="59F9E635" w14:textId="77777777" w:rsidR="0079098B" w:rsidRDefault="0079098B" w:rsidP="000616A7">
      <w:pPr>
        <w:rPr>
          <w:noProof/>
        </w:rPr>
      </w:pPr>
    </w:p>
    <w:p w14:paraId="630165E7" w14:textId="77777777" w:rsidR="0079098B" w:rsidRDefault="0079098B" w:rsidP="000616A7">
      <w:pPr>
        <w:rPr>
          <w:noProof/>
        </w:rPr>
      </w:pPr>
    </w:p>
    <w:p w14:paraId="47AF4947" w14:textId="77777777" w:rsidR="0079098B" w:rsidRDefault="0079098B" w:rsidP="000616A7">
      <w:pPr>
        <w:rPr>
          <w:noProof/>
        </w:rPr>
      </w:pPr>
    </w:p>
    <w:p w14:paraId="2A9AF406" w14:textId="77777777" w:rsidR="0079098B" w:rsidRDefault="0079098B" w:rsidP="000616A7">
      <w:pPr>
        <w:rPr>
          <w:noProof/>
        </w:rPr>
      </w:pPr>
    </w:p>
    <w:p w14:paraId="15904BBF" w14:textId="77777777" w:rsidR="0079098B" w:rsidRDefault="0079098B" w:rsidP="000616A7">
      <w:pPr>
        <w:rPr>
          <w:noProof/>
        </w:rPr>
      </w:pPr>
    </w:p>
    <w:p w14:paraId="5BB68F63" w14:textId="77777777" w:rsidR="0079098B" w:rsidRDefault="0079098B" w:rsidP="000616A7">
      <w:pPr>
        <w:rPr>
          <w:noProof/>
        </w:rPr>
      </w:pPr>
    </w:p>
    <w:p w14:paraId="05A7C13B" w14:textId="77777777" w:rsidR="0079098B" w:rsidRDefault="0079098B" w:rsidP="000616A7">
      <w:pPr>
        <w:rPr>
          <w:noProof/>
        </w:rPr>
      </w:pPr>
    </w:p>
    <w:p w14:paraId="0FAC9601" w14:textId="77777777" w:rsidR="0079098B" w:rsidRDefault="0079098B" w:rsidP="000616A7">
      <w:pPr>
        <w:rPr>
          <w:noProof/>
        </w:rPr>
      </w:pPr>
    </w:p>
    <w:p w14:paraId="6B036639" w14:textId="77777777" w:rsidR="0079098B" w:rsidRDefault="0079098B" w:rsidP="000616A7">
      <w:pPr>
        <w:rPr>
          <w:noProof/>
        </w:rPr>
      </w:pPr>
    </w:p>
    <w:p w14:paraId="7C758BF2" w14:textId="77777777" w:rsidR="0079098B" w:rsidRDefault="0079098B" w:rsidP="000616A7">
      <w:pPr>
        <w:rPr>
          <w:noProof/>
        </w:rPr>
      </w:pPr>
    </w:p>
    <w:p w14:paraId="4486AAD7" w14:textId="77777777" w:rsidR="0079098B" w:rsidRDefault="0079098B" w:rsidP="000616A7">
      <w:pPr>
        <w:rPr>
          <w:noProof/>
        </w:rPr>
      </w:pPr>
    </w:p>
    <w:p w14:paraId="7D54D18B" w14:textId="77777777" w:rsidR="0079098B" w:rsidRDefault="0079098B" w:rsidP="000616A7">
      <w:pPr>
        <w:rPr>
          <w:noProof/>
        </w:rPr>
      </w:pPr>
    </w:p>
    <w:p w14:paraId="39F7C0BA" w14:textId="77777777" w:rsidR="003D3BA3" w:rsidRDefault="003D3BA3" w:rsidP="000616A7">
      <w:pPr>
        <w:rPr>
          <w:noProof/>
        </w:rPr>
      </w:pPr>
    </w:p>
    <w:p w14:paraId="70A96387" w14:textId="77777777" w:rsidR="003D3BA3" w:rsidRDefault="003D3BA3" w:rsidP="000616A7">
      <w:pPr>
        <w:rPr>
          <w:noProof/>
        </w:rPr>
      </w:pPr>
    </w:p>
    <w:p w14:paraId="2D5C2895" w14:textId="5F32EE6C" w:rsidR="004162DA" w:rsidRDefault="00B6054C" w:rsidP="000616A7">
      <w:r>
        <w:br w:type="textWrapping" w:clear="all"/>
        <w:t xml:space="preserve">             </w:t>
      </w:r>
    </w:p>
    <w:p w14:paraId="438D9D64" w14:textId="77777777" w:rsidR="00A64CE7" w:rsidRDefault="00862F7A" w:rsidP="00862F7A">
      <w:r>
        <w:tab/>
      </w:r>
    </w:p>
    <w:p w14:paraId="2ADBE730" w14:textId="77777777" w:rsidR="006C5445" w:rsidRDefault="006C5445" w:rsidP="00862F7A"/>
    <w:p w14:paraId="5140D874" w14:textId="77777777" w:rsidR="006C5445" w:rsidRDefault="006C5445" w:rsidP="00862F7A"/>
    <w:p w14:paraId="44C8BB72" w14:textId="27B01A67" w:rsidR="00D318F2" w:rsidRDefault="00D72AC5" w:rsidP="00D42C14">
      <w:pPr>
        <w:pStyle w:val="af1"/>
        <w:rPr>
          <w:color w:val="000000"/>
          <w:szCs w:val="27"/>
        </w:rPr>
      </w:pPr>
      <w:r>
        <w:rPr>
          <w:noProof/>
          <w:color w:val="000000"/>
          <w:szCs w:val="27"/>
        </w:rPr>
        <w:lastRenderedPageBreak/>
        <w:drawing>
          <wp:inline distT="0" distB="0" distL="0" distR="0" wp14:anchorId="7F70C76C" wp14:editId="1033A0E5">
            <wp:extent cx="6387465" cy="8515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7465" cy="851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6C5C0" w14:textId="0ABC6C58" w:rsidR="00D318F2" w:rsidRDefault="00D318F2" w:rsidP="00D42C14">
      <w:pPr>
        <w:pStyle w:val="af1"/>
        <w:rPr>
          <w:color w:val="000000"/>
          <w:szCs w:val="27"/>
        </w:rPr>
      </w:pPr>
    </w:p>
    <w:p w14:paraId="7995158D" w14:textId="3AB43C79" w:rsidR="00D318F2" w:rsidRDefault="00D72AC5" w:rsidP="00D42C14">
      <w:pPr>
        <w:pStyle w:val="af1"/>
        <w:rPr>
          <w:color w:val="000000"/>
          <w:szCs w:val="27"/>
        </w:rPr>
      </w:pPr>
      <w:r>
        <w:rPr>
          <w:noProof/>
          <w:color w:val="000000"/>
          <w:szCs w:val="27"/>
        </w:rPr>
        <w:lastRenderedPageBreak/>
        <w:drawing>
          <wp:inline distT="0" distB="0" distL="0" distR="0" wp14:anchorId="4CAFC9C0" wp14:editId="5EBE0435">
            <wp:extent cx="6387465" cy="85159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7465" cy="851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213F9" w14:textId="6ACFE673" w:rsidR="00D42C14" w:rsidRPr="00D42C14" w:rsidRDefault="00D42C14" w:rsidP="00D42C14">
      <w:pPr>
        <w:pStyle w:val="af1"/>
        <w:rPr>
          <w:color w:val="000000"/>
          <w:szCs w:val="27"/>
        </w:rPr>
      </w:pPr>
      <w:r w:rsidRPr="00D42C14">
        <w:rPr>
          <w:color w:val="000000"/>
          <w:szCs w:val="27"/>
        </w:rPr>
        <w:t xml:space="preserve">Руководитель ______________________ </w:t>
      </w:r>
      <w:r>
        <w:rPr>
          <w:color w:val="000000"/>
          <w:szCs w:val="27"/>
        </w:rPr>
        <w:t>П</w:t>
      </w:r>
      <w:r w:rsidRPr="00D42C14">
        <w:rPr>
          <w:color w:val="000000"/>
          <w:szCs w:val="27"/>
        </w:rPr>
        <w:t>.</w:t>
      </w:r>
      <w:r>
        <w:rPr>
          <w:color w:val="000000"/>
          <w:szCs w:val="27"/>
        </w:rPr>
        <w:t>А</w:t>
      </w:r>
      <w:r w:rsidRPr="00D42C14">
        <w:rPr>
          <w:color w:val="000000"/>
          <w:szCs w:val="27"/>
        </w:rPr>
        <w:t xml:space="preserve">. </w:t>
      </w:r>
      <w:r>
        <w:rPr>
          <w:color w:val="000000"/>
          <w:szCs w:val="27"/>
        </w:rPr>
        <w:t>Шемерей</w:t>
      </w:r>
    </w:p>
    <w:p w14:paraId="0FE507B5" w14:textId="77777777" w:rsidR="00D42C14" w:rsidRDefault="00D42C14" w:rsidP="00D42C14">
      <w:pPr>
        <w:pStyle w:val="af1"/>
        <w:rPr>
          <w:color w:val="000000"/>
          <w:szCs w:val="27"/>
        </w:rPr>
      </w:pPr>
      <w:r w:rsidRPr="00D42C14">
        <w:rPr>
          <w:color w:val="000000"/>
          <w:szCs w:val="27"/>
        </w:rPr>
        <w:t>Гл. бухгалтер _______________________ Г.В. Чаплинская</w:t>
      </w:r>
    </w:p>
    <w:p w14:paraId="2EF34B8B" w14:textId="77777777" w:rsidR="00D42C14" w:rsidRPr="00D42C14" w:rsidRDefault="00D42C14" w:rsidP="00D42C14">
      <w:pPr>
        <w:pStyle w:val="af1"/>
        <w:rPr>
          <w:color w:val="000000"/>
          <w:szCs w:val="27"/>
        </w:rPr>
      </w:pPr>
      <w:r w:rsidRPr="00D42C14">
        <w:rPr>
          <w:color w:val="000000"/>
          <w:szCs w:val="27"/>
        </w:rPr>
        <w:t>Лицо, ответственное</w:t>
      </w:r>
      <w:r>
        <w:rPr>
          <w:color w:val="000000"/>
          <w:szCs w:val="27"/>
        </w:rPr>
        <w:t xml:space="preserve"> </w:t>
      </w:r>
      <w:r w:rsidRPr="00D42C14">
        <w:rPr>
          <w:color w:val="000000"/>
          <w:szCs w:val="27"/>
        </w:rPr>
        <w:t>за подготовку отчёта __________________ А.А.Саганович</w:t>
      </w:r>
    </w:p>
    <w:p w14:paraId="46A5D821" w14:textId="0DE65273" w:rsidR="00D42C14" w:rsidRPr="00D42C14" w:rsidRDefault="00D42C14" w:rsidP="00D42C14">
      <w:pPr>
        <w:pStyle w:val="af1"/>
        <w:rPr>
          <w:sz w:val="22"/>
        </w:rPr>
      </w:pPr>
      <w:r w:rsidRPr="00D42C14">
        <w:rPr>
          <w:color w:val="000000"/>
          <w:szCs w:val="27"/>
        </w:rPr>
        <w:t xml:space="preserve">8 (01645) </w:t>
      </w:r>
      <w:r w:rsidR="00E96759">
        <w:rPr>
          <w:color w:val="000000"/>
          <w:szCs w:val="27"/>
        </w:rPr>
        <w:t>60088</w:t>
      </w:r>
    </w:p>
    <w:sectPr w:rsidR="00D42C14" w:rsidRPr="00D42C14" w:rsidSect="0079098B">
      <w:footerReference w:type="even" r:id="rId9"/>
      <w:footerReference w:type="default" r:id="rId10"/>
      <w:pgSz w:w="11905" w:h="16837" w:code="9"/>
      <w:pgMar w:top="567" w:right="990" w:bottom="284" w:left="851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D1A8AA" w14:textId="77777777" w:rsidR="00E75C9A" w:rsidRDefault="00E75C9A" w:rsidP="00D868CA">
      <w:r>
        <w:separator/>
      </w:r>
    </w:p>
  </w:endnote>
  <w:endnote w:type="continuationSeparator" w:id="0">
    <w:p w14:paraId="56DBDBB4" w14:textId="77777777" w:rsidR="00E75C9A" w:rsidRDefault="00E75C9A" w:rsidP="00D8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A7DFE" w14:textId="77777777" w:rsidR="00F552D5" w:rsidRDefault="00F552D5" w:rsidP="002B57E0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3B605F2D" w14:textId="77777777" w:rsidR="00F552D5" w:rsidRDefault="00F552D5" w:rsidP="002B57E0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DD009" w14:textId="77777777" w:rsidR="00F552D5" w:rsidRDefault="00F552D5" w:rsidP="002B57E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FD828" w14:textId="77777777" w:rsidR="00E75C9A" w:rsidRDefault="00E75C9A" w:rsidP="00D868CA">
      <w:r>
        <w:separator/>
      </w:r>
    </w:p>
  </w:footnote>
  <w:footnote w:type="continuationSeparator" w:id="0">
    <w:p w14:paraId="25998908" w14:textId="77777777" w:rsidR="00E75C9A" w:rsidRDefault="00E75C9A" w:rsidP="00D86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2" w15:restartNumberingAfterBreak="0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3" w15:restartNumberingAfterBreak="0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 w15:restartNumberingAfterBreak="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0" w15:restartNumberingAfterBreak="0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 w15:restartNumberingAfterBreak="0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19" w15:restartNumberingAfterBreak="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1" w15:restartNumberingAfterBreak="0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7" w15:restartNumberingAfterBreak="0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8" w15:restartNumberingAfterBreak="0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2" w15:restartNumberingAfterBreak="0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5" w15:restartNumberingAfterBreak="0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7" w15:restartNumberingAfterBreak="0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8" w15:restartNumberingAfterBreak="0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 w15:restartNumberingAfterBreak="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22"/>
  </w:num>
  <w:num w:numId="4">
    <w:abstractNumId w:val="18"/>
  </w:num>
  <w:num w:numId="5">
    <w:abstractNumId w:val="29"/>
  </w:num>
  <w:num w:numId="6">
    <w:abstractNumId w:val="7"/>
  </w:num>
  <w:num w:numId="7">
    <w:abstractNumId w:val="37"/>
  </w:num>
  <w:num w:numId="8">
    <w:abstractNumId w:val="21"/>
  </w:num>
  <w:num w:numId="9">
    <w:abstractNumId w:val="28"/>
  </w:num>
  <w:num w:numId="10">
    <w:abstractNumId w:val="27"/>
  </w:num>
  <w:num w:numId="11">
    <w:abstractNumId w:val="3"/>
  </w:num>
  <w:num w:numId="12">
    <w:abstractNumId w:val="31"/>
  </w:num>
  <w:num w:numId="13">
    <w:abstractNumId w:val="34"/>
  </w:num>
  <w:num w:numId="14">
    <w:abstractNumId w:val="1"/>
  </w:num>
  <w:num w:numId="15">
    <w:abstractNumId w:val="6"/>
  </w:num>
  <w:num w:numId="16">
    <w:abstractNumId w:val="36"/>
  </w:num>
  <w:num w:numId="17">
    <w:abstractNumId w:val="20"/>
  </w:num>
  <w:num w:numId="18">
    <w:abstractNumId w:val="4"/>
  </w:num>
  <w:num w:numId="19">
    <w:abstractNumId w:val="13"/>
  </w:num>
  <w:num w:numId="20">
    <w:abstractNumId w:val="26"/>
  </w:num>
  <w:num w:numId="21">
    <w:abstractNumId w:val="10"/>
  </w:num>
  <w:num w:numId="22">
    <w:abstractNumId w:val="30"/>
  </w:num>
  <w:num w:numId="23">
    <w:abstractNumId w:val="2"/>
  </w:num>
  <w:num w:numId="24">
    <w:abstractNumId w:val="24"/>
  </w:num>
  <w:num w:numId="25">
    <w:abstractNumId w:val="31"/>
    <w:lvlOverride w:ilvl="0">
      <w:startOverride w:val="1"/>
    </w:lvlOverride>
  </w:num>
  <w:num w:numId="26">
    <w:abstractNumId w:val="34"/>
  </w:num>
  <w:num w:numId="27">
    <w:abstractNumId w:val="9"/>
  </w:num>
  <w:num w:numId="28">
    <w:abstractNumId w:val="11"/>
  </w:num>
  <w:num w:numId="29">
    <w:abstractNumId w:val="16"/>
  </w:num>
  <w:num w:numId="30">
    <w:abstractNumId w:val="35"/>
  </w:num>
  <w:num w:numId="31">
    <w:abstractNumId w:val="39"/>
  </w:num>
  <w:num w:numId="32">
    <w:abstractNumId w:val="19"/>
  </w:num>
  <w:num w:numId="33">
    <w:abstractNumId w:val="0"/>
  </w:num>
  <w:num w:numId="34">
    <w:abstractNumId w:val="31"/>
    <w:lvlOverride w:ilvl="0">
      <w:startOverride w:val="1"/>
    </w:lvlOverride>
  </w:num>
  <w:num w:numId="35">
    <w:abstractNumId w:val="34"/>
  </w:num>
  <w:num w:numId="36">
    <w:abstractNumId w:val="8"/>
  </w:num>
  <w:num w:numId="37">
    <w:abstractNumId w:val="31"/>
    <w:lvlOverride w:ilvl="0">
      <w:startOverride w:val="1"/>
    </w:lvlOverride>
  </w:num>
  <w:num w:numId="38">
    <w:abstractNumId w:val="34"/>
  </w:num>
  <w:num w:numId="39">
    <w:abstractNumId w:val="31"/>
    <w:lvlOverride w:ilvl="0">
      <w:startOverride w:val="1"/>
    </w:lvlOverride>
  </w:num>
  <w:num w:numId="40">
    <w:abstractNumId w:val="34"/>
  </w:num>
  <w:num w:numId="41">
    <w:abstractNumId w:val="33"/>
  </w:num>
  <w:num w:numId="42">
    <w:abstractNumId w:val="32"/>
  </w:num>
  <w:num w:numId="43">
    <w:abstractNumId w:val="25"/>
  </w:num>
  <w:num w:numId="44">
    <w:abstractNumId w:val="12"/>
  </w:num>
  <w:num w:numId="45">
    <w:abstractNumId w:val="23"/>
  </w:num>
  <w:num w:numId="46">
    <w:abstractNumId w:val="38"/>
  </w:num>
  <w:num w:numId="47">
    <w:abstractNumId w:val="14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151"/>
    <w:rsid w:val="00001F79"/>
    <w:rsid w:val="0000307C"/>
    <w:rsid w:val="00003096"/>
    <w:rsid w:val="00003816"/>
    <w:rsid w:val="00003C31"/>
    <w:rsid w:val="0000550B"/>
    <w:rsid w:val="0000559F"/>
    <w:rsid w:val="00006A37"/>
    <w:rsid w:val="00006D48"/>
    <w:rsid w:val="00007638"/>
    <w:rsid w:val="00014F85"/>
    <w:rsid w:val="00017AF2"/>
    <w:rsid w:val="00021D82"/>
    <w:rsid w:val="00024B6A"/>
    <w:rsid w:val="00031C9C"/>
    <w:rsid w:val="000324DA"/>
    <w:rsid w:val="0003354F"/>
    <w:rsid w:val="00033A1C"/>
    <w:rsid w:val="000346F3"/>
    <w:rsid w:val="000349C5"/>
    <w:rsid w:val="000352ED"/>
    <w:rsid w:val="00037EEA"/>
    <w:rsid w:val="000422C7"/>
    <w:rsid w:val="000431BB"/>
    <w:rsid w:val="00045B1C"/>
    <w:rsid w:val="00046641"/>
    <w:rsid w:val="000469DC"/>
    <w:rsid w:val="00047EFD"/>
    <w:rsid w:val="00050B08"/>
    <w:rsid w:val="00050BD3"/>
    <w:rsid w:val="00051677"/>
    <w:rsid w:val="0005296E"/>
    <w:rsid w:val="00052B87"/>
    <w:rsid w:val="000530BB"/>
    <w:rsid w:val="00053850"/>
    <w:rsid w:val="00060F03"/>
    <w:rsid w:val="000616A7"/>
    <w:rsid w:val="0006247D"/>
    <w:rsid w:val="0006360D"/>
    <w:rsid w:val="0006547D"/>
    <w:rsid w:val="00066989"/>
    <w:rsid w:val="00070204"/>
    <w:rsid w:val="000709F0"/>
    <w:rsid w:val="0007110B"/>
    <w:rsid w:val="00071895"/>
    <w:rsid w:val="00071B74"/>
    <w:rsid w:val="0007244A"/>
    <w:rsid w:val="00075958"/>
    <w:rsid w:val="00077409"/>
    <w:rsid w:val="0007759E"/>
    <w:rsid w:val="00081D6C"/>
    <w:rsid w:val="00082F99"/>
    <w:rsid w:val="000907C3"/>
    <w:rsid w:val="00092AF4"/>
    <w:rsid w:val="00094A4E"/>
    <w:rsid w:val="000A5D15"/>
    <w:rsid w:val="000A6FBD"/>
    <w:rsid w:val="000B3538"/>
    <w:rsid w:val="000B421A"/>
    <w:rsid w:val="000C195C"/>
    <w:rsid w:val="000C4108"/>
    <w:rsid w:val="000C4C38"/>
    <w:rsid w:val="000C719A"/>
    <w:rsid w:val="000D0216"/>
    <w:rsid w:val="000D0B13"/>
    <w:rsid w:val="000D3B41"/>
    <w:rsid w:val="000D7437"/>
    <w:rsid w:val="000D7C64"/>
    <w:rsid w:val="000E1692"/>
    <w:rsid w:val="000E24B4"/>
    <w:rsid w:val="000E3F53"/>
    <w:rsid w:val="000E766E"/>
    <w:rsid w:val="000F1AA2"/>
    <w:rsid w:val="000F21B6"/>
    <w:rsid w:val="000F3130"/>
    <w:rsid w:val="000F5C1F"/>
    <w:rsid w:val="000F63B9"/>
    <w:rsid w:val="000F708D"/>
    <w:rsid w:val="00103968"/>
    <w:rsid w:val="00104E3A"/>
    <w:rsid w:val="0010586B"/>
    <w:rsid w:val="00110231"/>
    <w:rsid w:val="0011032D"/>
    <w:rsid w:val="00110EBF"/>
    <w:rsid w:val="00111464"/>
    <w:rsid w:val="00112825"/>
    <w:rsid w:val="001130EA"/>
    <w:rsid w:val="00116CCE"/>
    <w:rsid w:val="00117E88"/>
    <w:rsid w:val="0012121E"/>
    <w:rsid w:val="001314F7"/>
    <w:rsid w:val="001343E9"/>
    <w:rsid w:val="00135A20"/>
    <w:rsid w:val="00136151"/>
    <w:rsid w:val="0013798A"/>
    <w:rsid w:val="00142C71"/>
    <w:rsid w:val="00142D91"/>
    <w:rsid w:val="00143632"/>
    <w:rsid w:val="00145476"/>
    <w:rsid w:val="00146C09"/>
    <w:rsid w:val="00150C4A"/>
    <w:rsid w:val="001519E6"/>
    <w:rsid w:val="00154E01"/>
    <w:rsid w:val="00155F63"/>
    <w:rsid w:val="00162572"/>
    <w:rsid w:val="00166621"/>
    <w:rsid w:val="00170C17"/>
    <w:rsid w:val="001724D4"/>
    <w:rsid w:val="00173AE0"/>
    <w:rsid w:val="00174BD5"/>
    <w:rsid w:val="00177CC1"/>
    <w:rsid w:val="00181AD3"/>
    <w:rsid w:val="00183675"/>
    <w:rsid w:val="001854D0"/>
    <w:rsid w:val="00185E16"/>
    <w:rsid w:val="0018621E"/>
    <w:rsid w:val="00186247"/>
    <w:rsid w:val="00196C79"/>
    <w:rsid w:val="001A05E2"/>
    <w:rsid w:val="001A1617"/>
    <w:rsid w:val="001A4113"/>
    <w:rsid w:val="001A4376"/>
    <w:rsid w:val="001A7CED"/>
    <w:rsid w:val="001B09A1"/>
    <w:rsid w:val="001B326F"/>
    <w:rsid w:val="001B419A"/>
    <w:rsid w:val="001B4E59"/>
    <w:rsid w:val="001B62A7"/>
    <w:rsid w:val="001B693E"/>
    <w:rsid w:val="001B7AEC"/>
    <w:rsid w:val="001B7DFC"/>
    <w:rsid w:val="001C2062"/>
    <w:rsid w:val="001C77C9"/>
    <w:rsid w:val="001C7864"/>
    <w:rsid w:val="001D0481"/>
    <w:rsid w:val="001D182D"/>
    <w:rsid w:val="001D2CA9"/>
    <w:rsid w:val="001D2E0D"/>
    <w:rsid w:val="001D3366"/>
    <w:rsid w:val="001D55AE"/>
    <w:rsid w:val="001D5DF8"/>
    <w:rsid w:val="001D6F3D"/>
    <w:rsid w:val="001E033A"/>
    <w:rsid w:val="001E2A58"/>
    <w:rsid w:val="001E5253"/>
    <w:rsid w:val="001E5BE8"/>
    <w:rsid w:val="001E5C14"/>
    <w:rsid w:val="001E700F"/>
    <w:rsid w:val="001F0441"/>
    <w:rsid w:val="001F352D"/>
    <w:rsid w:val="001F53F2"/>
    <w:rsid w:val="001F722C"/>
    <w:rsid w:val="002007C8"/>
    <w:rsid w:val="0020497A"/>
    <w:rsid w:val="002053EF"/>
    <w:rsid w:val="00206B90"/>
    <w:rsid w:val="00206E17"/>
    <w:rsid w:val="00211CE0"/>
    <w:rsid w:val="0021595A"/>
    <w:rsid w:val="00215D61"/>
    <w:rsid w:val="00220198"/>
    <w:rsid w:val="00220686"/>
    <w:rsid w:val="00221C46"/>
    <w:rsid w:val="00227984"/>
    <w:rsid w:val="00235A41"/>
    <w:rsid w:val="002370F4"/>
    <w:rsid w:val="0024027E"/>
    <w:rsid w:val="00245185"/>
    <w:rsid w:val="00247DE9"/>
    <w:rsid w:val="0025040F"/>
    <w:rsid w:val="00250C71"/>
    <w:rsid w:val="00251070"/>
    <w:rsid w:val="002516D6"/>
    <w:rsid w:val="00254ACA"/>
    <w:rsid w:val="00254B4C"/>
    <w:rsid w:val="002563B0"/>
    <w:rsid w:val="00262B13"/>
    <w:rsid w:val="0026388B"/>
    <w:rsid w:val="00264CD8"/>
    <w:rsid w:val="00265192"/>
    <w:rsid w:val="00265301"/>
    <w:rsid w:val="002670BB"/>
    <w:rsid w:val="002673A1"/>
    <w:rsid w:val="002764B6"/>
    <w:rsid w:val="00276EA6"/>
    <w:rsid w:val="00277A60"/>
    <w:rsid w:val="002826B0"/>
    <w:rsid w:val="00282C11"/>
    <w:rsid w:val="00284444"/>
    <w:rsid w:val="00285275"/>
    <w:rsid w:val="00286343"/>
    <w:rsid w:val="002871DE"/>
    <w:rsid w:val="00291736"/>
    <w:rsid w:val="00294272"/>
    <w:rsid w:val="0029532E"/>
    <w:rsid w:val="00295DA5"/>
    <w:rsid w:val="0029660B"/>
    <w:rsid w:val="00296DD9"/>
    <w:rsid w:val="002A3B9F"/>
    <w:rsid w:val="002A40A2"/>
    <w:rsid w:val="002A7685"/>
    <w:rsid w:val="002B0121"/>
    <w:rsid w:val="002B0886"/>
    <w:rsid w:val="002B0DD6"/>
    <w:rsid w:val="002B3B2F"/>
    <w:rsid w:val="002B57E0"/>
    <w:rsid w:val="002C1B9D"/>
    <w:rsid w:val="002C294A"/>
    <w:rsid w:val="002C43A0"/>
    <w:rsid w:val="002C547E"/>
    <w:rsid w:val="002D36B8"/>
    <w:rsid w:val="002D51CF"/>
    <w:rsid w:val="002D5869"/>
    <w:rsid w:val="002E162E"/>
    <w:rsid w:val="002E1FC8"/>
    <w:rsid w:val="002E2AB2"/>
    <w:rsid w:val="002E655A"/>
    <w:rsid w:val="002F2857"/>
    <w:rsid w:val="002F31DF"/>
    <w:rsid w:val="002F4427"/>
    <w:rsid w:val="002F5199"/>
    <w:rsid w:val="002F5DBC"/>
    <w:rsid w:val="00300C11"/>
    <w:rsid w:val="00301926"/>
    <w:rsid w:val="00302136"/>
    <w:rsid w:val="00303126"/>
    <w:rsid w:val="00305A35"/>
    <w:rsid w:val="00311BDF"/>
    <w:rsid w:val="00312337"/>
    <w:rsid w:val="00317013"/>
    <w:rsid w:val="003207F6"/>
    <w:rsid w:val="00321E87"/>
    <w:rsid w:val="00323498"/>
    <w:rsid w:val="00324BF1"/>
    <w:rsid w:val="00326122"/>
    <w:rsid w:val="003272D0"/>
    <w:rsid w:val="003310ED"/>
    <w:rsid w:val="00333B05"/>
    <w:rsid w:val="00343806"/>
    <w:rsid w:val="00344836"/>
    <w:rsid w:val="0034568B"/>
    <w:rsid w:val="00345E71"/>
    <w:rsid w:val="0034655C"/>
    <w:rsid w:val="003505E9"/>
    <w:rsid w:val="0035168C"/>
    <w:rsid w:val="003548F2"/>
    <w:rsid w:val="00356502"/>
    <w:rsid w:val="003570F4"/>
    <w:rsid w:val="00363485"/>
    <w:rsid w:val="00364559"/>
    <w:rsid w:val="003653F8"/>
    <w:rsid w:val="0036678B"/>
    <w:rsid w:val="00371A24"/>
    <w:rsid w:val="0037330F"/>
    <w:rsid w:val="003754AB"/>
    <w:rsid w:val="0037610F"/>
    <w:rsid w:val="003764BD"/>
    <w:rsid w:val="00376FF8"/>
    <w:rsid w:val="00380A1F"/>
    <w:rsid w:val="003825A5"/>
    <w:rsid w:val="00382812"/>
    <w:rsid w:val="0038692D"/>
    <w:rsid w:val="003918E7"/>
    <w:rsid w:val="0039511E"/>
    <w:rsid w:val="00396181"/>
    <w:rsid w:val="00397BB0"/>
    <w:rsid w:val="003A041D"/>
    <w:rsid w:val="003A164E"/>
    <w:rsid w:val="003A4111"/>
    <w:rsid w:val="003A41F1"/>
    <w:rsid w:val="003A435A"/>
    <w:rsid w:val="003A782E"/>
    <w:rsid w:val="003B0043"/>
    <w:rsid w:val="003B07AD"/>
    <w:rsid w:val="003B17E1"/>
    <w:rsid w:val="003C2104"/>
    <w:rsid w:val="003C309E"/>
    <w:rsid w:val="003C3484"/>
    <w:rsid w:val="003C423D"/>
    <w:rsid w:val="003C57FF"/>
    <w:rsid w:val="003C6222"/>
    <w:rsid w:val="003D05D3"/>
    <w:rsid w:val="003D1598"/>
    <w:rsid w:val="003D3BA3"/>
    <w:rsid w:val="003D49CD"/>
    <w:rsid w:val="003D7AC9"/>
    <w:rsid w:val="003E03DB"/>
    <w:rsid w:val="003E0615"/>
    <w:rsid w:val="003E0CA2"/>
    <w:rsid w:val="003E1D4A"/>
    <w:rsid w:val="003E2C7D"/>
    <w:rsid w:val="003F2DAA"/>
    <w:rsid w:val="003F319D"/>
    <w:rsid w:val="003F3695"/>
    <w:rsid w:val="003F3736"/>
    <w:rsid w:val="00402BA9"/>
    <w:rsid w:val="00402D14"/>
    <w:rsid w:val="0040485E"/>
    <w:rsid w:val="004059CF"/>
    <w:rsid w:val="00412EBA"/>
    <w:rsid w:val="004144D1"/>
    <w:rsid w:val="00415619"/>
    <w:rsid w:val="004162DA"/>
    <w:rsid w:val="00417337"/>
    <w:rsid w:val="00421DBA"/>
    <w:rsid w:val="004230A6"/>
    <w:rsid w:val="00424BD8"/>
    <w:rsid w:val="00427676"/>
    <w:rsid w:val="00430151"/>
    <w:rsid w:val="0043182D"/>
    <w:rsid w:val="00432770"/>
    <w:rsid w:val="00436EA0"/>
    <w:rsid w:val="00442CF1"/>
    <w:rsid w:val="004444D6"/>
    <w:rsid w:val="0044454E"/>
    <w:rsid w:val="0044529E"/>
    <w:rsid w:val="00454E5E"/>
    <w:rsid w:val="0045540D"/>
    <w:rsid w:val="00455D75"/>
    <w:rsid w:val="004575CD"/>
    <w:rsid w:val="004603CC"/>
    <w:rsid w:val="004643C4"/>
    <w:rsid w:val="00465FE2"/>
    <w:rsid w:val="00466A5F"/>
    <w:rsid w:val="00471234"/>
    <w:rsid w:val="00471A63"/>
    <w:rsid w:val="004726CF"/>
    <w:rsid w:val="00473B8E"/>
    <w:rsid w:val="00476D28"/>
    <w:rsid w:val="004776E5"/>
    <w:rsid w:val="00480B26"/>
    <w:rsid w:val="00480F2D"/>
    <w:rsid w:val="00481658"/>
    <w:rsid w:val="0048431B"/>
    <w:rsid w:val="00485599"/>
    <w:rsid w:val="00486129"/>
    <w:rsid w:val="00493507"/>
    <w:rsid w:val="004948BE"/>
    <w:rsid w:val="00495287"/>
    <w:rsid w:val="00495D77"/>
    <w:rsid w:val="004A1731"/>
    <w:rsid w:val="004A3313"/>
    <w:rsid w:val="004A41E8"/>
    <w:rsid w:val="004A4B84"/>
    <w:rsid w:val="004A7897"/>
    <w:rsid w:val="004A7FF9"/>
    <w:rsid w:val="004B0006"/>
    <w:rsid w:val="004B3E05"/>
    <w:rsid w:val="004B4317"/>
    <w:rsid w:val="004B463D"/>
    <w:rsid w:val="004C0B1E"/>
    <w:rsid w:val="004C2928"/>
    <w:rsid w:val="004C2EF0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52D3"/>
    <w:rsid w:val="004D68B9"/>
    <w:rsid w:val="004D718B"/>
    <w:rsid w:val="004E0712"/>
    <w:rsid w:val="004E2008"/>
    <w:rsid w:val="004E3640"/>
    <w:rsid w:val="004E4FDB"/>
    <w:rsid w:val="004E59AD"/>
    <w:rsid w:val="004E6147"/>
    <w:rsid w:val="004E71BB"/>
    <w:rsid w:val="004F3D2E"/>
    <w:rsid w:val="004F40A1"/>
    <w:rsid w:val="004F41BF"/>
    <w:rsid w:val="004F4994"/>
    <w:rsid w:val="00502BF5"/>
    <w:rsid w:val="00505B4E"/>
    <w:rsid w:val="005075F8"/>
    <w:rsid w:val="0051009F"/>
    <w:rsid w:val="00522F05"/>
    <w:rsid w:val="00523DB8"/>
    <w:rsid w:val="00524B9D"/>
    <w:rsid w:val="005254A9"/>
    <w:rsid w:val="00530DFB"/>
    <w:rsid w:val="005318F3"/>
    <w:rsid w:val="005342DD"/>
    <w:rsid w:val="005343BC"/>
    <w:rsid w:val="00535A08"/>
    <w:rsid w:val="00541F44"/>
    <w:rsid w:val="00542D4C"/>
    <w:rsid w:val="00543090"/>
    <w:rsid w:val="00543D97"/>
    <w:rsid w:val="00544BD3"/>
    <w:rsid w:val="00545ED9"/>
    <w:rsid w:val="00550715"/>
    <w:rsid w:val="00552D87"/>
    <w:rsid w:val="0055515D"/>
    <w:rsid w:val="00560669"/>
    <w:rsid w:val="00560C09"/>
    <w:rsid w:val="005620EA"/>
    <w:rsid w:val="005626BE"/>
    <w:rsid w:val="005627F9"/>
    <w:rsid w:val="00564407"/>
    <w:rsid w:val="00564F51"/>
    <w:rsid w:val="00566246"/>
    <w:rsid w:val="005709C0"/>
    <w:rsid w:val="00572F2F"/>
    <w:rsid w:val="00573CC3"/>
    <w:rsid w:val="00581E85"/>
    <w:rsid w:val="00581F7C"/>
    <w:rsid w:val="0058217A"/>
    <w:rsid w:val="005920D0"/>
    <w:rsid w:val="0059244B"/>
    <w:rsid w:val="005946BA"/>
    <w:rsid w:val="00594C10"/>
    <w:rsid w:val="00596A8A"/>
    <w:rsid w:val="00597C6D"/>
    <w:rsid w:val="005A1ADB"/>
    <w:rsid w:val="005A255C"/>
    <w:rsid w:val="005A3E52"/>
    <w:rsid w:val="005A5330"/>
    <w:rsid w:val="005A6713"/>
    <w:rsid w:val="005B06B2"/>
    <w:rsid w:val="005B0CF3"/>
    <w:rsid w:val="005B2E9A"/>
    <w:rsid w:val="005B35CA"/>
    <w:rsid w:val="005B6673"/>
    <w:rsid w:val="005B7AB6"/>
    <w:rsid w:val="005C153A"/>
    <w:rsid w:val="005C5B1D"/>
    <w:rsid w:val="005C665D"/>
    <w:rsid w:val="005C7DB2"/>
    <w:rsid w:val="005C7EE0"/>
    <w:rsid w:val="005D0ACE"/>
    <w:rsid w:val="005D203C"/>
    <w:rsid w:val="005D4322"/>
    <w:rsid w:val="005D4C21"/>
    <w:rsid w:val="005E0023"/>
    <w:rsid w:val="005E2F63"/>
    <w:rsid w:val="005E4086"/>
    <w:rsid w:val="005E625E"/>
    <w:rsid w:val="005E6FC8"/>
    <w:rsid w:val="005F249E"/>
    <w:rsid w:val="005F6E7F"/>
    <w:rsid w:val="006013DD"/>
    <w:rsid w:val="00603836"/>
    <w:rsid w:val="00604538"/>
    <w:rsid w:val="006061FE"/>
    <w:rsid w:val="0061148C"/>
    <w:rsid w:val="006126E7"/>
    <w:rsid w:val="00614D30"/>
    <w:rsid w:val="00616C18"/>
    <w:rsid w:val="00617546"/>
    <w:rsid w:val="00623B78"/>
    <w:rsid w:val="00623DB7"/>
    <w:rsid w:val="00624851"/>
    <w:rsid w:val="00624DDD"/>
    <w:rsid w:val="0062578D"/>
    <w:rsid w:val="00626310"/>
    <w:rsid w:val="006368CA"/>
    <w:rsid w:val="00637C1F"/>
    <w:rsid w:val="00637DD8"/>
    <w:rsid w:val="0064314F"/>
    <w:rsid w:val="00643F20"/>
    <w:rsid w:val="0065091D"/>
    <w:rsid w:val="00657C73"/>
    <w:rsid w:val="00657F55"/>
    <w:rsid w:val="00661474"/>
    <w:rsid w:val="006615CC"/>
    <w:rsid w:val="00662332"/>
    <w:rsid w:val="00666018"/>
    <w:rsid w:val="006665DE"/>
    <w:rsid w:val="006673A8"/>
    <w:rsid w:val="0067063D"/>
    <w:rsid w:val="006722FA"/>
    <w:rsid w:val="00672AE1"/>
    <w:rsid w:val="006735B0"/>
    <w:rsid w:val="00674088"/>
    <w:rsid w:val="0067463A"/>
    <w:rsid w:val="006754B2"/>
    <w:rsid w:val="00675DE5"/>
    <w:rsid w:val="00677818"/>
    <w:rsid w:val="00680BD8"/>
    <w:rsid w:val="0068200A"/>
    <w:rsid w:val="006830C3"/>
    <w:rsid w:val="00684A4B"/>
    <w:rsid w:val="00687997"/>
    <w:rsid w:val="0069118F"/>
    <w:rsid w:val="006A26AA"/>
    <w:rsid w:val="006A306C"/>
    <w:rsid w:val="006A41B7"/>
    <w:rsid w:val="006A6DF4"/>
    <w:rsid w:val="006A77DC"/>
    <w:rsid w:val="006A785A"/>
    <w:rsid w:val="006C0D2F"/>
    <w:rsid w:val="006C5445"/>
    <w:rsid w:val="006C5510"/>
    <w:rsid w:val="006D18CB"/>
    <w:rsid w:val="006D2C3A"/>
    <w:rsid w:val="006D2CE9"/>
    <w:rsid w:val="006D4180"/>
    <w:rsid w:val="006D4BB0"/>
    <w:rsid w:val="006D596F"/>
    <w:rsid w:val="006D5C45"/>
    <w:rsid w:val="006D631B"/>
    <w:rsid w:val="006D76A0"/>
    <w:rsid w:val="006E491D"/>
    <w:rsid w:val="006E79BB"/>
    <w:rsid w:val="006E7BC5"/>
    <w:rsid w:val="006F0323"/>
    <w:rsid w:val="006F1284"/>
    <w:rsid w:val="006F7E0A"/>
    <w:rsid w:val="00701BDA"/>
    <w:rsid w:val="00701BFF"/>
    <w:rsid w:val="0070269A"/>
    <w:rsid w:val="0070609E"/>
    <w:rsid w:val="00712B97"/>
    <w:rsid w:val="00713660"/>
    <w:rsid w:val="00714375"/>
    <w:rsid w:val="00715CD6"/>
    <w:rsid w:val="00717D55"/>
    <w:rsid w:val="007215B5"/>
    <w:rsid w:val="007234EF"/>
    <w:rsid w:val="0072581D"/>
    <w:rsid w:val="00726D1D"/>
    <w:rsid w:val="0072731B"/>
    <w:rsid w:val="00730961"/>
    <w:rsid w:val="007377BC"/>
    <w:rsid w:val="00742062"/>
    <w:rsid w:val="0074397E"/>
    <w:rsid w:val="00746C90"/>
    <w:rsid w:val="00750B21"/>
    <w:rsid w:val="00752C83"/>
    <w:rsid w:val="00754647"/>
    <w:rsid w:val="00754E43"/>
    <w:rsid w:val="007559DB"/>
    <w:rsid w:val="00755BEC"/>
    <w:rsid w:val="00761BE2"/>
    <w:rsid w:val="00762B6B"/>
    <w:rsid w:val="00764178"/>
    <w:rsid w:val="00771518"/>
    <w:rsid w:val="00771E62"/>
    <w:rsid w:val="00771EC8"/>
    <w:rsid w:val="007741CB"/>
    <w:rsid w:val="007751EE"/>
    <w:rsid w:val="007751F3"/>
    <w:rsid w:val="00775462"/>
    <w:rsid w:val="00775B70"/>
    <w:rsid w:val="00780BB8"/>
    <w:rsid w:val="007810CB"/>
    <w:rsid w:val="00781234"/>
    <w:rsid w:val="0078171F"/>
    <w:rsid w:val="00782C99"/>
    <w:rsid w:val="007859F5"/>
    <w:rsid w:val="007868F6"/>
    <w:rsid w:val="0079051C"/>
    <w:rsid w:val="0079098B"/>
    <w:rsid w:val="0079148C"/>
    <w:rsid w:val="00793246"/>
    <w:rsid w:val="007935D9"/>
    <w:rsid w:val="00793803"/>
    <w:rsid w:val="00794941"/>
    <w:rsid w:val="00794D7B"/>
    <w:rsid w:val="00795A96"/>
    <w:rsid w:val="007967BF"/>
    <w:rsid w:val="00796E17"/>
    <w:rsid w:val="007972BC"/>
    <w:rsid w:val="007A02B0"/>
    <w:rsid w:val="007A0516"/>
    <w:rsid w:val="007A2781"/>
    <w:rsid w:val="007A60E2"/>
    <w:rsid w:val="007B3702"/>
    <w:rsid w:val="007C0C19"/>
    <w:rsid w:val="007C1624"/>
    <w:rsid w:val="007C1C87"/>
    <w:rsid w:val="007C1CC1"/>
    <w:rsid w:val="007C27F4"/>
    <w:rsid w:val="007C77DD"/>
    <w:rsid w:val="007D0EEC"/>
    <w:rsid w:val="007D33DD"/>
    <w:rsid w:val="007D5D2F"/>
    <w:rsid w:val="007E5A8B"/>
    <w:rsid w:val="007F2A56"/>
    <w:rsid w:val="007F73D2"/>
    <w:rsid w:val="00804EC8"/>
    <w:rsid w:val="008053A7"/>
    <w:rsid w:val="008119A6"/>
    <w:rsid w:val="0081292B"/>
    <w:rsid w:val="008172A5"/>
    <w:rsid w:val="008209B4"/>
    <w:rsid w:val="008220CD"/>
    <w:rsid w:val="00823E9B"/>
    <w:rsid w:val="0082530E"/>
    <w:rsid w:val="008259B2"/>
    <w:rsid w:val="00834D26"/>
    <w:rsid w:val="00836A80"/>
    <w:rsid w:val="00841102"/>
    <w:rsid w:val="0084514C"/>
    <w:rsid w:val="008452C5"/>
    <w:rsid w:val="00845C3A"/>
    <w:rsid w:val="00850E5C"/>
    <w:rsid w:val="008517D2"/>
    <w:rsid w:val="00854E75"/>
    <w:rsid w:val="008565B2"/>
    <w:rsid w:val="008566DB"/>
    <w:rsid w:val="00860CFF"/>
    <w:rsid w:val="00861EF8"/>
    <w:rsid w:val="00862F7A"/>
    <w:rsid w:val="00863913"/>
    <w:rsid w:val="00867EAB"/>
    <w:rsid w:val="00871A3F"/>
    <w:rsid w:val="008738CB"/>
    <w:rsid w:val="0087486F"/>
    <w:rsid w:val="00876E02"/>
    <w:rsid w:val="00880117"/>
    <w:rsid w:val="008820D3"/>
    <w:rsid w:val="00884B28"/>
    <w:rsid w:val="00885DE2"/>
    <w:rsid w:val="0088672A"/>
    <w:rsid w:val="008918C6"/>
    <w:rsid w:val="008919CD"/>
    <w:rsid w:val="008923E4"/>
    <w:rsid w:val="008926AD"/>
    <w:rsid w:val="008935CE"/>
    <w:rsid w:val="00894425"/>
    <w:rsid w:val="008950D2"/>
    <w:rsid w:val="00897CD2"/>
    <w:rsid w:val="008A089F"/>
    <w:rsid w:val="008A13A8"/>
    <w:rsid w:val="008A44A2"/>
    <w:rsid w:val="008A73DC"/>
    <w:rsid w:val="008A7706"/>
    <w:rsid w:val="008A7C6C"/>
    <w:rsid w:val="008B2FE4"/>
    <w:rsid w:val="008B64A2"/>
    <w:rsid w:val="008C2832"/>
    <w:rsid w:val="008C367D"/>
    <w:rsid w:val="008C60BB"/>
    <w:rsid w:val="008C6616"/>
    <w:rsid w:val="008C798C"/>
    <w:rsid w:val="008D3C53"/>
    <w:rsid w:val="008D6F27"/>
    <w:rsid w:val="008E1C3F"/>
    <w:rsid w:val="008E2BE3"/>
    <w:rsid w:val="008E31AA"/>
    <w:rsid w:val="008E7F3B"/>
    <w:rsid w:val="008F57A4"/>
    <w:rsid w:val="008F57C6"/>
    <w:rsid w:val="008F5D38"/>
    <w:rsid w:val="008F5F10"/>
    <w:rsid w:val="009010EC"/>
    <w:rsid w:val="00901440"/>
    <w:rsid w:val="00902E19"/>
    <w:rsid w:val="0090639E"/>
    <w:rsid w:val="00907952"/>
    <w:rsid w:val="0091016B"/>
    <w:rsid w:val="009122DD"/>
    <w:rsid w:val="00917A9F"/>
    <w:rsid w:val="00921755"/>
    <w:rsid w:val="0092278D"/>
    <w:rsid w:val="00923CFC"/>
    <w:rsid w:val="00923D2F"/>
    <w:rsid w:val="00923DCF"/>
    <w:rsid w:val="00925722"/>
    <w:rsid w:val="00932E35"/>
    <w:rsid w:val="00933BB5"/>
    <w:rsid w:val="009353B4"/>
    <w:rsid w:val="009367E0"/>
    <w:rsid w:val="009375A3"/>
    <w:rsid w:val="00942689"/>
    <w:rsid w:val="009453AE"/>
    <w:rsid w:val="00950287"/>
    <w:rsid w:val="00950CB0"/>
    <w:rsid w:val="0095269F"/>
    <w:rsid w:val="00965094"/>
    <w:rsid w:val="009663F6"/>
    <w:rsid w:val="00966FAA"/>
    <w:rsid w:val="00967243"/>
    <w:rsid w:val="00970E5C"/>
    <w:rsid w:val="0097341C"/>
    <w:rsid w:val="009735EF"/>
    <w:rsid w:val="0098079A"/>
    <w:rsid w:val="00986BB7"/>
    <w:rsid w:val="009878EB"/>
    <w:rsid w:val="009879CA"/>
    <w:rsid w:val="00995A12"/>
    <w:rsid w:val="009973C7"/>
    <w:rsid w:val="00997EBE"/>
    <w:rsid w:val="00997FA8"/>
    <w:rsid w:val="009A0CF7"/>
    <w:rsid w:val="009A38FF"/>
    <w:rsid w:val="009A3A3D"/>
    <w:rsid w:val="009A3E24"/>
    <w:rsid w:val="009A5F56"/>
    <w:rsid w:val="009A6358"/>
    <w:rsid w:val="009B082C"/>
    <w:rsid w:val="009B1C6C"/>
    <w:rsid w:val="009B35D5"/>
    <w:rsid w:val="009B427D"/>
    <w:rsid w:val="009B4BAD"/>
    <w:rsid w:val="009B5AF8"/>
    <w:rsid w:val="009B7E64"/>
    <w:rsid w:val="009C43B8"/>
    <w:rsid w:val="009C4F2A"/>
    <w:rsid w:val="009C5669"/>
    <w:rsid w:val="009C78F7"/>
    <w:rsid w:val="009D2F7C"/>
    <w:rsid w:val="009D3A6B"/>
    <w:rsid w:val="009D52EC"/>
    <w:rsid w:val="009D7410"/>
    <w:rsid w:val="009E7B15"/>
    <w:rsid w:val="009F0188"/>
    <w:rsid w:val="009F1C1B"/>
    <w:rsid w:val="009F381F"/>
    <w:rsid w:val="009F5F06"/>
    <w:rsid w:val="00A003E6"/>
    <w:rsid w:val="00A05793"/>
    <w:rsid w:val="00A05F00"/>
    <w:rsid w:val="00A12317"/>
    <w:rsid w:val="00A12463"/>
    <w:rsid w:val="00A12E2F"/>
    <w:rsid w:val="00A13DEC"/>
    <w:rsid w:val="00A146D9"/>
    <w:rsid w:val="00A21442"/>
    <w:rsid w:val="00A24A5F"/>
    <w:rsid w:val="00A25C15"/>
    <w:rsid w:val="00A2614E"/>
    <w:rsid w:val="00A27F1F"/>
    <w:rsid w:val="00A33729"/>
    <w:rsid w:val="00A338FD"/>
    <w:rsid w:val="00A33CF9"/>
    <w:rsid w:val="00A34B14"/>
    <w:rsid w:val="00A36409"/>
    <w:rsid w:val="00A36B77"/>
    <w:rsid w:val="00A372BB"/>
    <w:rsid w:val="00A410DC"/>
    <w:rsid w:val="00A41C22"/>
    <w:rsid w:val="00A50601"/>
    <w:rsid w:val="00A53ED0"/>
    <w:rsid w:val="00A604C3"/>
    <w:rsid w:val="00A60E05"/>
    <w:rsid w:val="00A6342A"/>
    <w:rsid w:val="00A63512"/>
    <w:rsid w:val="00A6448A"/>
    <w:rsid w:val="00A64CE7"/>
    <w:rsid w:val="00A6588D"/>
    <w:rsid w:val="00A667FB"/>
    <w:rsid w:val="00A712A7"/>
    <w:rsid w:val="00A7216A"/>
    <w:rsid w:val="00A74B89"/>
    <w:rsid w:val="00A77616"/>
    <w:rsid w:val="00A77C06"/>
    <w:rsid w:val="00A77E3C"/>
    <w:rsid w:val="00A8002C"/>
    <w:rsid w:val="00A812C9"/>
    <w:rsid w:val="00A82E5C"/>
    <w:rsid w:val="00A834B5"/>
    <w:rsid w:val="00A84358"/>
    <w:rsid w:val="00A872FC"/>
    <w:rsid w:val="00A9699E"/>
    <w:rsid w:val="00AA42AF"/>
    <w:rsid w:val="00AA4B48"/>
    <w:rsid w:val="00AA4BE2"/>
    <w:rsid w:val="00AB3309"/>
    <w:rsid w:val="00AB3708"/>
    <w:rsid w:val="00AC06A3"/>
    <w:rsid w:val="00AC453C"/>
    <w:rsid w:val="00AC55F6"/>
    <w:rsid w:val="00AD0814"/>
    <w:rsid w:val="00AD0BB7"/>
    <w:rsid w:val="00AD2CDC"/>
    <w:rsid w:val="00AD3339"/>
    <w:rsid w:val="00AD5573"/>
    <w:rsid w:val="00AE39D8"/>
    <w:rsid w:val="00AE4390"/>
    <w:rsid w:val="00AE60F8"/>
    <w:rsid w:val="00AE6891"/>
    <w:rsid w:val="00AE72E5"/>
    <w:rsid w:val="00AF0FCA"/>
    <w:rsid w:val="00AF1FB3"/>
    <w:rsid w:val="00AF2C5F"/>
    <w:rsid w:val="00AF4D9A"/>
    <w:rsid w:val="00AF5570"/>
    <w:rsid w:val="00AF700B"/>
    <w:rsid w:val="00B0151E"/>
    <w:rsid w:val="00B055A4"/>
    <w:rsid w:val="00B056C4"/>
    <w:rsid w:val="00B06D1B"/>
    <w:rsid w:val="00B10A28"/>
    <w:rsid w:val="00B126B7"/>
    <w:rsid w:val="00B23D75"/>
    <w:rsid w:val="00B25D72"/>
    <w:rsid w:val="00B27AA0"/>
    <w:rsid w:val="00B318F8"/>
    <w:rsid w:val="00B33DBC"/>
    <w:rsid w:val="00B34093"/>
    <w:rsid w:val="00B3446C"/>
    <w:rsid w:val="00B34C40"/>
    <w:rsid w:val="00B3593A"/>
    <w:rsid w:val="00B446DD"/>
    <w:rsid w:val="00B46A38"/>
    <w:rsid w:val="00B4788E"/>
    <w:rsid w:val="00B525AF"/>
    <w:rsid w:val="00B5364F"/>
    <w:rsid w:val="00B54D67"/>
    <w:rsid w:val="00B5582C"/>
    <w:rsid w:val="00B56934"/>
    <w:rsid w:val="00B6054C"/>
    <w:rsid w:val="00B60915"/>
    <w:rsid w:val="00B62249"/>
    <w:rsid w:val="00B63FE6"/>
    <w:rsid w:val="00B64A9F"/>
    <w:rsid w:val="00B71B50"/>
    <w:rsid w:val="00B75DE2"/>
    <w:rsid w:val="00B775C8"/>
    <w:rsid w:val="00B81C0C"/>
    <w:rsid w:val="00B82F0A"/>
    <w:rsid w:val="00B84C76"/>
    <w:rsid w:val="00B85879"/>
    <w:rsid w:val="00B86049"/>
    <w:rsid w:val="00B87167"/>
    <w:rsid w:val="00B87224"/>
    <w:rsid w:val="00B9035F"/>
    <w:rsid w:val="00B912CC"/>
    <w:rsid w:val="00B950E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A52"/>
    <w:rsid w:val="00BA716A"/>
    <w:rsid w:val="00BA74FB"/>
    <w:rsid w:val="00BB032F"/>
    <w:rsid w:val="00BB044F"/>
    <w:rsid w:val="00BB126F"/>
    <w:rsid w:val="00BB12B0"/>
    <w:rsid w:val="00BB5C8E"/>
    <w:rsid w:val="00BB7C50"/>
    <w:rsid w:val="00BC08C7"/>
    <w:rsid w:val="00BC2DFC"/>
    <w:rsid w:val="00BC3E00"/>
    <w:rsid w:val="00BC3F3E"/>
    <w:rsid w:val="00BC6AFB"/>
    <w:rsid w:val="00BC712C"/>
    <w:rsid w:val="00BD08CC"/>
    <w:rsid w:val="00BD294C"/>
    <w:rsid w:val="00BD2B60"/>
    <w:rsid w:val="00BD79E1"/>
    <w:rsid w:val="00BE1B78"/>
    <w:rsid w:val="00BE51E9"/>
    <w:rsid w:val="00BF1847"/>
    <w:rsid w:val="00BF1CD2"/>
    <w:rsid w:val="00BF7F8B"/>
    <w:rsid w:val="00C01163"/>
    <w:rsid w:val="00C01869"/>
    <w:rsid w:val="00C044CA"/>
    <w:rsid w:val="00C04E7E"/>
    <w:rsid w:val="00C05772"/>
    <w:rsid w:val="00C069C7"/>
    <w:rsid w:val="00C103EC"/>
    <w:rsid w:val="00C1065E"/>
    <w:rsid w:val="00C112C4"/>
    <w:rsid w:val="00C13157"/>
    <w:rsid w:val="00C153C6"/>
    <w:rsid w:val="00C175BA"/>
    <w:rsid w:val="00C277EA"/>
    <w:rsid w:val="00C30484"/>
    <w:rsid w:val="00C31178"/>
    <w:rsid w:val="00C32586"/>
    <w:rsid w:val="00C32869"/>
    <w:rsid w:val="00C33F70"/>
    <w:rsid w:val="00C34B92"/>
    <w:rsid w:val="00C4088C"/>
    <w:rsid w:val="00C42DF3"/>
    <w:rsid w:val="00C42DF9"/>
    <w:rsid w:val="00C43A4D"/>
    <w:rsid w:val="00C45A09"/>
    <w:rsid w:val="00C50DC3"/>
    <w:rsid w:val="00C51ECA"/>
    <w:rsid w:val="00C53BC5"/>
    <w:rsid w:val="00C5633B"/>
    <w:rsid w:val="00C5667E"/>
    <w:rsid w:val="00C5682A"/>
    <w:rsid w:val="00C6282F"/>
    <w:rsid w:val="00C637A6"/>
    <w:rsid w:val="00C64106"/>
    <w:rsid w:val="00C64739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2253"/>
    <w:rsid w:val="00C827FC"/>
    <w:rsid w:val="00C83DD7"/>
    <w:rsid w:val="00C90616"/>
    <w:rsid w:val="00C9080F"/>
    <w:rsid w:val="00C917BA"/>
    <w:rsid w:val="00C91E37"/>
    <w:rsid w:val="00C92650"/>
    <w:rsid w:val="00C93F1F"/>
    <w:rsid w:val="00C93F8F"/>
    <w:rsid w:val="00C95991"/>
    <w:rsid w:val="00C96AE0"/>
    <w:rsid w:val="00C97A59"/>
    <w:rsid w:val="00CA07C8"/>
    <w:rsid w:val="00CA2995"/>
    <w:rsid w:val="00CB61B0"/>
    <w:rsid w:val="00CB6609"/>
    <w:rsid w:val="00CC30E2"/>
    <w:rsid w:val="00CC3BF9"/>
    <w:rsid w:val="00CC59E0"/>
    <w:rsid w:val="00CD0A15"/>
    <w:rsid w:val="00CD105B"/>
    <w:rsid w:val="00CD2C93"/>
    <w:rsid w:val="00CD616D"/>
    <w:rsid w:val="00CD63E4"/>
    <w:rsid w:val="00CD76AA"/>
    <w:rsid w:val="00CE06A2"/>
    <w:rsid w:val="00CE06C8"/>
    <w:rsid w:val="00CE07AB"/>
    <w:rsid w:val="00CE0D17"/>
    <w:rsid w:val="00CE1033"/>
    <w:rsid w:val="00CE11C6"/>
    <w:rsid w:val="00CE1C87"/>
    <w:rsid w:val="00CE2A3F"/>
    <w:rsid w:val="00CE5CD5"/>
    <w:rsid w:val="00CF26F5"/>
    <w:rsid w:val="00CF2A19"/>
    <w:rsid w:val="00CF69FA"/>
    <w:rsid w:val="00CF6E3F"/>
    <w:rsid w:val="00CF7094"/>
    <w:rsid w:val="00CF75EC"/>
    <w:rsid w:val="00CF7C5A"/>
    <w:rsid w:val="00CF7E27"/>
    <w:rsid w:val="00D0312B"/>
    <w:rsid w:val="00D03661"/>
    <w:rsid w:val="00D07527"/>
    <w:rsid w:val="00D108CF"/>
    <w:rsid w:val="00D12C5A"/>
    <w:rsid w:val="00D12D86"/>
    <w:rsid w:val="00D13424"/>
    <w:rsid w:val="00D13E35"/>
    <w:rsid w:val="00D142C1"/>
    <w:rsid w:val="00D15461"/>
    <w:rsid w:val="00D17192"/>
    <w:rsid w:val="00D17E10"/>
    <w:rsid w:val="00D17FA6"/>
    <w:rsid w:val="00D20BB4"/>
    <w:rsid w:val="00D23E6C"/>
    <w:rsid w:val="00D248E0"/>
    <w:rsid w:val="00D24B27"/>
    <w:rsid w:val="00D305BE"/>
    <w:rsid w:val="00D31066"/>
    <w:rsid w:val="00D318F2"/>
    <w:rsid w:val="00D41C04"/>
    <w:rsid w:val="00D42C14"/>
    <w:rsid w:val="00D45BC4"/>
    <w:rsid w:val="00D47878"/>
    <w:rsid w:val="00D533E7"/>
    <w:rsid w:val="00D53FE2"/>
    <w:rsid w:val="00D54B61"/>
    <w:rsid w:val="00D54DB9"/>
    <w:rsid w:val="00D6032F"/>
    <w:rsid w:val="00D60400"/>
    <w:rsid w:val="00D613E6"/>
    <w:rsid w:val="00D61D6E"/>
    <w:rsid w:val="00D63237"/>
    <w:rsid w:val="00D6378C"/>
    <w:rsid w:val="00D64906"/>
    <w:rsid w:val="00D673A7"/>
    <w:rsid w:val="00D71BB0"/>
    <w:rsid w:val="00D71DC7"/>
    <w:rsid w:val="00D72AC5"/>
    <w:rsid w:val="00D74B33"/>
    <w:rsid w:val="00D77AB9"/>
    <w:rsid w:val="00D84F65"/>
    <w:rsid w:val="00D853F5"/>
    <w:rsid w:val="00D85BF9"/>
    <w:rsid w:val="00D868CA"/>
    <w:rsid w:val="00D92BBE"/>
    <w:rsid w:val="00D96677"/>
    <w:rsid w:val="00D96808"/>
    <w:rsid w:val="00DB0631"/>
    <w:rsid w:val="00DB421B"/>
    <w:rsid w:val="00DB5409"/>
    <w:rsid w:val="00DB5DFE"/>
    <w:rsid w:val="00DC0BED"/>
    <w:rsid w:val="00DC16B5"/>
    <w:rsid w:val="00DC4573"/>
    <w:rsid w:val="00DC55FB"/>
    <w:rsid w:val="00DD09E5"/>
    <w:rsid w:val="00DD1701"/>
    <w:rsid w:val="00DD21AB"/>
    <w:rsid w:val="00DD527C"/>
    <w:rsid w:val="00DD5285"/>
    <w:rsid w:val="00DE1D1C"/>
    <w:rsid w:val="00DE2540"/>
    <w:rsid w:val="00DE52C5"/>
    <w:rsid w:val="00DE5894"/>
    <w:rsid w:val="00DE702F"/>
    <w:rsid w:val="00DF064B"/>
    <w:rsid w:val="00DF0B14"/>
    <w:rsid w:val="00DF11FE"/>
    <w:rsid w:val="00DF21CD"/>
    <w:rsid w:val="00DF37B8"/>
    <w:rsid w:val="00DF4CC1"/>
    <w:rsid w:val="00DF5C52"/>
    <w:rsid w:val="00E0065C"/>
    <w:rsid w:val="00E032CF"/>
    <w:rsid w:val="00E102A4"/>
    <w:rsid w:val="00E11FFB"/>
    <w:rsid w:val="00E17834"/>
    <w:rsid w:val="00E208AD"/>
    <w:rsid w:val="00E22F53"/>
    <w:rsid w:val="00E26459"/>
    <w:rsid w:val="00E265E1"/>
    <w:rsid w:val="00E27A4C"/>
    <w:rsid w:val="00E31164"/>
    <w:rsid w:val="00E31820"/>
    <w:rsid w:val="00E32FCB"/>
    <w:rsid w:val="00E3444A"/>
    <w:rsid w:val="00E358D0"/>
    <w:rsid w:val="00E378B8"/>
    <w:rsid w:val="00E52D17"/>
    <w:rsid w:val="00E54263"/>
    <w:rsid w:val="00E54592"/>
    <w:rsid w:val="00E54C1E"/>
    <w:rsid w:val="00E55381"/>
    <w:rsid w:val="00E563E8"/>
    <w:rsid w:val="00E601A9"/>
    <w:rsid w:val="00E602D4"/>
    <w:rsid w:val="00E620D4"/>
    <w:rsid w:val="00E655B6"/>
    <w:rsid w:val="00E66191"/>
    <w:rsid w:val="00E6755E"/>
    <w:rsid w:val="00E70395"/>
    <w:rsid w:val="00E75C9A"/>
    <w:rsid w:val="00E8160C"/>
    <w:rsid w:val="00E8230E"/>
    <w:rsid w:val="00E82CA5"/>
    <w:rsid w:val="00E847BF"/>
    <w:rsid w:val="00E85266"/>
    <w:rsid w:val="00E9084A"/>
    <w:rsid w:val="00E93505"/>
    <w:rsid w:val="00E95246"/>
    <w:rsid w:val="00E9660F"/>
    <w:rsid w:val="00E96759"/>
    <w:rsid w:val="00EA053C"/>
    <w:rsid w:val="00EA179D"/>
    <w:rsid w:val="00EA2CF7"/>
    <w:rsid w:val="00EA3428"/>
    <w:rsid w:val="00EA47C4"/>
    <w:rsid w:val="00EB0200"/>
    <w:rsid w:val="00EB645B"/>
    <w:rsid w:val="00EB75DC"/>
    <w:rsid w:val="00EC1E20"/>
    <w:rsid w:val="00EC39E1"/>
    <w:rsid w:val="00EC5D67"/>
    <w:rsid w:val="00EE18AF"/>
    <w:rsid w:val="00EE338D"/>
    <w:rsid w:val="00EE4F5B"/>
    <w:rsid w:val="00EE55EE"/>
    <w:rsid w:val="00EE6D6D"/>
    <w:rsid w:val="00EE747E"/>
    <w:rsid w:val="00EF0CD6"/>
    <w:rsid w:val="00EF10EC"/>
    <w:rsid w:val="00EF248E"/>
    <w:rsid w:val="00EF25D0"/>
    <w:rsid w:val="00EF4145"/>
    <w:rsid w:val="00EF42B5"/>
    <w:rsid w:val="00EF6A30"/>
    <w:rsid w:val="00EF6CEE"/>
    <w:rsid w:val="00F00BAC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200BC"/>
    <w:rsid w:val="00F22F5E"/>
    <w:rsid w:val="00F2518E"/>
    <w:rsid w:val="00F25434"/>
    <w:rsid w:val="00F25B32"/>
    <w:rsid w:val="00F310A5"/>
    <w:rsid w:val="00F3495E"/>
    <w:rsid w:val="00F36335"/>
    <w:rsid w:val="00F413BD"/>
    <w:rsid w:val="00F44544"/>
    <w:rsid w:val="00F450C1"/>
    <w:rsid w:val="00F45A90"/>
    <w:rsid w:val="00F46B52"/>
    <w:rsid w:val="00F50AE5"/>
    <w:rsid w:val="00F51DD6"/>
    <w:rsid w:val="00F54B20"/>
    <w:rsid w:val="00F55064"/>
    <w:rsid w:val="00F552D5"/>
    <w:rsid w:val="00F6319E"/>
    <w:rsid w:val="00F650C1"/>
    <w:rsid w:val="00F65160"/>
    <w:rsid w:val="00F66C8C"/>
    <w:rsid w:val="00F66D89"/>
    <w:rsid w:val="00F70599"/>
    <w:rsid w:val="00F705B8"/>
    <w:rsid w:val="00F7164B"/>
    <w:rsid w:val="00F726B8"/>
    <w:rsid w:val="00F72E46"/>
    <w:rsid w:val="00F753EE"/>
    <w:rsid w:val="00F7633F"/>
    <w:rsid w:val="00F80919"/>
    <w:rsid w:val="00F8580A"/>
    <w:rsid w:val="00F87BB7"/>
    <w:rsid w:val="00F90E6B"/>
    <w:rsid w:val="00F93628"/>
    <w:rsid w:val="00F94E95"/>
    <w:rsid w:val="00F95092"/>
    <w:rsid w:val="00F95130"/>
    <w:rsid w:val="00F95290"/>
    <w:rsid w:val="00F97297"/>
    <w:rsid w:val="00FA0EA2"/>
    <w:rsid w:val="00FA2BED"/>
    <w:rsid w:val="00FA2F8F"/>
    <w:rsid w:val="00FA5061"/>
    <w:rsid w:val="00FA5E6A"/>
    <w:rsid w:val="00FA6C1F"/>
    <w:rsid w:val="00FA74C0"/>
    <w:rsid w:val="00FA7B56"/>
    <w:rsid w:val="00FB17E1"/>
    <w:rsid w:val="00FB5DC7"/>
    <w:rsid w:val="00FB668D"/>
    <w:rsid w:val="00FB6AF0"/>
    <w:rsid w:val="00FB7544"/>
    <w:rsid w:val="00FC4D39"/>
    <w:rsid w:val="00FC69C3"/>
    <w:rsid w:val="00FD1A33"/>
    <w:rsid w:val="00FD3A94"/>
    <w:rsid w:val="00FD54B7"/>
    <w:rsid w:val="00FD5648"/>
    <w:rsid w:val="00FD66B4"/>
    <w:rsid w:val="00FD687E"/>
    <w:rsid w:val="00FE34C6"/>
    <w:rsid w:val="00FE7B31"/>
    <w:rsid w:val="00FF568C"/>
    <w:rsid w:val="00FF5B57"/>
    <w:rsid w:val="00FF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BF993D"/>
  <w15:docId w15:val="{D7C9ED63-3A8F-462C-8813-B78A742F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e-BY" w:eastAsia="be-BY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6D6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F0323"/>
    <w:pPr>
      <w:keepNext/>
      <w:outlineLvl w:val="0"/>
    </w:pPr>
    <w:rPr>
      <w:b/>
      <w:sz w:val="18"/>
      <w:szCs w:val="20"/>
    </w:rPr>
  </w:style>
  <w:style w:type="paragraph" w:styleId="2">
    <w:name w:val="heading 2"/>
    <w:basedOn w:val="a"/>
    <w:next w:val="a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2A7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rsid w:val="008C798C"/>
    <w:rPr>
      <w:lang w:val="ru-RU" w:eastAsia="ru-RU" w:bidi="ar-SA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paragraph" w:styleId="aa">
    <w:name w:val="Title"/>
    <w:basedOn w:val="a"/>
    <w:qFormat/>
    <w:rsid w:val="00285275"/>
    <w:pPr>
      <w:jc w:val="center"/>
    </w:pPr>
    <w:rPr>
      <w:sz w:val="28"/>
      <w:szCs w:val="20"/>
    </w:rPr>
  </w:style>
  <w:style w:type="paragraph" w:styleId="ab">
    <w:name w:val="Body Text"/>
    <w:basedOn w:val="a"/>
    <w:rsid w:val="006F0323"/>
    <w:rPr>
      <w:sz w:val="16"/>
      <w:szCs w:val="20"/>
    </w:rPr>
  </w:style>
  <w:style w:type="paragraph" w:styleId="20">
    <w:name w:val="Body Text 2"/>
    <w:basedOn w:val="a"/>
    <w:rsid w:val="006F0323"/>
    <w:pPr>
      <w:jc w:val="center"/>
    </w:pPr>
    <w:rPr>
      <w:b/>
      <w:sz w:val="18"/>
      <w:szCs w:val="20"/>
    </w:rPr>
  </w:style>
  <w:style w:type="character" w:styleId="ac">
    <w:name w:val="page number"/>
    <w:basedOn w:val="a0"/>
    <w:rsid w:val="006F0323"/>
  </w:style>
  <w:style w:type="paragraph" w:styleId="31">
    <w:name w:val="Body Text 3"/>
    <w:basedOn w:val="a"/>
    <w:rsid w:val="006F0323"/>
    <w:pPr>
      <w:spacing w:after="120"/>
    </w:pPr>
    <w:rPr>
      <w:sz w:val="16"/>
      <w:szCs w:val="16"/>
    </w:rPr>
  </w:style>
  <w:style w:type="paragraph" w:styleId="ad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e">
    <w:name w:val="annotation reference"/>
    <w:semiHidden/>
    <w:rsid w:val="00C82253"/>
    <w:rPr>
      <w:sz w:val="16"/>
      <w:szCs w:val="16"/>
    </w:rPr>
  </w:style>
  <w:style w:type="paragraph" w:styleId="af">
    <w:name w:val="annotation text"/>
    <w:basedOn w:val="a"/>
    <w:semiHidden/>
    <w:rsid w:val="00C82253"/>
    <w:rPr>
      <w:sz w:val="20"/>
      <w:szCs w:val="20"/>
    </w:rPr>
  </w:style>
  <w:style w:type="character" w:customStyle="1" w:styleId="32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0">
    <w:name w:val="Знак Знак7"/>
    <w:rsid w:val="001F0441"/>
    <w:rPr>
      <w:rFonts w:ascii="Courier New" w:hAnsi="Courier New"/>
    </w:rPr>
  </w:style>
  <w:style w:type="character" w:customStyle="1" w:styleId="40">
    <w:name w:val="Знак Знак4"/>
    <w:rsid w:val="00276EA6"/>
    <w:rPr>
      <w:b/>
      <w:lang w:val="ru-RU" w:eastAsia="ru-RU" w:bidi="ar-SA"/>
    </w:rPr>
  </w:style>
  <w:style w:type="paragraph" w:styleId="af0">
    <w:name w:val="Balloon Text"/>
    <w:basedOn w:val="a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3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paragraph" w:customStyle="1" w:styleId="ConsPlusNormal">
    <w:name w:val="ConsPlusNormal"/>
    <w:rsid w:val="001D336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newncpi0">
    <w:name w:val="newncpi0"/>
    <w:basedOn w:val="a"/>
    <w:rsid w:val="00A64CE7"/>
    <w:pPr>
      <w:spacing w:before="160" w:after="160"/>
      <w:jc w:val="both"/>
    </w:pPr>
  </w:style>
  <w:style w:type="paragraph" w:customStyle="1" w:styleId="table10">
    <w:name w:val="table10"/>
    <w:basedOn w:val="a"/>
    <w:rsid w:val="00A64CE7"/>
    <w:rPr>
      <w:sz w:val="20"/>
      <w:szCs w:val="20"/>
    </w:rPr>
  </w:style>
  <w:style w:type="paragraph" w:customStyle="1" w:styleId="undline">
    <w:name w:val="undline"/>
    <w:basedOn w:val="a"/>
    <w:rsid w:val="00A64CE7"/>
    <w:pPr>
      <w:spacing w:before="160" w:after="160"/>
      <w:jc w:val="both"/>
    </w:pPr>
    <w:rPr>
      <w:sz w:val="20"/>
      <w:szCs w:val="20"/>
    </w:rPr>
  </w:style>
  <w:style w:type="paragraph" w:styleId="af1">
    <w:name w:val="Normal (Web)"/>
    <w:basedOn w:val="a"/>
    <w:uiPriority w:val="99"/>
    <w:unhideWhenUsed/>
    <w:rsid w:val="00D42C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shp\TEMPLATE\&#1073;&#1083;&#1072;&#1085;&#1082;_20150sx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бланк_20150sx.dot</Template>
  <TotalTime>258</TotalTime>
  <Pages>12</Pages>
  <Words>2827</Words>
  <Characters>16117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18907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subject/>
  <dc:creator>Admin</dc:creator>
  <cp:keywords/>
  <cp:lastModifiedBy>Пользователь</cp:lastModifiedBy>
  <cp:revision>86</cp:revision>
  <cp:lastPrinted>2018-04-20T05:58:00Z</cp:lastPrinted>
  <dcterms:created xsi:type="dcterms:W3CDTF">2018-04-18T13:33:00Z</dcterms:created>
  <dcterms:modified xsi:type="dcterms:W3CDTF">2021-04-01T13:27:00Z</dcterms:modified>
</cp:coreProperties>
</file>