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D45" w:rsidRPr="00D53D45" w:rsidRDefault="00D53D45" w:rsidP="00D53D45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D53D45">
        <w:rPr>
          <w:rFonts w:eastAsiaTheme="minorHAnsi"/>
          <w:b/>
          <w:sz w:val="22"/>
          <w:szCs w:val="22"/>
          <w:lang w:eastAsia="en-US"/>
        </w:rPr>
        <w:t>Годовой отчет ОАО "Конди</w:t>
      </w:r>
      <w:r w:rsidR="00097435">
        <w:rPr>
          <w:rFonts w:eastAsiaTheme="minorHAnsi"/>
          <w:b/>
          <w:sz w:val="22"/>
          <w:szCs w:val="22"/>
          <w:lang w:eastAsia="en-US"/>
        </w:rPr>
        <w:t>терская фабрика "</w:t>
      </w:r>
      <w:proofErr w:type="spellStart"/>
      <w:r w:rsidR="00097435">
        <w:rPr>
          <w:rFonts w:eastAsiaTheme="minorHAnsi"/>
          <w:b/>
          <w:sz w:val="22"/>
          <w:szCs w:val="22"/>
          <w:lang w:eastAsia="en-US"/>
        </w:rPr>
        <w:t>Слодыч</w:t>
      </w:r>
      <w:proofErr w:type="spellEnd"/>
      <w:r w:rsidR="00097435">
        <w:rPr>
          <w:rFonts w:eastAsiaTheme="minorHAnsi"/>
          <w:b/>
          <w:sz w:val="22"/>
          <w:szCs w:val="22"/>
          <w:lang w:eastAsia="en-US"/>
        </w:rPr>
        <w:t>" за 2020</w:t>
      </w:r>
      <w:r w:rsidRPr="00D53D45">
        <w:rPr>
          <w:rFonts w:eastAsiaTheme="minorHAnsi"/>
          <w:b/>
          <w:sz w:val="22"/>
          <w:szCs w:val="22"/>
          <w:lang w:eastAsia="en-US"/>
        </w:rPr>
        <w:t xml:space="preserve"> год.</w:t>
      </w:r>
    </w:p>
    <w:p w:rsidR="00D53D45" w:rsidRPr="00D53D45" w:rsidRDefault="00D53D45" w:rsidP="00D53D45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"/>
        <w:gridCol w:w="7"/>
        <w:gridCol w:w="1812"/>
        <w:gridCol w:w="1685"/>
        <w:gridCol w:w="43"/>
        <w:gridCol w:w="1580"/>
        <w:gridCol w:w="415"/>
        <w:gridCol w:w="1446"/>
        <w:gridCol w:w="434"/>
        <w:gridCol w:w="847"/>
        <w:gridCol w:w="423"/>
        <w:gridCol w:w="1449"/>
      </w:tblGrid>
      <w:tr w:rsidR="00D53D45" w:rsidRPr="00D53D45" w:rsidTr="0028235A">
        <w:trPr>
          <w:trHeight w:val="299"/>
        </w:trPr>
        <w:tc>
          <w:tcPr>
            <w:tcW w:w="40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D45" w:rsidRPr="00D53D45" w:rsidRDefault="00D53D45" w:rsidP="00D53D45">
            <w:pPr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Доля государства в уставном фонде эмитента (всего в %):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D45" w:rsidRPr="00D53D45" w:rsidRDefault="00D53D45" w:rsidP="00D53D45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70,28</w:t>
            </w:r>
          </w:p>
        </w:tc>
      </w:tr>
      <w:tr w:rsidR="00D53D45" w:rsidRPr="00D53D45" w:rsidTr="0028235A">
        <w:trPr>
          <w:trHeight w:val="403"/>
        </w:trPr>
        <w:tc>
          <w:tcPr>
            <w:tcW w:w="18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227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Доля в уставном фонде, %</w:t>
            </w:r>
          </w:p>
        </w:tc>
      </w:tr>
      <w:tr w:rsidR="00D53D45" w:rsidRPr="00D53D45" w:rsidTr="0028235A">
        <w:trPr>
          <w:trHeight w:val="257"/>
        </w:trPr>
        <w:tc>
          <w:tcPr>
            <w:tcW w:w="18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22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1 242 860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70,28</w:t>
            </w:r>
          </w:p>
        </w:tc>
      </w:tr>
      <w:tr w:rsidR="00D53D45" w:rsidRPr="00D53D45" w:rsidTr="0028235A">
        <w:trPr>
          <w:trHeight w:val="288"/>
        </w:trPr>
        <w:tc>
          <w:tcPr>
            <w:tcW w:w="18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>коммунальная всего:</w:t>
            </w:r>
          </w:p>
        </w:tc>
        <w:tc>
          <w:tcPr>
            <w:tcW w:w="22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D53D45" w:rsidRPr="00D53D45" w:rsidTr="0028235A">
        <w:trPr>
          <w:trHeight w:val="255"/>
        </w:trPr>
        <w:tc>
          <w:tcPr>
            <w:tcW w:w="18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>в том числе:</w:t>
            </w:r>
          </w:p>
        </w:tc>
        <w:tc>
          <w:tcPr>
            <w:tcW w:w="22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>х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>х</w:t>
            </w:r>
          </w:p>
        </w:tc>
      </w:tr>
      <w:tr w:rsidR="00D53D45" w:rsidRPr="00D53D45" w:rsidTr="0028235A">
        <w:trPr>
          <w:trHeight w:val="255"/>
        </w:trPr>
        <w:tc>
          <w:tcPr>
            <w:tcW w:w="18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 xml:space="preserve">областная </w:t>
            </w:r>
          </w:p>
        </w:tc>
        <w:tc>
          <w:tcPr>
            <w:tcW w:w="22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D53D45" w:rsidRPr="00D53D45" w:rsidTr="0028235A">
        <w:trPr>
          <w:trHeight w:val="255"/>
        </w:trPr>
        <w:tc>
          <w:tcPr>
            <w:tcW w:w="18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 xml:space="preserve">районная </w:t>
            </w:r>
          </w:p>
        </w:tc>
        <w:tc>
          <w:tcPr>
            <w:tcW w:w="22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D53D45" w:rsidRPr="00D53D45" w:rsidTr="0028235A">
        <w:trPr>
          <w:trHeight w:val="255"/>
        </w:trPr>
        <w:tc>
          <w:tcPr>
            <w:tcW w:w="182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D45" w:rsidRPr="00D53D45" w:rsidRDefault="00D53D45" w:rsidP="00D53D45">
            <w:pPr>
              <w:rPr>
                <w:sz w:val="18"/>
                <w:szCs w:val="18"/>
              </w:rPr>
            </w:pPr>
            <w:r w:rsidRPr="00D53D45">
              <w:rPr>
                <w:sz w:val="18"/>
                <w:szCs w:val="18"/>
              </w:rPr>
              <w:t>городская</w:t>
            </w:r>
          </w:p>
        </w:tc>
        <w:tc>
          <w:tcPr>
            <w:tcW w:w="227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</w:pPr>
            <w:r w:rsidRPr="00D53D45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D53D45" w:rsidRPr="00D53D45" w:rsidTr="0028235A">
        <w:trPr>
          <w:gridBefore w:val="2"/>
          <w:wBefore w:w="44" w:type="pct"/>
          <w:trHeight w:val="315"/>
        </w:trPr>
        <w:tc>
          <w:tcPr>
            <w:tcW w:w="26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D45" w:rsidRPr="00D53D45" w:rsidRDefault="00D53D45" w:rsidP="00D53D45">
            <w:pPr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Информация о дивидендах и акциях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D45" w:rsidRPr="00D53D45" w:rsidRDefault="00D53D45" w:rsidP="00D53D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53D45" w:rsidRPr="00D53D45" w:rsidTr="0028235A">
        <w:trPr>
          <w:gridBefore w:val="2"/>
          <w:wBefore w:w="44" w:type="pct"/>
          <w:trHeight w:val="865"/>
        </w:trPr>
        <w:tc>
          <w:tcPr>
            <w:tcW w:w="26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D45" w:rsidRPr="00D53D45" w:rsidRDefault="00D53D45" w:rsidP="00D53D45">
            <w:pPr>
              <w:jc w:val="center"/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3D45" w:rsidRPr="00D53D45" w:rsidRDefault="00D53D45" w:rsidP="00D53D45">
            <w:pPr>
              <w:jc w:val="center"/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D45" w:rsidRPr="00D53D45" w:rsidRDefault="00D53D45" w:rsidP="00D53D45">
            <w:pPr>
              <w:jc w:val="center"/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D45" w:rsidRPr="00D53D45" w:rsidRDefault="00D53D45" w:rsidP="00D53D45">
            <w:pPr>
              <w:jc w:val="center"/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CA10D0" w:rsidRPr="00D53D45" w:rsidTr="0028235A">
        <w:trPr>
          <w:gridBefore w:val="2"/>
          <w:wBefore w:w="44" w:type="pct"/>
          <w:trHeight w:val="255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лиц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4270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4267</w:t>
            </w:r>
          </w:p>
        </w:tc>
      </w:tr>
      <w:tr w:rsidR="00CA10D0" w:rsidRPr="00D53D45" w:rsidTr="0028235A">
        <w:trPr>
          <w:gridBefore w:val="2"/>
          <w:wBefore w:w="44" w:type="pct"/>
          <w:trHeight w:val="255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лиц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CA10D0" w:rsidRPr="00D53D45" w:rsidTr="0028235A">
        <w:trPr>
          <w:gridBefore w:val="2"/>
          <w:wBefore w:w="44" w:type="pct"/>
          <w:trHeight w:val="255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лиц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CA10D0" w:rsidRPr="00D53D45" w:rsidTr="0028235A">
        <w:trPr>
          <w:gridBefore w:val="2"/>
          <w:wBefore w:w="44" w:type="pct"/>
          <w:trHeight w:val="255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лиц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4266</w:t>
            </w:r>
          </w:p>
        </w:tc>
      </w:tr>
      <w:tr w:rsidR="00CA10D0" w:rsidRPr="00D53D45" w:rsidTr="0028235A">
        <w:trPr>
          <w:gridBefore w:val="2"/>
          <w:wBefore w:w="44" w:type="pct"/>
          <w:trHeight w:val="255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лиц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CA10D0" w:rsidRPr="00D53D45" w:rsidTr="0028235A">
        <w:trPr>
          <w:gridBefore w:val="2"/>
          <w:wBefore w:w="44" w:type="pct"/>
          <w:trHeight w:val="480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609,53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184,99</w:t>
            </w:r>
          </w:p>
        </w:tc>
      </w:tr>
      <w:tr w:rsidR="00CA10D0" w:rsidRPr="00D53D45" w:rsidTr="0028235A">
        <w:trPr>
          <w:gridBefore w:val="2"/>
          <w:wBefore w:w="44" w:type="pct"/>
          <w:trHeight w:val="480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184,99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496,55</w:t>
            </w:r>
          </w:p>
        </w:tc>
      </w:tr>
      <w:tr w:rsidR="00CA10D0" w:rsidRPr="00D53D45" w:rsidTr="0028235A">
        <w:trPr>
          <w:gridBefore w:val="2"/>
          <w:wBefore w:w="44" w:type="pct"/>
          <w:trHeight w:val="480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рублей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FD166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</w:t>
            </w:r>
            <w:r w:rsidR="00FD166F">
              <w:rPr>
                <w:color w:val="000000" w:themeColor="text1"/>
                <w:sz w:val="20"/>
                <w:szCs w:val="20"/>
              </w:rPr>
              <w:t>344673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0,104607</w:t>
            </w:r>
          </w:p>
        </w:tc>
      </w:tr>
      <w:tr w:rsidR="00CA10D0" w:rsidRPr="00D53D45" w:rsidTr="0028235A">
        <w:trPr>
          <w:gridBefore w:val="2"/>
          <w:wBefore w:w="44" w:type="pct"/>
          <w:trHeight w:val="480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рублей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0,104607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0,280787</w:t>
            </w:r>
          </w:p>
        </w:tc>
      </w:tr>
      <w:tr w:rsidR="00CA10D0" w:rsidRPr="00D53D45" w:rsidTr="0028235A">
        <w:trPr>
          <w:gridBefore w:val="2"/>
          <w:wBefore w:w="44" w:type="pct"/>
          <w:trHeight w:val="340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 2019</w:t>
            </w:r>
            <w:r w:rsidR="00CA10D0" w:rsidRPr="00BC1FCD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X</w:t>
            </w:r>
          </w:p>
        </w:tc>
      </w:tr>
      <w:tr w:rsidR="00CA10D0" w:rsidRPr="00D53D45" w:rsidTr="0028235A">
        <w:trPr>
          <w:gridBefore w:val="2"/>
          <w:wBefore w:w="44" w:type="pct"/>
          <w:trHeight w:val="416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25.03.2020</w:t>
            </w:r>
            <w:r w:rsidR="007D6FE2">
              <w:rPr>
                <w:color w:val="000000" w:themeColor="text1"/>
                <w:sz w:val="20"/>
                <w:szCs w:val="20"/>
              </w:rPr>
              <w:t xml:space="preserve"> </w:t>
            </w:r>
            <w:r w:rsidR="00CA10D0" w:rsidRPr="00BC1FCD">
              <w:rPr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X</w:t>
            </w:r>
          </w:p>
        </w:tc>
      </w:tr>
      <w:tr w:rsidR="00CA10D0" w:rsidRPr="00D53D45" w:rsidTr="0028235A">
        <w:trPr>
          <w:gridBefore w:val="2"/>
          <w:wBefore w:w="44" w:type="pct"/>
          <w:trHeight w:val="422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CA10D0" w:rsidRPr="00BC1FCD" w:rsidRDefault="00FD166F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Физ. лица: 01.06.2020-30.06.2020, республиканский бюджет до 22.04.2020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0D0" w:rsidRPr="00BC1FCD" w:rsidRDefault="00CA10D0" w:rsidP="00CA10D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X</w:t>
            </w:r>
          </w:p>
        </w:tc>
      </w:tr>
      <w:tr w:rsidR="00CA10D0" w:rsidRPr="00D53D45" w:rsidTr="00664B67">
        <w:trPr>
          <w:gridBefore w:val="2"/>
          <w:wBefore w:w="44" w:type="pct"/>
          <w:trHeight w:val="458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рублей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10D0" w:rsidRPr="00BC1FCD" w:rsidRDefault="006D4399" w:rsidP="00CA10D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15,14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10D0" w:rsidRPr="00BC1FCD" w:rsidRDefault="00FD166F" w:rsidP="00CA10D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14,07</w:t>
            </w:r>
          </w:p>
        </w:tc>
      </w:tr>
      <w:tr w:rsidR="00CA10D0" w:rsidRPr="00D53D45" w:rsidTr="0028235A">
        <w:trPr>
          <w:gridBefore w:val="2"/>
          <w:wBefore w:w="44" w:type="pct"/>
          <w:trHeight w:val="435"/>
        </w:trPr>
        <w:tc>
          <w:tcPr>
            <w:tcW w:w="26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Количество простых акций, находящихся на балансе общества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штук</w:t>
            </w:r>
          </w:p>
        </w:tc>
        <w:tc>
          <w:tcPr>
            <w:tcW w:w="7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CA10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hideMark/>
          </w:tcPr>
          <w:p w:rsidR="00CA10D0" w:rsidRPr="00BC1FCD" w:rsidRDefault="00CA10D0" w:rsidP="00CA10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C1FCD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CA10D0" w:rsidRPr="00D53D45" w:rsidTr="0028235A">
        <w:trPr>
          <w:gridBefore w:val="1"/>
          <w:wBefore w:w="39" w:type="pct"/>
          <w:trHeight w:val="555"/>
        </w:trPr>
        <w:tc>
          <w:tcPr>
            <w:tcW w:w="2816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A10D0" w:rsidRPr="00D53D45" w:rsidRDefault="00CA10D0" w:rsidP="00CA10D0">
            <w:pPr>
              <w:jc w:val="center"/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Простые акции, поступившие в распоряжение общества.</w:t>
            </w:r>
          </w:p>
        </w:tc>
        <w:tc>
          <w:tcPr>
            <w:tcW w:w="211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A10D0" w:rsidRPr="00D53D45" w:rsidRDefault="00CA10D0" w:rsidP="00CA10D0">
            <w:pPr>
              <w:jc w:val="center"/>
              <w:rPr>
                <w:b/>
                <w:bCs/>
                <w:sz w:val="20"/>
                <w:szCs w:val="20"/>
              </w:rPr>
            </w:pPr>
            <w:r w:rsidRPr="00D53D45">
              <w:rPr>
                <w:b/>
                <w:bCs/>
                <w:sz w:val="20"/>
                <w:szCs w:val="20"/>
              </w:rPr>
              <w:t>Простые акции, приобретенные в целях сокращения общего количества</w:t>
            </w:r>
          </w:p>
        </w:tc>
      </w:tr>
      <w:tr w:rsidR="00CA10D0" w:rsidRPr="00D53D45" w:rsidTr="0028235A">
        <w:trPr>
          <w:gridBefore w:val="1"/>
          <w:wBefore w:w="39" w:type="pct"/>
          <w:trHeight w:val="700"/>
        </w:trPr>
        <w:tc>
          <w:tcPr>
            <w:tcW w:w="93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jc w:val="center"/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Дата зачисления  акций на счет "депо" общества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jc w:val="center"/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 xml:space="preserve">Количество акций, </w:t>
            </w:r>
            <w:proofErr w:type="spellStart"/>
            <w:r w:rsidRPr="00D53D4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jc w:val="center"/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jc w:val="center"/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1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A10D0" w:rsidRPr="00D53D45" w:rsidRDefault="00CA10D0" w:rsidP="00CA10D0">
            <w:pPr>
              <w:jc w:val="center"/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 xml:space="preserve">Количество акций, </w:t>
            </w:r>
            <w:proofErr w:type="spellStart"/>
            <w:r w:rsidRPr="00D53D4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CA10D0" w:rsidRPr="00D53D45" w:rsidTr="0028235A">
        <w:trPr>
          <w:gridBefore w:val="1"/>
          <w:wBefore w:w="39" w:type="pct"/>
          <w:trHeight w:val="255"/>
        </w:trPr>
        <w:tc>
          <w:tcPr>
            <w:tcW w:w="93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 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A10D0" w:rsidRPr="00D53D45" w:rsidRDefault="00CA10D0" w:rsidP="00CA10D0">
            <w:pPr>
              <w:jc w:val="right"/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0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 </w:t>
            </w: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A10D0" w:rsidRPr="00D53D45" w:rsidRDefault="00CA10D0" w:rsidP="00CA10D0">
            <w:pPr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 </w:t>
            </w:r>
          </w:p>
        </w:tc>
        <w:tc>
          <w:tcPr>
            <w:tcW w:w="12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A10D0" w:rsidRPr="00D53D45" w:rsidRDefault="00CA10D0" w:rsidP="00CA10D0">
            <w:pPr>
              <w:jc w:val="right"/>
              <w:rPr>
                <w:sz w:val="20"/>
                <w:szCs w:val="20"/>
              </w:rPr>
            </w:pPr>
            <w:r w:rsidRPr="00D53D45">
              <w:rPr>
                <w:sz w:val="20"/>
                <w:szCs w:val="20"/>
              </w:rPr>
              <w:t>0</w:t>
            </w:r>
          </w:p>
        </w:tc>
      </w:tr>
    </w:tbl>
    <w:p w:rsidR="00D53D45" w:rsidRPr="00D53D45" w:rsidRDefault="00D53D45" w:rsidP="00D53D45">
      <w:pPr>
        <w:jc w:val="both"/>
        <w:rPr>
          <w:rFonts w:eastAsiaTheme="minorHAnsi"/>
          <w:b/>
          <w:sz w:val="20"/>
          <w:szCs w:val="20"/>
          <w:lang w:eastAsia="en-US"/>
        </w:rPr>
      </w:pPr>
      <w:r w:rsidRPr="00D53D45">
        <w:rPr>
          <w:rFonts w:eastAsiaTheme="minorHAnsi"/>
          <w:b/>
          <w:sz w:val="20"/>
          <w:szCs w:val="20"/>
          <w:lang w:eastAsia="en-US"/>
        </w:rPr>
        <w:t>Среднесписочная численность работающих (человек</w:t>
      </w:r>
      <w:r w:rsidR="00FD166F">
        <w:rPr>
          <w:rFonts w:eastAsiaTheme="minorHAnsi"/>
          <w:i/>
          <w:sz w:val="20"/>
          <w:szCs w:val="20"/>
          <w:lang w:eastAsia="en-US"/>
        </w:rPr>
        <w:t>)_____460</w:t>
      </w:r>
      <w:r w:rsidRPr="00D53D45">
        <w:rPr>
          <w:rFonts w:eastAsiaTheme="minorHAnsi"/>
          <w:i/>
          <w:sz w:val="20"/>
          <w:szCs w:val="20"/>
          <w:lang w:eastAsia="en-US"/>
        </w:rPr>
        <w:t>_____</w:t>
      </w:r>
    </w:p>
    <w:p w:rsidR="00D53D45" w:rsidRPr="00D53D45" w:rsidRDefault="00D53D45" w:rsidP="00D53D45">
      <w:pPr>
        <w:jc w:val="both"/>
        <w:rPr>
          <w:rFonts w:eastAsiaTheme="minorHAnsi"/>
          <w:b/>
          <w:sz w:val="20"/>
          <w:szCs w:val="20"/>
          <w:lang w:eastAsia="en-US"/>
        </w:rPr>
      </w:pPr>
      <w:r w:rsidRPr="00D53D45">
        <w:rPr>
          <w:rFonts w:eastAsiaTheme="minorHAnsi"/>
          <w:b/>
          <w:sz w:val="20"/>
          <w:szCs w:val="20"/>
          <w:lang w:eastAsia="en-US"/>
        </w:rPr>
        <w:t>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</w:r>
      <w:r w:rsidRPr="00D53D45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D53D45">
        <w:rPr>
          <w:rFonts w:eastAsiaTheme="minorHAnsi"/>
          <w:i/>
          <w:sz w:val="20"/>
          <w:szCs w:val="20"/>
          <w:lang w:eastAsia="en-US"/>
        </w:rPr>
        <w:t>Производство му</w:t>
      </w:r>
      <w:r w:rsidR="00FD166F">
        <w:rPr>
          <w:rFonts w:eastAsiaTheme="minorHAnsi"/>
          <w:i/>
          <w:sz w:val="20"/>
          <w:szCs w:val="20"/>
          <w:lang w:eastAsia="en-US"/>
        </w:rPr>
        <w:t>чных кондитерских изделий – 93,0</w:t>
      </w:r>
      <w:r w:rsidRPr="00D53D45">
        <w:rPr>
          <w:rFonts w:eastAsiaTheme="minorHAnsi"/>
          <w:i/>
          <w:sz w:val="20"/>
          <w:szCs w:val="20"/>
          <w:lang w:eastAsia="en-US"/>
        </w:rPr>
        <w:t>%</w:t>
      </w:r>
    </w:p>
    <w:p w:rsidR="00D53D45" w:rsidRPr="00D53D45" w:rsidRDefault="00D53D45" w:rsidP="00D53D45">
      <w:pPr>
        <w:jc w:val="both"/>
        <w:rPr>
          <w:rFonts w:eastAsiaTheme="minorHAnsi"/>
          <w:i/>
          <w:sz w:val="20"/>
          <w:szCs w:val="20"/>
          <w:lang w:eastAsia="en-US"/>
        </w:rPr>
      </w:pPr>
      <w:r w:rsidRPr="00D53D45">
        <w:rPr>
          <w:rFonts w:eastAsiaTheme="minorHAnsi"/>
          <w:b/>
          <w:sz w:val="20"/>
          <w:szCs w:val="20"/>
          <w:lang w:eastAsia="en-US"/>
        </w:rPr>
        <w:t xml:space="preserve">Дата проведения годового общего собрания акционеров, на котором утверждался годовой бухгалтерский баланс за отчетный год: </w:t>
      </w:r>
      <w:r w:rsidR="00FD166F">
        <w:rPr>
          <w:rFonts w:eastAsiaTheme="minorHAnsi"/>
          <w:i/>
          <w:sz w:val="20"/>
          <w:szCs w:val="20"/>
          <w:lang w:eastAsia="en-US"/>
        </w:rPr>
        <w:t>19 марта 2021</w:t>
      </w:r>
      <w:r w:rsidRPr="00D53D45">
        <w:rPr>
          <w:rFonts w:eastAsiaTheme="minorHAnsi"/>
          <w:i/>
          <w:sz w:val="20"/>
          <w:szCs w:val="20"/>
          <w:lang w:eastAsia="en-US"/>
        </w:rPr>
        <w:t xml:space="preserve"> года.</w:t>
      </w:r>
    </w:p>
    <w:p w:rsidR="0028235A" w:rsidRPr="001E0486" w:rsidRDefault="00D53D45" w:rsidP="0028235A">
      <w:pPr>
        <w:jc w:val="both"/>
        <w:rPr>
          <w:rFonts w:eastAsiaTheme="minorHAnsi"/>
          <w:i/>
          <w:sz w:val="20"/>
          <w:szCs w:val="20"/>
          <w:lang w:eastAsia="en-US"/>
        </w:rPr>
      </w:pPr>
      <w:r w:rsidRPr="00D53D45">
        <w:rPr>
          <w:rFonts w:eastAsiaTheme="minorHAnsi"/>
          <w:b/>
          <w:sz w:val="20"/>
          <w:szCs w:val="20"/>
          <w:lang w:eastAsia="en-US"/>
        </w:rPr>
        <w:t xml:space="preserve">Сведения о применении открытым акционерным обществом Свода правил корпоративного поведения (только в составе годового отчета): </w:t>
      </w:r>
      <w:r w:rsidR="0028235A" w:rsidRPr="001E0486">
        <w:rPr>
          <w:rFonts w:eastAsiaTheme="minorHAnsi"/>
          <w:i/>
          <w:sz w:val="20"/>
          <w:szCs w:val="20"/>
          <w:lang w:eastAsia="en-US"/>
        </w:rPr>
        <w:t>Общество руководствуется Уставом Общества. Утверждены положения:</w:t>
      </w:r>
      <w:r w:rsidR="0099126F">
        <w:rPr>
          <w:rFonts w:eastAsiaTheme="minorHAnsi"/>
          <w:i/>
          <w:sz w:val="20"/>
          <w:szCs w:val="20"/>
          <w:lang w:eastAsia="en-US"/>
        </w:rPr>
        <w:t xml:space="preserve"> «О дивидендной политике»,</w:t>
      </w:r>
      <w:r w:rsidR="0028235A" w:rsidRPr="001E0486">
        <w:rPr>
          <w:rFonts w:eastAsiaTheme="minorHAnsi"/>
          <w:i/>
          <w:sz w:val="20"/>
          <w:szCs w:val="20"/>
          <w:lang w:eastAsia="en-US"/>
        </w:rPr>
        <w:t xml:space="preserve"> «О наблюдательном совете»; «О порядке определения размера вознаграждения членам наблюдательного совета»</w:t>
      </w:r>
      <w:r w:rsidR="0099126F">
        <w:rPr>
          <w:rFonts w:eastAsiaTheme="minorHAnsi"/>
          <w:i/>
          <w:sz w:val="20"/>
          <w:szCs w:val="20"/>
          <w:lang w:eastAsia="en-US"/>
        </w:rPr>
        <w:t>, «О ревизионной комиссии»</w:t>
      </w:r>
      <w:r w:rsidR="0028235A" w:rsidRPr="001E0486">
        <w:rPr>
          <w:rFonts w:eastAsiaTheme="minorHAnsi"/>
          <w:i/>
          <w:sz w:val="20"/>
          <w:szCs w:val="20"/>
          <w:lang w:eastAsia="en-US"/>
        </w:rPr>
        <w:t xml:space="preserve">, регламент работы с реестром владельцев ценных бумаг ОАО «Кондитерская фабрика </w:t>
      </w:r>
      <w:proofErr w:type="spellStart"/>
      <w:r w:rsidR="0028235A" w:rsidRPr="001E0486">
        <w:rPr>
          <w:rFonts w:eastAsiaTheme="minorHAnsi"/>
          <w:i/>
          <w:sz w:val="20"/>
          <w:szCs w:val="20"/>
          <w:lang w:eastAsia="en-US"/>
        </w:rPr>
        <w:t>Слодыч</w:t>
      </w:r>
      <w:proofErr w:type="spellEnd"/>
      <w:r w:rsidR="0028235A" w:rsidRPr="001E0486">
        <w:rPr>
          <w:rFonts w:eastAsiaTheme="minorHAnsi"/>
          <w:i/>
          <w:sz w:val="20"/>
          <w:szCs w:val="20"/>
          <w:lang w:eastAsia="en-US"/>
        </w:rPr>
        <w:t>».</w:t>
      </w:r>
    </w:p>
    <w:p w:rsidR="00950E4F" w:rsidRPr="00D53D45" w:rsidRDefault="00D53D45" w:rsidP="00D53D45">
      <w:pPr>
        <w:jc w:val="both"/>
        <w:rPr>
          <w:rFonts w:eastAsiaTheme="minorHAnsi"/>
          <w:i/>
          <w:color w:val="0000FF" w:themeColor="hyperlink"/>
          <w:sz w:val="20"/>
          <w:szCs w:val="20"/>
          <w:u w:val="single"/>
          <w:lang w:eastAsia="en-US"/>
        </w:rPr>
      </w:pPr>
      <w:r w:rsidRPr="00D53D45">
        <w:rPr>
          <w:rFonts w:eastAsiaTheme="minorHAnsi"/>
          <w:b/>
          <w:sz w:val="20"/>
          <w:szCs w:val="20"/>
          <w:lang w:eastAsia="en-US"/>
        </w:rPr>
        <w:t xml:space="preserve">Адрес официального сайта открытого акционерного общества в глобальной компьютерной сети Интернет:  </w:t>
      </w:r>
      <w:hyperlink r:id="rId6" w:history="1">
        <w:r w:rsidRPr="00D53D45">
          <w:rPr>
            <w:rFonts w:eastAsiaTheme="minorHAnsi"/>
            <w:i/>
            <w:color w:val="0000FF" w:themeColor="hyperlink"/>
            <w:sz w:val="20"/>
            <w:szCs w:val="20"/>
            <w:u w:val="single"/>
            <w:lang w:eastAsia="en-US"/>
          </w:rPr>
          <w:t>www.slodych.by</w:t>
        </w:r>
      </w:hyperlink>
    </w:p>
    <w:p w:rsidR="00D53D45" w:rsidRDefault="00D53D45" w:rsidP="00D53D45">
      <w:pPr>
        <w:jc w:val="both"/>
        <w:rPr>
          <w:rFonts w:eastAsiaTheme="minorHAnsi"/>
          <w:i/>
          <w:color w:val="0000FF" w:themeColor="hyperlink"/>
          <w:sz w:val="20"/>
          <w:szCs w:val="20"/>
          <w:u w:val="single"/>
          <w:lang w:eastAsia="en-US"/>
        </w:rPr>
      </w:pPr>
    </w:p>
    <w:tbl>
      <w:tblPr>
        <w:tblW w:w="104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5"/>
        <w:gridCol w:w="895"/>
        <w:gridCol w:w="1415"/>
        <w:gridCol w:w="1175"/>
        <w:gridCol w:w="310"/>
        <w:gridCol w:w="176"/>
        <w:gridCol w:w="590"/>
        <w:gridCol w:w="1560"/>
        <w:gridCol w:w="6"/>
        <w:gridCol w:w="418"/>
        <w:gridCol w:w="1984"/>
        <w:gridCol w:w="6"/>
      </w:tblGrid>
      <w:tr w:rsidR="00C23E41" w:rsidTr="0087152D">
        <w:trPr>
          <w:gridAfter w:val="1"/>
          <w:wAfter w:w="6" w:type="dxa"/>
          <w:trHeight w:val="8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0" w:name="f2"/>
            <w:r w:rsidRPr="004A1543">
              <w:br w:type="page"/>
            </w:r>
            <w:r w:rsidRPr="004A1543">
              <w:br w:type="page"/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C23E41" w:rsidTr="0087152D">
        <w:trPr>
          <w:gridAfter w:val="1"/>
          <w:wAfter w:w="6" w:type="dxa"/>
          <w:trHeight w:val="22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3E41" w:rsidRDefault="0087152D" w:rsidP="007D6FE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Национальному стандарту бухгалтерского учета и отчетности «Индивидуальная бухгалтерская отчетность» </w:t>
            </w:r>
            <w:r>
              <w:rPr>
                <w:sz w:val="16"/>
                <w:szCs w:val="16"/>
              </w:rPr>
              <w:br/>
              <w:t>Форма</w:t>
            </w:r>
            <w:r w:rsidR="00C23E41">
              <w:rPr>
                <w:sz w:val="16"/>
                <w:szCs w:val="16"/>
              </w:rPr>
              <w:t xml:space="preserve"> </w:t>
            </w:r>
          </w:p>
        </w:tc>
      </w:tr>
      <w:tr w:rsidR="00C23E41" w:rsidTr="0087152D">
        <w:trPr>
          <w:gridAfter w:val="1"/>
          <w:wAfter w:w="6" w:type="dxa"/>
          <w:trHeight w:val="22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3E41" w:rsidRDefault="00C23E41" w:rsidP="0087152D">
            <w:pPr>
              <w:rPr>
                <w:sz w:val="16"/>
                <w:szCs w:val="16"/>
              </w:rPr>
            </w:pPr>
          </w:p>
        </w:tc>
      </w:tr>
      <w:tr w:rsidR="00C23E41" w:rsidTr="0087152D">
        <w:trPr>
          <w:trHeight w:val="255"/>
        </w:trPr>
        <w:tc>
          <w:tcPr>
            <w:tcW w:w="104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C23E41" w:rsidTr="0087152D">
        <w:trPr>
          <w:trHeight w:val="30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225EAF" w:rsidRDefault="00C23E41" w:rsidP="007D6FE2">
            <w:pPr>
              <w:ind w:firstLineChars="300" w:firstLine="663"/>
              <w:rPr>
                <w:b/>
                <w:sz w:val="22"/>
                <w:szCs w:val="22"/>
              </w:rPr>
            </w:pPr>
            <w:r w:rsidRPr="00225EAF">
              <w:rPr>
                <w:b/>
                <w:sz w:val="22"/>
                <w:szCs w:val="22"/>
              </w:rPr>
              <w:t>на</w:t>
            </w:r>
          </w:p>
        </w:tc>
        <w:tc>
          <w:tcPr>
            <w:tcW w:w="38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225EAF" w:rsidRDefault="002D786A" w:rsidP="007D6FE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C23E41" w:rsidRPr="00225EA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декабря</w:t>
            </w:r>
            <w:r w:rsidR="00E03700">
              <w:rPr>
                <w:b/>
                <w:sz w:val="22"/>
                <w:szCs w:val="22"/>
              </w:rPr>
              <w:t xml:space="preserve"> 2020</w:t>
            </w:r>
            <w:r w:rsidR="00C23E41" w:rsidRPr="00225EAF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3E41" w:rsidTr="0087152D">
        <w:trPr>
          <w:gridAfter w:val="1"/>
          <w:wAfter w:w="6" w:type="dxa"/>
          <w:trHeight w:val="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C23E41" w:rsidTr="0087152D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1" w:name="title2"/>
            <w:bookmarkEnd w:id="1"/>
            <w:r>
              <w:rPr>
                <w:sz w:val="20"/>
                <w:szCs w:val="20"/>
              </w:rPr>
              <w:t> ОАО «Кондитерская фабрика «</w:t>
            </w:r>
            <w:proofErr w:type="spellStart"/>
            <w:r>
              <w:rPr>
                <w:sz w:val="20"/>
                <w:szCs w:val="20"/>
              </w:rPr>
              <w:t>Слодыч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87152D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2" w:name="unn"/>
            <w:bookmarkEnd w:id="2"/>
            <w:r>
              <w:rPr>
                <w:sz w:val="20"/>
                <w:szCs w:val="20"/>
              </w:rPr>
              <w:t> 100129695</w:t>
            </w:r>
          </w:p>
        </w:tc>
      </w:tr>
      <w:tr w:rsidR="00C23E41" w:rsidTr="0087152D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3" w:name="okad"/>
            <w:bookmarkEnd w:id="3"/>
            <w:r>
              <w:rPr>
                <w:sz w:val="20"/>
                <w:szCs w:val="20"/>
              </w:rPr>
              <w:t> Производство мучных кондитерских изделий</w:t>
            </w:r>
          </w:p>
        </w:tc>
      </w:tr>
      <w:tr w:rsidR="00C23E41" w:rsidTr="0087152D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bookmarkStart w:id="4" w:name="prop_kind"/>
            <w:bookmarkEnd w:id="4"/>
            <w:r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C23E41" w:rsidTr="0087152D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bookmarkStart w:id="5" w:name="control"/>
            <w:bookmarkEnd w:id="5"/>
            <w:r>
              <w:rPr>
                <w:sz w:val="20"/>
                <w:szCs w:val="20"/>
              </w:rPr>
              <w:t>Концерн «</w:t>
            </w:r>
            <w:proofErr w:type="spellStart"/>
            <w:r>
              <w:rPr>
                <w:sz w:val="20"/>
                <w:szCs w:val="20"/>
              </w:rPr>
              <w:t>Белгоспищепром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87152D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тыс. руб.</w:t>
            </w:r>
          </w:p>
        </w:tc>
      </w:tr>
      <w:tr w:rsidR="00C23E41" w:rsidTr="0087152D">
        <w:trPr>
          <w:trHeight w:val="113"/>
        </w:trPr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2D786A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1BB9">
              <w:rPr>
                <w:sz w:val="20"/>
                <w:szCs w:val="20"/>
              </w:rPr>
              <w:t>. Минск ул.</w:t>
            </w:r>
            <w:r>
              <w:rPr>
                <w:sz w:val="20"/>
                <w:szCs w:val="20"/>
              </w:rPr>
              <w:t xml:space="preserve"> </w:t>
            </w:r>
            <w:r w:rsidR="002C1BB9">
              <w:rPr>
                <w:sz w:val="20"/>
                <w:szCs w:val="20"/>
              </w:rPr>
              <w:t>Радиаль</w:t>
            </w:r>
            <w:r w:rsidR="00E03700">
              <w:rPr>
                <w:sz w:val="20"/>
                <w:szCs w:val="20"/>
              </w:rPr>
              <w:t>н</w:t>
            </w:r>
            <w:r w:rsidR="002C1BB9">
              <w:rPr>
                <w:sz w:val="20"/>
                <w:szCs w:val="20"/>
              </w:rPr>
              <w:t>ая 54/2</w:t>
            </w:r>
            <w:r w:rsidR="00C23E41">
              <w:rPr>
                <w:sz w:val="20"/>
                <w:szCs w:val="20"/>
              </w:rPr>
              <w:t> </w:t>
            </w:r>
            <w:bookmarkStart w:id="6" w:name="adress1"/>
            <w:bookmarkEnd w:id="6"/>
          </w:p>
        </w:tc>
      </w:tr>
      <w:tr w:rsidR="00C23E41" w:rsidTr="0087152D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3E41" w:rsidTr="0087152D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3E41" w:rsidTr="0087152D">
        <w:trPr>
          <w:trHeight w:val="1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3E41" w:rsidTr="0087152D">
        <w:trPr>
          <w:trHeight w:val="70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3E41" w:rsidRPr="00670171" w:rsidRDefault="00C23E41" w:rsidP="007D6FE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C23E41" w:rsidTr="0087152D">
        <w:trPr>
          <w:trHeight w:val="312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428E6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8E6">
              <w:rPr>
                <w:b/>
                <w:bCs/>
                <w:sz w:val="16"/>
                <w:szCs w:val="16"/>
              </w:rPr>
              <w:t>Активы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E428E6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E428E6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E428E6" w:rsidRDefault="00C23E41" w:rsidP="007D6FE2">
            <w:pPr>
              <w:pStyle w:val="a3"/>
              <w:widowControl w:val="0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На 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="00E03700">
              <w:rPr>
                <w:rFonts w:ascii="Times New Roman" w:hAnsi="Times New Roman"/>
                <w:b/>
                <w:sz w:val="16"/>
                <w:szCs w:val="16"/>
              </w:rPr>
              <w:t xml:space="preserve"> 2020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E428E6" w:rsidRDefault="00C23E4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31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 w:rsidR="00E03700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23E41" w:rsidTr="0087152D">
        <w:trPr>
          <w:trHeight w:val="22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67017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331C40" w:rsidRDefault="00C23E41" w:rsidP="007D6F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Основные средства</w:t>
            </w:r>
            <w:r w:rsidR="00E169A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bookmarkStart w:id="7" w:name="f1r110"/>
            <w:bookmarkEnd w:id="7"/>
            <w:r>
              <w:rPr>
                <w:sz w:val="18"/>
                <w:szCs w:val="18"/>
              </w:rPr>
              <w:t>14 634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16 481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Нематериальные активы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bookmarkStart w:id="8" w:name="f1r120"/>
            <w:bookmarkEnd w:id="8"/>
            <w:r>
              <w:rPr>
                <w:sz w:val="18"/>
                <w:szCs w:val="18"/>
              </w:rPr>
              <w:t>29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331C40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</w:t>
            </w:r>
            <w:r w:rsidR="00E169A1">
              <w:rPr>
                <w:sz w:val="20"/>
                <w:szCs w:val="20"/>
              </w:rPr>
              <w:t xml:space="preserve">вложения в материальные активы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bookmarkStart w:id="9" w:name="f1r130"/>
            <w:bookmarkEnd w:id="9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25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87152D">
        <w:trPr>
          <w:trHeight w:val="74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bookmarkStart w:id="10" w:name="f1r131"/>
            <w:bookmarkEnd w:id="10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" w:name="f1r132"/>
            <w:bookmarkEnd w:id="11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51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" w:name="f1r133"/>
            <w:bookmarkEnd w:id="12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</w:t>
            </w:r>
            <w:r w:rsidR="00E169A1">
              <w:rPr>
                <w:sz w:val="20"/>
                <w:szCs w:val="20"/>
              </w:rPr>
              <w:t xml:space="preserve">ия в долгосрочные активы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2D786A" w:rsidP="007D6FE2">
            <w:pPr>
              <w:jc w:val="center"/>
              <w:rPr>
                <w:sz w:val="18"/>
                <w:szCs w:val="18"/>
              </w:rPr>
            </w:pPr>
            <w:bookmarkStart w:id="13" w:name="f1r140"/>
            <w:bookmarkEnd w:id="13"/>
            <w:r>
              <w:rPr>
                <w:sz w:val="18"/>
                <w:szCs w:val="18"/>
              </w:rPr>
              <w:t>6</w:t>
            </w:r>
            <w:r w:rsidR="00E169A1">
              <w:rPr>
                <w:sz w:val="18"/>
                <w:szCs w:val="18"/>
              </w:rPr>
              <w:t xml:space="preserve"> 258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</w:t>
            </w:r>
            <w:r w:rsidR="00E169A1">
              <w:rPr>
                <w:sz w:val="20"/>
                <w:szCs w:val="20"/>
              </w:rPr>
              <w:t xml:space="preserve">рочные финансовые вложения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" w:name="f1r150"/>
            <w:bookmarkEnd w:id="14"/>
            <w:r>
              <w:rPr>
                <w:sz w:val="18"/>
                <w:szCs w:val="18"/>
              </w:rPr>
              <w:t>17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5171D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169A1">
              <w:rPr>
                <w:sz w:val="20"/>
                <w:szCs w:val="20"/>
              </w:rPr>
              <w:t xml:space="preserve">тложенные налоговые активы 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bookmarkStart w:id="15" w:name="f1r160"/>
            <w:bookmarkEnd w:id="15"/>
            <w:r>
              <w:rPr>
                <w:sz w:val="18"/>
                <w:szCs w:val="18"/>
              </w:rPr>
              <w:t>1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</w:t>
            </w:r>
            <w:r w:rsidR="00E169A1">
              <w:rPr>
                <w:sz w:val="20"/>
                <w:szCs w:val="20"/>
              </w:rPr>
              <w:t xml:space="preserve">лженность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bookmarkStart w:id="16" w:name="f1r170"/>
            <w:bookmarkEnd w:id="16"/>
            <w:r>
              <w:rPr>
                <w:sz w:val="18"/>
                <w:szCs w:val="18"/>
              </w:rPr>
              <w:t>74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E169A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долгосрочные активы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bookmarkStart w:id="17" w:name="f1r180"/>
            <w:bookmarkEnd w:id="17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8" w:name="f1r190"/>
            <w:bookmarkEnd w:id="18"/>
            <w:r>
              <w:rPr>
                <w:b/>
                <w:bCs/>
                <w:sz w:val="18"/>
                <w:szCs w:val="18"/>
              </w:rPr>
              <w:t>21 013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16 667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D642EB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D642EB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bookmarkStart w:id="19" w:name="f1r210"/>
            <w:bookmarkEnd w:id="19"/>
            <w:r>
              <w:rPr>
                <w:sz w:val="18"/>
                <w:szCs w:val="18"/>
              </w:rPr>
              <w:t>6 974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6 088</w:t>
            </w:r>
          </w:p>
        </w:tc>
      </w:tr>
      <w:tr w:rsidR="00C23E41" w:rsidTr="0087152D">
        <w:trPr>
          <w:trHeight w:val="25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40ABB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87152D">
        <w:trPr>
          <w:trHeight w:val="2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8846E8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материалы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0" w:name="f1r211"/>
            <w:bookmarkEnd w:id="20"/>
            <w:r>
              <w:rPr>
                <w:rFonts w:ascii="Times New Roman" w:hAnsi="Times New Roman"/>
                <w:sz w:val="18"/>
                <w:szCs w:val="18"/>
              </w:rPr>
              <w:t>3 708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3 130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</w:t>
            </w:r>
            <w:r w:rsidR="008846E8">
              <w:rPr>
                <w:sz w:val="20"/>
                <w:szCs w:val="20"/>
              </w:rPr>
              <w:t xml:space="preserve">е на выращивании и откорме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1" w:name="f1r212"/>
            <w:bookmarkEnd w:id="21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</w:t>
            </w:r>
            <w:r w:rsidR="008846E8">
              <w:rPr>
                <w:sz w:val="20"/>
                <w:szCs w:val="20"/>
              </w:rPr>
              <w:t xml:space="preserve">е производство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2" w:name="f1r213"/>
            <w:bookmarkEnd w:id="22"/>
            <w:r>
              <w:rPr>
                <w:rFonts w:ascii="Times New Roman" w:hAnsi="Times New Roman"/>
                <w:sz w:val="18"/>
                <w:szCs w:val="18"/>
              </w:rPr>
              <w:t>161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</w:t>
            </w:r>
            <w:r w:rsidR="008846E8">
              <w:rPr>
                <w:sz w:val="20"/>
                <w:szCs w:val="20"/>
              </w:rPr>
              <w:t xml:space="preserve"> и товары 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3" w:name="f1r214"/>
            <w:bookmarkEnd w:id="23"/>
            <w:r>
              <w:rPr>
                <w:rFonts w:ascii="Times New Roman" w:hAnsi="Times New Roman"/>
                <w:sz w:val="18"/>
                <w:szCs w:val="18"/>
              </w:rPr>
              <w:t>3 105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2 900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8846E8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товары отгруженные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4" w:name="f1r215"/>
            <w:bookmarkEnd w:id="24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5" w:name="f1r216"/>
            <w:bookmarkEnd w:id="25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1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</w:t>
            </w:r>
            <w:r w:rsidR="008846E8">
              <w:rPr>
                <w:sz w:val="20"/>
                <w:szCs w:val="20"/>
              </w:rPr>
              <w:t>едназначенные для реализации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bookmarkStart w:id="26" w:name="f1r220"/>
            <w:bookmarkEnd w:id="26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8846E8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2D786A" w:rsidP="007D6FE2">
            <w:pPr>
              <w:jc w:val="center"/>
              <w:rPr>
                <w:sz w:val="18"/>
                <w:szCs w:val="18"/>
              </w:rPr>
            </w:pPr>
            <w:bookmarkStart w:id="27" w:name="f1r230"/>
            <w:bookmarkEnd w:id="27"/>
            <w:r>
              <w:rPr>
                <w:sz w:val="18"/>
                <w:szCs w:val="18"/>
              </w:rPr>
              <w:t>1</w:t>
            </w:r>
            <w:r w:rsidR="00E169A1">
              <w:rPr>
                <w:sz w:val="18"/>
                <w:szCs w:val="18"/>
              </w:rPr>
              <w:t>9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C23E41" w:rsidTr="0087152D">
        <w:trPr>
          <w:trHeight w:val="555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</w:t>
            </w:r>
            <w:r w:rsidR="008846E8">
              <w:rPr>
                <w:sz w:val="20"/>
                <w:szCs w:val="20"/>
              </w:rPr>
              <w:t xml:space="preserve">м товарам, работам, услугам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bookmarkStart w:id="28" w:name="f1r240"/>
            <w:bookmarkEnd w:id="28"/>
            <w:r>
              <w:rPr>
                <w:sz w:val="18"/>
                <w:szCs w:val="18"/>
              </w:rPr>
              <w:t>59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Краткосрочная дебиторская задолженность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bookmarkStart w:id="29" w:name="f1r250"/>
            <w:bookmarkEnd w:id="29"/>
            <w:r>
              <w:rPr>
                <w:sz w:val="18"/>
                <w:szCs w:val="18"/>
              </w:rPr>
              <w:t>6 862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6 881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</w:t>
            </w:r>
            <w:r w:rsidR="008846E8">
              <w:rPr>
                <w:sz w:val="20"/>
                <w:szCs w:val="20"/>
              </w:rPr>
              <w:t xml:space="preserve">срочные финансовые вложения 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bookmarkStart w:id="30" w:name="f1r260"/>
            <w:bookmarkEnd w:id="30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</w:t>
            </w:r>
            <w:r w:rsidR="008846E8">
              <w:rPr>
                <w:sz w:val="20"/>
                <w:szCs w:val="20"/>
              </w:rPr>
              <w:t>валенты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bookmarkStart w:id="31" w:name="f1r270"/>
            <w:bookmarkEnd w:id="31"/>
            <w:r>
              <w:rPr>
                <w:sz w:val="18"/>
                <w:szCs w:val="18"/>
              </w:rPr>
              <w:t>2 037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</w:t>
            </w:r>
            <w:r w:rsidR="008846E8">
              <w:rPr>
                <w:sz w:val="20"/>
                <w:szCs w:val="20"/>
              </w:rPr>
              <w:t xml:space="preserve">аткосрочные активы 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bookmarkStart w:id="32" w:name="f1r280"/>
            <w:bookmarkEnd w:id="32"/>
            <w:r>
              <w:rPr>
                <w:sz w:val="18"/>
                <w:szCs w:val="18"/>
              </w:rPr>
              <w:t>-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23EDA" w:rsidRDefault="00E169A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169A1" w:rsidRDefault="00E169A1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3" w:name="f1r290"/>
            <w:bookmarkEnd w:id="33"/>
            <w:r w:rsidRPr="00E169A1">
              <w:rPr>
                <w:b/>
                <w:bCs/>
                <w:sz w:val="18"/>
                <w:szCs w:val="18"/>
              </w:rPr>
              <w:t>15 951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169A1" w:rsidRDefault="00E169A1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r w:rsidRPr="00E169A1">
              <w:rPr>
                <w:b/>
                <w:bCs/>
                <w:sz w:val="18"/>
                <w:szCs w:val="18"/>
              </w:rPr>
              <w:t>13 417</w:t>
            </w:r>
          </w:p>
        </w:tc>
      </w:tr>
      <w:tr w:rsidR="00C23E41" w:rsidTr="0087152D">
        <w:trPr>
          <w:trHeight w:val="300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169A1" w:rsidRDefault="00E169A1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34" w:name="f1r300"/>
            <w:bookmarkEnd w:id="34"/>
            <w:r>
              <w:rPr>
                <w:b/>
                <w:bCs/>
                <w:sz w:val="18"/>
                <w:szCs w:val="18"/>
              </w:rPr>
              <w:t>36 964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169A1" w:rsidRDefault="00E169A1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30 084</w:t>
            </w:r>
          </w:p>
        </w:tc>
      </w:tr>
    </w:tbl>
    <w:p w:rsidR="00C23E41" w:rsidRPr="0029065F" w:rsidRDefault="00C23E41" w:rsidP="00C23E41">
      <w:pPr>
        <w:rPr>
          <w:sz w:val="10"/>
          <w:szCs w:val="10"/>
        </w:rPr>
      </w:pPr>
      <w:r>
        <w:br w:type="page"/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851"/>
        <w:gridCol w:w="1984"/>
        <w:gridCol w:w="1985"/>
      </w:tblGrid>
      <w:tr w:rsidR="00C23E41" w:rsidTr="007D6FE2">
        <w:trPr>
          <w:trHeight w:val="300"/>
        </w:trPr>
        <w:tc>
          <w:tcPr>
            <w:tcW w:w="104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E41" w:rsidRPr="00C43FC2" w:rsidRDefault="00C23E41" w:rsidP="007D6FE2">
            <w:pPr>
              <w:jc w:val="right"/>
              <w:rPr>
                <w:bCs/>
                <w:sz w:val="20"/>
                <w:szCs w:val="20"/>
              </w:rPr>
            </w:pPr>
            <w:r>
              <w:lastRenderedPageBreak/>
              <w:br w:type="page"/>
            </w:r>
            <w:r w:rsidRPr="00C43FC2">
              <w:rPr>
                <w:sz w:val="16"/>
              </w:rPr>
              <w:t>Форма №1 лист 2</w:t>
            </w:r>
          </w:p>
        </w:tc>
      </w:tr>
      <w:tr w:rsidR="00C23E41" w:rsidTr="007D6FE2">
        <w:trPr>
          <w:trHeight w:val="45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sz w:val="16"/>
                <w:szCs w:val="16"/>
              </w:rPr>
              <w:br w:type="page"/>
            </w:r>
            <w:r w:rsidRPr="0029065F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E428E6" w:rsidRDefault="00C23E41" w:rsidP="007D6FE2">
            <w:pPr>
              <w:pStyle w:val="a3"/>
              <w:widowControl w:val="0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>На 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="008846E8">
              <w:rPr>
                <w:rFonts w:ascii="Times New Roman" w:hAnsi="Times New Roman"/>
                <w:b/>
                <w:sz w:val="16"/>
                <w:szCs w:val="16"/>
              </w:rPr>
              <w:t xml:space="preserve"> 2020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E428E6" w:rsidRDefault="00C23E41" w:rsidP="007D6FE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На 31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декабря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20</w:t>
            </w:r>
            <w:r w:rsidR="008846E8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  <w:r w:rsidRPr="00E428E6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23E41" w:rsidTr="007D6FE2">
        <w:trPr>
          <w:trHeight w:val="15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67017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16"/>
                <w:szCs w:val="16"/>
              </w:rPr>
            </w:pPr>
            <w:r w:rsidRPr="004503B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16"/>
                <w:szCs w:val="16"/>
              </w:rPr>
            </w:pPr>
            <w:r w:rsidRPr="004503B7">
              <w:rPr>
                <w:bCs/>
                <w:sz w:val="16"/>
                <w:szCs w:val="16"/>
              </w:rPr>
              <w:t>4</w:t>
            </w:r>
          </w:p>
        </w:tc>
      </w:tr>
      <w:tr w:rsidR="00C23E41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20"/>
                <w:szCs w:val="20"/>
              </w:rPr>
            </w:pPr>
            <w:r w:rsidRPr="004503B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20"/>
                <w:szCs w:val="20"/>
              </w:rPr>
            </w:pPr>
            <w:r w:rsidRPr="004503B7">
              <w:rPr>
                <w:bCs/>
                <w:sz w:val="20"/>
                <w:szCs w:val="20"/>
              </w:rPr>
              <w:t> 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</w:t>
            </w:r>
            <w:r w:rsidR="00700106">
              <w:rPr>
                <w:sz w:val="20"/>
                <w:szCs w:val="20"/>
              </w:rPr>
              <w:t xml:space="preserve">авный капитал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3057C2" w:rsidP="007D6FE2">
            <w:pPr>
              <w:jc w:val="center"/>
              <w:rPr>
                <w:sz w:val="18"/>
                <w:szCs w:val="18"/>
              </w:rPr>
            </w:pPr>
            <w:bookmarkStart w:id="35" w:name="f1r410"/>
            <w:bookmarkEnd w:id="35"/>
            <w:r>
              <w:rPr>
                <w:sz w:val="18"/>
                <w:szCs w:val="18"/>
              </w:rPr>
              <w:t>18</w:t>
            </w:r>
            <w:r w:rsidR="00FE2F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FE2F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6C0237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Неоплаченная часть уставного капитала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36" w:name="f1r420"/>
            <w:bookmarkEnd w:id="36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D642EB" w:rsidTr="007D6FE2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92142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</w:t>
            </w:r>
            <w:r w:rsidR="00700106">
              <w:rPr>
                <w:sz w:val="20"/>
                <w:szCs w:val="20"/>
              </w:rPr>
              <w:t>кции (доли в уставном капитале)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37" w:name="f1r430"/>
            <w:bookmarkEnd w:id="37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700106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38" w:name="f1r440"/>
            <w:bookmarkEnd w:id="38"/>
            <w:r>
              <w:rPr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700106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Добавочный капитал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39" w:name="f1r450"/>
            <w:bookmarkEnd w:id="39"/>
            <w:r>
              <w:rPr>
                <w:sz w:val="18"/>
                <w:szCs w:val="18"/>
              </w:rPr>
              <w:t>2 642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0010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64</w:t>
            </w:r>
            <w:r w:rsidR="003057C2">
              <w:rPr>
                <w:sz w:val="18"/>
                <w:szCs w:val="18"/>
              </w:rPr>
              <w:t>7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Нераспределенная п</w:t>
            </w:r>
            <w:r w:rsidR="00700106">
              <w:rPr>
                <w:sz w:val="20"/>
                <w:szCs w:val="20"/>
              </w:rPr>
              <w:t xml:space="preserve">рибыль (непокрытый убыток)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40" w:name="f1r460"/>
            <w:bookmarkEnd w:id="40"/>
            <w:r>
              <w:rPr>
                <w:sz w:val="18"/>
                <w:szCs w:val="18"/>
              </w:rPr>
              <w:t>5 382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3 486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</w:t>
            </w:r>
            <w:r w:rsidR="00700106">
              <w:rPr>
                <w:sz w:val="20"/>
                <w:szCs w:val="20"/>
              </w:rPr>
              <w:t xml:space="preserve">(убыток) отчетного периода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41" w:name="f1r470"/>
            <w:bookmarkEnd w:id="41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700106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Целевое финансирование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42" w:name="f1r480"/>
            <w:bookmarkEnd w:id="42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700106" w:rsidRDefault="00700106" w:rsidP="007D6FE2">
            <w:pPr>
              <w:jc w:val="center"/>
              <w:rPr>
                <w:b/>
                <w:sz w:val="18"/>
                <w:szCs w:val="18"/>
              </w:rPr>
            </w:pPr>
            <w:bookmarkStart w:id="43" w:name="f1r490"/>
            <w:bookmarkEnd w:id="43"/>
            <w:r w:rsidRPr="00700106">
              <w:rPr>
                <w:b/>
                <w:sz w:val="18"/>
                <w:szCs w:val="18"/>
              </w:rPr>
              <w:t>26 779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700106" w:rsidRDefault="00700106" w:rsidP="007D6FE2">
            <w:pPr>
              <w:jc w:val="center"/>
              <w:rPr>
                <w:b/>
                <w:sz w:val="18"/>
                <w:szCs w:val="18"/>
              </w:rPr>
            </w:pPr>
            <w:r w:rsidRPr="00700106">
              <w:rPr>
                <w:b/>
                <w:sz w:val="18"/>
                <w:szCs w:val="18"/>
              </w:rPr>
              <w:t>24 880</w:t>
            </w:r>
          </w:p>
        </w:tc>
      </w:tr>
      <w:tr w:rsidR="00C23E41" w:rsidRPr="00D642E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99126F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Долгосрочные кредиты и займы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44" w:name="f1r510"/>
            <w:bookmarkEnd w:id="44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2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</w:t>
            </w:r>
            <w:r w:rsidR="0099126F">
              <w:rPr>
                <w:sz w:val="20"/>
                <w:szCs w:val="20"/>
              </w:rPr>
              <w:t xml:space="preserve">ьства по лизинговым платежам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45" w:name="f1r520"/>
            <w:bookmarkEnd w:id="45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</w:t>
            </w:r>
            <w:r w:rsidR="0099126F">
              <w:rPr>
                <w:sz w:val="20"/>
                <w:szCs w:val="20"/>
              </w:rPr>
              <w:t xml:space="preserve">нные налоговые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46" w:name="f1r530"/>
            <w:bookmarkEnd w:id="46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99126F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3057C2" w:rsidP="007D6FE2">
            <w:pPr>
              <w:jc w:val="center"/>
              <w:rPr>
                <w:sz w:val="18"/>
                <w:szCs w:val="18"/>
              </w:rPr>
            </w:pPr>
            <w:bookmarkStart w:id="47" w:name="f1r540"/>
            <w:bookmarkEnd w:id="47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Резервы предстоящих </w:t>
            </w:r>
            <w:r w:rsidR="0099126F">
              <w:rPr>
                <w:sz w:val="20"/>
                <w:szCs w:val="20"/>
              </w:rPr>
              <w:t xml:space="preserve">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48" w:name="f1r550"/>
            <w:bookmarkEnd w:id="48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49" w:name="f1r560"/>
            <w:bookmarkEnd w:id="49"/>
            <w:r>
              <w:rPr>
                <w:sz w:val="18"/>
                <w:szCs w:val="18"/>
              </w:rPr>
              <w:t>5 232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700106" w:rsidRDefault="00700106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50" w:name="f1r590"/>
            <w:bookmarkEnd w:id="50"/>
            <w:r w:rsidRPr="00700106">
              <w:rPr>
                <w:b/>
                <w:bCs/>
                <w:sz w:val="18"/>
                <w:szCs w:val="18"/>
              </w:rPr>
              <w:t>5 232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18"/>
                <w:szCs w:val="18"/>
              </w:rPr>
            </w:pPr>
            <w:r w:rsidRPr="004503B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bCs/>
                <w:sz w:val="18"/>
                <w:szCs w:val="18"/>
              </w:rPr>
            </w:pPr>
            <w:r w:rsidRPr="004503B7">
              <w:rPr>
                <w:bCs/>
                <w:sz w:val="18"/>
                <w:szCs w:val="18"/>
              </w:rPr>
              <w:t> 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9126F">
              <w:rPr>
                <w:sz w:val="20"/>
                <w:szCs w:val="20"/>
              </w:rPr>
              <w:t xml:space="preserve">раткосрочные кредиты и займы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1" w:name="f1r610"/>
            <w:bookmarkEnd w:id="51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C23E41" w:rsidRPr="00040ABB" w:rsidTr="00950E4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52" w:name="f1r620"/>
            <w:bookmarkEnd w:id="52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3057C2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950E4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3" w:name="f1r630"/>
            <w:bookmarkEnd w:id="53"/>
            <w:r>
              <w:rPr>
                <w:sz w:val="18"/>
                <w:szCs w:val="18"/>
              </w:rPr>
              <w:t>4 953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4 993</w:t>
            </w:r>
          </w:p>
        </w:tc>
      </w:tr>
      <w:tr w:rsidR="00C23E41" w:rsidRPr="00040ABB" w:rsidTr="00950E4F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4" w:name="f1r631"/>
            <w:bookmarkEnd w:id="54"/>
            <w:r>
              <w:rPr>
                <w:sz w:val="18"/>
                <w:szCs w:val="18"/>
              </w:rPr>
              <w:t>4 332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4 324</w:t>
            </w:r>
          </w:p>
        </w:tc>
      </w:tr>
      <w:tr w:rsidR="00C23E41" w:rsidRPr="00040ABB" w:rsidTr="007D6FE2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</w:t>
            </w:r>
            <w:r w:rsidR="0099126F">
              <w:rPr>
                <w:sz w:val="20"/>
                <w:szCs w:val="20"/>
              </w:rPr>
              <w:t xml:space="preserve">м, подрядчикам, исполнителям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4503B7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4503B7" w:rsidRDefault="00C23E41" w:rsidP="007D6FE2">
            <w:pPr>
              <w:rPr>
                <w:sz w:val="18"/>
                <w:szCs w:val="18"/>
              </w:rPr>
            </w:pP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99126F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авансам полученным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5" w:name="f1r632"/>
            <w:bookmarkEnd w:id="55"/>
            <w:r>
              <w:rPr>
                <w:sz w:val="18"/>
                <w:szCs w:val="18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99126F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налогам и сборам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6" w:name="f1r633"/>
            <w:bookmarkEnd w:id="56"/>
            <w:r>
              <w:rPr>
                <w:sz w:val="18"/>
                <w:szCs w:val="18"/>
              </w:rPr>
              <w:t>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социальном</w:t>
            </w:r>
            <w:r w:rsidR="0099126F">
              <w:rPr>
                <w:sz w:val="20"/>
                <w:szCs w:val="20"/>
              </w:rPr>
              <w:t xml:space="preserve">у страхованию и обеспечению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7" w:name="f1r634"/>
            <w:bookmarkEnd w:id="57"/>
            <w:r>
              <w:rPr>
                <w:sz w:val="18"/>
                <w:szCs w:val="18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DD73F4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оплате труда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8" w:name="f1r635"/>
            <w:bookmarkEnd w:id="58"/>
            <w:r>
              <w:rPr>
                <w:sz w:val="18"/>
                <w:szCs w:val="18"/>
              </w:rPr>
              <w:t>325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лизинг</w:t>
            </w:r>
            <w:r w:rsidR="00DD73F4">
              <w:rPr>
                <w:sz w:val="20"/>
                <w:szCs w:val="20"/>
              </w:rPr>
              <w:t xml:space="preserve">овым платежам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59" w:name="f1r636"/>
            <w:bookmarkEnd w:id="59"/>
            <w:r>
              <w:rPr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23E41" w:rsidRPr="00040ABB" w:rsidTr="007D6FE2">
        <w:trPr>
          <w:trHeight w:val="2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</w:t>
            </w:r>
            <w:r w:rsidR="00DD73F4">
              <w:rPr>
                <w:sz w:val="20"/>
                <w:szCs w:val="20"/>
              </w:rPr>
              <w:t xml:space="preserve">чредителям, участникам)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60" w:name="f1r637"/>
            <w:bookmarkEnd w:id="60"/>
            <w:r>
              <w:rPr>
                <w:sz w:val="18"/>
                <w:szCs w:val="18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DD73F4">
              <w:rPr>
                <w:sz w:val="20"/>
                <w:szCs w:val="20"/>
              </w:rPr>
              <w:t xml:space="preserve">очим кредиторам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3057C2" w:rsidP="007D6FE2">
            <w:pPr>
              <w:jc w:val="center"/>
              <w:rPr>
                <w:sz w:val="18"/>
                <w:szCs w:val="18"/>
              </w:rPr>
            </w:pPr>
            <w:bookmarkStart w:id="61" w:name="f1r638"/>
            <w:bookmarkEnd w:id="61"/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</w:t>
            </w:r>
            <w:r w:rsidR="00DD73F4">
              <w:rPr>
                <w:sz w:val="20"/>
                <w:szCs w:val="20"/>
              </w:rPr>
              <w:t xml:space="preserve">азначенные для реализации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62" w:name="f1r640"/>
            <w:bookmarkEnd w:id="62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DD73F4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будущих периодов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700106" w:rsidP="007D6FE2">
            <w:pPr>
              <w:jc w:val="center"/>
              <w:rPr>
                <w:sz w:val="18"/>
                <w:szCs w:val="18"/>
              </w:rPr>
            </w:pPr>
            <w:bookmarkStart w:id="63" w:name="f1r650"/>
            <w:bookmarkEnd w:id="63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3057C2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</w:t>
            </w:r>
            <w:r w:rsidR="00DD73F4">
              <w:rPr>
                <w:sz w:val="20"/>
                <w:szCs w:val="20"/>
              </w:rPr>
              <w:t>дстоящих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64" w:name="f1r660"/>
            <w:bookmarkEnd w:id="64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bookmarkStart w:id="65" w:name="f1r670"/>
            <w:bookmarkEnd w:id="65"/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4503B7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700106" w:rsidRDefault="00FE2F67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66" w:name="f1r690"/>
            <w:bookmarkEnd w:id="66"/>
            <w:r>
              <w:rPr>
                <w:b/>
                <w:bCs/>
                <w:sz w:val="18"/>
                <w:szCs w:val="18"/>
              </w:rPr>
              <w:t>4 953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700106" w:rsidRDefault="00700106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5 204</w:t>
            </w:r>
          </w:p>
        </w:tc>
      </w:tr>
      <w:tr w:rsidR="00C23E41" w:rsidRPr="00040ABB" w:rsidTr="007D6FE2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700106" w:rsidRDefault="00700106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67" w:name="f1r700"/>
            <w:bookmarkEnd w:id="67"/>
            <w:r>
              <w:rPr>
                <w:b/>
                <w:bCs/>
                <w:sz w:val="18"/>
                <w:szCs w:val="18"/>
              </w:rPr>
              <w:t>36 964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700106" w:rsidRDefault="00700106" w:rsidP="007D6FE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30 084</w:t>
            </w:r>
          </w:p>
        </w:tc>
      </w:tr>
    </w:tbl>
    <w:p w:rsidR="00C23E41" w:rsidRPr="0029065F" w:rsidRDefault="00C23E41" w:rsidP="00C23E41">
      <w:pPr>
        <w:rPr>
          <w:sz w:val="10"/>
          <w:szCs w:val="10"/>
        </w:rPr>
      </w:pPr>
      <w:r>
        <w:br w:type="page"/>
      </w:r>
    </w:p>
    <w:tbl>
      <w:tblPr>
        <w:tblW w:w="10680" w:type="dxa"/>
        <w:tblInd w:w="-12" w:type="dxa"/>
        <w:tblLook w:val="0000" w:firstRow="0" w:lastRow="0" w:firstColumn="0" w:lastColumn="0" w:noHBand="0" w:noVBand="0"/>
      </w:tblPr>
      <w:tblGrid>
        <w:gridCol w:w="2094"/>
        <w:gridCol w:w="764"/>
        <w:gridCol w:w="1273"/>
        <w:gridCol w:w="1002"/>
        <w:gridCol w:w="782"/>
        <w:gridCol w:w="2185"/>
        <w:gridCol w:w="2580"/>
      </w:tblGrid>
      <w:tr w:rsidR="00C23E41" w:rsidTr="007D6FE2">
        <w:trPr>
          <w:trHeight w:val="136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23E41" w:rsidRPr="00692C37" w:rsidRDefault="00C23E41" w:rsidP="007D6FE2">
            <w:pPr>
              <w:jc w:val="right"/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Приложение 2</w:t>
            </w:r>
          </w:p>
        </w:tc>
      </w:tr>
      <w:tr w:rsidR="0087152D" w:rsidTr="007D6FE2">
        <w:trPr>
          <w:trHeight w:val="224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152D" w:rsidRDefault="0087152D" w:rsidP="0087152D">
            <w:pPr>
              <w:jc w:val="right"/>
            </w:pPr>
            <w:r w:rsidRPr="0061140F">
              <w:rPr>
                <w:sz w:val="16"/>
                <w:szCs w:val="16"/>
              </w:rPr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61140F">
              <w:rPr>
                <w:sz w:val="16"/>
                <w:szCs w:val="16"/>
              </w:rPr>
              <w:br/>
              <w:t xml:space="preserve">Форма </w:t>
            </w:r>
          </w:p>
        </w:tc>
      </w:tr>
      <w:tr w:rsidR="0087152D" w:rsidTr="00E14903">
        <w:trPr>
          <w:trHeight w:val="225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152D" w:rsidRDefault="0087152D" w:rsidP="0087152D"/>
        </w:tc>
      </w:tr>
      <w:tr w:rsidR="00C23E41" w:rsidTr="007D6FE2">
        <w:trPr>
          <w:trHeight w:val="180"/>
        </w:trPr>
        <w:tc>
          <w:tcPr>
            <w:tcW w:w="10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C23E41" w:rsidTr="007D6FE2">
        <w:trPr>
          <w:trHeight w:val="255"/>
        </w:trPr>
        <w:tc>
          <w:tcPr>
            <w:tcW w:w="10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C23E41" w:rsidTr="007D6FE2">
        <w:trPr>
          <w:trHeight w:val="151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1B5188" w:rsidRDefault="00E1773D" w:rsidP="007D6FE2">
            <w:pPr>
              <w:ind w:firstLineChars="300" w:firstLine="6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C23E41" w:rsidRPr="001B5188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1B5188" w:rsidRDefault="00E1773D" w:rsidP="007D6FE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январь-декабрь</w:t>
            </w:r>
            <w:r w:rsidR="00C23E41">
              <w:rPr>
                <w:b/>
                <w:sz w:val="22"/>
                <w:szCs w:val="22"/>
              </w:rPr>
              <w:t xml:space="preserve"> </w:t>
            </w:r>
            <w:r w:rsidR="0099126F">
              <w:rPr>
                <w:b/>
                <w:sz w:val="22"/>
                <w:szCs w:val="22"/>
              </w:rPr>
              <w:t>2020</w:t>
            </w:r>
            <w:r w:rsidR="00C23E41">
              <w:rPr>
                <w:b/>
                <w:sz w:val="22"/>
                <w:szCs w:val="22"/>
              </w:rPr>
              <w:t xml:space="preserve"> </w:t>
            </w:r>
            <w:r w:rsidR="00C23E41" w:rsidRPr="001B5188">
              <w:rPr>
                <w:b/>
                <w:sz w:val="22"/>
                <w:szCs w:val="22"/>
              </w:rPr>
              <w:t>года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3E41" w:rsidTr="007D6FE2">
        <w:trPr>
          <w:trHeight w:val="70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C23E41" w:rsidTr="007D6FE2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68" w:name="title3"/>
            <w:bookmarkEnd w:id="68"/>
            <w:r>
              <w:rPr>
                <w:sz w:val="20"/>
                <w:szCs w:val="20"/>
              </w:rPr>
              <w:t>ОАО «Кондитерская фабрика «</w:t>
            </w:r>
            <w:proofErr w:type="spellStart"/>
            <w:r>
              <w:rPr>
                <w:sz w:val="20"/>
                <w:szCs w:val="20"/>
              </w:rPr>
              <w:t>Слодыч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7D6FE2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100129695</w:t>
            </w:r>
          </w:p>
        </w:tc>
      </w:tr>
      <w:tr w:rsidR="00C23E41" w:rsidTr="007D6FE2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мучных кондитерских изделий</w:t>
            </w:r>
          </w:p>
        </w:tc>
      </w:tr>
      <w:tr w:rsidR="00C23E41" w:rsidTr="007D6FE2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C23E41" w:rsidTr="007D6FE2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Концерн «</w:t>
            </w:r>
            <w:proofErr w:type="spellStart"/>
            <w:r>
              <w:rPr>
                <w:sz w:val="20"/>
                <w:szCs w:val="20"/>
              </w:rPr>
              <w:t>Белгоспищепром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7D6FE2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C23E41" w:rsidTr="007D6FE2">
        <w:trPr>
          <w:trHeight w:val="170"/>
        </w:trPr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E1773D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23E41">
              <w:rPr>
                <w:sz w:val="20"/>
                <w:szCs w:val="20"/>
              </w:rPr>
              <w:t>. Минск ул.</w:t>
            </w:r>
            <w:r>
              <w:rPr>
                <w:sz w:val="20"/>
                <w:szCs w:val="20"/>
              </w:rPr>
              <w:t xml:space="preserve"> </w:t>
            </w:r>
            <w:r w:rsidR="00C23E41">
              <w:rPr>
                <w:sz w:val="20"/>
                <w:szCs w:val="20"/>
              </w:rPr>
              <w:t>Радиаль</w:t>
            </w:r>
            <w:r w:rsidR="00DD73F4">
              <w:rPr>
                <w:sz w:val="20"/>
                <w:szCs w:val="20"/>
              </w:rPr>
              <w:t>н</w:t>
            </w:r>
            <w:r w:rsidR="00C23E41">
              <w:rPr>
                <w:sz w:val="20"/>
                <w:szCs w:val="20"/>
              </w:rPr>
              <w:t>ая 54/2</w:t>
            </w:r>
          </w:p>
        </w:tc>
      </w:tr>
      <w:tr w:rsidR="00C23E41" w:rsidTr="007D6FE2">
        <w:trPr>
          <w:trHeight w:val="70"/>
        </w:trPr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692C37" w:rsidRDefault="00C23E41" w:rsidP="007D6FE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</w:tr>
      <w:tr w:rsidR="00C23E41" w:rsidTr="007D6FE2">
        <w:trPr>
          <w:trHeight w:val="247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</w:p>
          <w:p w:rsidR="00C23E41" w:rsidRPr="00FA1767" w:rsidRDefault="00DD73F4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="00C23E41"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</w:p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DD73F4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23E41" w:rsidTr="007D6FE2">
        <w:trPr>
          <w:trHeight w:val="154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5D7707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D7707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D7707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D7707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C23E41" w:rsidTr="007D6FE2">
        <w:trPr>
          <w:trHeight w:val="446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69" w:name="f2r10"/>
            <w:bookmarkEnd w:id="69"/>
            <w:r>
              <w:rPr>
                <w:sz w:val="18"/>
                <w:szCs w:val="18"/>
              </w:rPr>
              <w:t>35 318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34 742</w:t>
            </w:r>
          </w:p>
        </w:tc>
      </w:tr>
      <w:tr w:rsidR="00C23E41" w:rsidTr="007D6FE2">
        <w:trPr>
          <w:trHeight w:val="282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0" w:name="f2r20"/>
            <w:bookmarkEnd w:id="70"/>
            <w:r>
              <w:rPr>
                <w:sz w:val="18"/>
                <w:szCs w:val="18"/>
              </w:rPr>
              <w:t>(23 186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(24 364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DD73F4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Валовая прибыль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1" w:name="f2r30"/>
            <w:bookmarkEnd w:id="71"/>
            <w:r>
              <w:rPr>
                <w:sz w:val="18"/>
                <w:szCs w:val="18"/>
              </w:rPr>
              <w:t>12 132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10 378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2" w:name="f2r40"/>
            <w:bookmarkEnd w:id="72"/>
            <w:r>
              <w:rPr>
                <w:sz w:val="18"/>
                <w:szCs w:val="18"/>
              </w:rPr>
              <w:t>(3 123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(3 385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3" w:name="f2r50"/>
            <w:bookmarkEnd w:id="73"/>
            <w:r>
              <w:rPr>
                <w:sz w:val="18"/>
                <w:szCs w:val="18"/>
              </w:rPr>
              <w:t>(5 510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(5 571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63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</w:t>
            </w:r>
            <w:r w:rsidR="00DD73F4">
              <w:rPr>
                <w:sz w:val="20"/>
                <w:szCs w:val="20"/>
              </w:rPr>
              <w:t xml:space="preserve">в, работ, услуг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4" w:name="f2r60"/>
            <w:bookmarkEnd w:id="74"/>
            <w:r>
              <w:rPr>
                <w:sz w:val="18"/>
                <w:szCs w:val="18"/>
              </w:rPr>
              <w:t>3 499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1 422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5" w:name="f2r70"/>
            <w:bookmarkEnd w:id="75"/>
            <w:r>
              <w:rPr>
                <w:sz w:val="18"/>
                <w:szCs w:val="18"/>
              </w:rPr>
              <w:t>3 110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2 944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6" w:name="f2r80"/>
            <w:bookmarkEnd w:id="76"/>
            <w:r>
              <w:rPr>
                <w:sz w:val="18"/>
                <w:szCs w:val="18"/>
              </w:rPr>
              <w:t>(4 187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7A2B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(3 948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54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</w:t>
            </w:r>
            <w:r w:rsidR="00DD73F4">
              <w:rPr>
                <w:sz w:val="20"/>
                <w:szCs w:val="20"/>
              </w:rPr>
              <w:t xml:space="preserve">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7" w:name="f2r90"/>
            <w:bookmarkEnd w:id="77"/>
            <w:r>
              <w:rPr>
                <w:sz w:val="18"/>
                <w:szCs w:val="18"/>
              </w:rPr>
              <w:t>2 422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8" w:name="f2r100"/>
            <w:bookmarkEnd w:id="78"/>
            <w:r>
              <w:rPr>
                <w:sz w:val="18"/>
                <w:szCs w:val="18"/>
              </w:rPr>
              <w:t>218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7D6FE2">
        <w:trPr>
          <w:trHeight w:val="55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79" w:name="f2r101"/>
            <w:bookmarkEnd w:id="79"/>
            <w:r>
              <w:rPr>
                <w:sz w:val="18"/>
                <w:szCs w:val="18"/>
              </w:rPr>
              <w:t>3</w:t>
            </w:r>
            <w:r w:rsidR="00E1773D">
              <w:rPr>
                <w:sz w:val="18"/>
                <w:szCs w:val="18"/>
              </w:rPr>
              <w:t>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C23E41" w:rsidTr="007D6FE2">
        <w:trPr>
          <w:trHeight w:val="33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0" w:name="f2r102"/>
            <w:bookmarkEnd w:id="80"/>
            <w:r>
              <w:rPr>
                <w:sz w:val="18"/>
                <w:szCs w:val="18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1" w:name="f2r103"/>
            <w:bookmarkEnd w:id="81"/>
            <w:r>
              <w:rPr>
                <w:sz w:val="18"/>
                <w:szCs w:val="18"/>
              </w:rPr>
              <w:t>31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01639">
              <w:rPr>
                <w:sz w:val="18"/>
                <w:szCs w:val="18"/>
              </w:rPr>
              <w:t>0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2" w:name="f2r104"/>
            <w:bookmarkEnd w:id="82"/>
            <w:r>
              <w:rPr>
                <w:sz w:val="18"/>
                <w:szCs w:val="18"/>
              </w:rPr>
              <w:t>147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3" w:name="f2r110"/>
            <w:bookmarkEnd w:id="83"/>
            <w:r>
              <w:rPr>
                <w:sz w:val="18"/>
                <w:szCs w:val="18"/>
              </w:rPr>
              <w:t>(22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</w:t>
            </w:r>
            <w:r w:rsidR="00E1773D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7D6FE2">
        <w:trPr>
          <w:trHeight w:val="433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E1773D" w:rsidP="007D6FE2">
            <w:pPr>
              <w:jc w:val="center"/>
              <w:rPr>
                <w:sz w:val="18"/>
                <w:szCs w:val="18"/>
              </w:rPr>
            </w:pPr>
            <w:bookmarkStart w:id="84" w:name="f2r111"/>
            <w:bookmarkEnd w:id="84"/>
            <w:r>
              <w:rPr>
                <w:sz w:val="18"/>
                <w:szCs w:val="18"/>
              </w:rPr>
              <w:t>(1</w:t>
            </w:r>
            <w:r w:rsidR="00DD73F4">
              <w:rPr>
                <w:sz w:val="18"/>
                <w:szCs w:val="18"/>
              </w:rPr>
              <w:t>3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 w:rsidR="00E1773D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5" w:name="f2r112"/>
            <w:bookmarkEnd w:id="85"/>
            <w:r>
              <w:rPr>
                <w:sz w:val="18"/>
                <w:szCs w:val="18"/>
              </w:rPr>
              <w:t>(9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</w:t>
            </w:r>
            <w:r w:rsidR="00E1773D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DD73F4">
            <w:pPr>
              <w:jc w:val="center"/>
              <w:rPr>
                <w:sz w:val="18"/>
                <w:szCs w:val="18"/>
              </w:rPr>
            </w:pPr>
            <w:bookmarkStart w:id="86" w:name="f2r120"/>
            <w:bookmarkEnd w:id="86"/>
            <w:r>
              <w:rPr>
                <w:sz w:val="18"/>
                <w:szCs w:val="18"/>
              </w:rPr>
              <w:t>647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7D6FE2">
        <w:trPr>
          <w:trHeight w:val="54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7" w:name="f2r121"/>
            <w:bookmarkEnd w:id="87"/>
            <w:r>
              <w:rPr>
                <w:sz w:val="18"/>
                <w:szCs w:val="18"/>
              </w:rPr>
              <w:t>647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8" w:name="f2r122"/>
            <w:bookmarkEnd w:id="88"/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89" w:name="f2r130"/>
            <w:bookmarkEnd w:id="89"/>
            <w:r>
              <w:rPr>
                <w:sz w:val="18"/>
                <w:szCs w:val="18"/>
              </w:rPr>
              <w:t>(470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(109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90" w:name="f2r131"/>
            <w:bookmarkEnd w:id="90"/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(31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289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DD73F4" w:rsidP="007D6FE2">
            <w:pPr>
              <w:jc w:val="center"/>
              <w:rPr>
                <w:sz w:val="18"/>
                <w:szCs w:val="18"/>
              </w:rPr>
            </w:pPr>
            <w:bookmarkStart w:id="91" w:name="f2r132"/>
            <w:bookmarkEnd w:id="91"/>
            <w:r>
              <w:rPr>
                <w:sz w:val="18"/>
                <w:szCs w:val="18"/>
              </w:rPr>
              <w:t>(470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80163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(78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300"/>
        </w:trPr>
        <w:tc>
          <w:tcPr>
            <w:tcW w:w="5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bookmarkStart w:id="92" w:name="f2r133"/>
            <w:bookmarkEnd w:id="92"/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C23E41" w:rsidRPr="0029065F" w:rsidRDefault="00C23E41" w:rsidP="00C23E41">
      <w:pPr>
        <w:rPr>
          <w:sz w:val="10"/>
          <w:szCs w:val="10"/>
        </w:rPr>
      </w:pPr>
      <w:r>
        <w:br w:type="page"/>
      </w:r>
    </w:p>
    <w:tbl>
      <w:tblPr>
        <w:tblW w:w="10843" w:type="dxa"/>
        <w:tblInd w:w="-12" w:type="dxa"/>
        <w:tblLook w:val="0000" w:firstRow="0" w:lastRow="0" w:firstColumn="0" w:lastColumn="0" w:noHBand="0" w:noVBand="0"/>
      </w:tblPr>
      <w:tblGrid>
        <w:gridCol w:w="5296"/>
        <w:gridCol w:w="782"/>
        <w:gridCol w:w="2185"/>
        <w:gridCol w:w="2580"/>
      </w:tblGrid>
      <w:tr w:rsidR="00C23E41" w:rsidTr="007D6FE2">
        <w:trPr>
          <w:trHeight w:val="295"/>
        </w:trPr>
        <w:tc>
          <w:tcPr>
            <w:tcW w:w="1084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23D2F">
              <w:rPr>
                <w:sz w:val="16"/>
              </w:rPr>
              <w:lastRenderedPageBreak/>
              <w:t>Форма  №2 лист 2</w:t>
            </w:r>
          </w:p>
        </w:tc>
      </w:tr>
      <w:tr w:rsidR="00C23E41" w:rsidTr="007D6FE2">
        <w:trPr>
          <w:trHeight w:val="320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</w:p>
          <w:p w:rsidR="00C23E41" w:rsidRPr="00FA1767" w:rsidRDefault="00841A6B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="00C23E41"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</w:p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841A6B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23E41" w:rsidTr="007D6FE2">
        <w:trPr>
          <w:trHeight w:val="225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9065F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29065F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C23E41" w:rsidTr="007D6FE2">
        <w:trPr>
          <w:trHeight w:val="454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инвестиционной, финансовой и иной дея</w:t>
            </w:r>
            <w:r w:rsidR="00841A6B">
              <w:rPr>
                <w:sz w:val="20"/>
                <w:szCs w:val="20"/>
              </w:rPr>
              <w:t xml:space="preserve">тельности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822C4D" w:rsidRDefault="00C23E41" w:rsidP="007D6FE2">
            <w:pPr>
              <w:jc w:val="center"/>
              <w:rPr>
                <w:bCs/>
                <w:sz w:val="18"/>
                <w:szCs w:val="18"/>
              </w:rPr>
            </w:pPr>
            <w:r w:rsidRPr="00822C4D">
              <w:rPr>
                <w:bCs/>
                <w:sz w:val="18"/>
                <w:szCs w:val="18"/>
              </w:rPr>
              <w:t>140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822C4D" w:rsidRDefault="001B759E" w:rsidP="007D6FE2">
            <w:pPr>
              <w:jc w:val="center"/>
              <w:rPr>
                <w:bCs/>
                <w:sz w:val="18"/>
                <w:szCs w:val="18"/>
              </w:rPr>
            </w:pPr>
            <w:bookmarkStart w:id="93" w:name="f2r140"/>
            <w:bookmarkEnd w:id="93"/>
            <w:r>
              <w:rPr>
                <w:bCs/>
                <w:sz w:val="18"/>
                <w:szCs w:val="18"/>
              </w:rPr>
              <w:t>373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822C4D" w:rsidRDefault="001B759E" w:rsidP="007D6FE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</w:t>
            </w:r>
          </w:p>
        </w:tc>
      </w:tr>
      <w:tr w:rsidR="00C23E41" w:rsidTr="00950E4F">
        <w:trPr>
          <w:trHeight w:val="244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Прибыль (убыток) </w:t>
            </w:r>
            <w:r w:rsidR="00841A6B">
              <w:rPr>
                <w:sz w:val="20"/>
                <w:szCs w:val="20"/>
              </w:rPr>
              <w:t>до налогообложения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bookmarkStart w:id="94" w:name="f2r150"/>
            <w:bookmarkEnd w:id="94"/>
            <w:r>
              <w:rPr>
                <w:sz w:val="18"/>
                <w:szCs w:val="18"/>
              </w:rPr>
              <w:t>2 795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</w:t>
            </w:r>
          </w:p>
        </w:tc>
      </w:tr>
      <w:tr w:rsidR="00C23E41" w:rsidTr="00950E4F">
        <w:trPr>
          <w:trHeight w:val="135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841A6B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прибыль 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bookmarkStart w:id="95" w:name="f2r160"/>
            <w:bookmarkEnd w:id="95"/>
            <w:r>
              <w:rPr>
                <w:sz w:val="18"/>
                <w:szCs w:val="18"/>
              </w:rPr>
              <w:t>(648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(247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950E4F">
        <w:trPr>
          <w:trHeight w:val="181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</w:t>
            </w:r>
            <w:r w:rsidR="00841A6B">
              <w:rPr>
                <w:sz w:val="20"/>
                <w:szCs w:val="20"/>
              </w:rPr>
              <w:t xml:space="preserve">тложенных налоговых активов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bookmarkStart w:id="96" w:name="f2r170"/>
            <w:bookmarkEnd w:id="96"/>
            <w:r>
              <w:rPr>
                <w:sz w:val="18"/>
                <w:szCs w:val="18"/>
              </w:rPr>
              <w:t>(15)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A65395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C23E41" w:rsidTr="00950E4F">
        <w:trPr>
          <w:trHeight w:val="213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</w:t>
            </w:r>
            <w:r w:rsidR="00841A6B">
              <w:rPr>
                <w:sz w:val="20"/>
                <w:szCs w:val="20"/>
              </w:rPr>
              <w:t xml:space="preserve">ных налоговых обязательств 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bookmarkStart w:id="97" w:name="f2r180"/>
            <w:bookmarkEnd w:id="97"/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7D6FE2">
        <w:trPr>
          <w:trHeight w:val="454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</w:t>
            </w:r>
            <w:r w:rsidR="00841A6B">
              <w:rPr>
                <w:sz w:val="20"/>
                <w:szCs w:val="20"/>
              </w:rPr>
              <w:t xml:space="preserve">з прибыли (дохода)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bookmarkStart w:id="98" w:name="f2r190"/>
            <w:bookmarkEnd w:id="98"/>
            <w:r>
              <w:rPr>
                <w:sz w:val="18"/>
                <w:szCs w:val="18"/>
              </w:rPr>
              <w:t>(5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</w:t>
            </w:r>
          </w:p>
        </w:tc>
      </w:tr>
      <w:tr w:rsidR="00C23E41" w:rsidTr="00950E4F">
        <w:trPr>
          <w:trHeight w:val="81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B27240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bookmarkStart w:id="99" w:name="f2r200"/>
            <w:bookmarkEnd w:id="99"/>
            <w:r>
              <w:rPr>
                <w:sz w:val="18"/>
                <w:szCs w:val="18"/>
              </w:rPr>
              <w:t>(48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7D6FE2">
        <w:trPr>
          <w:trHeight w:val="454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841A6B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bookmarkStart w:id="100" w:name="f2r210"/>
            <w:bookmarkEnd w:id="100"/>
            <w:r>
              <w:rPr>
                <w:sz w:val="18"/>
                <w:szCs w:val="18"/>
              </w:rPr>
              <w:t>2 079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</w:tr>
      <w:tr w:rsidR="00C23E41" w:rsidTr="007D6FE2">
        <w:trPr>
          <w:trHeight w:val="454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623EDA" w:rsidRDefault="00C23E41" w:rsidP="007D6FE2">
            <w:pPr>
              <w:jc w:val="center"/>
              <w:rPr>
                <w:sz w:val="18"/>
                <w:szCs w:val="18"/>
              </w:rPr>
            </w:pPr>
            <w:bookmarkStart w:id="101" w:name="f2r220"/>
            <w:bookmarkEnd w:id="101"/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623EDA" w:rsidRDefault="00A65395" w:rsidP="00A653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7D6FE2">
        <w:trPr>
          <w:trHeight w:val="454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bookmarkStart w:id="102" w:name="f2r230"/>
            <w:bookmarkEnd w:id="102"/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950E4F">
        <w:trPr>
          <w:trHeight w:val="133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</w:t>
            </w:r>
            <w:r w:rsidR="00841A6B">
              <w:rPr>
                <w:sz w:val="20"/>
                <w:szCs w:val="20"/>
              </w:rPr>
              <w:t xml:space="preserve">быль (убыток)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bookmarkStart w:id="103" w:name="f2r240"/>
            <w:bookmarkEnd w:id="103"/>
            <w:r>
              <w:rPr>
                <w:sz w:val="18"/>
                <w:szCs w:val="18"/>
              </w:rPr>
              <w:t>2 079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25674C" w:rsidRDefault="001B759E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</w:tr>
      <w:tr w:rsidR="00C23E41" w:rsidTr="00950E4F">
        <w:trPr>
          <w:trHeight w:val="179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bookmarkStart w:id="104" w:name="f2r250"/>
            <w:bookmarkEnd w:id="104"/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950E4F">
        <w:trPr>
          <w:trHeight w:val="69"/>
        </w:trPr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105" w:name="f2r260" w:colFirst="2" w:colLast="2"/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25674C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bookmarkEnd w:id="105"/>
    </w:tbl>
    <w:p w:rsidR="006D7CF4" w:rsidRDefault="006D7CF4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23E41" w:rsidRDefault="00C23E41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tbl>
      <w:tblPr>
        <w:tblW w:w="11282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404"/>
        <w:gridCol w:w="719"/>
        <w:gridCol w:w="920"/>
        <w:gridCol w:w="1164"/>
        <w:gridCol w:w="653"/>
        <w:gridCol w:w="883"/>
        <w:gridCol w:w="960"/>
        <w:gridCol w:w="960"/>
        <w:gridCol w:w="840"/>
        <w:gridCol w:w="25"/>
        <w:gridCol w:w="901"/>
        <w:gridCol w:w="14"/>
        <w:gridCol w:w="1099"/>
        <w:gridCol w:w="14"/>
        <w:gridCol w:w="937"/>
        <w:gridCol w:w="14"/>
        <w:gridCol w:w="761"/>
        <w:gridCol w:w="14"/>
      </w:tblGrid>
      <w:tr w:rsidR="00C23E41" w:rsidTr="001F115A">
        <w:trPr>
          <w:gridAfter w:val="1"/>
          <w:wAfter w:w="14" w:type="dxa"/>
          <w:trHeight w:val="8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3</w:t>
            </w:r>
          </w:p>
        </w:tc>
      </w:tr>
      <w:tr w:rsidR="0087152D" w:rsidTr="001F115A">
        <w:trPr>
          <w:gridAfter w:val="1"/>
          <w:wAfter w:w="14" w:type="dxa"/>
          <w:trHeight w:val="297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7152D" w:rsidRDefault="0087152D" w:rsidP="0087152D">
            <w:pPr>
              <w:jc w:val="right"/>
            </w:pPr>
            <w:r>
              <w:rPr>
                <w:sz w:val="20"/>
                <w:szCs w:val="20"/>
              </w:rPr>
              <w:t> </w:t>
            </w:r>
            <w:r w:rsidRPr="0061140F">
              <w:rPr>
                <w:sz w:val="16"/>
                <w:szCs w:val="16"/>
              </w:rPr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61140F">
              <w:rPr>
                <w:sz w:val="16"/>
                <w:szCs w:val="16"/>
              </w:rPr>
              <w:br/>
              <w:t xml:space="preserve">Форма </w:t>
            </w:r>
          </w:p>
        </w:tc>
      </w:tr>
      <w:tr w:rsidR="00C23E41" w:rsidTr="001F115A">
        <w:trPr>
          <w:gridAfter w:val="1"/>
          <w:wAfter w:w="14" w:type="dxa"/>
          <w:trHeight w:val="8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right"/>
              <w:rPr>
                <w:sz w:val="16"/>
                <w:szCs w:val="16"/>
              </w:rPr>
            </w:pPr>
          </w:p>
        </w:tc>
      </w:tr>
      <w:tr w:rsidR="00C23E41" w:rsidTr="001F115A">
        <w:trPr>
          <w:trHeight w:val="80"/>
        </w:trPr>
        <w:tc>
          <w:tcPr>
            <w:tcW w:w="112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C23E41" w:rsidTr="001F115A">
        <w:trPr>
          <w:trHeight w:val="255"/>
        </w:trPr>
        <w:tc>
          <w:tcPr>
            <w:tcW w:w="112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 изменении собственного капитала</w:t>
            </w:r>
          </w:p>
        </w:tc>
      </w:tr>
      <w:tr w:rsidR="00C23E41" w:rsidTr="001F115A">
        <w:trPr>
          <w:gridAfter w:val="1"/>
          <w:wAfter w:w="14" w:type="dxa"/>
          <w:trHeight w:val="8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125E07" w:rsidRDefault="00C23E41" w:rsidP="007D6FE2">
            <w:pPr>
              <w:ind w:firstLineChars="200" w:firstLine="442"/>
              <w:jc w:val="right"/>
              <w:rPr>
                <w:b/>
                <w:sz w:val="22"/>
                <w:szCs w:val="22"/>
              </w:rPr>
            </w:pPr>
            <w:r w:rsidRPr="00125E07"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125E07" w:rsidRDefault="00C23E41" w:rsidP="007D6FE2">
            <w:pPr>
              <w:rPr>
                <w:b/>
                <w:sz w:val="22"/>
                <w:szCs w:val="22"/>
              </w:rPr>
            </w:pPr>
            <w:r w:rsidRPr="00125E07">
              <w:rPr>
                <w:b/>
                <w:sz w:val="22"/>
                <w:szCs w:val="22"/>
              </w:rPr>
              <w:t>я</w:t>
            </w:r>
            <w:r w:rsidRPr="00125E07">
              <w:rPr>
                <w:sz w:val="22"/>
                <w:szCs w:val="22"/>
              </w:rPr>
              <w:t>нв</w:t>
            </w:r>
            <w:r w:rsidR="0087152D">
              <w:rPr>
                <w:b/>
                <w:sz w:val="22"/>
                <w:szCs w:val="22"/>
              </w:rPr>
              <w:t>арь - декабрь 2020</w:t>
            </w:r>
            <w:r w:rsidRPr="00125E07">
              <w:rPr>
                <w:b/>
                <w:sz w:val="22"/>
                <w:szCs w:val="22"/>
              </w:rPr>
              <w:t xml:space="preserve"> года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C23E41" w:rsidTr="001F115A">
        <w:trPr>
          <w:gridAfter w:val="1"/>
          <w:wAfter w:w="14" w:type="dxa"/>
          <w:trHeight w:val="11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Pr="00020A41" w:rsidRDefault="00C23E41" w:rsidP="007D6FE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0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106" w:name="title4"/>
            <w:bookmarkEnd w:id="106"/>
            <w:r>
              <w:rPr>
                <w:sz w:val="20"/>
                <w:szCs w:val="20"/>
              </w:rPr>
              <w:t>ОАО «Кондитерская фабрика «</w:t>
            </w:r>
            <w:proofErr w:type="spellStart"/>
            <w:r>
              <w:rPr>
                <w:sz w:val="20"/>
                <w:szCs w:val="20"/>
              </w:rPr>
              <w:t>Слодыч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1F115A">
        <w:trPr>
          <w:gridAfter w:val="1"/>
          <w:wAfter w:w="14" w:type="dxa"/>
          <w:trHeight w:val="11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Pr="00020A41" w:rsidRDefault="00C23E41" w:rsidP="007D6FE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0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100129695</w:t>
            </w:r>
          </w:p>
        </w:tc>
      </w:tr>
      <w:tr w:rsidR="00C23E41" w:rsidTr="001F115A">
        <w:trPr>
          <w:gridAfter w:val="1"/>
          <w:wAfter w:w="14" w:type="dxa"/>
          <w:trHeight w:val="11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Pr="00020A41" w:rsidRDefault="00C23E41" w:rsidP="007D6FE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0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Производство мучных кондитерских изделий </w:t>
            </w:r>
          </w:p>
        </w:tc>
      </w:tr>
      <w:tr w:rsidR="00C23E41" w:rsidTr="001F115A">
        <w:trPr>
          <w:gridAfter w:val="1"/>
          <w:wAfter w:w="14" w:type="dxa"/>
          <w:trHeight w:val="11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Pr="00020A41" w:rsidRDefault="00C23E41" w:rsidP="007D6FE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0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C23E41" w:rsidTr="001F115A">
        <w:trPr>
          <w:gridAfter w:val="1"/>
          <w:wAfter w:w="14" w:type="dxa"/>
          <w:trHeight w:val="11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Pr="00020A41" w:rsidRDefault="00C23E41" w:rsidP="007D6FE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0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Концерн « </w:t>
            </w:r>
            <w:proofErr w:type="spellStart"/>
            <w:r>
              <w:rPr>
                <w:sz w:val="20"/>
                <w:szCs w:val="20"/>
              </w:rPr>
              <w:t>Белгоспищепром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1F115A">
        <w:trPr>
          <w:gridAfter w:val="1"/>
          <w:wAfter w:w="14" w:type="dxa"/>
          <w:trHeight w:val="11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Pr="00020A41" w:rsidRDefault="00C23E41" w:rsidP="007D6FE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0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C23E41" w:rsidTr="001F115A">
        <w:trPr>
          <w:gridAfter w:val="1"/>
          <w:wAfter w:w="14" w:type="dxa"/>
          <w:trHeight w:val="11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Pr="00020A41" w:rsidRDefault="00C23E41" w:rsidP="007D6FE2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0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23E41" w:rsidRDefault="00125E07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23E41">
              <w:rPr>
                <w:sz w:val="20"/>
                <w:szCs w:val="20"/>
              </w:rPr>
              <w:t>. Минск ул. Радиальная 54/2</w:t>
            </w:r>
          </w:p>
        </w:tc>
      </w:tr>
      <w:tr w:rsidR="00C23E41" w:rsidTr="001F115A">
        <w:trPr>
          <w:trHeight w:val="70"/>
        </w:trPr>
        <w:tc>
          <w:tcPr>
            <w:tcW w:w="75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</w:tr>
      <w:tr w:rsidR="00C23E41" w:rsidTr="001F115A">
        <w:trPr>
          <w:gridAfter w:val="1"/>
          <w:wAfter w:w="14" w:type="dxa"/>
          <w:trHeight w:val="726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  <w:r w:rsidR="00E4359B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23E41" w:rsidRPr="00597AD0" w:rsidRDefault="00C23E41" w:rsidP="007D6FE2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597AD0">
              <w:rPr>
                <w:b/>
                <w:bCs/>
                <w:sz w:val="14"/>
                <w:szCs w:val="14"/>
              </w:rPr>
              <w:t>Неопла-ченная</w:t>
            </w:r>
            <w:proofErr w:type="spellEnd"/>
            <w:r w:rsidRPr="00597AD0">
              <w:rPr>
                <w:b/>
                <w:bCs/>
                <w:sz w:val="14"/>
                <w:szCs w:val="14"/>
              </w:rPr>
              <w:t xml:space="preserve"> часть устав</w:t>
            </w:r>
            <w:r w:rsidR="00E4359B">
              <w:rPr>
                <w:b/>
                <w:bCs/>
                <w:sz w:val="14"/>
                <w:szCs w:val="14"/>
              </w:rPr>
              <w:t xml:space="preserve">ного капитала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23E41" w:rsidRPr="00597AD0" w:rsidRDefault="00C23E41" w:rsidP="007D6FE2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597AD0">
              <w:rPr>
                <w:b/>
                <w:bCs/>
                <w:sz w:val="14"/>
                <w:szCs w:val="14"/>
              </w:rPr>
              <w:t>Собст</w:t>
            </w:r>
            <w:proofErr w:type="spellEnd"/>
            <w:r w:rsidRPr="00597AD0">
              <w:rPr>
                <w:b/>
                <w:bCs/>
                <w:sz w:val="14"/>
                <w:szCs w:val="14"/>
              </w:rPr>
              <w:t>-венные акции (доли в уст</w:t>
            </w:r>
            <w:r w:rsidR="00E4359B">
              <w:rPr>
                <w:b/>
                <w:bCs/>
                <w:sz w:val="14"/>
                <w:szCs w:val="14"/>
              </w:rPr>
              <w:t>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  <w:r w:rsidR="00E4359B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C23E41" w:rsidTr="001F115A">
        <w:trPr>
          <w:gridAfter w:val="1"/>
          <w:wAfter w:w="14" w:type="dxa"/>
          <w:trHeight w:val="225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C23E41" w:rsidTr="001F115A">
        <w:trPr>
          <w:gridAfter w:val="1"/>
          <w:wAfter w:w="14" w:type="dxa"/>
          <w:trHeight w:val="300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Остаток на 31.12.201</w:t>
            </w:r>
            <w:r w:rsidR="00E4359B">
              <w:rPr>
                <w:sz w:val="18"/>
                <w:szCs w:val="18"/>
              </w:rPr>
              <w:t>8</w:t>
            </w:r>
            <w:r w:rsidRPr="00E4359B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07" w:name="f3r10"/>
            <w:bookmarkEnd w:id="107"/>
            <w:r>
              <w:rPr>
                <w:sz w:val="18"/>
                <w:szCs w:val="18"/>
              </w:rPr>
              <w:t>18</w:t>
            </w:r>
            <w:r w:rsidR="00E435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25E07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35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64</w:t>
            </w:r>
            <w:r w:rsidR="00E4359B">
              <w:rPr>
                <w:sz w:val="18"/>
                <w:szCs w:val="18"/>
              </w:rPr>
              <w:t>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E4359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3  545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24 939</w:t>
            </w:r>
          </w:p>
        </w:tc>
      </w:tr>
      <w:tr w:rsidR="00C23E41" w:rsidTr="001F115A">
        <w:trPr>
          <w:gridAfter w:val="1"/>
          <w:wAfter w:w="14" w:type="dxa"/>
          <w:trHeight w:val="218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08" w:name="f3r20"/>
            <w:bookmarkEnd w:id="108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380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09" w:name="f3r30"/>
            <w:bookmarkEnd w:id="109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</w:t>
            </w:r>
          </w:p>
        </w:tc>
      </w:tr>
      <w:tr w:rsidR="001F115A" w:rsidTr="001F115A">
        <w:trPr>
          <w:gridAfter w:val="1"/>
          <w:wAfter w:w="14" w:type="dxa"/>
          <w:trHeight w:val="407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15A" w:rsidRPr="00E4359B" w:rsidRDefault="001F115A" w:rsidP="007D6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Корректировки на сумму разниц от перерасчета активов и обязательств в эквиваленте на 31.12.2017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F115A" w:rsidRPr="00020A41" w:rsidRDefault="001F115A" w:rsidP="007D6F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15A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407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Скорректированный остаток на 31.12 .201</w:t>
            </w:r>
            <w:r w:rsidR="001F115A">
              <w:rPr>
                <w:sz w:val="18"/>
                <w:szCs w:val="18"/>
              </w:rPr>
              <w:t>8</w:t>
            </w:r>
            <w:r w:rsidRPr="00E4359B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0" w:name="f3r40"/>
            <w:bookmarkEnd w:id="110"/>
            <w:r>
              <w:rPr>
                <w:sz w:val="18"/>
                <w:szCs w:val="18"/>
              </w:rPr>
              <w:t>18</w:t>
            </w:r>
            <w:r w:rsidR="001F11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25E07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F11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64</w:t>
            </w:r>
            <w:r w:rsidR="001F115A">
              <w:rPr>
                <w:sz w:val="18"/>
                <w:szCs w:val="18"/>
              </w:rPr>
              <w:t>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3 734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25 128</w:t>
            </w:r>
          </w:p>
        </w:tc>
      </w:tr>
      <w:tr w:rsidR="00C23E41" w:rsidTr="001F115A">
        <w:trPr>
          <w:gridAfter w:val="1"/>
          <w:wAfter w:w="14" w:type="dxa"/>
          <w:trHeight w:val="269"/>
        </w:trPr>
        <w:tc>
          <w:tcPr>
            <w:tcW w:w="3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За январь - декабрь 201</w:t>
            </w:r>
            <w:r w:rsidR="001F115A">
              <w:rPr>
                <w:sz w:val="18"/>
                <w:szCs w:val="18"/>
              </w:rPr>
              <w:t>9</w:t>
            </w:r>
            <w:r w:rsidRPr="00E4359B">
              <w:rPr>
                <w:sz w:val="18"/>
                <w:szCs w:val="18"/>
              </w:rPr>
              <w:t xml:space="preserve"> года</w:t>
            </w:r>
          </w:p>
          <w:p w:rsidR="00C23E41" w:rsidRPr="00E4359B" w:rsidRDefault="00C23E41" w:rsidP="007D6FE2">
            <w:pPr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1" w:name="f3r50"/>
            <w:bookmarkEnd w:id="111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125E07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9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</w:tr>
      <w:tr w:rsidR="00C23E41" w:rsidTr="001F115A">
        <w:trPr>
          <w:gridAfter w:val="1"/>
          <w:wAfter w:w="14" w:type="dxa"/>
          <w:trHeight w:val="134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2" w:name="f3r51"/>
            <w:bookmarkEnd w:id="112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  <w:tc>
          <w:tcPr>
            <w:tcW w:w="9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</w:tr>
      <w:tr w:rsidR="00C23E41" w:rsidTr="001F115A">
        <w:trPr>
          <w:gridAfter w:val="1"/>
          <w:wAfter w:w="14" w:type="dxa"/>
          <w:trHeight w:val="152"/>
        </w:trPr>
        <w:tc>
          <w:tcPr>
            <w:tcW w:w="3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</w:tr>
      <w:tr w:rsidR="00C23E41" w:rsidTr="001F115A">
        <w:trPr>
          <w:gridAfter w:val="1"/>
          <w:wAfter w:w="14" w:type="dxa"/>
          <w:trHeight w:val="310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3" w:name="f3r52"/>
            <w:bookmarkEnd w:id="113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25E07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25E07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499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4" w:name="f3r53"/>
            <w:bookmarkEnd w:id="114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275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5" w:name="f3r54"/>
            <w:bookmarkEnd w:id="115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302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6" w:name="f3r55"/>
            <w:bookmarkEnd w:id="116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464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7" w:name="f3r56"/>
            <w:bookmarkEnd w:id="117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259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8" w:name="f3r57"/>
            <w:bookmarkEnd w:id="118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64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19" w:name="f3r58"/>
            <w:bookmarkEnd w:id="119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F115A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C23E41" w:rsidTr="001F115A">
        <w:trPr>
          <w:gridAfter w:val="1"/>
          <w:wAfter w:w="14" w:type="dxa"/>
          <w:trHeight w:val="64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0" w:name="f3r59"/>
            <w:bookmarkEnd w:id="120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269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1" w:name="f3r60"/>
            <w:bookmarkEnd w:id="121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125E07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(497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7F167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(497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1F115A">
        <w:trPr>
          <w:gridAfter w:val="1"/>
          <w:wAfter w:w="14" w:type="dxa"/>
          <w:trHeight w:val="259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2" w:name="f3r61"/>
            <w:bookmarkEnd w:id="122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259"/>
        </w:trPr>
        <w:tc>
          <w:tcPr>
            <w:tcW w:w="3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E41" w:rsidRPr="00EC7908" w:rsidRDefault="00C23E41" w:rsidP="007D6FE2">
            <w:pPr>
              <w:rPr>
                <w:sz w:val="18"/>
                <w:szCs w:val="18"/>
              </w:rPr>
            </w:pPr>
          </w:p>
        </w:tc>
      </w:tr>
      <w:tr w:rsidR="00C23E41" w:rsidTr="001F115A">
        <w:trPr>
          <w:gridAfter w:val="1"/>
          <w:wAfter w:w="14" w:type="dxa"/>
          <w:trHeight w:val="240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3" w:name="f3r62"/>
            <w:bookmarkEnd w:id="123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578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4" w:name="f3r63"/>
            <w:bookmarkEnd w:id="124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525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5" w:name="f3r64"/>
            <w:bookmarkEnd w:id="125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525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E4359B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E4359B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6" w:name="f3r65"/>
            <w:bookmarkEnd w:id="126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514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7" w:name="f3r66"/>
            <w:bookmarkEnd w:id="127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125E07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(497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F1676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(497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1F115A">
        <w:trPr>
          <w:gridAfter w:val="1"/>
          <w:wAfter w:w="14" w:type="dxa"/>
          <w:trHeight w:val="175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8" w:name="f3r67"/>
            <w:bookmarkEnd w:id="128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64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29" w:name="f3r68"/>
            <w:bookmarkEnd w:id="129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1F115A">
        <w:trPr>
          <w:gridAfter w:val="1"/>
          <w:wAfter w:w="14" w:type="dxa"/>
          <w:trHeight w:val="153"/>
        </w:trPr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0" w:name="f3r69"/>
            <w:bookmarkEnd w:id="130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C23E41" w:rsidRDefault="00C23E41" w:rsidP="00C23E41">
      <w:pPr>
        <w:pStyle w:val="a3"/>
        <w:jc w:val="right"/>
      </w:pPr>
      <w:r>
        <w:br w:type="page"/>
      </w:r>
    </w:p>
    <w:tbl>
      <w:tblPr>
        <w:tblW w:w="11303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2947"/>
        <w:gridCol w:w="653"/>
        <w:gridCol w:w="960"/>
        <w:gridCol w:w="960"/>
        <w:gridCol w:w="960"/>
        <w:gridCol w:w="840"/>
        <w:gridCol w:w="1046"/>
        <w:gridCol w:w="1114"/>
        <w:gridCol w:w="951"/>
        <w:gridCol w:w="872"/>
      </w:tblGrid>
      <w:tr w:rsidR="00C23E41" w:rsidRPr="00390AC9" w:rsidTr="00C23E41">
        <w:trPr>
          <w:trHeight w:val="259"/>
        </w:trPr>
        <w:tc>
          <w:tcPr>
            <w:tcW w:w="11303" w:type="dxa"/>
            <w:gridSpan w:val="10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23E41" w:rsidRPr="00390AC9" w:rsidRDefault="00C23E41" w:rsidP="00C23E4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</w:rPr>
              <w:lastRenderedPageBreak/>
              <w:t>Форма  №3</w:t>
            </w:r>
            <w:r w:rsidRPr="00923D2F">
              <w:rPr>
                <w:sz w:val="16"/>
              </w:rPr>
              <w:t xml:space="preserve"> лист 2</w:t>
            </w:r>
          </w:p>
        </w:tc>
      </w:tr>
      <w:tr w:rsidR="00C23E41" w:rsidRPr="00390AC9" w:rsidTr="00C23E41">
        <w:trPr>
          <w:trHeight w:val="259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4"/>
                <w:szCs w:val="14"/>
              </w:rPr>
            </w:pPr>
            <w:r w:rsidRPr="00390AC9">
              <w:rPr>
                <w:b/>
                <w:bCs/>
                <w:sz w:val="14"/>
                <w:szCs w:val="14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>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390AC9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390AC9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C23E41" w:rsidRPr="00020A41" w:rsidTr="00C23E41">
        <w:trPr>
          <w:trHeight w:val="259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1" w:name="f3r70"/>
            <w:bookmarkEnd w:id="131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2" w:name="f3r80"/>
            <w:bookmarkEnd w:id="132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7D1DFD" w:rsidRDefault="00C23E41" w:rsidP="007D6FE2">
            <w:pPr>
              <w:rPr>
                <w:sz w:val="18"/>
                <w:szCs w:val="18"/>
              </w:rPr>
            </w:pPr>
            <w:r w:rsidRPr="007D1DFD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3" w:name="f3r90"/>
            <w:bookmarkEnd w:id="133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7D1DFD" w:rsidRDefault="00C23E41" w:rsidP="007D6FE2">
            <w:pPr>
              <w:rPr>
                <w:sz w:val="18"/>
                <w:szCs w:val="18"/>
              </w:rPr>
            </w:pPr>
            <w:r w:rsidRPr="007D1DFD">
              <w:rPr>
                <w:sz w:val="18"/>
                <w:szCs w:val="18"/>
              </w:rPr>
              <w:t>Остаток на 31.12.201</w:t>
            </w:r>
            <w:r w:rsidR="007D1DFD">
              <w:rPr>
                <w:sz w:val="18"/>
                <w:szCs w:val="18"/>
              </w:rPr>
              <w:t>9</w:t>
            </w:r>
            <w:r w:rsidRPr="007D1DFD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4" w:name="f3r100"/>
            <w:bookmarkEnd w:id="134"/>
            <w:r>
              <w:rPr>
                <w:sz w:val="18"/>
                <w:szCs w:val="18"/>
              </w:rPr>
              <w:t>18</w:t>
            </w:r>
            <w:r w:rsidR="007D1D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D1D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64</w:t>
            </w:r>
            <w:r w:rsidR="007F1676">
              <w:rPr>
                <w:sz w:val="18"/>
                <w:szCs w:val="18"/>
              </w:rPr>
              <w:t>7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3 486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1DFD" w:rsidRPr="00EC7908" w:rsidRDefault="007D1DFD" w:rsidP="007D1D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24 880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7D1DFD" w:rsidRDefault="00C23E41" w:rsidP="007D6FE2">
            <w:pPr>
              <w:rPr>
                <w:sz w:val="18"/>
                <w:szCs w:val="18"/>
              </w:rPr>
            </w:pPr>
            <w:r w:rsidRPr="007D1DFD">
              <w:rPr>
                <w:sz w:val="18"/>
                <w:szCs w:val="18"/>
              </w:rPr>
              <w:t>Остаток на 31.12.201</w:t>
            </w:r>
            <w:r w:rsidR="007D1DFD">
              <w:rPr>
                <w:sz w:val="18"/>
                <w:szCs w:val="18"/>
              </w:rPr>
              <w:t xml:space="preserve">9 </w:t>
            </w:r>
            <w:r w:rsidRPr="007D1DFD">
              <w:rPr>
                <w:sz w:val="18"/>
                <w:szCs w:val="18"/>
              </w:rPr>
              <w:t xml:space="preserve">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5" w:name="f3r110"/>
            <w:bookmarkEnd w:id="135"/>
            <w:r>
              <w:rPr>
                <w:sz w:val="18"/>
                <w:szCs w:val="18"/>
              </w:rPr>
              <w:t>18</w:t>
            </w:r>
            <w:r w:rsidR="007D1D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3 486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24 880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6" w:name="f3r120"/>
            <w:bookmarkEnd w:id="136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7" w:name="f3r130"/>
            <w:bookmarkEnd w:id="137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7D1DFD" w:rsidRDefault="00C23E41" w:rsidP="007D6FE2">
            <w:pPr>
              <w:rPr>
                <w:sz w:val="18"/>
                <w:szCs w:val="18"/>
              </w:rPr>
            </w:pPr>
            <w:r w:rsidRPr="007D1DFD">
              <w:rPr>
                <w:sz w:val="18"/>
                <w:szCs w:val="18"/>
              </w:rPr>
              <w:t>Скорректированный остаток на 31.12.201</w:t>
            </w:r>
            <w:r w:rsidR="007D1DFD">
              <w:rPr>
                <w:sz w:val="18"/>
                <w:szCs w:val="18"/>
              </w:rPr>
              <w:t>9</w:t>
            </w:r>
            <w:r w:rsidRPr="007D1DFD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8" w:name="f3r140"/>
            <w:bookmarkEnd w:id="138"/>
            <w:r>
              <w:rPr>
                <w:sz w:val="18"/>
                <w:szCs w:val="18"/>
              </w:rPr>
              <w:t>18</w:t>
            </w:r>
            <w:r w:rsidR="007D1D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D1D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64</w:t>
            </w:r>
            <w:r w:rsidR="002E1A39">
              <w:rPr>
                <w:sz w:val="18"/>
                <w:szCs w:val="18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3 486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24 880</w:t>
            </w:r>
          </w:p>
        </w:tc>
      </w:tr>
      <w:tr w:rsidR="00C23E41" w:rsidRPr="00EC7908" w:rsidTr="00C43FC2">
        <w:trPr>
          <w:trHeight w:val="17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E41" w:rsidRPr="007D1DFD" w:rsidRDefault="00C23E41" w:rsidP="007D6FE2">
            <w:pPr>
              <w:jc w:val="both"/>
              <w:rPr>
                <w:sz w:val="18"/>
                <w:szCs w:val="18"/>
              </w:rPr>
            </w:pPr>
            <w:r w:rsidRPr="007D1DFD">
              <w:rPr>
                <w:sz w:val="18"/>
                <w:szCs w:val="18"/>
              </w:rPr>
              <w:t xml:space="preserve">За январь - декабрь </w:t>
            </w:r>
            <w:r w:rsidR="007D1DFD">
              <w:rPr>
                <w:sz w:val="18"/>
                <w:szCs w:val="18"/>
              </w:rPr>
              <w:t>2020</w:t>
            </w:r>
            <w:r w:rsidRPr="007D1DFD">
              <w:rPr>
                <w:sz w:val="18"/>
                <w:szCs w:val="18"/>
              </w:rPr>
              <w:t xml:space="preserve"> года</w:t>
            </w:r>
          </w:p>
          <w:p w:rsidR="00C23E41" w:rsidRPr="007D1DFD" w:rsidRDefault="00C23E41" w:rsidP="007D6FE2">
            <w:pPr>
              <w:jc w:val="both"/>
              <w:rPr>
                <w:sz w:val="18"/>
                <w:szCs w:val="18"/>
              </w:rPr>
            </w:pPr>
            <w:r w:rsidRPr="007D1DFD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39" w:name="f3r150"/>
            <w:bookmarkEnd w:id="139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2 084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rPr>
                <w:color w:val="FF0000"/>
                <w:sz w:val="18"/>
                <w:szCs w:val="18"/>
              </w:rPr>
            </w:pP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0" w:name="f3r151"/>
            <w:bookmarkEnd w:id="140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2 079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1" w:name="f3r152"/>
            <w:bookmarkEnd w:id="141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2" w:name="f3r153"/>
            <w:bookmarkEnd w:id="142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3" w:name="f3r154"/>
            <w:bookmarkEnd w:id="143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4" w:name="f3r155"/>
            <w:bookmarkEnd w:id="144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5" w:name="f3r156"/>
            <w:bookmarkEnd w:id="145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6" w:name="f3r157"/>
            <w:bookmarkEnd w:id="146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7" w:name="f3r158"/>
            <w:bookmarkEnd w:id="147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8" w:name="f3r159"/>
            <w:bookmarkEnd w:id="148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43FC2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49" w:name="f3r160"/>
            <w:bookmarkEnd w:id="149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(185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EC7908" w:rsidRDefault="007D1DFD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(185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0" w:name="f3r161"/>
            <w:bookmarkEnd w:id="150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1" w:name="f3r162"/>
            <w:bookmarkEnd w:id="151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2" w:name="f3r163"/>
            <w:bookmarkEnd w:id="152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3" w:name="f3r164"/>
            <w:bookmarkEnd w:id="153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4" w:name="f3r165"/>
            <w:bookmarkEnd w:id="154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17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5" w:name="f3r166"/>
            <w:bookmarkEnd w:id="155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(185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(185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RPr="00EC7908" w:rsidTr="00950E4F">
        <w:trPr>
          <w:trHeight w:val="119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6" w:name="f3r167"/>
            <w:bookmarkEnd w:id="156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950E4F">
        <w:trPr>
          <w:trHeight w:val="64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7" w:name="f3r168"/>
            <w:bookmarkEnd w:id="157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950E4F">
        <w:trPr>
          <w:trHeight w:val="111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8" w:name="f3r169"/>
            <w:bookmarkEnd w:id="158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284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59" w:name="f3r170"/>
            <w:bookmarkEnd w:id="159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284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60" w:name="f3r180"/>
            <w:bookmarkEnd w:id="160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284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20A41" w:rsidRDefault="00C23E41" w:rsidP="007D6FE2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61" w:name="f3r190"/>
            <w:bookmarkEnd w:id="161"/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RPr="00EC7908" w:rsidTr="00C23E41">
        <w:trPr>
          <w:trHeight w:val="284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CD6ADB" w:rsidRDefault="00C23E41" w:rsidP="007D6FE2">
            <w:pPr>
              <w:rPr>
                <w:sz w:val="18"/>
                <w:szCs w:val="18"/>
              </w:rPr>
            </w:pPr>
            <w:r w:rsidRPr="00CD6ADB">
              <w:rPr>
                <w:sz w:val="18"/>
                <w:szCs w:val="18"/>
              </w:rPr>
              <w:t>Остаток на 31.12</w:t>
            </w:r>
            <w:r w:rsidR="00CD6ADB" w:rsidRPr="00CD6ADB">
              <w:rPr>
                <w:sz w:val="18"/>
                <w:szCs w:val="18"/>
              </w:rPr>
              <w:t>.2020</w:t>
            </w:r>
            <w:r w:rsidRPr="00CD6ADB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20A41" w:rsidRDefault="00C23E41" w:rsidP="007D6FE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bookmarkStart w:id="162" w:name="f3r200"/>
            <w:bookmarkEnd w:id="162"/>
            <w:r>
              <w:rPr>
                <w:sz w:val="18"/>
                <w:szCs w:val="18"/>
              </w:rPr>
              <w:t>18</w:t>
            </w:r>
            <w:r w:rsidR="00CD6A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D6A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64</w:t>
            </w:r>
            <w:r w:rsidR="00CD6ADB">
              <w:rPr>
                <w:sz w:val="18"/>
                <w:szCs w:val="18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5 382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EC7908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26 779</w:t>
            </w:r>
          </w:p>
        </w:tc>
      </w:tr>
    </w:tbl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950E4F" w:rsidRDefault="00950E4F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D6ADB" w:rsidRDefault="00CD6ADB" w:rsidP="009D0F06">
      <w:pPr>
        <w:pStyle w:val="a3"/>
        <w:jc w:val="right"/>
        <w:rPr>
          <w:rFonts w:ascii="Times New Roman" w:hAnsi="Times New Roman"/>
          <w:sz w:val="16"/>
        </w:rPr>
      </w:pPr>
    </w:p>
    <w:p w:rsidR="00CD6ADB" w:rsidRDefault="00CD6ADB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tbl>
      <w:tblPr>
        <w:tblW w:w="10704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775"/>
        <w:gridCol w:w="1030"/>
        <w:gridCol w:w="782"/>
        <w:gridCol w:w="2369"/>
        <w:gridCol w:w="2520"/>
      </w:tblGrid>
      <w:tr w:rsidR="00C23E41" w:rsidTr="00CD6ADB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4</w:t>
            </w:r>
          </w:p>
        </w:tc>
      </w:tr>
      <w:tr w:rsidR="00CD6ADB" w:rsidTr="00CD6ADB">
        <w:trPr>
          <w:trHeight w:val="84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D6ADB" w:rsidRDefault="00CD6ADB" w:rsidP="00CD6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D6ADB" w:rsidRDefault="00CD6ADB" w:rsidP="00CD6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D6ADB" w:rsidRDefault="00CD6ADB" w:rsidP="00CD6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D6ADB" w:rsidRDefault="00CD6ADB" w:rsidP="00CD6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D6ADB" w:rsidRDefault="00CD6ADB" w:rsidP="00CD6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D6ADB" w:rsidRDefault="00CD6ADB" w:rsidP="00CD6ADB">
            <w:pPr>
              <w:jc w:val="right"/>
            </w:pPr>
            <w:r>
              <w:rPr>
                <w:sz w:val="20"/>
                <w:szCs w:val="20"/>
              </w:rPr>
              <w:t> </w:t>
            </w:r>
            <w:r w:rsidRPr="0061140F">
              <w:rPr>
                <w:sz w:val="16"/>
                <w:szCs w:val="16"/>
              </w:rPr>
              <w:t xml:space="preserve">к Национальному стандарту бухгалтерского учета и отчетности «Индивидуальная бухгалтерская отчетность» </w:t>
            </w:r>
            <w:r w:rsidRPr="0061140F">
              <w:rPr>
                <w:sz w:val="16"/>
                <w:szCs w:val="16"/>
              </w:rPr>
              <w:br/>
              <w:t xml:space="preserve">Форма </w:t>
            </w:r>
          </w:p>
        </w:tc>
      </w:tr>
      <w:tr w:rsidR="00C23E41" w:rsidTr="00CD6ADB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right"/>
              <w:rPr>
                <w:sz w:val="16"/>
                <w:szCs w:val="16"/>
              </w:rPr>
            </w:pPr>
          </w:p>
        </w:tc>
      </w:tr>
      <w:tr w:rsidR="00C23E41" w:rsidTr="00CD6ADB">
        <w:trPr>
          <w:trHeight w:val="66"/>
        </w:trPr>
        <w:tc>
          <w:tcPr>
            <w:tcW w:w="107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C23E41" w:rsidTr="00CD6ADB">
        <w:trPr>
          <w:trHeight w:val="255"/>
        </w:trPr>
        <w:tc>
          <w:tcPr>
            <w:tcW w:w="107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движении денежных средств</w:t>
            </w:r>
          </w:p>
        </w:tc>
      </w:tr>
      <w:tr w:rsidR="00C23E41" w:rsidTr="00CD6ADB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E6783C" w:rsidRDefault="00C23E41" w:rsidP="007D6FE2">
            <w:pPr>
              <w:ind w:firstLineChars="300" w:firstLine="602"/>
              <w:rPr>
                <w:b/>
                <w:sz w:val="20"/>
                <w:szCs w:val="20"/>
              </w:rPr>
            </w:pPr>
          </w:p>
        </w:tc>
        <w:tc>
          <w:tcPr>
            <w:tcW w:w="41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FB334A" w:rsidRDefault="00CD6ADB" w:rsidP="007D6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 январь - декабрь 2020</w:t>
            </w:r>
            <w:r w:rsidR="00C23E41" w:rsidRPr="00FB334A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23E41" w:rsidTr="00CD6ADB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C23E41" w:rsidTr="00CD6ADB">
        <w:trPr>
          <w:trHeight w:val="170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bookmarkStart w:id="163" w:name="title6"/>
            <w:bookmarkEnd w:id="163"/>
            <w:r>
              <w:rPr>
                <w:sz w:val="20"/>
                <w:szCs w:val="20"/>
              </w:rPr>
              <w:t>ОАО «Кондитерская фабрика «</w:t>
            </w:r>
            <w:proofErr w:type="spellStart"/>
            <w:r>
              <w:rPr>
                <w:sz w:val="20"/>
                <w:szCs w:val="20"/>
              </w:rPr>
              <w:t>Слодыч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CD6ADB">
        <w:trPr>
          <w:trHeight w:val="170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100129695</w:t>
            </w:r>
          </w:p>
        </w:tc>
      </w:tr>
      <w:tr w:rsidR="00C23E41" w:rsidTr="00CD6ADB">
        <w:trPr>
          <w:trHeight w:val="170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мучных кондитерских изделий</w:t>
            </w:r>
          </w:p>
        </w:tc>
      </w:tr>
      <w:tr w:rsidR="00C23E41" w:rsidTr="00CD6ADB">
        <w:trPr>
          <w:trHeight w:val="170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C23E41" w:rsidTr="00CD6ADB">
        <w:trPr>
          <w:trHeight w:val="170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Концерн « </w:t>
            </w:r>
            <w:proofErr w:type="spellStart"/>
            <w:r>
              <w:rPr>
                <w:sz w:val="20"/>
                <w:szCs w:val="20"/>
              </w:rPr>
              <w:t>Белгоспищепром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C23E41" w:rsidTr="00CD6ADB">
        <w:trPr>
          <w:trHeight w:val="170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C23E41" w:rsidTr="00CD6ADB">
        <w:trPr>
          <w:trHeight w:val="170"/>
        </w:trPr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6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23E41" w:rsidRDefault="00FB334A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23E41">
              <w:rPr>
                <w:sz w:val="20"/>
                <w:szCs w:val="20"/>
              </w:rPr>
              <w:t>. Минск ул. Радиальная 54/2</w:t>
            </w:r>
          </w:p>
        </w:tc>
      </w:tr>
      <w:tr w:rsidR="00C23E41" w:rsidTr="00CD6ADB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4"/>
                <w:szCs w:val="1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4"/>
                <w:szCs w:val="14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C23E41" w:rsidTr="00CD6ADB">
        <w:trPr>
          <w:trHeight w:val="271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</w:p>
          <w:p w:rsidR="00C23E41" w:rsidRPr="00FA1767" w:rsidRDefault="00CD6ADB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="00C23E41"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брь</w:t>
            </w:r>
          </w:p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CD6ADB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23E41" w:rsidTr="00CD6ADB">
        <w:trPr>
          <w:trHeight w:val="103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C23E41" w:rsidTr="00CD6ADB">
        <w:trPr>
          <w:trHeight w:val="300"/>
        </w:trPr>
        <w:tc>
          <w:tcPr>
            <w:tcW w:w="10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50011D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Движение денежных средств по текущей деятельности  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64" w:name="f4r20"/>
            <w:bookmarkEnd w:id="164"/>
            <w:r>
              <w:rPr>
                <w:sz w:val="18"/>
                <w:szCs w:val="18"/>
              </w:rPr>
              <w:t>38 495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37 768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CD6ADB">
        <w:trPr>
          <w:trHeight w:val="273"/>
        </w:trPr>
        <w:tc>
          <w:tcPr>
            <w:tcW w:w="5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65" w:name="f4r21"/>
            <w:bookmarkEnd w:id="165"/>
            <w:r>
              <w:rPr>
                <w:sz w:val="18"/>
                <w:szCs w:val="18"/>
              </w:rPr>
              <w:t>36 236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34 879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66" w:name="f4r22"/>
            <w:bookmarkEnd w:id="166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67" w:name="f4r23"/>
            <w:bookmarkEnd w:id="167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68" w:name="f4r24"/>
            <w:bookmarkEnd w:id="168"/>
            <w:r>
              <w:rPr>
                <w:sz w:val="18"/>
                <w:szCs w:val="18"/>
              </w:rPr>
              <w:t>2 259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2 889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69" w:name="f4r30"/>
            <w:bookmarkEnd w:id="169"/>
            <w:r>
              <w:rPr>
                <w:sz w:val="18"/>
                <w:szCs w:val="18"/>
              </w:rPr>
              <w:t>(</w:t>
            </w:r>
            <w:r w:rsidR="00CD6ADB">
              <w:rPr>
                <w:sz w:val="18"/>
                <w:szCs w:val="18"/>
              </w:rPr>
              <w:t>36 415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(37 044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C23E41" w:rsidRDefault="00C23E41" w:rsidP="007D6FE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0" w:name="f4r31"/>
            <w:bookmarkEnd w:id="170"/>
            <w:r>
              <w:rPr>
                <w:sz w:val="18"/>
                <w:szCs w:val="18"/>
              </w:rPr>
              <w:t>(23 972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(23 421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труда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1" w:name="f4r32"/>
            <w:bookmarkEnd w:id="171"/>
            <w:r>
              <w:rPr>
                <w:sz w:val="18"/>
                <w:szCs w:val="18"/>
              </w:rPr>
              <w:t>(6 469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(6 727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2" w:name="f4r33"/>
            <w:bookmarkEnd w:id="172"/>
            <w:r>
              <w:rPr>
                <w:sz w:val="18"/>
                <w:szCs w:val="18"/>
              </w:rPr>
              <w:t>(2 434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(2 172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3" w:name="f4r34"/>
            <w:bookmarkEnd w:id="173"/>
            <w:r>
              <w:rPr>
                <w:sz w:val="18"/>
                <w:szCs w:val="18"/>
              </w:rPr>
              <w:t>(3 540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(4 724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D6ADB">
        <w:trPr>
          <w:trHeight w:val="275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движения денежных средств по </w:t>
            </w:r>
            <w:r w:rsidR="00CD6ADB">
              <w:rPr>
                <w:sz w:val="20"/>
                <w:szCs w:val="20"/>
              </w:rPr>
              <w:t xml:space="preserve">текущей деятельности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4" w:name="f4r40"/>
            <w:bookmarkEnd w:id="174"/>
            <w:r>
              <w:rPr>
                <w:sz w:val="18"/>
                <w:szCs w:val="18"/>
              </w:rPr>
              <w:t>2 080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</w:t>
            </w:r>
          </w:p>
        </w:tc>
      </w:tr>
      <w:tr w:rsidR="00C23E41" w:rsidTr="00CD6ADB">
        <w:trPr>
          <w:trHeight w:val="300"/>
        </w:trPr>
        <w:tc>
          <w:tcPr>
            <w:tcW w:w="10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660EBB" w:rsidRDefault="00C23E41" w:rsidP="007D6FE2">
            <w:pPr>
              <w:rPr>
                <w:sz w:val="20"/>
                <w:szCs w:val="20"/>
              </w:rPr>
            </w:pPr>
            <w:r w:rsidRPr="00660EBB">
              <w:rPr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5" w:name="f4r50"/>
            <w:bookmarkEnd w:id="175"/>
            <w:r>
              <w:rPr>
                <w:sz w:val="18"/>
                <w:szCs w:val="18"/>
              </w:rPr>
              <w:t>243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</w:tr>
      <w:tr w:rsidR="00C23E41" w:rsidTr="00CD6ADB">
        <w:trPr>
          <w:trHeight w:val="516"/>
        </w:trPr>
        <w:tc>
          <w:tcPr>
            <w:tcW w:w="5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952855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C23E41" w:rsidRDefault="00C23E41" w:rsidP="007D6FE2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6" w:name="f4r51"/>
            <w:bookmarkEnd w:id="176"/>
            <w:r>
              <w:rPr>
                <w:sz w:val="18"/>
                <w:szCs w:val="18"/>
              </w:rPr>
              <w:t>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77" w:name="f4r52"/>
            <w:bookmarkEnd w:id="177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CD6ADB">
        <w:trPr>
          <w:trHeight w:val="163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8" w:name="f4r53"/>
            <w:bookmarkEnd w:id="178"/>
            <w:r>
              <w:rPr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79" w:name="f4r54"/>
            <w:bookmarkEnd w:id="179"/>
            <w:r>
              <w:rPr>
                <w:sz w:val="18"/>
                <w:szCs w:val="18"/>
              </w:rPr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BE1C28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D6ADB">
              <w:rPr>
                <w:sz w:val="18"/>
                <w:szCs w:val="18"/>
              </w:rPr>
              <w:t>1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80" w:name="f4r55"/>
            <w:bookmarkEnd w:id="180"/>
            <w:r>
              <w:rPr>
                <w:sz w:val="18"/>
                <w:szCs w:val="18"/>
              </w:rPr>
              <w:t>178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81" w:name="f4r60"/>
            <w:bookmarkEnd w:id="181"/>
            <w:r>
              <w:rPr>
                <w:sz w:val="18"/>
                <w:szCs w:val="18"/>
              </w:rPr>
              <w:t>(310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(159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D6ADB">
        <w:trPr>
          <w:trHeight w:val="765"/>
        </w:trPr>
        <w:tc>
          <w:tcPr>
            <w:tcW w:w="5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952855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  <w:p w:rsidR="00C23E41" w:rsidRDefault="00C23E41" w:rsidP="007D6FE2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82" w:name="f4r61"/>
            <w:bookmarkEnd w:id="182"/>
            <w:r>
              <w:rPr>
                <w:sz w:val="18"/>
                <w:szCs w:val="18"/>
              </w:rPr>
              <w:t>(302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(159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bookmarkStart w:id="183" w:name="f4r62"/>
            <w:bookmarkEnd w:id="183"/>
            <w:r>
              <w:rPr>
                <w:sz w:val="18"/>
                <w:szCs w:val="18"/>
              </w:rPr>
              <w:t>(8)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84" w:name="f4r63"/>
            <w:bookmarkEnd w:id="184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CD6ADB">
        <w:trPr>
          <w:trHeight w:val="300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85" w:name="f4r64"/>
            <w:bookmarkEnd w:id="185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CD6ADB">
        <w:trPr>
          <w:trHeight w:val="259"/>
        </w:trPr>
        <w:tc>
          <w:tcPr>
            <w:tcW w:w="5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движения денежных средств по инвести</w:t>
            </w:r>
            <w:r w:rsidR="00CD6ADB">
              <w:rPr>
                <w:sz w:val="20"/>
                <w:szCs w:val="20"/>
              </w:rPr>
              <w:t>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BE1C28" w:rsidP="007D6FE2">
            <w:pPr>
              <w:jc w:val="center"/>
              <w:rPr>
                <w:sz w:val="18"/>
                <w:szCs w:val="18"/>
              </w:rPr>
            </w:pPr>
            <w:bookmarkStart w:id="186" w:name="f4r70"/>
            <w:bookmarkEnd w:id="186"/>
            <w:r>
              <w:rPr>
                <w:sz w:val="18"/>
                <w:szCs w:val="18"/>
              </w:rPr>
              <w:t>(</w:t>
            </w:r>
            <w:r w:rsidR="00CD6ADB">
              <w:rPr>
                <w:sz w:val="18"/>
                <w:szCs w:val="18"/>
              </w:rPr>
              <w:t>67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CD6ADB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(56</w:t>
            </w:r>
            <w:r w:rsidR="00C23E41">
              <w:rPr>
                <w:sz w:val="18"/>
                <w:szCs w:val="18"/>
              </w:rPr>
              <w:t>)</w:t>
            </w:r>
          </w:p>
        </w:tc>
      </w:tr>
    </w:tbl>
    <w:p w:rsidR="00C23E41" w:rsidRDefault="00C23E41" w:rsidP="00C23E41">
      <w:r>
        <w:br w:type="page"/>
      </w:r>
    </w:p>
    <w:tbl>
      <w:tblPr>
        <w:tblW w:w="10200" w:type="dxa"/>
        <w:tblInd w:w="108" w:type="dxa"/>
        <w:tblLook w:val="0000" w:firstRow="0" w:lastRow="0" w:firstColumn="0" w:lastColumn="0" w:noHBand="0" w:noVBand="0"/>
      </w:tblPr>
      <w:tblGrid>
        <w:gridCol w:w="4529"/>
        <w:gridCol w:w="782"/>
        <w:gridCol w:w="2369"/>
        <w:gridCol w:w="2520"/>
      </w:tblGrid>
      <w:tr w:rsidR="00C23E41" w:rsidTr="00C23E41">
        <w:trPr>
          <w:trHeight w:val="212"/>
        </w:trPr>
        <w:tc>
          <w:tcPr>
            <w:tcW w:w="1020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C23E41" w:rsidRPr="00C23E41" w:rsidRDefault="00C23E41" w:rsidP="00C23E41">
            <w:pPr>
              <w:pStyle w:val="a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C23E41">
              <w:rPr>
                <w:rFonts w:ascii="Times New Roman" w:hAnsi="Times New Roman"/>
                <w:sz w:val="16"/>
              </w:rPr>
              <w:lastRenderedPageBreak/>
              <w:t>Форма  №</w:t>
            </w:r>
            <w:r>
              <w:rPr>
                <w:rFonts w:ascii="Times New Roman" w:hAnsi="Times New Roman"/>
                <w:sz w:val="16"/>
              </w:rPr>
              <w:t>4</w:t>
            </w:r>
            <w:r w:rsidRPr="00C23E41">
              <w:rPr>
                <w:rFonts w:ascii="Times New Roman" w:hAnsi="Times New Roman"/>
                <w:sz w:val="16"/>
              </w:rPr>
              <w:t xml:space="preserve"> лист 2</w:t>
            </w:r>
          </w:p>
        </w:tc>
      </w:tr>
      <w:tr w:rsidR="00C23E41" w:rsidTr="00C23E41">
        <w:trPr>
          <w:trHeight w:val="472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  <w:p w:rsidR="00C23E41" w:rsidRPr="00FA1767" w:rsidRDefault="00E14903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="00C23E41"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 - </w:t>
            </w:r>
            <w:r w:rsidRPr="00043003"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  <w:p w:rsidR="00C23E41" w:rsidRPr="00FA1767" w:rsidRDefault="00C23E41" w:rsidP="007D6FE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E14903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FA1767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23E41" w:rsidTr="007D6FE2">
        <w:trPr>
          <w:trHeight w:val="225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057AB2" w:rsidRDefault="00C23E41" w:rsidP="007D6FE2">
            <w:pPr>
              <w:jc w:val="center"/>
              <w:rPr>
                <w:b/>
                <w:bCs/>
                <w:sz w:val="16"/>
                <w:szCs w:val="16"/>
              </w:rPr>
            </w:pPr>
            <w:r w:rsidRPr="00057AB2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C23E41" w:rsidTr="007D6FE2">
        <w:trPr>
          <w:trHeight w:val="30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</w:tr>
      <w:tr w:rsidR="00C23E41" w:rsidTr="00C43FC2">
        <w:trPr>
          <w:trHeight w:val="300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денежных средств – всего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E14903" w:rsidP="007D6FE2">
            <w:pPr>
              <w:jc w:val="center"/>
              <w:rPr>
                <w:sz w:val="18"/>
                <w:szCs w:val="18"/>
              </w:rPr>
            </w:pPr>
            <w:bookmarkStart w:id="187" w:name="f4r80"/>
            <w:bookmarkEnd w:id="187"/>
            <w:r>
              <w:rPr>
                <w:sz w:val="18"/>
                <w:szCs w:val="18"/>
              </w:rPr>
              <w:t>444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E14903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1 962</w:t>
            </w:r>
          </w:p>
        </w:tc>
      </w:tr>
      <w:tr w:rsidR="00C23E41" w:rsidTr="007D6FE2">
        <w:trPr>
          <w:trHeight w:val="300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950E4F">
        <w:trPr>
          <w:trHeight w:val="74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и займы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88" w:name="f4r81"/>
            <w:bookmarkEnd w:id="188"/>
            <w:r>
              <w:rPr>
                <w:sz w:val="18"/>
                <w:szCs w:val="18"/>
              </w:rPr>
              <w:t>100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1 940</w:t>
            </w:r>
          </w:p>
        </w:tc>
      </w:tr>
      <w:tr w:rsidR="00C23E41" w:rsidTr="00950E4F">
        <w:trPr>
          <w:trHeight w:val="99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выпуска акций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89" w:name="f4r82"/>
            <w:bookmarkEnd w:id="189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950E4F">
        <w:trPr>
          <w:trHeight w:val="287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bookmarkStart w:id="190" w:name="f4r83"/>
            <w:bookmarkEnd w:id="190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23E41" w:rsidTr="00950E4F">
        <w:trPr>
          <w:trHeight w:val="109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1" w:name="f4r84"/>
            <w:bookmarkEnd w:id="191"/>
            <w:r>
              <w:rPr>
                <w:sz w:val="18"/>
                <w:szCs w:val="18"/>
              </w:rPr>
              <w:t>344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C23E41" w:rsidTr="00950E4F">
        <w:trPr>
          <w:trHeight w:val="283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Направлено денежных средств 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2" w:name="f4r90"/>
            <w:bookmarkEnd w:id="192"/>
            <w:r>
              <w:rPr>
                <w:sz w:val="18"/>
                <w:szCs w:val="18"/>
              </w:rPr>
              <w:t>(788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(2 455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43FC2">
        <w:trPr>
          <w:trHeight w:val="300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C23E41" w:rsidP="007D6FE2">
            <w:pPr>
              <w:jc w:val="center"/>
              <w:rPr>
                <w:sz w:val="18"/>
                <w:szCs w:val="18"/>
              </w:rPr>
            </w:pPr>
          </w:p>
        </w:tc>
      </w:tr>
      <w:tr w:rsidR="00C23E41" w:rsidTr="00950E4F">
        <w:trPr>
          <w:trHeight w:val="74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погашение кредитов и займов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3" w:name="f4r91"/>
            <w:bookmarkEnd w:id="193"/>
            <w:r>
              <w:rPr>
                <w:sz w:val="18"/>
                <w:szCs w:val="18"/>
              </w:rPr>
              <w:t>(300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(1 888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950E4F">
        <w:trPr>
          <w:trHeight w:val="309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4" w:name="f4r92"/>
            <w:bookmarkEnd w:id="194"/>
            <w:r>
              <w:rPr>
                <w:sz w:val="18"/>
                <w:szCs w:val="18"/>
              </w:rPr>
              <w:t>(179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(476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950E4F">
        <w:trPr>
          <w:trHeight w:val="118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выплаты процентов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5" w:name="f4r93"/>
            <w:bookmarkEnd w:id="195"/>
            <w:r>
              <w:rPr>
                <w:sz w:val="18"/>
                <w:szCs w:val="18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(32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950E4F">
        <w:trPr>
          <w:trHeight w:val="163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лизинговые платежи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6" w:name="f4r94"/>
            <w:bookmarkEnd w:id="196"/>
            <w:r>
              <w:rPr>
                <w:sz w:val="18"/>
                <w:szCs w:val="18"/>
              </w:rPr>
              <w:t>(53</w:t>
            </w:r>
            <w:r w:rsidR="00BE1C28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(44)</w:t>
            </w:r>
          </w:p>
        </w:tc>
      </w:tr>
      <w:tr w:rsidR="00C23E41" w:rsidTr="00950E4F">
        <w:trPr>
          <w:trHeight w:val="67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7" w:name="f4r95"/>
            <w:bookmarkEnd w:id="197"/>
            <w:r>
              <w:rPr>
                <w:sz w:val="18"/>
                <w:szCs w:val="18"/>
              </w:rPr>
              <w:t>(256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950E4F">
        <w:trPr>
          <w:trHeight w:val="383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движения денежных средств по финансовой деятельности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8" w:name="f4r100"/>
            <w:bookmarkEnd w:id="198"/>
            <w:r>
              <w:rPr>
                <w:sz w:val="18"/>
                <w:szCs w:val="18"/>
              </w:rPr>
              <w:t>(344</w:t>
            </w:r>
            <w:r w:rsidR="00C23E41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(493</w:t>
            </w:r>
            <w:r w:rsidR="00C23E41">
              <w:rPr>
                <w:sz w:val="18"/>
                <w:szCs w:val="18"/>
              </w:rPr>
              <w:t>)</w:t>
            </w:r>
          </w:p>
        </w:tc>
      </w:tr>
      <w:tr w:rsidR="00C23E41" w:rsidTr="00C43FC2">
        <w:trPr>
          <w:trHeight w:val="540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199" w:name="f4r110"/>
            <w:bookmarkEnd w:id="199"/>
            <w:r>
              <w:rPr>
                <w:sz w:val="18"/>
                <w:szCs w:val="18"/>
              </w:rPr>
              <w:t>1 669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</w:tr>
      <w:tr w:rsidR="00C23E41" w:rsidTr="00C43FC2">
        <w:trPr>
          <w:trHeight w:val="540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675C9" w:rsidRDefault="00C23E41" w:rsidP="007D6F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75C9">
              <w:rPr>
                <w:sz w:val="20"/>
                <w:szCs w:val="20"/>
              </w:rPr>
              <w:t>Остаток денежных средств и  эквивалентов денежных средств на 31.12.201</w:t>
            </w:r>
            <w:r w:rsidR="00F675C9" w:rsidRPr="00F675C9">
              <w:rPr>
                <w:sz w:val="20"/>
                <w:szCs w:val="20"/>
              </w:rPr>
              <w:t>9</w:t>
            </w:r>
            <w:r w:rsidRPr="00F675C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bookmarkStart w:id="200" w:name="f4r120"/>
            <w:bookmarkEnd w:id="200"/>
            <w:r>
              <w:rPr>
                <w:sz w:val="18"/>
                <w:szCs w:val="18"/>
              </w:rPr>
              <w:t>368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E41" w:rsidRPr="005C2233" w:rsidRDefault="00F675C9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</w:tr>
      <w:tr w:rsidR="00C23E41" w:rsidTr="007D6FE2">
        <w:trPr>
          <w:trHeight w:val="540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Pr="00F675C9" w:rsidRDefault="00C23E41" w:rsidP="007D6F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75C9">
              <w:rPr>
                <w:sz w:val="20"/>
                <w:szCs w:val="20"/>
              </w:rPr>
              <w:t>Остаток денежных средств и  эквивалентов денежных средств на 31.12</w:t>
            </w:r>
            <w:r w:rsidR="00F675C9" w:rsidRPr="00F675C9">
              <w:rPr>
                <w:sz w:val="20"/>
                <w:szCs w:val="20"/>
              </w:rPr>
              <w:t>.2020</w:t>
            </w:r>
            <w:r w:rsidRPr="00F675C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3845D0" w:rsidP="007D6FE2">
            <w:pPr>
              <w:jc w:val="center"/>
              <w:rPr>
                <w:sz w:val="18"/>
                <w:szCs w:val="18"/>
              </w:rPr>
            </w:pPr>
            <w:bookmarkStart w:id="201" w:name="f4r130"/>
            <w:bookmarkEnd w:id="201"/>
            <w:r>
              <w:rPr>
                <w:sz w:val="18"/>
                <w:szCs w:val="18"/>
              </w:rPr>
              <w:t>2 037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3845D0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</w:tr>
      <w:tr w:rsidR="00C23E41" w:rsidTr="00393036">
        <w:trPr>
          <w:trHeight w:val="213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E41" w:rsidRDefault="00C23E41" w:rsidP="007D6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3845D0" w:rsidP="007D6FE2">
            <w:pPr>
              <w:jc w:val="center"/>
              <w:rPr>
                <w:sz w:val="18"/>
                <w:szCs w:val="18"/>
              </w:rPr>
            </w:pPr>
            <w:bookmarkStart w:id="202" w:name="f4r140"/>
            <w:bookmarkEnd w:id="202"/>
            <w:r>
              <w:rPr>
                <w:sz w:val="18"/>
                <w:szCs w:val="18"/>
              </w:rP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3E41" w:rsidRPr="005C2233" w:rsidRDefault="003845D0" w:rsidP="007D6F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(7)</w:t>
            </w:r>
          </w:p>
        </w:tc>
      </w:tr>
    </w:tbl>
    <w:p w:rsidR="00D53D45" w:rsidRDefault="00D53D45" w:rsidP="009D0F06">
      <w:pPr>
        <w:pStyle w:val="a3"/>
        <w:jc w:val="right"/>
        <w:rPr>
          <w:rFonts w:ascii="Times New Roman" w:hAnsi="Times New Roman"/>
          <w:sz w:val="16"/>
        </w:rPr>
      </w:pPr>
    </w:p>
    <w:bookmarkEnd w:id="0"/>
    <w:p w:rsidR="00D53D45" w:rsidRDefault="00D53D45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28235A" w:rsidRDefault="0028235A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1B40C9" w:rsidRDefault="001B40C9" w:rsidP="0028235A">
      <w:pPr>
        <w:pStyle w:val="a3"/>
        <w:jc w:val="right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  <w:r w:rsidRPr="00F77AC6">
        <w:rPr>
          <w:rFonts w:ascii="Times New Roman" w:hAnsi="Times New Roman"/>
          <w:noProof/>
          <w:sz w:val="16"/>
        </w:rPr>
        <w:drawing>
          <wp:inline distT="0" distB="0" distL="0" distR="0">
            <wp:extent cx="6479540" cy="9793787"/>
            <wp:effectExtent l="0" t="0" r="0" b="0"/>
            <wp:docPr id="2" name="Рисунок 2" descr="C:\Users\mbalinskaya\AppData\Local\Microsoft\Windows\Temporary Internet Files\Content.Outlook\S5K8CBS8\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balinskaya\AppData\Local\Microsoft\Windows\Temporary Internet Files\Content.Outlook\S5K8CBS8\ска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793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2827C7" w:rsidRDefault="00F77AC6" w:rsidP="00F77AC6">
      <w:pPr>
        <w:pStyle w:val="a3"/>
        <w:rPr>
          <w:rFonts w:ascii="Times New Roman" w:hAnsi="Times New Roman"/>
          <w:sz w:val="16"/>
        </w:rPr>
      </w:pPr>
      <w:r w:rsidRPr="00F77AC6">
        <w:rPr>
          <w:rFonts w:ascii="Times New Roman" w:hAnsi="Times New Roman"/>
          <w:noProof/>
          <w:sz w:val="16"/>
        </w:rPr>
        <w:drawing>
          <wp:inline distT="0" distB="0" distL="0" distR="0">
            <wp:extent cx="6479540" cy="8868821"/>
            <wp:effectExtent l="0" t="0" r="0" b="8890"/>
            <wp:docPr id="3" name="Рисунок 3" descr="C:\Users\mbalinskaya\AppData\Local\Microsoft\Windows\Temporary Internet Files\Content.Outlook\S5K8CBS8\скан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alinskaya\AppData\Local\Microsoft\Windows\Temporary Internet Files\Content.Outlook\S5K8CBS8\скан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86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Default="00F77AC6" w:rsidP="00F77AC6">
      <w:pPr>
        <w:pStyle w:val="a3"/>
        <w:rPr>
          <w:rFonts w:ascii="Times New Roman" w:hAnsi="Times New Roman"/>
          <w:sz w:val="16"/>
        </w:rPr>
      </w:pPr>
    </w:p>
    <w:p w:rsidR="00F77AC6" w:rsidRPr="0028235A" w:rsidRDefault="00F77AC6" w:rsidP="00F77AC6">
      <w:pPr>
        <w:pStyle w:val="a3"/>
        <w:rPr>
          <w:rFonts w:ascii="Times New Roman" w:hAnsi="Times New Roman"/>
          <w:sz w:val="16"/>
        </w:rPr>
      </w:pPr>
      <w:r w:rsidRPr="00F77AC6">
        <w:rPr>
          <w:rFonts w:ascii="Times New Roman" w:hAnsi="Times New Roman"/>
          <w:noProof/>
          <w:sz w:val="16"/>
        </w:rPr>
        <w:lastRenderedPageBreak/>
        <w:drawing>
          <wp:inline distT="0" distB="0" distL="0" distR="0">
            <wp:extent cx="6479540" cy="8868821"/>
            <wp:effectExtent l="0" t="0" r="0" b="8890"/>
            <wp:docPr id="4" name="Рисунок 4" descr="C:\Users\mbalinskaya\AppData\Local\Microsoft\Windows\Temporary Internet Files\Content.Outlook\S5K8CBS8\ска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balinskaya\AppData\Local\Microsoft\Windows\Temporary Internet Files\Content.Outlook\S5K8CBS8\скан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86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03" w:name="_GoBack"/>
      <w:bookmarkEnd w:id="203"/>
    </w:p>
    <w:sectPr w:rsidR="00F77AC6" w:rsidRPr="0028235A" w:rsidSect="00431C5D">
      <w:headerReference w:type="default" r:id="rId10"/>
      <w:footerReference w:type="default" r:id="rId11"/>
      <w:pgSz w:w="11906" w:h="16838" w:code="9"/>
      <w:pgMar w:top="426" w:right="851" w:bottom="426" w:left="851" w:header="284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03" w:rsidRDefault="00E14903">
      <w:r>
        <w:separator/>
      </w:r>
    </w:p>
  </w:endnote>
  <w:endnote w:type="continuationSeparator" w:id="0">
    <w:p w:rsidR="00E14903" w:rsidRDefault="00E1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466455"/>
      <w:docPartObj>
        <w:docPartGallery w:val="Page Numbers (Bottom of Page)"/>
        <w:docPartUnique/>
      </w:docPartObj>
    </w:sdtPr>
    <w:sdtEndPr/>
    <w:sdtContent>
      <w:p w:rsidR="00E14903" w:rsidRDefault="00E14903">
        <w:pPr>
          <w:pStyle w:val="a6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64492">
          <w:rPr>
            <w:noProof/>
          </w:rPr>
          <w:t>12</w:t>
        </w:r>
        <w:r>
          <w:fldChar w:fldCharType="end"/>
        </w:r>
        <w:r>
          <w:t>-</w:t>
        </w:r>
      </w:p>
    </w:sdtContent>
  </w:sdt>
  <w:p w:rsidR="00E14903" w:rsidRDefault="00E1490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03" w:rsidRDefault="00E14903">
      <w:r>
        <w:separator/>
      </w:r>
    </w:p>
  </w:footnote>
  <w:footnote w:type="continuationSeparator" w:id="0">
    <w:p w:rsidR="00E14903" w:rsidRDefault="00E14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903" w:rsidRPr="00E45001" w:rsidRDefault="00E14903">
    <w:pPr>
      <w:pStyle w:val="a5"/>
      <w:rPr>
        <w:sz w:val="18"/>
        <w:szCs w:val="18"/>
        <w:lang w:val="en-US"/>
      </w:rPr>
    </w:pPr>
    <w:bookmarkStart w:id="204" w:name="title"/>
    <w:bookmarkEnd w:id="204"/>
    <w:r w:rsidRPr="00E45001">
      <w:rPr>
        <w:sz w:val="18"/>
        <w:szCs w:val="18"/>
        <w:lang w:val="en-US"/>
      </w:rPr>
      <w:t xml:space="preserve"> . </w:t>
    </w:r>
    <w:bookmarkStart w:id="205" w:name="year"/>
    <w:bookmarkEnd w:id="20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909"/>
    <w:rsid w:val="00000B1D"/>
    <w:rsid w:val="0000102D"/>
    <w:rsid w:val="00003DBB"/>
    <w:rsid w:val="00004B1F"/>
    <w:rsid w:val="00014B62"/>
    <w:rsid w:val="0001531F"/>
    <w:rsid w:val="000305DF"/>
    <w:rsid w:val="000337F8"/>
    <w:rsid w:val="00041437"/>
    <w:rsid w:val="000415CA"/>
    <w:rsid w:val="00042B0E"/>
    <w:rsid w:val="00042E29"/>
    <w:rsid w:val="0006199D"/>
    <w:rsid w:val="000778FC"/>
    <w:rsid w:val="000942F1"/>
    <w:rsid w:val="00097435"/>
    <w:rsid w:val="000A0B46"/>
    <w:rsid w:val="000B7F2E"/>
    <w:rsid w:val="000C5422"/>
    <w:rsid w:val="000C7C57"/>
    <w:rsid w:val="000D213E"/>
    <w:rsid w:val="000E3576"/>
    <w:rsid w:val="00102558"/>
    <w:rsid w:val="00113E2C"/>
    <w:rsid w:val="00125E07"/>
    <w:rsid w:val="00126E6B"/>
    <w:rsid w:val="001438E3"/>
    <w:rsid w:val="00143F56"/>
    <w:rsid w:val="00146E9B"/>
    <w:rsid w:val="001557C3"/>
    <w:rsid w:val="00157050"/>
    <w:rsid w:val="00162323"/>
    <w:rsid w:val="00166544"/>
    <w:rsid w:val="00172DE8"/>
    <w:rsid w:val="0017486B"/>
    <w:rsid w:val="001763D3"/>
    <w:rsid w:val="00186530"/>
    <w:rsid w:val="00186CF3"/>
    <w:rsid w:val="00187B72"/>
    <w:rsid w:val="001935B2"/>
    <w:rsid w:val="001A40A9"/>
    <w:rsid w:val="001B221B"/>
    <w:rsid w:val="001B40C9"/>
    <w:rsid w:val="001B759E"/>
    <w:rsid w:val="001C49E7"/>
    <w:rsid w:val="001C760F"/>
    <w:rsid w:val="001D3850"/>
    <w:rsid w:val="001D3EA5"/>
    <w:rsid w:val="001D5201"/>
    <w:rsid w:val="001E3218"/>
    <w:rsid w:val="001F0435"/>
    <w:rsid w:val="001F0C16"/>
    <w:rsid w:val="001F115A"/>
    <w:rsid w:val="001F5D89"/>
    <w:rsid w:val="0020132D"/>
    <w:rsid w:val="0020381D"/>
    <w:rsid w:val="00212945"/>
    <w:rsid w:val="00217A3C"/>
    <w:rsid w:val="00220118"/>
    <w:rsid w:val="00222AE5"/>
    <w:rsid w:val="00225C1D"/>
    <w:rsid w:val="00233393"/>
    <w:rsid w:val="00241242"/>
    <w:rsid w:val="002450C3"/>
    <w:rsid w:val="00245BB0"/>
    <w:rsid w:val="0025225F"/>
    <w:rsid w:val="00261AA3"/>
    <w:rsid w:val="00264148"/>
    <w:rsid w:val="00265557"/>
    <w:rsid w:val="0027472E"/>
    <w:rsid w:val="00274D49"/>
    <w:rsid w:val="002821EE"/>
    <w:rsid w:val="0028235A"/>
    <w:rsid w:val="002827C7"/>
    <w:rsid w:val="0028391F"/>
    <w:rsid w:val="0029065F"/>
    <w:rsid w:val="00295D79"/>
    <w:rsid w:val="002A0701"/>
    <w:rsid w:val="002A3E8B"/>
    <w:rsid w:val="002A471E"/>
    <w:rsid w:val="002B31F6"/>
    <w:rsid w:val="002B4F18"/>
    <w:rsid w:val="002B5B1E"/>
    <w:rsid w:val="002C1BB9"/>
    <w:rsid w:val="002D76D3"/>
    <w:rsid w:val="002D786A"/>
    <w:rsid w:val="002E1A39"/>
    <w:rsid w:val="002E71AB"/>
    <w:rsid w:val="002F45F1"/>
    <w:rsid w:val="003057C2"/>
    <w:rsid w:val="003103C3"/>
    <w:rsid w:val="00312C35"/>
    <w:rsid w:val="00314811"/>
    <w:rsid w:val="00324126"/>
    <w:rsid w:val="003400D4"/>
    <w:rsid w:val="00341719"/>
    <w:rsid w:val="00342420"/>
    <w:rsid w:val="00370D4D"/>
    <w:rsid w:val="003805F1"/>
    <w:rsid w:val="00380C8F"/>
    <w:rsid w:val="00383E9C"/>
    <w:rsid w:val="003845D0"/>
    <w:rsid w:val="00387C76"/>
    <w:rsid w:val="00393036"/>
    <w:rsid w:val="003A2702"/>
    <w:rsid w:val="003A348F"/>
    <w:rsid w:val="003A6867"/>
    <w:rsid w:val="003B440C"/>
    <w:rsid w:val="003C2F71"/>
    <w:rsid w:val="003C404C"/>
    <w:rsid w:val="003D6E20"/>
    <w:rsid w:val="003D7207"/>
    <w:rsid w:val="003E0EAC"/>
    <w:rsid w:val="003E3479"/>
    <w:rsid w:val="003E4EE4"/>
    <w:rsid w:val="00400909"/>
    <w:rsid w:val="0041216C"/>
    <w:rsid w:val="004216A2"/>
    <w:rsid w:val="004305A1"/>
    <w:rsid w:val="00431C5D"/>
    <w:rsid w:val="00434BE2"/>
    <w:rsid w:val="00446915"/>
    <w:rsid w:val="00456151"/>
    <w:rsid w:val="00461A15"/>
    <w:rsid w:val="00474608"/>
    <w:rsid w:val="00476DCF"/>
    <w:rsid w:val="00480B16"/>
    <w:rsid w:val="004818FC"/>
    <w:rsid w:val="00485F9F"/>
    <w:rsid w:val="00487369"/>
    <w:rsid w:val="00495DE2"/>
    <w:rsid w:val="004A26DC"/>
    <w:rsid w:val="004B4FEF"/>
    <w:rsid w:val="004C4529"/>
    <w:rsid w:val="004D0612"/>
    <w:rsid w:val="004D0DB5"/>
    <w:rsid w:val="004D619E"/>
    <w:rsid w:val="004F1025"/>
    <w:rsid w:val="004F2C7D"/>
    <w:rsid w:val="005033AE"/>
    <w:rsid w:val="005033D9"/>
    <w:rsid w:val="00505FEC"/>
    <w:rsid w:val="00516556"/>
    <w:rsid w:val="00522CF2"/>
    <w:rsid w:val="00523C4E"/>
    <w:rsid w:val="00524EC0"/>
    <w:rsid w:val="0054609A"/>
    <w:rsid w:val="0055171D"/>
    <w:rsid w:val="005626F3"/>
    <w:rsid w:val="00564015"/>
    <w:rsid w:val="00571E6D"/>
    <w:rsid w:val="00571E9F"/>
    <w:rsid w:val="00572B59"/>
    <w:rsid w:val="00581ACF"/>
    <w:rsid w:val="005A034B"/>
    <w:rsid w:val="005A43BB"/>
    <w:rsid w:val="005A5925"/>
    <w:rsid w:val="005B0044"/>
    <w:rsid w:val="005C068B"/>
    <w:rsid w:val="005C70A1"/>
    <w:rsid w:val="005D3BC1"/>
    <w:rsid w:val="005E0D65"/>
    <w:rsid w:val="005F4957"/>
    <w:rsid w:val="005F5471"/>
    <w:rsid w:val="006020C1"/>
    <w:rsid w:val="006025A2"/>
    <w:rsid w:val="006025EA"/>
    <w:rsid w:val="006170E2"/>
    <w:rsid w:val="00623EDA"/>
    <w:rsid w:val="00630DE6"/>
    <w:rsid w:val="00631CB4"/>
    <w:rsid w:val="006375DE"/>
    <w:rsid w:val="006408D4"/>
    <w:rsid w:val="006439CF"/>
    <w:rsid w:val="0064615A"/>
    <w:rsid w:val="00653137"/>
    <w:rsid w:val="00656415"/>
    <w:rsid w:val="006577CF"/>
    <w:rsid w:val="00660EBB"/>
    <w:rsid w:val="00664B67"/>
    <w:rsid w:val="0067519C"/>
    <w:rsid w:val="00696F82"/>
    <w:rsid w:val="006A24AB"/>
    <w:rsid w:val="006A3CD0"/>
    <w:rsid w:val="006A742F"/>
    <w:rsid w:val="006B0650"/>
    <w:rsid w:val="006B0FCE"/>
    <w:rsid w:val="006B1B1E"/>
    <w:rsid w:val="006B2109"/>
    <w:rsid w:val="006B3FE4"/>
    <w:rsid w:val="006C04BE"/>
    <w:rsid w:val="006C2014"/>
    <w:rsid w:val="006D0675"/>
    <w:rsid w:val="006D3331"/>
    <w:rsid w:val="006D4399"/>
    <w:rsid w:val="006D7CF4"/>
    <w:rsid w:val="006D7EC5"/>
    <w:rsid w:val="006E27E4"/>
    <w:rsid w:val="006E2F34"/>
    <w:rsid w:val="006F1B50"/>
    <w:rsid w:val="006F7DE1"/>
    <w:rsid w:val="00700106"/>
    <w:rsid w:val="00714F88"/>
    <w:rsid w:val="00717790"/>
    <w:rsid w:val="0072389F"/>
    <w:rsid w:val="00724A04"/>
    <w:rsid w:val="00727CBB"/>
    <w:rsid w:val="0073195D"/>
    <w:rsid w:val="00731B8B"/>
    <w:rsid w:val="007413FE"/>
    <w:rsid w:val="00744D3C"/>
    <w:rsid w:val="00750A8F"/>
    <w:rsid w:val="0075156A"/>
    <w:rsid w:val="007524EE"/>
    <w:rsid w:val="007533E0"/>
    <w:rsid w:val="0077042B"/>
    <w:rsid w:val="007711A5"/>
    <w:rsid w:val="00773B96"/>
    <w:rsid w:val="00775496"/>
    <w:rsid w:val="00775937"/>
    <w:rsid w:val="007766EC"/>
    <w:rsid w:val="0078058B"/>
    <w:rsid w:val="00780EB9"/>
    <w:rsid w:val="007868DF"/>
    <w:rsid w:val="007A1698"/>
    <w:rsid w:val="007A2B9B"/>
    <w:rsid w:val="007A3A15"/>
    <w:rsid w:val="007B0B97"/>
    <w:rsid w:val="007B3F8E"/>
    <w:rsid w:val="007B7E22"/>
    <w:rsid w:val="007C7B35"/>
    <w:rsid w:val="007D1DFD"/>
    <w:rsid w:val="007D6FE2"/>
    <w:rsid w:val="007E1892"/>
    <w:rsid w:val="007E5B5A"/>
    <w:rsid w:val="007F1676"/>
    <w:rsid w:val="007F1E42"/>
    <w:rsid w:val="0080018A"/>
    <w:rsid w:val="00801639"/>
    <w:rsid w:val="008226FE"/>
    <w:rsid w:val="00822C4D"/>
    <w:rsid w:val="00823211"/>
    <w:rsid w:val="00841A6B"/>
    <w:rsid w:val="00843BAE"/>
    <w:rsid w:val="00853BD7"/>
    <w:rsid w:val="0085588F"/>
    <w:rsid w:val="00856A19"/>
    <w:rsid w:val="00862050"/>
    <w:rsid w:val="008643EE"/>
    <w:rsid w:val="00866986"/>
    <w:rsid w:val="0087152D"/>
    <w:rsid w:val="0087687E"/>
    <w:rsid w:val="0088032D"/>
    <w:rsid w:val="008816F1"/>
    <w:rsid w:val="008846E8"/>
    <w:rsid w:val="00884D01"/>
    <w:rsid w:val="0088697E"/>
    <w:rsid w:val="00896CA8"/>
    <w:rsid w:val="008974C2"/>
    <w:rsid w:val="008A0CDE"/>
    <w:rsid w:val="008A6E8E"/>
    <w:rsid w:val="008C4BD9"/>
    <w:rsid w:val="008C5D42"/>
    <w:rsid w:val="008C651F"/>
    <w:rsid w:val="008D3D59"/>
    <w:rsid w:val="008D3EAB"/>
    <w:rsid w:val="008E0B8E"/>
    <w:rsid w:val="008E333F"/>
    <w:rsid w:val="008E340E"/>
    <w:rsid w:val="008F27FC"/>
    <w:rsid w:val="008F501F"/>
    <w:rsid w:val="008F756F"/>
    <w:rsid w:val="0090057B"/>
    <w:rsid w:val="00902A3D"/>
    <w:rsid w:val="00903394"/>
    <w:rsid w:val="009061DB"/>
    <w:rsid w:val="009124E1"/>
    <w:rsid w:val="00913593"/>
    <w:rsid w:val="009144E9"/>
    <w:rsid w:val="009162CE"/>
    <w:rsid w:val="009324C8"/>
    <w:rsid w:val="00943B0B"/>
    <w:rsid w:val="00944A22"/>
    <w:rsid w:val="00950E4F"/>
    <w:rsid w:val="009551FB"/>
    <w:rsid w:val="00970DFA"/>
    <w:rsid w:val="00972755"/>
    <w:rsid w:val="00973506"/>
    <w:rsid w:val="0097677B"/>
    <w:rsid w:val="00985152"/>
    <w:rsid w:val="00986445"/>
    <w:rsid w:val="00990363"/>
    <w:rsid w:val="0099126F"/>
    <w:rsid w:val="00991AC7"/>
    <w:rsid w:val="00995027"/>
    <w:rsid w:val="009A005C"/>
    <w:rsid w:val="009A0596"/>
    <w:rsid w:val="009A1529"/>
    <w:rsid w:val="009A2015"/>
    <w:rsid w:val="009A746A"/>
    <w:rsid w:val="009B48A9"/>
    <w:rsid w:val="009C1F86"/>
    <w:rsid w:val="009D0F06"/>
    <w:rsid w:val="009D6B9E"/>
    <w:rsid w:val="009E61B2"/>
    <w:rsid w:val="009F0A70"/>
    <w:rsid w:val="009F7605"/>
    <w:rsid w:val="00A00D1D"/>
    <w:rsid w:val="00A017E4"/>
    <w:rsid w:val="00A0312B"/>
    <w:rsid w:val="00A03C1B"/>
    <w:rsid w:val="00A13DCA"/>
    <w:rsid w:val="00A20EF1"/>
    <w:rsid w:val="00A21E35"/>
    <w:rsid w:val="00A24387"/>
    <w:rsid w:val="00A24CED"/>
    <w:rsid w:val="00A3148F"/>
    <w:rsid w:val="00A314B4"/>
    <w:rsid w:val="00A41E9A"/>
    <w:rsid w:val="00A47148"/>
    <w:rsid w:val="00A5343F"/>
    <w:rsid w:val="00A5354C"/>
    <w:rsid w:val="00A545C0"/>
    <w:rsid w:val="00A614A7"/>
    <w:rsid w:val="00A62643"/>
    <w:rsid w:val="00A627E7"/>
    <w:rsid w:val="00A64A9C"/>
    <w:rsid w:val="00A65395"/>
    <w:rsid w:val="00A67A7D"/>
    <w:rsid w:val="00A70114"/>
    <w:rsid w:val="00A70457"/>
    <w:rsid w:val="00A94AB3"/>
    <w:rsid w:val="00AA1BC7"/>
    <w:rsid w:val="00AB12E2"/>
    <w:rsid w:val="00AB3210"/>
    <w:rsid w:val="00AC02B1"/>
    <w:rsid w:val="00AD246B"/>
    <w:rsid w:val="00AD2B22"/>
    <w:rsid w:val="00AD7953"/>
    <w:rsid w:val="00AE19CC"/>
    <w:rsid w:val="00AE3A6C"/>
    <w:rsid w:val="00AE70D0"/>
    <w:rsid w:val="00B00CDA"/>
    <w:rsid w:val="00B07440"/>
    <w:rsid w:val="00B1330B"/>
    <w:rsid w:val="00B16C6C"/>
    <w:rsid w:val="00B17395"/>
    <w:rsid w:val="00B34D58"/>
    <w:rsid w:val="00B42F2A"/>
    <w:rsid w:val="00B43C85"/>
    <w:rsid w:val="00B52439"/>
    <w:rsid w:val="00B55B34"/>
    <w:rsid w:val="00B57F41"/>
    <w:rsid w:val="00B677D3"/>
    <w:rsid w:val="00B7372A"/>
    <w:rsid w:val="00B743DD"/>
    <w:rsid w:val="00B747BE"/>
    <w:rsid w:val="00B83E49"/>
    <w:rsid w:val="00B856B4"/>
    <w:rsid w:val="00B902DC"/>
    <w:rsid w:val="00B93140"/>
    <w:rsid w:val="00B976F4"/>
    <w:rsid w:val="00BA5EBF"/>
    <w:rsid w:val="00BB144E"/>
    <w:rsid w:val="00BB79AB"/>
    <w:rsid w:val="00BC5299"/>
    <w:rsid w:val="00BC73B8"/>
    <w:rsid w:val="00BD0BE9"/>
    <w:rsid w:val="00BD2DB3"/>
    <w:rsid w:val="00BD5795"/>
    <w:rsid w:val="00BD70E0"/>
    <w:rsid w:val="00BE1C28"/>
    <w:rsid w:val="00BE38B2"/>
    <w:rsid w:val="00BF7E7A"/>
    <w:rsid w:val="00C000FC"/>
    <w:rsid w:val="00C050C0"/>
    <w:rsid w:val="00C0543A"/>
    <w:rsid w:val="00C06F4B"/>
    <w:rsid w:val="00C1236F"/>
    <w:rsid w:val="00C13EB3"/>
    <w:rsid w:val="00C147FE"/>
    <w:rsid w:val="00C152EF"/>
    <w:rsid w:val="00C23E41"/>
    <w:rsid w:val="00C24C7C"/>
    <w:rsid w:val="00C31B60"/>
    <w:rsid w:val="00C34890"/>
    <w:rsid w:val="00C43FC2"/>
    <w:rsid w:val="00C52466"/>
    <w:rsid w:val="00C53444"/>
    <w:rsid w:val="00C62937"/>
    <w:rsid w:val="00C64492"/>
    <w:rsid w:val="00C72717"/>
    <w:rsid w:val="00C759B6"/>
    <w:rsid w:val="00C84DF2"/>
    <w:rsid w:val="00CA0AC9"/>
    <w:rsid w:val="00CA10D0"/>
    <w:rsid w:val="00CA1C81"/>
    <w:rsid w:val="00CA77F3"/>
    <w:rsid w:val="00CA79C2"/>
    <w:rsid w:val="00CB62A9"/>
    <w:rsid w:val="00CC5D43"/>
    <w:rsid w:val="00CD60D6"/>
    <w:rsid w:val="00CD6ADB"/>
    <w:rsid w:val="00CE3CEF"/>
    <w:rsid w:val="00CE4BA2"/>
    <w:rsid w:val="00CE6896"/>
    <w:rsid w:val="00CF2B2A"/>
    <w:rsid w:val="00D056A5"/>
    <w:rsid w:val="00D22E8F"/>
    <w:rsid w:val="00D258F0"/>
    <w:rsid w:val="00D34D83"/>
    <w:rsid w:val="00D36292"/>
    <w:rsid w:val="00D52958"/>
    <w:rsid w:val="00D52AA2"/>
    <w:rsid w:val="00D53D45"/>
    <w:rsid w:val="00D541BA"/>
    <w:rsid w:val="00D5500C"/>
    <w:rsid w:val="00D57B04"/>
    <w:rsid w:val="00D62C25"/>
    <w:rsid w:val="00D65FC1"/>
    <w:rsid w:val="00D66CB9"/>
    <w:rsid w:val="00D66E0B"/>
    <w:rsid w:val="00D72FD4"/>
    <w:rsid w:val="00D75315"/>
    <w:rsid w:val="00D7585E"/>
    <w:rsid w:val="00DA64CF"/>
    <w:rsid w:val="00DA6D61"/>
    <w:rsid w:val="00DB3F98"/>
    <w:rsid w:val="00DB5F62"/>
    <w:rsid w:val="00DC64F1"/>
    <w:rsid w:val="00DD73F4"/>
    <w:rsid w:val="00DF0CF6"/>
    <w:rsid w:val="00E01D46"/>
    <w:rsid w:val="00E03700"/>
    <w:rsid w:val="00E06015"/>
    <w:rsid w:val="00E147F8"/>
    <w:rsid w:val="00E14903"/>
    <w:rsid w:val="00E151F6"/>
    <w:rsid w:val="00E15DB9"/>
    <w:rsid w:val="00E169A1"/>
    <w:rsid w:val="00E1773D"/>
    <w:rsid w:val="00E31D5A"/>
    <w:rsid w:val="00E34197"/>
    <w:rsid w:val="00E4359B"/>
    <w:rsid w:val="00E44777"/>
    <w:rsid w:val="00E45001"/>
    <w:rsid w:val="00E54259"/>
    <w:rsid w:val="00E56877"/>
    <w:rsid w:val="00E63B0A"/>
    <w:rsid w:val="00E97A62"/>
    <w:rsid w:val="00E97D2D"/>
    <w:rsid w:val="00EB4881"/>
    <w:rsid w:val="00EC4549"/>
    <w:rsid w:val="00EC4A5D"/>
    <w:rsid w:val="00EC5C53"/>
    <w:rsid w:val="00EC69FE"/>
    <w:rsid w:val="00ED52F3"/>
    <w:rsid w:val="00ED6B0E"/>
    <w:rsid w:val="00EE10FA"/>
    <w:rsid w:val="00EE4EAF"/>
    <w:rsid w:val="00EE56FA"/>
    <w:rsid w:val="00EF2771"/>
    <w:rsid w:val="00EF54C2"/>
    <w:rsid w:val="00F11559"/>
    <w:rsid w:val="00F1381F"/>
    <w:rsid w:val="00F23D88"/>
    <w:rsid w:val="00F25249"/>
    <w:rsid w:val="00F44B4B"/>
    <w:rsid w:val="00F675C9"/>
    <w:rsid w:val="00F77AC6"/>
    <w:rsid w:val="00FA0F48"/>
    <w:rsid w:val="00FA37AD"/>
    <w:rsid w:val="00FA4DA3"/>
    <w:rsid w:val="00FB334A"/>
    <w:rsid w:val="00FB3511"/>
    <w:rsid w:val="00FC6105"/>
    <w:rsid w:val="00FC6548"/>
    <w:rsid w:val="00FD166F"/>
    <w:rsid w:val="00FD210D"/>
    <w:rsid w:val="00FD2B2E"/>
    <w:rsid w:val="00FD3BBE"/>
    <w:rsid w:val="00FD5E01"/>
    <w:rsid w:val="00FE14D9"/>
    <w:rsid w:val="00FE2870"/>
    <w:rsid w:val="00FE2F67"/>
    <w:rsid w:val="00FE448A"/>
    <w:rsid w:val="00FE54DC"/>
    <w:rsid w:val="00FE6643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3E726"/>
  <w15:docId w15:val="{989D2E56-C0B6-4895-8AB8-9C6CC724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0F06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D0F06"/>
    <w:rPr>
      <w:rFonts w:ascii="Courier New" w:hAnsi="Courier New"/>
      <w:lang w:val="ru-RU" w:eastAsia="ru-RU" w:bidi="ar-SA"/>
    </w:rPr>
  </w:style>
  <w:style w:type="character" w:customStyle="1" w:styleId="2">
    <w:name w:val="Знак Знак2"/>
    <w:rsid w:val="009D0F06"/>
    <w:rPr>
      <w:rFonts w:ascii="Courier New" w:hAnsi="Courier New"/>
      <w:lang w:val="ru-RU" w:eastAsia="ru-RU" w:bidi="ar-SA"/>
    </w:rPr>
  </w:style>
  <w:style w:type="character" w:customStyle="1" w:styleId="3">
    <w:name w:val="Знак Знак3"/>
    <w:rsid w:val="009D0F06"/>
    <w:rPr>
      <w:rFonts w:ascii="Courier New" w:hAnsi="Courier New"/>
      <w:lang w:val="ru-RU" w:eastAsia="ru-RU" w:bidi="ar-SA"/>
    </w:rPr>
  </w:style>
  <w:style w:type="paragraph" w:styleId="a5">
    <w:name w:val="header"/>
    <w:basedOn w:val="a"/>
    <w:rsid w:val="00E45001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E4500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06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D067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44B4B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F44B4B"/>
    <w:rPr>
      <w:color w:val="800080"/>
      <w:u w:val="single"/>
    </w:rPr>
  </w:style>
  <w:style w:type="paragraph" w:customStyle="1" w:styleId="font5">
    <w:name w:val="font5"/>
    <w:basedOn w:val="a"/>
    <w:rsid w:val="00F44B4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4B4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F44B4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F44B4B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F44B4B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0">
    <w:name w:val="font10"/>
    <w:basedOn w:val="a"/>
    <w:rsid w:val="00F44B4B"/>
    <w:pPr>
      <w:spacing w:before="100" w:beforeAutospacing="1" w:after="100" w:afterAutospacing="1"/>
    </w:pPr>
    <w:rPr>
      <w:color w:val="000000"/>
      <w:sz w:val="18"/>
      <w:szCs w:val="18"/>
      <w:u w:val="single"/>
    </w:rPr>
  </w:style>
  <w:style w:type="paragraph" w:customStyle="1" w:styleId="font11">
    <w:name w:val="font11"/>
    <w:basedOn w:val="a"/>
    <w:rsid w:val="00F44B4B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F44B4B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F44B4B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4">
    <w:name w:val="font14"/>
    <w:basedOn w:val="a"/>
    <w:rsid w:val="00F44B4B"/>
    <w:pPr>
      <w:spacing w:before="100" w:beforeAutospacing="1" w:after="100" w:afterAutospacing="1"/>
    </w:pPr>
    <w:rPr>
      <w:color w:val="000000"/>
      <w:sz w:val="16"/>
      <w:szCs w:val="16"/>
      <w:u w:val="single"/>
    </w:rPr>
  </w:style>
  <w:style w:type="paragraph" w:customStyle="1" w:styleId="xl67">
    <w:name w:val="xl67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F44B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44B4B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44B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44B4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F44B4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F44B4B"/>
    <w:pPr>
      <w:shd w:val="clear" w:color="000000" w:fill="C0C0C0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F44B4B"/>
    <w:pPr>
      <w:shd w:val="clear" w:color="000000" w:fill="C0C0C0"/>
      <w:spacing w:before="100" w:beforeAutospacing="1" w:after="100" w:afterAutospacing="1"/>
    </w:pPr>
  </w:style>
  <w:style w:type="paragraph" w:customStyle="1" w:styleId="xl81">
    <w:name w:val="xl81"/>
    <w:basedOn w:val="a"/>
    <w:rsid w:val="00F44B4B"/>
    <w:pP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44B4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44B4B"/>
    <w:pP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b/>
      <w:bCs/>
      <w:sz w:val="22"/>
      <w:szCs w:val="22"/>
    </w:rPr>
  </w:style>
  <w:style w:type="paragraph" w:customStyle="1" w:styleId="xl87">
    <w:name w:val="xl87"/>
    <w:basedOn w:val="a"/>
    <w:rsid w:val="00F44B4B"/>
    <w:pPr>
      <w:shd w:val="clear" w:color="000000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F44B4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F44B4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2">
    <w:name w:val="xl92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F44B4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2">
    <w:name w:val="xl102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2">
    <w:name w:val="xl112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F44B4B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6">
    <w:name w:val="xl116"/>
    <w:basedOn w:val="a"/>
    <w:rsid w:val="00F44B4B"/>
    <w:pPr>
      <w:pBdr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7">
    <w:name w:val="xl117"/>
    <w:basedOn w:val="a"/>
    <w:rsid w:val="00F44B4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8">
    <w:name w:val="xl118"/>
    <w:basedOn w:val="a"/>
    <w:rsid w:val="00F44B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9">
    <w:name w:val="xl119"/>
    <w:basedOn w:val="a"/>
    <w:rsid w:val="00F44B4B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0">
    <w:name w:val="xl120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1">
    <w:name w:val="xl121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2">
    <w:name w:val="xl122"/>
    <w:basedOn w:val="a"/>
    <w:rsid w:val="00F44B4B"/>
    <w:pPr>
      <w:pBdr>
        <w:top w:val="single" w:sz="4" w:space="0" w:color="auto"/>
        <w:left w:val="single" w:sz="4" w:space="9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3">
    <w:name w:val="xl123"/>
    <w:basedOn w:val="a"/>
    <w:rsid w:val="00F44B4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4">
    <w:name w:val="xl124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25">
    <w:name w:val="xl125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F44B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44B4B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F44B4B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F44B4B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F44B4B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F44B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F44B4B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48">
    <w:name w:val="xl148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49">
    <w:name w:val="xl149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50">
    <w:name w:val="xl150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F44B4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F44B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F44B4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F44B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F44B4B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F44B4B"/>
    <w:pPr>
      <w:pBdr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F44B4B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F44B4B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F44B4B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F44B4B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F44B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0">
    <w:name w:val="xl170"/>
    <w:basedOn w:val="a"/>
    <w:rsid w:val="00F44B4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F44B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rsid w:val="00F44B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F44B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4">
    <w:name w:val="xl174"/>
    <w:basedOn w:val="a"/>
    <w:rsid w:val="00F44B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F44B4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  <w:rPr>
      <w:b/>
      <w:bCs/>
    </w:rPr>
  </w:style>
  <w:style w:type="paragraph" w:customStyle="1" w:styleId="xl178">
    <w:name w:val="xl178"/>
    <w:basedOn w:val="a"/>
    <w:rsid w:val="00F44B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9">
    <w:name w:val="xl179"/>
    <w:basedOn w:val="a"/>
    <w:rsid w:val="00F44B4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0">
    <w:name w:val="xl180"/>
    <w:basedOn w:val="a"/>
    <w:rsid w:val="00F44B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1">
    <w:name w:val="xl181"/>
    <w:basedOn w:val="a"/>
    <w:rsid w:val="00F4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F44B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character" w:customStyle="1" w:styleId="a7">
    <w:name w:val="Нижний колонтитул Знак"/>
    <w:basedOn w:val="a0"/>
    <w:link w:val="a6"/>
    <w:uiPriority w:val="99"/>
    <w:rsid w:val="00431C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lodych.by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print\blank2017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blank20170</Template>
  <TotalTime>253</TotalTime>
  <Pages>12</Pages>
  <Words>2779</Words>
  <Characters>14795</Characters>
  <Application>Microsoft Office Word</Application>
  <DocSecurity>0</DocSecurity>
  <Lines>123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Ольга Синяговская</dc:creator>
  <cp:lastModifiedBy>Марина Балинская</cp:lastModifiedBy>
  <cp:revision>18</cp:revision>
  <cp:lastPrinted>2018-03-01T06:47:00Z</cp:lastPrinted>
  <dcterms:created xsi:type="dcterms:W3CDTF">2021-03-24T13:12:00Z</dcterms:created>
  <dcterms:modified xsi:type="dcterms:W3CDTF">2021-03-26T07:43:00Z</dcterms:modified>
</cp:coreProperties>
</file>