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4CD" w:rsidRPr="007814CD" w:rsidRDefault="007814CD" w:rsidP="007814CD">
      <w:pPr>
        <w:jc w:val="center"/>
        <w:rPr>
          <w:b/>
          <w:sz w:val="22"/>
          <w:szCs w:val="22"/>
        </w:rPr>
      </w:pPr>
      <w:bookmarkStart w:id="0" w:name="f0"/>
      <w:bookmarkStart w:id="1" w:name="_GoBack"/>
      <w:bookmarkEnd w:id="1"/>
      <w:r w:rsidRPr="007814CD">
        <w:rPr>
          <w:b/>
          <w:sz w:val="22"/>
          <w:szCs w:val="22"/>
        </w:rPr>
        <w:t xml:space="preserve">Информация об открытом акционерном обществе и его деятельности </w:t>
      </w:r>
    </w:p>
    <w:p w:rsidR="007814CD" w:rsidRPr="007814CD" w:rsidRDefault="007814CD" w:rsidP="007814CD">
      <w:pPr>
        <w:jc w:val="center"/>
        <w:rPr>
          <w:b/>
          <w:sz w:val="22"/>
          <w:szCs w:val="22"/>
        </w:rPr>
      </w:pPr>
      <w:r w:rsidRPr="007814CD">
        <w:rPr>
          <w:b/>
          <w:sz w:val="22"/>
          <w:szCs w:val="22"/>
        </w:rPr>
        <w:t>по состоянию на 1 января 2019 года</w:t>
      </w:r>
    </w:p>
    <w:p w:rsidR="007814CD" w:rsidRPr="007814CD" w:rsidRDefault="007814CD" w:rsidP="007814CD">
      <w:pPr>
        <w:ind w:firstLine="709"/>
        <w:jc w:val="both"/>
        <w:rPr>
          <w:bCs/>
          <w:sz w:val="22"/>
          <w:szCs w:val="22"/>
        </w:rPr>
      </w:pPr>
    </w:p>
    <w:tbl>
      <w:tblPr>
        <w:tblW w:w="9644" w:type="dxa"/>
        <w:tblInd w:w="103" w:type="dxa"/>
        <w:tblLook w:val="04A0" w:firstRow="1" w:lastRow="0" w:firstColumn="1" w:lastColumn="0" w:noHBand="0" w:noVBand="1"/>
      </w:tblPr>
      <w:tblGrid>
        <w:gridCol w:w="2273"/>
        <w:gridCol w:w="3261"/>
        <w:gridCol w:w="4110"/>
      </w:tblGrid>
      <w:tr w:rsidR="007814CD" w:rsidRPr="007814CD" w:rsidTr="007814CD">
        <w:trPr>
          <w:trHeight w:val="315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14CD" w:rsidRPr="007814CD" w:rsidRDefault="007814CD" w:rsidP="007814CD">
            <w:pPr>
              <w:rPr>
                <w:b/>
                <w:bCs/>
                <w:sz w:val="22"/>
                <w:szCs w:val="22"/>
              </w:rPr>
            </w:pPr>
            <w:r w:rsidRPr="007814CD">
              <w:rPr>
                <w:b/>
                <w:bCs/>
                <w:sz w:val="22"/>
                <w:szCs w:val="22"/>
              </w:rPr>
              <w:t>4.Доля государства в уставном фонде эмитента (всего в %):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4CD" w:rsidRPr="007814CD" w:rsidRDefault="007814CD" w:rsidP="007814CD">
            <w:pPr>
              <w:rPr>
                <w:sz w:val="22"/>
                <w:szCs w:val="22"/>
              </w:rPr>
            </w:pPr>
            <w:r w:rsidRPr="007814CD">
              <w:rPr>
                <w:sz w:val="22"/>
                <w:szCs w:val="22"/>
              </w:rPr>
              <w:t> 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4CD" w:rsidRPr="007814CD" w:rsidRDefault="007814CD" w:rsidP="007814CD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7814CD">
              <w:rPr>
                <w:b/>
                <w:bCs/>
                <w:i/>
                <w:iCs/>
                <w:sz w:val="22"/>
                <w:szCs w:val="22"/>
              </w:rPr>
              <w:t>99,7982</w:t>
            </w:r>
          </w:p>
        </w:tc>
      </w:tr>
      <w:tr w:rsidR="007814CD" w:rsidRPr="007814CD" w:rsidTr="007814CD">
        <w:trPr>
          <w:trHeight w:val="255"/>
        </w:trPr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4CD" w:rsidRPr="007814CD" w:rsidRDefault="007814CD" w:rsidP="007814CD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4CD" w:rsidRPr="007814CD" w:rsidRDefault="007814CD" w:rsidP="007814CD">
            <w:pPr>
              <w:rPr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4CD" w:rsidRPr="007814CD" w:rsidRDefault="007814CD" w:rsidP="007814CD">
            <w:pPr>
              <w:rPr>
                <w:sz w:val="22"/>
                <w:szCs w:val="22"/>
              </w:rPr>
            </w:pPr>
          </w:p>
        </w:tc>
      </w:tr>
      <w:tr w:rsidR="007814CD" w:rsidRPr="007814CD" w:rsidTr="007814CD">
        <w:trPr>
          <w:trHeight w:val="2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4CD" w:rsidRPr="007814CD" w:rsidRDefault="007814CD" w:rsidP="007814CD">
            <w:pPr>
              <w:jc w:val="center"/>
              <w:rPr>
                <w:sz w:val="22"/>
                <w:szCs w:val="22"/>
              </w:rPr>
            </w:pPr>
            <w:r w:rsidRPr="007814CD">
              <w:rPr>
                <w:sz w:val="22"/>
                <w:szCs w:val="22"/>
              </w:rPr>
              <w:t>Вид собственности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4CD" w:rsidRPr="007814CD" w:rsidRDefault="007814CD" w:rsidP="007814CD">
            <w:pPr>
              <w:jc w:val="center"/>
              <w:rPr>
                <w:sz w:val="22"/>
                <w:szCs w:val="22"/>
              </w:rPr>
            </w:pPr>
            <w:r w:rsidRPr="007814CD">
              <w:rPr>
                <w:sz w:val="22"/>
                <w:szCs w:val="22"/>
              </w:rPr>
              <w:t>Количество акций, шт.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4CD" w:rsidRPr="007814CD" w:rsidRDefault="007814CD" w:rsidP="007814CD">
            <w:pPr>
              <w:jc w:val="center"/>
              <w:rPr>
                <w:sz w:val="22"/>
                <w:szCs w:val="22"/>
              </w:rPr>
            </w:pPr>
            <w:r w:rsidRPr="007814CD">
              <w:rPr>
                <w:sz w:val="22"/>
                <w:szCs w:val="22"/>
              </w:rPr>
              <w:t>Доля в уставном фонде, %</w:t>
            </w:r>
          </w:p>
        </w:tc>
      </w:tr>
      <w:tr w:rsidR="007814CD" w:rsidRPr="007814CD" w:rsidTr="007814CD">
        <w:trPr>
          <w:trHeight w:val="20"/>
        </w:trPr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4CD" w:rsidRPr="007814CD" w:rsidRDefault="007814CD" w:rsidP="007814CD">
            <w:pPr>
              <w:jc w:val="both"/>
              <w:rPr>
                <w:sz w:val="22"/>
                <w:szCs w:val="22"/>
              </w:rPr>
            </w:pPr>
            <w:r w:rsidRPr="007814CD">
              <w:rPr>
                <w:sz w:val="22"/>
                <w:szCs w:val="22"/>
              </w:rPr>
              <w:t>республиканская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814CD" w:rsidRPr="007814CD" w:rsidRDefault="007814CD" w:rsidP="007814CD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7814CD">
              <w:rPr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814CD" w:rsidRPr="007814CD" w:rsidRDefault="007814CD" w:rsidP="007814CD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7814CD">
              <w:rPr>
                <w:b/>
                <w:bCs/>
                <w:i/>
                <w:iCs/>
                <w:sz w:val="22"/>
                <w:szCs w:val="22"/>
              </w:rPr>
              <w:t>0</w:t>
            </w:r>
          </w:p>
        </w:tc>
      </w:tr>
      <w:tr w:rsidR="007814CD" w:rsidRPr="007814CD" w:rsidTr="007814CD">
        <w:trPr>
          <w:trHeight w:val="20"/>
        </w:trPr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4CD" w:rsidRPr="007814CD" w:rsidRDefault="007814CD" w:rsidP="007814CD">
            <w:pPr>
              <w:jc w:val="both"/>
              <w:rPr>
                <w:sz w:val="22"/>
                <w:szCs w:val="22"/>
              </w:rPr>
            </w:pPr>
            <w:r w:rsidRPr="007814CD">
              <w:rPr>
                <w:sz w:val="22"/>
                <w:szCs w:val="22"/>
              </w:rPr>
              <w:t>коммунальная всего: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4CD" w:rsidRPr="007814CD" w:rsidRDefault="007814CD" w:rsidP="007814CD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7814CD">
              <w:rPr>
                <w:b/>
                <w:bCs/>
                <w:i/>
                <w:iCs/>
                <w:sz w:val="22"/>
                <w:szCs w:val="22"/>
              </w:rPr>
              <w:t>275951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4CD" w:rsidRPr="007814CD" w:rsidRDefault="007814CD" w:rsidP="007814CD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7814CD">
              <w:rPr>
                <w:b/>
                <w:bCs/>
                <w:i/>
                <w:iCs/>
                <w:sz w:val="22"/>
                <w:szCs w:val="22"/>
              </w:rPr>
              <w:t>99,7982</w:t>
            </w:r>
          </w:p>
        </w:tc>
      </w:tr>
      <w:tr w:rsidR="007814CD" w:rsidRPr="007814CD" w:rsidTr="007814CD">
        <w:trPr>
          <w:trHeight w:val="20"/>
        </w:trPr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4CD" w:rsidRPr="007814CD" w:rsidRDefault="007814CD" w:rsidP="007814CD">
            <w:pPr>
              <w:jc w:val="both"/>
              <w:rPr>
                <w:sz w:val="22"/>
                <w:szCs w:val="22"/>
              </w:rPr>
            </w:pPr>
            <w:r w:rsidRPr="007814CD">
              <w:rPr>
                <w:sz w:val="22"/>
                <w:szCs w:val="22"/>
              </w:rPr>
              <w:t>в том числе: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4CD" w:rsidRPr="007814CD" w:rsidRDefault="007814CD" w:rsidP="007814CD">
            <w:pPr>
              <w:jc w:val="center"/>
              <w:rPr>
                <w:sz w:val="22"/>
                <w:szCs w:val="22"/>
              </w:rPr>
            </w:pPr>
            <w:r w:rsidRPr="007814CD">
              <w:rPr>
                <w:sz w:val="22"/>
                <w:szCs w:val="22"/>
              </w:rPr>
              <w:t>х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4CD" w:rsidRPr="007814CD" w:rsidRDefault="007814CD" w:rsidP="007814CD">
            <w:pPr>
              <w:jc w:val="center"/>
              <w:rPr>
                <w:sz w:val="22"/>
                <w:szCs w:val="22"/>
              </w:rPr>
            </w:pPr>
            <w:r w:rsidRPr="007814CD">
              <w:rPr>
                <w:sz w:val="22"/>
                <w:szCs w:val="22"/>
              </w:rPr>
              <w:t>х</w:t>
            </w:r>
          </w:p>
        </w:tc>
      </w:tr>
      <w:tr w:rsidR="007814CD" w:rsidRPr="007814CD" w:rsidTr="007814CD">
        <w:trPr>
          <w:trHeight w:val="20"/>
        </w:trPr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4CD" w:rsidRPr="007814CD" w:rsidRDefault="007814CD" w:rsidP="007814CD">
            <w:pPr>
              <w:jc w:val="both"/>
              <w:rPr>
                <w:sz w:val="22"/>
                <w:szCs w:val="22"/>
              </w:rPr>
            </w:pPr>
            <w:r w:rsidRPr="007814CD">
              <w:rPr>
                <w:sz w:val="22"/>
                <w:szCs w:val="22"/>
              </w:rPr>
              <w:t xml:space="preserve">областная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814CD" w:rsidRPr="007814CD" w:rsidRDefault="007814CD" w:rsidP="007814CD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7814CD">
              <w:rPr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814CD" w:rsidRPr="007814CD" w:rsidRDefault="007814CD" w:rsidP="007814CD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7814CD">
              <w:rPr>
                <w:b/>
                <w:bCs/>
                <w:i/>
                <w:iCs/>
                <w:sz w:val="22"/>
                <w:szCs w:val="22"/>
              </w:rPr>
              <w:t>0</w:t>
            </w:r>
          </w:p>
        </w:tc>
      </w:tr>
      <w:tr w:rsidR="007814CD" w:rsidRPr="007814CD" w:rsidTr="007814CD">
        <w:trPr>
          <w:trHeight w:val="20"/>
        </w:trPr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4CD" w:rsidRPr="007814CD" w:rsidRDefault="007814CD" w:rsidP="007814CD">
            <w:pPr>
              <w:jc w:val="both"/>
              <w:rPr>
                <w:sz w:val="22"/>
                <w:szCs w:val="22"/>
              </w:rPr>
            </w:pPr>
            <w:r w:rsidRPr="007814CD">
              <w:rPr>
                <w:sz w:val="22"/>
                <w:szCs w:val="22"/>
              </w:rPr>
              <w:t xml:space="preserve">районная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814CD" w:rsidRPr="007814CD" w:rsidRDefault="007814CD" w:rsidP="007814CD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7814CD">
              <w:rPr>
                <w:b/>
                <w:bCs/>
                <w:i/>
                <w:iCs/>
                <w:sz w:val="22"/>
                <w:szCs w:val="22"/>
              </w:rPr>
              <w:t>275951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814CD" w:rsidRPr="007814CD" w:rsidRDefault="007814CD" w:rsidP="007814CD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7814CD">
              <w:rPr>
                <w:b/>
                <w:bCs/>
                <w:i/>
                <w:iCs/>
                <w:sz w:val="22"/>
                <w:szCs w:val="22"/>
              </w:rPr>
              <w:t>99,7982</w:t>
            </w:r>
          </w:p>
        </w:tc>
      </w:tr>
      <w:tr w:rsidR="007814CD" w:rsidRPr="007814CD" w:rsidTr="007814CD">
        <w:trPr>
          <w:trHeight w:val="20"/>
        </w:trPr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4CD" w:rsidRPr="007814CD" w:rsidRDefault="007814CD" w:rsidP="007814CD">
            <w:pPr>
              <w:jc w:val="both"/>
              <w:rPr>
                <w:sz w:val="22"/>
                <w:szCs w:val="22"/>
              </w:rPr>
            </w:pPr>
            <w:r w:rsidRPr="007814CD">
              <w:rPr>
                <w:sz w:val="22"/>
                <w:szCs w:val="22"/>
              </w:rPr>
              <w:t>городская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814CD" w:rsidRPr="007814CD" w:rsidRDefault="007814CD" w:rsidP="007814CD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7814CD">
              <w:rPr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814CD" w:rsidRPr="007814CD" w:rsidRDefault="007814CD" w:rsidP="007814CD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7814CD">
              <w:rPr>
                <w:b/>
                <w:bCs/>
                <w:i/>
                <w:iCs/>
                <w:sz w:val="22"/>
                <w:szCs w:val="22"/>
              </w:rPr>
              <w:t>0</w:t>
            </w:r>
          </w:p>
        </w:tc>
      </w:tr>
    </w:tbl>
    <w:p w:rsidR="007814CD" w:rsidRPr="007814CD" w:rsidRDefault="007814CD" w:rsidP="007814CD">
      <w:pPr>
        <w:rPr>
          <w:sz w:val="22"/>
          <w:szCs w:val="22"/>
        </w:rPr>
      </w:pPr>
    </w:p>
    <w:tbl>
      <w:tblPr>
        <w:tblW w:w="9644" w:type="dxa"/>
        <w:tblInd w:w="103" w:type="dxa"/>
        <w:tblLook w:val="04A0" w:firstRow="1" w:lastRow="0" w:firstColumn="1" w:lastColumn="0" w:noHBand="0" w:noVBand="1"/>
      </w:tblPr>
      <w:tblGrid>
        <w:gridCol w:w="4825"/>
        <w:gridCol w:w="1559"/>
        <w:gridCol w:w="1418"/>
        <w:gridCol w:w="1842"/>
      </w:tblGrid>
      <w:tr w:rsidR="007814CD" w:rsidRPr="007814CD" w:rsidTr="007814CD">
        <w:trPr>
          <w:trHeight w:val="315"/>
        </w:trPr>
        <w:tc>
          <w:tcPr>
            <w:tcW w:w="4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4CD" w:rsidRPr="007814CD" w:rsidRDefault="007814CD" w:rsidP="007814CD">
            <w:pPr>
              <w:rPr>
                <w:b/>
                <w:bCs/>
                <w:sz w:val="22"/>
                <w:szCs w:val="22"/>
              </w:rPr>
            </w:pPr>
            <w:r w:rsidRPr="007814CD">
              <w:rPr>
                <w:b/>
                <w:bCs/>
                <w:sz w:val="22"/>
                <w:szCs w:val="22"/>
              </w:rPr>
              <w:t>5-6. Информация о дивидендах и акциях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4CD" w:rsidRPr="007814CD" w:rsidRDefault="007814CD" w:rsidP="007814C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4CD" w:rsidRPr="007814CD" w:rsidRDefault="007814CD" w:rsidP="007814CD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4CD" w:rsidRPr="007814CD" w:rsidRDefault="007814CD" w:rsidP="007814CD">
            <w:pPr>
              <w:rPr>
                <w:sz w:val="22"/>
                <w:szCs w:val="22"/>
              </w:rPr>
            </w:pPr>
          </w:p>
        </w:tc>
      </w:tr>
      <w:tr w:rsidR="007814CD" w:rsidRPr="007814CD" w:rsidTr="007814CD">
        <w:trPr>
          <w:cantSplit/>
          <w:trHeight w:val="742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4CD" w:rsidRPr="007814CD" w:rsidRDefault="007814CD" w:rsidP="007814CD">
            <w:pPr>
              <w:jc w:val="center"/>
              <w:rPr>
                <w:b/>
                <w:bCs/>
                <w:sz w:val="22"/>
                <w:szCs w:val="22"/>
              </w:rPr>
            </w:pPr>
            <w:r w:rsidRPr="007814CD">
              <w:rPr>
                <w:b/>
                <w:bCs/>
                <w:sz w:val="22"/>
                <w:szCs w:val="22"/>
              </w:rPr>
              <w:t>Показатель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814CD" w:rsidRPr="007814CD" w:rsidRDefault="007814CD" w:rsidP="007814CD">
            <w:pPr>
              <w:jc w:val="center"/>
              <w:rPr>
                <w:b/>
                <w:bCs/>
                <w:sz w:val="22"/>
                <w:szCs w:val="22"/>
              </w:rPr>
            </w:pPr>
            <w:r w:rsidRPr="007814CD">
              <w:rPr>
                <w:b/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4CD" w:rsidRPr="007814CD" w:rsidRDefault="007814CD" w:rsidP="007814CD">
            <w:pPr>
              <w:jc w:val="center"/>
              <w:rPr>
                <w:b/>
                <w:bCs/>
                <w:sz w:val="22"/>
                <w:szCs w:val="22"/>
              </w:rPr>
            </w:pPr>
            <w:r w:rsidRPr="007814CD">
              <w:rPr>
                <w:b/>
                <w:bCs/>
                <w:sz w:val="22"/>
                <w:szCs w:val="22"/>
              </w:rPr>
              <w:t>За отчетный период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4CD" w:rsidRPr="007814CD" w:rsidRDefault="007814CD" w:rsidP="007814CD">
            <w:pPr>
              <w:jc w:val="center"/>
              <w:rPr>
                <w:b/>
                <w:bCs/>
                <w:sz w:val="22"/>
                <w:szCs w:val="22"/>
              </w:rPr>
            </w:pPr>
            <w:r w:rsidRPr="007814CD">
              <w:rPr>
                <w:b/>
                <w:bCs/>
                <w:sz w:val="22"/>
                <w:szCs w:val="22"/>
              </w:rPr>
              <w:t>За аналогичный период прошлого года</w:t>
            </w:r>
          </w:p>
        </w:tc>
      </w:tr>
      <w:tr w:rsidR="007814CD" w:rsidRPr="007814CD" w:rsidTr="007814CD">
        <w:trPr>
          <w:trHeight w:val="2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4CD" w:rsidRPr="007814CD" w:rsidRDefault="007814CD" w:rsidP="007814CD">
            <w:pPr>
              <w:rPr>
                <w:sz w:val="22"/>
                <w:szCs w:val="22"/>
              </w:rPr>
            </w:pPr>
            <w:r w:rsidRPr="007814CD">
              <w:rPr>
                <w:sz w:val="22"/>
                <w:szCs w:val="22"/>
              </w:rPr>
              <w:t>Количество акционеров, 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4CD" w:rsidRPr="007814CD" w:rsidRDefault="007814CD" w:rsidP="007814CD">
            <w:pPr>
              <w:rPr>
                <w:sz w:val="22"/>
                <w:szCs w:val="22"/>
              </w:rPr>
            </w:pPr>
            <w:r w:rsidRPr="007814CD">
              <w:rPr>
                <w:sz w:val="22"/>
                <w:szCs w:val="22"/>
              </w:rPr>
              <w:t>лиц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4CD" w:rsidRPr="007814CD" w:rsidRDefault="007814CD" w:rsidP="007814CD">
            <w:pPr>
              <w:jc w:val="center"/>
              <w:rPr>
                <w:sz w:val="22"/>
                <w:szCs w:val="22"/>
              </w:rPr>
            </w:pPr>
            <w:r w:rsidRPr="007814CD">
              <w:rPr>
                <w:sz w:val="22"/>
                <w:szCs w:val="22"/>
              </w:rPr>
              <w:t>74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4CD" w:rsidRPr="007814CD" w:rsidRDefault="007814CD" w:rsidP="007814CD">
            <w:pPr>
              <w:jc w:val="center"/>
              <w:rPr>
                <w:sz w:val="22"/>
                <w:szCs w:val="22"/>
              </w:rPr>
            </w:pPr>
            <w:r w:rsidRPr="007814CD">
              <w:rPr>
                <w:sz w:val="22"/>
                <w:szCs w:val="22"/>
              </w:rPr>
              <w:t>74</w:t>
            </w:r>
          </w:p>
        </w:tc>
      </w:tr>
      <w:tr w:rsidR="007814CD" w:rsidRPr="007814CD" w:rsidTr="007814CD">
        <w:trPr>
          <w:trHeight w:val="2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4CD" w:rsidRPr="007814CD" w:rsidRDefault="007814CD" w:rsidP="007814CD">
            <w:pPr>
              <w:rPr>
                <w:sz w:val="22"/>
                <w:szCs w:val="22"/>
              </w:rPr>
            </w:pPr>
            <w:r w:rsidRPr="007814CD">
              <w:rPr>
                <w:sz w:val="22"/>
                <w:szCs w:val="22"/>
              </w:rPr>
              <w:t xml:space="preserve">   в том числе: юридических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4CD" w:rsidRPr="007814CD" w:rsidRDefault="007814CD" w:rsidP="007814CD">
            <w:pPr>
              <w:rPr>
                <w:sz w:val="22"/>
                <w:szCs w:val="22"/>
              </w:rPr>
            </w:pPr>
            <w:r w:rsidRPr="007814CD">
              <w:rPr>
                <w:sz w:val="22"/>
                <w:szCs w:val="22"/>
              </w:rPr>
              <w:t>лиц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814CD" w:rsidRPr="007814CD" w:rsidRDefault="007814CD" w:rsidP="007814CD">
            <w:pPr>
              <w:jc w:val="center"/>
              <w:rPr>
                <w:sz w:val="22"/>
                <w:szCs w:val="22"/>
              </w:rPr>
            </w:pPr>
            <w:r w:rsidRPr="007814CD"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814CD" w:rsidRPr="007814CD" w:rsidRDefault="007814CD" w:rsidP="007814CD">
            <w:pPr>
              <w:jc w:val="center"/>
              <w:rPr>
                <w:sz w:val="22"/>
                <w:szCs w:val="22"/>
              </w:rPr>
            </w:pPr>
            <w:r w:rsidRPr="007814CD">
              <w:rPr>
                <w:sz w:val="22"/>
                <w:szCs w:val="22"/>
              </w:rPr>
              <w:t>1</w:t>
            </w:r>
          </w:p>
        </w:tc>
      </w:tr>
      <w:tr w:rsidR="007814CD" w:rsidRPr="007814CD" w:rsidTr="007814CD">
        <w:trPr>
          <w:trHeight w:val="2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4CD" w:rsidRPr="007814CD" w:rsidRDefault="007814CD" w:rsidP="007814CD">
            <w:pPr>
              <w:rPr>
                <w:sz w:val="22"/>
                <w:szCs w:val="22"/>
              </w:rPr>
            </w:pPr>
            <w:r w:rsidRPr="007814CD">
              <w:rPr>
                <w:sz w:val="22"/>
                <w:szCs w:val="22"/>
              </w:rPr>
              <w:t xml:space="preserve">      из них нерезидентов Республики Беларусь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4CD" w:rsidRPr="007814CD" w:rsidRDefault="007814CD" w:rsidP="007814CD">
            <w:pPr>
              <w:rPr>
                <w:sz w:val="22"/>
                <w:szCs w:val="22"/>
              </w:rPr>
            </w:pPr>
            <w:r w:rsidRPr="007814CD">
              <w:rPr>
                <w:sz w:val="22"/>
                <w:szCs w:val="22"/>
              </w:rPr>
              <w:t>лиц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814CD" w:rsidRPr="007814CD" w:rsidRDefault="007814CD" w:rsidP="007814CD">
            <w:pPr>
              <w:jc w:val="center"/>
              <w:rPr>
                <w:sz w:val="22"/>
                <w:szCs w:val="22"/>
              </w:rPr>
            </w:pPr>
            <w:r w:rsidRPr="007814CD">
              <w:rPr>
                <w:sz w:val="22"/>
                <w:szCs w:val="22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814CD" w:rsidRPr="007814CD" w:rsidRDefault="007814CD" w:rsidP="007814CD">
            <w:pPr>
              <w:jc w:val="center"/>
              <w:rPr>
                <w:sz w:val="22"/>
                <w:szCs w:val="22"/>
              </w:rPr>
            </w:pPr>
            <w:r w:rsidRPr="007814CD">
              <w:rPr>
                <w:sz w:val="22"/>
                <w:szCs w:val="22"/>
              </w:rPr>
              <w:t>0</w:t>
            </w:r>
          </w:p>
        </w:tc>
      </w:tr>
      <w:tr w:rsidR="007814CD" w:rsidRPr="007814CD" w:rsidTr="007814CD">
        <w:trPr>
          <w:trHeight w:val="2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4CD" w:rsidRPr="007814CD" w:rsidRDefault="007814CD" w:rsidP="007814CD">
            <w:pPr>
              <w:rPr>
                <w:sz w:val="22"/>
                <w:szCs w:val="22"/>
              </w:rPr>
            </w:pPr>
            <w:r w:rsidRPr="007814CD">
              <w:rPr>
                <w:sz w:val="22"/>
                <w:szCs w:val="22"/>
              </w:rPr>
              <w:t xml:space="preserve">   в том числе: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4CD" w:rsidRPr="007814CD" w:rsidRDefault="007814CD" w:rsidP="007814CD">
            <w:pPr>
              <w:rPr>
                <w:sz w:val="22"/>
                <w:szCs w:val="22"/>
              </w:rPr>
            </w:pPr>
            <w:r w:rsidRPr="007814CD">
              <w:rPr>
                <w:sz w:val="22"/>
                <w:szCs w:val="22"/>
              </w:rPr>
              <w:t>лиц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814CD" w:rsidRPr="007814CD" w:rsidRDefault="007814CD" w:rsidP="007814CD">
            <w:pPr>
              <w:jc w:val="center"/>
              <w:rPr>
                <w:sz w:val="22"/>
                <w:szCs w:val="22"/>
              </w:rPr>
            </w:pPr>
            <w:r w:rsidRPr="007814CD">
              <w:rPr>
                <w:sz w:val="22"/>
                <w:szCs w:val="22"/>
              </w:rPr>
              <w:t>73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814CD" w:rsidRPr="007814CD" w:rsidRDefault="007814CD" w:rsidP="007814CD">
            <w:pPr>
              <w:jc w:val="center"/>
              <w:rPr>
                <w:sz w:val="22"/>
                <w:szCs w:val="22"/>
              </w:rPr>
            </w:pPr>
            <w:r w:rsidRPr="007814CD">
              <w:rPr>
                <w:sz w:val="22"/>
                <w:szCs w:val="22"/>
              </w:rPr>
              <w:t>73</w:t>
            </w:r>
          </w:p>
        </w:tc>
      </w:tr>
      <w:tr w:rsidR="007814CD" w:rsidRPr="007814CD" w:rsidTr="007814CD">
        <w:trPr>
          <w:trHeight w:val="2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4CD" w:rsidRPr="007814CD" w:rsidRDefault="007814CD" w:rsidP="007814CD">
            <w:pPr>
              <w:rPr>
                <w:sz w:val="22"/>
                <w:szCs w:val="22"/>
              </w:rPr>
            </w:pPr>
            <w:r w:rsidRPr="007814CD">
              <w:rPr>
                <w:sz w:val="22"/>
                <w:szCs w:val="22"/>
              </w:rPr>
              <w:t xml:space="preserve">      из них нерезидентов Республики Беларусь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4CD" w:rsidRPr="007814CD" w:rsidRDefault="007814CD" w:rsidP="007814CD">
            <w:pPr>
              <w:rPr>
                <w:sz w:val="22"/>
                <w:szCs w:val="22"/>
              </w:rPr>
            </w:pPr>
            <w:r w:rsidRPr="007814CD">
              <w:rPr>
                <w:sz w:val="22"/>
                <w:szCs w:val="22"/>
              </w:rPr>
              <w:t>лиц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814CD" w:rsidRPr="007814CD" w:rsidRDefault="007814CD" w:rsidP="007814CD">
            <w:pPr>
              <w:jc w:val="center"/>
              <w:rPr>
                <w:sz w:val="22"/>
                <w:szCs w:val="22"/>
              </w:rPr>
            </w:pPr>
            <w:r w:rsidRPr="007814CD">
              <w:rPr>
                <w:sz w:val="22"/>
                <w:szCs w:val="22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814CD" w:rsidRPr="007814CD" w:rsidRDefault="007814CD" w:rsidP="007814CD">
            <w:pPr>
              <w:jc w:val="center"/>
              <w:rPr>
                <w:sz w:val="22"/>
                <w:szCs w:val="22"/>
              </w:rPr>
            </w:pPr>
            <w:r w:rsidRPr="007814CD">
              <w:rPr>
                <w:sz w:val="22"/>
                <w:szCs w:val="22"/>
              </w:rPr>
              <w:t>0</w:t>
            </w:r>
          </w:p>
        </w:tc>
      </w:tr>
      <w:tr w:rsidR="007814CD" w:rsidRPr="007814CD" w:rsidTr="007814CD">
        <w:trPr>
          <w:trHeight w:val="2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4CD" w:rsidRPr="007814CD" w:rsidRDefault="007814CD" w:rsidP="007814CD">
            <w:pPr>
              <w:rPr>
                <w:sz w:val="22"/>
                <w:szCs w:val="22"/>
              </w:rPr>
            </w:pPr>
            <w:r w:rsidRPr="007814CD">
              <w:rPr>
                <w:sz w:val="22"/>
                <w:szCs w:val="22"/>
              </w:rPr>
              <w:t>Начислено на выплату дивидендов в данном отчетном  периоде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4CD" w:rsidRPr="007814CD" w:rsidRDefault="007814CD" w:rsidP="007814CD">
            <w:pPr>
              <w:rPr>
                <w:sz w:val="22"/>
                <w:szCs w:val="22"/>
              </w:rPr>
            </w:pPr>
            <w:r w:rsidRPr="007814CD">
              <w:rPr>
                <w:sz w:val="22"/>
                <w:szCs w:val="22"/>
              </w:rPr>
              <w:t>тысяч рублей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814CD" w:rsidRPr="007814CD" w:rsidRDefault="007814CD" w:rsidP="007814CD">
            <w:pPr>
              <w:jc w:val="center"/>
              <w:rPr>
                <w:sz w:val="22"/>
                <w:szCs w:val="22"/>
              </w:rPr>
            </w:pPr>
            <w:r w:rsidRPr="007814CD">
              <w:rPr>
                <w:sz w:val="22"/>
                <w:szCs w:val="22"/>
              </w:rPr>
              <w:t>14,14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814CD" w:rsidRPr="007814CD" w:rsidRDefault="007814CD" w:rsidP="007814CD">
            <w:pPr>
              <w:jc w:val="center"/>
              <w:rPr>
                <w:sz w:val="22"/>
                <w:szCs w:val="22"/>
              </w:rPr>
            </w:pPr>
            <w:r w:rsidRPr="007814CD">
              <w:rPr>
                <w:sz w:val="22"/>
                <w:szCs w:val="22"/>
              </w:rPr>
              <w:t>22,77</w:t>
            </w:r>
          </w:p>
        </w:tc>
      </w:tr>
      <w:tr w:rsidR="007814CD" w:rsidRPr="007814CD" w:rsidTr="007814CD">
        <w:trPr>
          <w:trHeight w:val="2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4CD" w:rsidRPr="007814CD" w:rsidRDefault="007814CD" w:rsidP="007814CD">
            <w:pPr>
              <w:rPr>
                <w:sz w:val="22"/>
                <w:szCs w:val="22"/>
              </w:rPr>
            </w:pPr>
            <w:r w:rsidRPr="007814CD">
              <w:rPr>
                <w:sz w:val="22"/>
                <w:szCs w:val="22"/>
              </w:rPr>
              <w:t>Фактически выплаченные дивиденды в данном отчетном  периоде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4CD" w:rsidRPr="007814CD" w:rsidRDefault="007814CD" w:rsidP="007814CD">
            <w:pPr>
              <w:rPr>
                <w:sz w:val="22"/>
                <w:szCs w:val="22"/>
              </w:rPr>
            </w:pPr>
            <w:r w:rsidRPr="007814CD">
              <w:rPr>
                <w:sz w:val="22"/>
                <w:szCs w:val="22"/>
              </w:rPr>
              <w:t>тысяч рублей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814CD" w:rsidRPr="007814CD" w:rsidRDefault="007814CD" w:rsidP="007814CD">
            <w:pPr>
              <w:jc w:val="center"/>
              <w:rPr>
                <w:sz w:val="22"/>
                <w:szCs w:val="22"/>
              </w:rPr>
            </w:pPr>
            <w:r w:rsidRPr="007814CD">
              <w:rPr>
                <w:sz w:val="22"/>
                <w:szCs w:val="22"/>
              </w:rPr>
              <w:t>14,14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814CD" w:rsidRPr="007814CD" w:rsidRDefault="007814CD" w:rsidP="007814CD">
            <w:pPr>
              <w:jc w:val="center"/>
              <w:rPr>
                <w:sz w:val="22"/>
                <w:szCs w:val="22"/>
              </w:rPr>
            </w:pPr>
            <w:r w:rsidRPr="007814CD">
              <w:rPr>
                <w:sz w:val="22"/>
                <w:szCs w:val="22"/>
              </w:rPr>
              <w:t>22,77</w:t>
            </w:r>
          </w:p>
        </w:tc>
      </w:tr>
      <w:tr w:rsidR="007814CD" w:rsidRPr="007814CD" w:rsidTr="007814CD">
        <w:trPr>
          <w:trHeight w:val="2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4CD" w:rsidRPr="007814CD" w:rsidRDefault="007814CD" w:rsidP="007814CD">
            <w:pPr>
              <w:rPr>
                <w:sz w:val="22"/>
                <w:szCs w:val="22"/>
              </w:rPr>
            </w:pPr>
            <w:r w:rsidRPr="007814CD">
              <w:rPr>
                <w:sz w:val="22"/>
                <w:szCs w:val="22"/>
              </w:rPr>
              <w:t>Дивиденды, приходящиеся на одну простую (обыкновенную) акцию (включая налоги)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4CD" w:rsidRPr="007814CD" w:rsidRDefault="007814CD" w:rsidP="007814CD">
            <w:pPr>
              <w:rPr>
                <w:sz w:val="22"/>
                <w:szCs w:val="22"/>
              </w:rPr>
            </w:pPr>
            <w:r w:rsidRPr="007814CD">
              <w:rPr>
                <w:sz w:val="22"/>
                <w:szCs w:val="22"/>
              </w:rPr>
              <w:t>рублей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814CD" w:rsidRPr="007814CD" w:rsidRDefault="007814CD" w:rsidP="007814CD">
            <w:pPr>
              <w:jc w:val="center"/>
              <w:rPr>
                <w:sz w:val="22"/>
                <w:szCs w:val="22"/>
              </w:rPr>
            </w:pPr>
            <w:r w:rsidRPr="007814CD">
              <w:rPr>
                <w:sz w:val="22"/>
                <w:szCs w:val="22"/>
              </w:rPr>
              <w:t>0,051141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814CD" w:rsidRPr="007814CD" w:rsidRDefault="007814CD" w:rsidP="007814CD">
            <w:pPr>
              <w:jc w:val="center"/>
              <w:rPr>
                <w:sz w:val="22"/>
                <w:szCs w:val="22"/>
              </w:rPr>
            </w:pPr>
            <w:r w:rsidRPr="007814CD">
              <w:rPr>
                <w:sz w:val="22"/>
                <w:szCs w:val="22"/>
              </w:rPr>
              <w:t>0,082350</w:t>
            </w:r>
          </w:p>
        </w:tc>
      </w:tr>
      <w:tr w:rsidR="007814CD" w:rsidRPr="007814CD" w:rsidTr="007814CD">
        <w:trPr>
          <w:trHeight w:val="2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4CD" w:rsidRPr="007814CD" w:rsidRDefault="007814CD" w:rsidP="007814CD">
            <w:pPr>
              <w:rPr>
                <w:sz w:val="22"/>
                <w:szCs w:val="22"/>
              </w:rPr>
            </w:pPr>
            <w:r w:rsidRPr="007814CD">
              <w:rPr>
                <w:sz w:val="22"/>
                <w:szCs w:val="22"/>
              </w:rPr>
              <w:t>Дивиденды, приходящиеся на одну привилегированную акцию (включая налоги) первого типа ___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4CD" w:rsidRPr="007814CD" w:rsidRDefault="007814CD" w:rsidP="007814CD">
            <w:pPr>
              <w:rPr>
                <w:sz w:val="22"/>
                <w:szCs w:val="22"/>
              </w:rPr>
            </w:pPr>
            <w:r w:rsidRPr="007814CD">
              <w:rPr>
                <w:sz w:val="22"/>
                <w:szCs w:val="22"/>
              </w:rPr>
              <w:t>рублей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814CD" w:rsidRPr="007814CD" w:rsidRDefault="007814CD" w:rsidP="007814CD">
            <w:pPr>
              <w:jc w:val="center"/>
              <w:rPr>
                <w:sz w:val="22"/>
                <w:szCs w:val="22"/>
              </w:rPr>
            </w:pPr>
            <w:r w:rsidRPr="007814CD">
              <w:rPr>
                <w:sz w:val="22"/>
                <w:szCs w:val="22"/>
              </w:rPr>
              <w:t>0,000000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814CD" w:rsidRPr="007814CD" w:rsidRDefault="007814CD" w:rsidP="007814CD">
            <w:pPr>
              <w:jc w:val="center"/>
              <w:rPr>
                <w:sz w:val="22"/>
                <w:szCs w:val="22"/>
              </w:rPr>
            </w:pPr>
            <w:r w:rsidRPr="007814CD">
              <w:rPr>
                <w:sz w:val="22"/>
                <w:szCs w:val="22"/>
              </w:rPr>
              <w:t>0,000000</w:t>
            </w:r>
          </w:p>
        </w:tc>
      </w:tr>
      <w:tr w:rsidR="007814CD" w:rsidRPr="007814CD" w:rsidTr="007814CD">
        <w:trPr>
          <w:trHeight w:val="2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4CD" w:rsidRPr="007814CD" w:rsidRDefault="007814CD" w:rsidP="007814CD">
            <w:pPr>
              <w:rPr>
                <w:sz w:val="22"/>
                <w:szCs w:val="22"/>
              </w:rPr>
            </w:pPr>
            <w:r w:rsidRPr="007814CD">
              <w:rPr>
                <w:sz w:val="22"/>
                <w:szCs w:val="22"/>
              </w:rPr>
              <w:t>Дивиденды, приходящиеся на одну привилегированную акцию (включая налоги) второго типа ___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4CD" w:rsidRPr="007814CD" w:rsidRDefault="007814CD" w:rsidP="007814CD">
            <w:pPr>
              <w:rPr>
                <w:sz w:val="22"/>
                <w:szCs w:val="22"/>
              </w:rPr>
            </w:pPr>
            <w:r w:rsidRPr="007814CD">
              <w:rPr>
                <w:sz w:val="22"/>
                <w:szCs w:val="22"/>
              </w:rPr>
              <w:t>рублей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814CD" w:rsidRPr="007814CD" w:rsidRDefault="007814CD" w:rsidP="007814CD">
            <w:pPr>
              <w:jc w:val="center"/>
              <w:rPr>
                <w:sz w:val="22"/>
                <w:szCs w:val="22"/>
              </w:rPr>
            </w:pPr>
            <w:r w:rsidRPr="007814CD">
              <w:rPr>
                <w:sz w:val="22"/>
                <w:szCs w:val="22"/>
              </w:rPr>
              <w:t>0,000000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814CD" w:rsidRPr="007814CD" w:rsidRDefault="007814CD" w:rsidP="007814CD">
            <w:pPr>
              <w:jc w:val="center"/>
              <w:rPr>
                <w:sz w:val="22"/>
                <w:szCs w:val="22"/>
              </w:rPr>
            </w:pPr>
            <w:r w:rsidRPr="007814CD">
              <w:rPr>
                <w:sz w:val="22"/>
                <w:szCs w:val="22"/>
              </w:rPr>
              <w:t>0,000000</w:t>
            </w:r>
          </w:p>
        </w:tc>
      </w:tr>
      <w:tr w:rsidR="007814CD" w:rsidRPr="007814CD" w:rsidTr="007814CD">
        <w:trPr>
          <w:trHeight w:val="2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4CD" w:rsidRPr="007814CD" w:rsidRDefault="007814CD" w:rsidP="007814CD">
            <w:pPr>
              <w:rPr>
                <w:sz w:val="22"/>
                <w:szCs w:val="22"/>
              </w:rPr>
            </w:pPr>
            <w:r w:rsidRPr="007814CD">
              <w:rPr>
                <w:sz w:val="22"/>
                <w:szCs w:val="22"/>
              </w:rPr>
              <w:t>Дивиденды, фактически выплаченные на одну простую (обыкновенную) акцию (включая налоги)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4CD" w:rsidRPr="007814CD" w:rsidRDefault="007814CD" w:rsidP="007814CD">
            <w:pPr>
              <w:rPr>
                <w:sz w:val="22"/>
                <w:szCs w:val="22"/>
              </w:rPr>
            </w:pPr>
            <w:r w:rsidRPr="007814CD">
              <w:rPr>
                <w:sz w:val="22"/>
                <w:szCs w:val="22"/>
              </w:rPr>
              <w:t>рублей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814CD" w:rsidRPr="007814CD" w:rsidRDefault="007814CD" w:rsidP="007814CD">
            <w:pPr>
              <w:jc w:val="center"/>
              <w:rPr>
                <w:sz w:val="22"/>
                <w:szCs w:val="22"/>
              </w:rPr>
            </w:pPr>
            <w:r w:rsidRPr="007814CD">
              <w:rPr>
                <w:sz w:val="22"/>
                <w:szCs w:val="22"/>
              </w:rPr>
              <w:t>0,051141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814CD" w:rsidRPr="007814CD" w:rsidRDefault="007814CD" w:rsidP="007814CD">
            <w:pPr>
              <w:jc w:val="center"/>
              <w:rPr>
                <w:sz w:val="22"/>
                <w:szCs w:val="22"/>
              </w:rPr>
            </w:pPr>
            <w:r w:rsidRPr="007814CD">
              <w:rPr>
                <w:sz w:val="22"/>
                <w:szCs w:val="22"/>
              </w:rPr>
              <w:t>0,082350</w:t>
            </w:r>
          </w:p>
        </w:tc>
      </w:tr>
      <w:tr w:rsidR="007814CD" w:rsidRPr="007814CD" w:rsidTr="007814CD">
        <w:trPr>
          <w:trHeight w:val="2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4CD" w:rsidRPr="007814CD" w:rsidRDefault="007814CD" w:rsidP="007814CD">
            <w:pPr>
              <w:rPr>
                <w:sz w:val="22"/>
                <w:szCs w:val="22"/>
              </w:rPr>
            </w:pPr>
            <w:r w:rsidRPr="007814CD">
              <w:rPr>
                <w:sz w:val="22"/>
                <w:szCs w:val="22"/>
              </w:rPr>
              <w:t>Дивиденды, фактически выплаченные на одну привилегированную акцию (включая налоги)  первого типа ___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4CD" w:rsidRPr="007814CD" w:rsidRDefault="007814CD" w:rsidP="007814CD">
            <w:pPr>
              <w:rPr>
                <w:sz w:val="22"/>
                <w:szCs w:val="22"/>
              </w:rPr>
            </w:pPr>
            <w:r w:rsidRPr="007814CD">
              <w:rPr>
                <w:sz w:val="22"/>
                <w:szCs w:val="22"/>
              </w:rPr>
              <w:t>рублей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814CD" w:rsidRPr="007814CD" w:rsidRDefault="007814CD" w:rsidP="007814CD">
            <w:pPr>
              <w:jc w:val="center"/>
              <w:rPr>
                <w:sz w:val="22"/>
                <w:szCs w:val="22"/>
              </w:rPr>
            </w:pPr>
            <w:r w:rsidRPr="007814CD">
              <w:rPr>
                <w:sz w:val="22"/>
                <w:szCs w:val="22"/>
              </w:rPr>
              <w:t>0,000000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814CD" w:rsidRPr="007814CD" w:rsidRDefault="007814CD" w:rsidP="007814CD">
            <w:pPr>
              <w:jc w:val="center"/>
              <w:rPr>
                <w:sz w:val="22"/>
                <w:szCs w:val="22"/>
              </w:rPr>
            </w:pPr>
            <w:r w:rsidRPr="007814CD">
              <w:rPr>
                <w:sz w:val="22"/>
                <w:szCs w:val="22"/>
              </w:rPr>
              <w:t>0,000000</w:t>
            </w:r>
          </w:p>
        </w:tc>
      </w:tr>
      <w:tr w:rsidR="007814CD" w:rsidRPr="007814CD" w:rsidTr="007814CD">
        <w:trPr>
          <w:trHeight w:val="2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4CD" w:rsidRPr="007814CD" w:rsidRDefault="007814CD" w:rsidP="007814CD">
            <w:pPr>
              <w:rPr>
                <w:sz w:val="22"/>
                <w:szCs w:val="22"/>
              </w:rPr>
            </w:pPr>
            <w:r w:rsidRPr="007814CD">
              <w:rPr>
                <w:sz w:val="22"/>
                <w:szCs w:val="22"/>
              </w:rPr>
              <w:t>Дивиденды, фактически выплаченные на одну привилегированную акцию (включая налоги)  второго типа ___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4CD" w:rsidRPr="007814CD" w:rsidRDefault="007814CD" w:rsidP="007814CD">
            <w:pPr>
              <w:rPr>
                <w:sz w:val="22"/>
                <w:szCs w:val="22"/>
              </w:rPr>
            </w:pPr>
            <w:r w:rsidRPr="007814CD">
              <w:rPr>
                <w:sz w:val="22"/>
                <w:szCs w:val="22"/>
              </w:rPr>
              <w:t>рублей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814CD" w:rsidRPr="007814CD" w:rsidRDefault="007814CD" w:rsidP="007814CD">
            <w:pPr>
              <w:jc w:val="center"/>
              <w:rPr>
                <w:sz w:val="22"/>
                <w:szCs w:val="22"/>
              </w:rPr>
            </w:pPr>
            <w:r w:rsidRPr="007814CD">
              <w:rPr>
                <w:sz w:val="22"/>
                <w:szCs w:val="22"/>
              </w:rPr>
              <w:t>0,000000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814CD" w:rsidRPr="007814CD" w:rsidRDefault="007814CD" w:rsidP="007814CD">
            <w:pPr>
              <w:jc w:val="center"/>
              <w:rPr>
                <w:sz w:val="22"/>
                <w:szCs w:val="22"/>
              </w:rPr>
            </w:pPr>
            <w:r w:rsidRPr="007814CD">
              <w:rPr>
                <w:sz w:val="22"/>
                <w:szCs w:val="22"/>
              </w:rPr>
              <w:t>0,000000</w:t>
            </w:r>
          </w:p>
        </w:tc>
      </w:tr>
      <w:tr w:rsidR="007814CD" w:rsidRPr="007814CD" w:rsidTr="007814CD">
        <w:trPr>
          <w:trHeight w:val="2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4CD" w:rsidRPr="007814CD" w:rsidRDefault="007814CD" w:rsidP="007814CD">
            <w:pPr>
              <w:rPr>
                <w:sz w:val="22"/>
                <w:szCs w:val="22"/>
              </w:rPr>
            </w:pPr>
            <w:r w:rsidRPr="007814CD">
              <w:rPr>
                <w:sz w:val="22"/>
                <w:szCs w:val="22"/>
              </w:rPr>
              <w:t xml:space="preserve">Период, за который выплачивались дивиденды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4CD" w:rsidRPr="007814CD" w:rsidRDefault="007814CD" w:rsidP="007814CD">
            <w:pPr>
              <w:rPr>
                <w:sz w:val="22"/>
                <w:szCs w:val="22"/>
              </w:rPr>
            </w:pPr>
            <w:r w:rsidRPr="007814CD">
              <w:rPr>
                <w:sz w:val="22"/>
                <w:szCs w:val="22"/>
              </w:rPr>
              <w:t>месяц, квартал, год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7814CD" w:rsidRPr="007814CD" w:rsidRDefault="007814CD" w:rsidP="007814CD">
            <w:pPr>
              <w:jc w:val="center"/>
              <w:rPr>
                <w:sz w:val="22"/>
                <w:szCs w:val="22"/>
              </w:rPr>
            </w:pPr>
            <w:r w:rsidRPr="007814CD">
              <w:rPr>
                <w:sz w:val="22"/>
                <w:szCs w:val="22"/>
              </w:rPr>
              <w:t>за 2017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4CD" w:rsidRPr="007814CD" w:rsidRDefault="007814CD" w:rsidP="007814CD">
            <w:pPr>
              <w:jc w:val="center"/>
              <w:rPr>
                <w:sz w:val="22"/>
                <w:szCs w:val="22"/>
              </w:rPr>
            </w:pPr>
            <w:r w:rsidRPr="007814CD">
              <w:rPr>
                <w:sz w:val="22"/>
                <w:szCs w:val="22"/>
              </w:rPr>
              <w:t>X</w:t>
            </w:r>
          </w:p>
        </w:tc>
      </w:tr>
      <w:tr w:rsidR="007814CD" w:rsidRPr="007814CD" w:rsidTr="007814CD">
        <w:trPr>
          <w:trHeight w:val="2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4CD" w:rsidRPr="007814CD" w:rsidRDefault="007814CD" w:rsidP="007814CD">
            <w:pPr>
              <w:rPr>
                <w:sz w:val="22"/>
                <w:szCs w:val="22"/>
              </w:rPr>
            </w:pPr>
            <w:r w:rsidRPr="007814CD">
              <w:rPr>
                <w:sz w:val="22"/>
                <w:szCs w:val="22"/>
              </w:rPr>
              <w:t>Дата (даты) принятия решений о выплате дивидендов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4CD" w:rsidRPr="007814CD" w:rsidRDefault="007814CD" w:rsidP="007814CD">
            <w:pPr>
              <w:rPr>
                <w:sz w:val="22"/>
                <w:szCs w:val="22"/>
              </w:rPr>
            </w:pPr>
            <w:r w:rsidRPr="007814CD">
              <w:rPr>
                <w:sz w:val="22"/>
                <w:szCs w:val="22"/>
              </w:rPr>
              <w:t>число, месяц, год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7814CD" w:rsidRPr="007814CD" w:rsidRDefault="007814CD" w:rsidP="007814CD">
            <w:pPr>
              <w:jc w:val="center"/>
              <w:rPr>
                <w:sz w:val="22"/>
                <w:szCs w:val="22"/>
              </w:rPr>
            </w:pPr>
            <w:r w:rsidRPr="007814CD">
              <w:rPr>
                <w:sz w:val="22"/>
                <w:szCs w:val="22"/>
              </w:rPr>
              <w:t>16.03.2018 г.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4CD" w:rsidRPr="007814CD" w:rsidRDefault="007814CD" w:rsidP="007814CD">
            <w:pPr>
              <w:jc w:val="center"/>
              <w:rPr>
                <w:sz w:val="22"/>
                <w:szCs w:val="22"/>
              </w:rPr>
            </w:pPr>
            <w:r w:rsidRPr="007814CD">
              <w:rPr>
                <w:sz w:val="22"/>
                <w:szCs w:val="22"/>
              </w:rPr>
              <w:t>X</w:t>
            </w:r>
          </w:p>
        </w:tc>
      </w:tr>
      <w:tr w:rsidR="007814CD" w:rsidRPr="007814CD" w:rsidTr="007814CD">
        <w:trPr>
          <w:trHeight w:val="2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4CD" w:rsidRPr="007814CD" w:rsidRDefault="007814CD" w:rsidP="007814CD">
            <w:pPr>
              <w:rPr>
                <w:sz w:val="22"/>
                <w:szCs w:val="22"/>
              </w:rPr>
            </w:pPr>
            <w:r w:rsidRPr="007814CD">
              <w:rPr>
                <w:sz w:val="22"/>
                <w:szCs w:val="22"/>
              </w:rPr>
              <w:t>Срок (сроки) выплаты дивидендов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4CD" w:rsidRPr="007814CD" w:rsidRDefault="007814CD" w:rsidP="007814CD">
            <w:pPr>
              <w:rPr>
                <w:sz w:val="22"/>
                <w:szCs w:val="22"/>
              </w:rPr>
            </w:pPr>
            <w:r w:rsidRPr="007814CD">
              <w:rPr>
                <w:sz w:val="22"/>
                <w:szCs w:val="22"/>
              </w:rPr>
              <w:t>число, месяц, год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7814CD" w:rsidRPr="007814CD" w:rsidRDefault="007814CD" w:rsidP="007814CD">
            <w:pPr>
              <w:jc w:val="center"/>
              <w:rPr>
                <w:sz w:val="22"/>
                <w:szCs w:val="22"/>
              </w:rPr>
            </w:pPr>
            <w:r w:rsidRPr="007814CD">
              <w:rPr>
                <w:sz w:val="22"/>
                <w:szCs w:val="22"/>
              </w:rPr>
              <w:t>с 16.04. по 01.07.2018 г.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4CD" w:rsidRPr="007814CD" w:rsidRDefault="007814CD" w:rsidP="007814CD">
            <w:pPr>
              <w:jc w:val="center"/>
              <w:rPr>
                <w:sz w:val="22"/>
                <w:szCs w:val="22"/>
              </w:rPr>
            </w:pPr>
            <w:r w:rsidRPr="007814CD">
              <w:rPr>
                <w:sz w:val="22"/>
                <w:szCs w:val="22"/>
              </w:rPr>
              <w:t>X</w:t>
            </w:r>
          </w:p>
        </w:tc>
      </w:tr>
      <w:tr w:rsidR="007814CD" w:rsidRPr="007814CD" w:rsidTr="007814CD">
        <w:trPr>
          <w:trHeight w:val="2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4CD" w:rsidRPr="007814CD" w:rsidRDefault="007814CD" w:rsidP="007814CD">
            <w:pPr>
              <w:rPr>
                <w:sz w:val="22"/>
                <w:szCs w:val="22"/>
              </w:rPr>
            </w:pPr>
            <w:r w:rsidRPr="007814CD">
              <w:rPr>
                <w:sz w:val="22"/>
                <w:szCs w:val="22"/>
              </w:rPr>
              <w:t>Обеспеченность акции имуществом общества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4CD" w:rsidRPr="007814CD" w:rsidRDefault="007814CD" w:rsidP="007814CD">
            <w:pPr>
              <w:rPr>
                <w:sz w:val="22"/>
                <w:szCs w:val="22"/>
              </w:rPr>
            </w:pPr>
            <w:r w:rsidRPr="007814CD">
              <w:rPr>
                <w:sz w:val="22"/>
                <w:szCs w:val="22"/>
              </w:rPr>
              <w:t>рублей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814CD" w:rsidRPr="007814CD" w:rsidRDefault="007814CD" w:rsidP="007814CD">
            <w:pPr>
              <w:jc w:val="center"/>
              <w:rPr>
                <w:sz w:val="22"/>
                <w:szCs w:val="22"/>
              </w:rPr>
            </w:pPr>
            <w:r w:rsidRPr="007814CD">
              <w:rPr>
                <w:sz w:val="22"/>
                <w:szCs w:val="22"/>
              </w:rPr>
              <w:t>6,42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814CD" w:rsidRPr="007814CD" w:rsidRDefault="007814CD" w:rsidP="007814CD">
            <w:pPr>
              <w:jc w:val="center"/>
              <w:rPr>
                <w:sz w:val="22"/>
                <w:szCs w:val="22"/>
              </w:rPr>
            </w:pPr>
            <w:r w:rsidRPr="007814CD">
              <w:rPr>
                <w:sz w:val="22"/>
                <w:szCs w:val="22"/>
              </w:rPr>
              <w:t>6,62</w:t>
            </w:r>
          </w:p>
        </w:tc>
      </w:tr>
      <w:tr w:rsidR="007814CD" w:rsidRPr="007814CD" w:rsidTr="007814CD">
        <w:trPr>
          <w:trHeight w:val="2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4CD" w:rsidRPr="007814CD" w:rsidRDefault="007814CD" w:rsidP="007814CD">
            <w:pPr>
              <w:rPr>
                <w:sz w:val="22"/>
                <w:szCs w:val="22"/>
              </w:rPr>
            </w:pPr>
            <w:r w:rsidRPr="007814CD">
              <w:rPr>
                <w:sz w:val="22"/>
                <w:szCs w:val="22"/>
              </w:rPr>
              <w:t>Количество простых акций, находящихся на балансе общества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14CD" w:rsidRPr="007814CD" w:rsidRDefault="007814CD" w:rsidP="007814CD">
            <w:pPr>
              <w:rPr>
                <w:sz w:val="22"/>
                <w:szCs w:val="22"/>
              </w:rPr>
            </w:pPr>
            <w:r w:rsidRPr="007814CD">
              <w:rPr>
                <w:sz w:val="22"/>
                <w:szCs w:val="22"/>
              </w:rPr>
              <w:t>штук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814CD" w:rsidRPr="007814CD" w:rsidRDefault="007814CD" w:rsidP="007814CD">
            <w:pPr>
              <w:jc w:val="center"/>
              <w:rPr>
                <w:sz w:val="22"/>
                <w:szCs w:val="22"/>
              </w:rPr>
            </w:pPr>
            <w:r w:rsidRPr="007814CD">
              <w:rPr>
                <w:sz w:val="22"/>
                <w:szCs w:val="22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814CD" w:rsidRPr="007814CD" w:rsidRDefault="007814CD" w:rsidP="007814CD">
            <w:pPr>
              <w:jc w:val="center"/>
              <w:rPr>
                <w:sz w:val="22"/>
                <w:szCs w:val="22"/>
              </w:rPr>
            </w:pPr>
            <w:r w:rsidRPr="007814CD">
              <w:rPr>
                <w:sz w:val="22"/>
                <w:szCs w:val="22"/>
              </w:rPr>
              <w:t>0</w:t>
            </w:r>
          </w:p>
        </w:tc>
      </w:tr>
    </w:tbl>
    <w:p w:rsidR="007814CD" w:rsidRPr="007814CD" w:rsidRDefault="005A70AB" w:rsidP="007814CD">
      <w:pPr>
        <w:ind w:firstLine="709"/>
        <w:jc w:val="both"/>
        <w:rPr>
          <w:bCs/>
          <w:sz w:val="16"/>
          <w:szCs w:val="16"/>
          <w:lang w:val="en-US"/>
        </w:rPr>
      </w:pPr>
      <w:r>
        <w:rPr>
          <w:bCs/>
          <w:noProof/>
          <w:sz w:val="16"/>
          <w:szCs w:val="16"/>
        </w:rPr>
        <w:lastRenderedPageBreak/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-127000</wp:posOffset>
            </wp:positionH>
            <wp:positionV relativeFrom="paragraph">
              <wp:posOffset>152400</wp:posOffset>
            </wp:positionV>
            <wp:extent cx="6358890" cy="6913245"/>
            <wp:effectExtent l="0" t="0" r="3810" b="1905"/>
            <wp:wrapSquare wrapText="bothSides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66" t="19148" r="65787" b="233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8890" cy="6913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14CD" w:rsidRPr="007814CD" w:rsidRDefault="007814CD" w:rsidP="007814CD">
      <w:pPr>
        <w:ind w:firstLine="709"/>
        <w:jc w:val="both"/>
        <w:rPr>
          <w:bCs/>
          <w:sz w:val="16"/>
          <w:szCs w:val="16"/>
          <w:lang w:val="en-US"/>
        </w:rPr>
      </w:pPr>
    </w:p>
    <w:tbl>
      <w:tblPr>
        <w:tblW w:w="9181" w:type="dxa"/>
        <w:tblInd w:w="103" w:type="dxa"/>
        <w:tblLook w:val="04A0" w:firstRow="1" w:lastRow="0" w:firstColumn="1" w:lastColumn="0" w:noHBand="0" w:noVBand="1"/>
      </w:tblPr>
      <w:tblGrid>
        <w:gridCol w:w="9181"/>
      </w:tblGrid>
      <w:tr w:rsidR="007814CD" w:rsidRPr="007814CD" w:rsidTr="007814CD">
        <w:trPr>
          <w:trHeight w:val="20"/>
        </w:trPr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814CD" w:rsidRPr="007814CD" w:rsidRDefault="007814CD" w:rsidP="007814CD">
            <w:pPr>
              <w:rPr>
                <w:b/>
                <w:bCs/>
                <w:sz w:val="16"/>
                <w:szCs w:val="16"/>
              </w:rPr>
            </w:pPr>
            <w:r w:rsidRPr="007814CD">
              <w:rPr>
                <w:b/>
                <w:bCs/>
                <w:sz w:val="16"/>
                <w:szCs w:val="16"/>
              </w:rPr>
              <w:t>9. Основные виды продукции или виды деятельности, по которым получено двадцать и более процентов выручки от реализации товаров, продукции, работ, услуг (только в составе годового отчета):</w:t>
            </w:r>
          </w:p>
        </w:tc>
      </w:tr>
      <w:tr w:rsidR="007814CD" w:rsidRPr="007814CD" w:rsidTr="007814CD">
        <w:trPr>
          <w:trHeight w:val="20"/>
        </w:trPr>
        <w:tc>
          <w:tcPr>
            <w:tcW w:w="918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hideMark/>
          </w:tcPr>
          <w:p w:rsidR="007814CD" w:rsidRPr="007814CD" w:rsidRDefault="007814CD" w:rsidP="007814CD">
            <w:pPr>
              <w:rPr>
                <w:sz w:val="16"/>
                <w:szCs w:val="16"/>
              </w:rPr>
            </w:pPr>
            <w:r w:rsidRPr="007814CD">
              <w:rPr>
                <w:sz w:val="16"/>
                <w:szCs w:val="16"/>
              </w:rPr>
              <w:t xml:space="preserve">Деятельность грузового автомобильного транспорта ОКЭД 49410 – 34,7%                                                                                                                    </w:t>
            </w:r>
          </w:p>
        </w:tc>
      </w:tr>
    </w:tbl>
    <w:p w:rsidR="007814CD" w:rsidRPr="007814CD" w:rsidRDefault="007814CD" w:rsidP="007814CD">
      <w:pPr>
        <w:ind w:firstLine="709"/>
        <w:jc w:val="both"/>
        <w:rPr>
          <w:bCs/>
          <w:sz w:val="16"/>
          <w:szCs w:val="16"/>
        </w:rPr>
      </w:pPr>
    </w:p>
    <w:tbl>
      <w:tblPr>
        <w:tblW w:w="9660" w:type="dxa"/>
        <w:tblInd w:w="108" w:type="dxa"/>
        <w:tblLook w:val="04A0" w:firstRow="1" w:lastRow="0" w:firstColumn="1" w:lastColumn="0" w:noHBand="0" w:noVBand="1"/>
      </w:tblPr>
      <w:tblGrid>
        <w:gridCol w:w="4348"/>
        <w:gridCol w:w="1967"/>
        <w:gridCol w:w="952"/>
        <w:gridCol w:w="1727"/>
        <w:gridCol w:w="222"/>
        <w:gridCol w:w="222"/>
        <w:gridCol w:w="222"/>
      </w:tblGrid>
      <w:tr w:rsidR="007814CD" w:rsidRPr="007814CD" w:rsidTr="007814CD">
        <w:trPr>
          <w:trHeight w:val="480"/>
        </w:trPr>
        <w:tc>
          <w:tcPr>
            <w:tcW w:w="96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14CD" w:rsidRPr="007814CD" w:rsidRDefault="007814CD" w:rsidP="007814CD">
            <w:pPr>
              <w:rPr>
                <w:b/>
                <w:bCs/>
                <w:sz w:val="16"/>
                <w:szCs w:val="16"/>
              </w:rPr>
            </w:pPr>
            <w:r w:rsidRPr="007814CD">
              <w:rPr>
                <w:b/>
                <w:bCs/>
                <w:sz w:val="16"/>
                <w:szCs w:val="16"/>
              </w:rPr>
              <w:t>10. Дата проведения годового общего собрания акционеров, на котором утверждался годовой бухгалтерский баланс за отчетный год:</w:t>
            </w:r>
          </w:p>
        </w:tc>
      </w:tr>
      <w:tr w:rsidR="007814CD" w:rsidRPr="007814CD" w:rsidTr="007814CD">
        <w:trPr>
          <w:trHeight w:val="375"/>
        </w:trPr>
        <w:tc>
          <w:tcPr>
            <w:tcW w:w="465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hideMark/>
          </w:tcPr>
          <w:p w:rsidR="007814CD" w:rsidRPr="007814CD" w:rsidRDefault="007814CD" w:rsidP="007814CD">
            <w:pPr>
              <w:jc w:val="right"/>
              <w:rPr>
                <w:sz w:val="16"/>
                <w:szCs w:val="16"/>
              </w:rPr>
            </w:pPr>
            <w:r w:rsidRPr="007814CD">
              <w:rPr>
                <w:sz w:val="16"/>
                <w:szCs w:val="16"/>
              </w:rPr>
              <w:t>22 марта 2019 г.</w:t>
            </w:r>
          </w:p>
        </w:tc>
        <w:tc>
          <w:tcPr>
            <w:tcW w:w="2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14CD" w:rsidRPr="007814CD" w:rsidRDefault="007814CD" w:rsidP="007814CD">
            <w:pPr>
              <w:rPr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14CD" w:rsidRPr="007814CD" w:rsidRDefault="007814CD" w:rsidP="007814CD">
            <w:pPr>
              <w:rPr>
                <w:sz w:val="16"/>
                <w:szCs w:val="16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14CD" w:rsidRPr="007814CD" w:rsidRDefault="007814CD" w:rsidP="007814CD">
            <w:pPr>
              <w:rPr>
                <w:sz w:val="16"/>
                <w:szCs w:val="16"/>
              </w:rPr>
            </w:pPr>
          </w:p>
        </w:tc>
        <w:tc>
          <w:tcPr>
            <w:tcW w:w="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4CD" w:rsidRPr="007814CD" w:rsidRDefault="007814CD" w:rsidP="007814CD">
            <w:pPr>
              <w:rPr>
                <w:sz w:val="16"/>
                <w:szCs w:val="16"/>
              </w:rPr>
            </w:pPr>
          </w:p>
        </w:tc>
        <w:tc>
          <w:tcPr>
            <w:tcW w:w="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4CD" w:rsidRPr="007814CD" w:rsidRDefault="007814CD" w:rsidP="007814CD">
            <w:pPr>
              <w:rPr>
                <w:sz w:val="16"/>
                <w:szCs w:val="16"/>
              </w:rPr>
            </w:pPr>
          </w:p>
        </w:tc>
        <w:tc>
          <w:tcPr>
            <w:tcW w:w="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4CD" w:rsidRPr="007814CD" w:rsidRDefault="007814CD" w:rsidP="007814CD">
            <w:pPr>
              <w:rPr>
                <w:sz w:val="16"/>
                <w:szCs w:val="16"/>
              </w:rPr>
            </w:pPr>
          </w:p>
        </w:tc>
      </w:tr>
    </w:tbl>
    <w:p w:rsidR="007814CD" w:rsidRPr="007814CD" w:rsidRDefault="007814CD" w:rsidP="007814CD">
      <w:pPr>
        <w:ind w:firstLine="709"/>
        <w:jc w:val="both"/>
        <w:rPr>
          <w:bCs/>
          <w:sz w:val="16"/>
          <w:szCs w:val="16"/>
        </w:rPr>
      </w:pPr>
    </w:p>
    <w:tbl>
      <w:tblPr>
        <w:tblW w:w="10688" w:type="dxa"/>
        <w:tblInd w:w="108" w:type="dxa"/>
        <w:tblLook w:val="04A0" w:firstRow="1" w:lastRow="0" w:firstColumn="1" w:lastColumn="0" w:noHBand="0" w:noVBand="1"/>
      </w:tblPr>
      <w:tblGrid>
        <w:gridCol w:w="4720"/>
        <w:gridCol w:w="2139"/>
        <w:gridCol w:w="1036"/>
        <w:gridCol w:w="1461"/>
        <w:gridCol w:w="416"/>
        <w:gridCol w:w="151"/>
        <w:gridCol w:w="71"/>
        <w:gridCol w:w="165"/>
        <w:gridCol w:w="57"/>
        <w:gridCol w:w="236"/>
        <w:gridCol w:w="236"/>
      </w:tblGrid>
      <w:tr w:rsidR="007814CD" w:rsidRPr="007814CD" w:rsidTr="007814CD">
        <w:trPr>
          <w:gridAfter w:val="7"/>
          <w:wAfter w:w="1332" w:type="dxa"/>
          <w:trHeight w:val="525"/>
        </w:trPr>
        <w:tc>
          <w:tcPr>
            <w:tcW w:w="93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4CD" w:rsidRPr="007814CD" w:rsidRDefault="007814CD" w:rsidP="007814CD">
            <w:pPr>
              <w:rPr>
                <w:b/>
                <w:bCs/>
                <w:sz w:val="16"/>
                <w:szCs w:val="16"/>
              </w:rPr>
            </w:pPr>
            <w:r w:rsidRPr="007814CD">
              <w:rPr>
                <w:b/>
                <w:bCs/>
                <w:sz w:val="16"/>
                <w:szCs w:val="16"/>
              </w:rPr>
              <w:t>13.Сведения о применении открытым акционерным обществом Свода правил корпоративного поведения (только в составе годового отчета)</w:t>
            </w:r>
          </w:p>
        </w:tc>
      </w:tr>
      <w:tr w:rsidR="007814CD" w:rsidRPr="007814CD" w:rsidTr="007814CD">
        <w:trPr>
          <w:gridAfter w:val="7"/>
          <w:wAfter w:w="1332" w:type="dxa"/>
          <w:trHeight w:val="227"/>
        </w:trPr>
        <w:tc>
          <w:tcPr>
            <w:tcW w:w="93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bottom"/>
            <w:hideMark/>
          </w:tcPr>
          <w:p w:rsidR="007814CD" w:rsidRPr="007814CD" w:rsidRDefault="007814CD" w:rsidP="007814CD">
            <w:pPr>
              <w:rPr>
                <w:sz w:val="16"/>
                <w:szCs w:val="16"/>
              </w:rPr>
            </w:pPr>
            <w:r w:rsidRPr="007814CD">
              <w:rPr>
                <w:sz w:val="16"/>
                <w:szCs w:val="16"/>
              </w:rPr>
              <w:t>нет</w:t>
            </w:r>
          </w:p>
        </w:tc>
      </w:tr>
      <w:tr w:rsidR="007814CD" w:rsidRPr="007814CD" w:rsidTr="007814CD">
        <w:trPr>
          <w:gridAfter w:val="3"/>
          <w:wAfter w:w="529" w:type="dxa"/>
          <w:trHeight w:val="25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14CD" w:rsidRPr="007814CD" w:rsidRDefault="007814CD" w:rsidP="007814CD">
            <w:pPr>
              <w:rPr>
                <w:b/>
                <w:bCs/>
                <w:sz w:val="16"/>
                <w:szCs w:val="16"/>
              </w:rPr>
            </w:pPr>
          </w:p>
          <w:p w:rsidR="007814CD" w:rsidRPr="007814CD" w:rsidRDefault="007814CD" w:rsidP="007814CD">
            <w:pPr>
              <w:rPr>
                <w:b/>
                <w:bCs/>
                <w:sz w:val="16"/>
                <w:szCs w:val="16"/>
              </w:rPr>
            </w:pPr>
            <w:r w:rsidRPr="007814CD">
              <w:rPr>
                <w:b/>
                <w:bCs/>
                <w:sz w:val="16"/>
                <w:szCs w:val="16"/>
              </w:rPr>
              <w:t>14. Адрес официального сайта открытого акционерного общества в глобальной компьютерной сети Интернет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4CD" w:rsidRPr="007814CD" w:rsidRDefault="007814CD" w:rsidP="007814CD">
            <w:pPr>
              <w:rPr>
                <w:sz w:val="16"/>
                <w:szCs w:val="16"/>
              </w:rPr>
            </w:pPr>
          </w:p>
        </w:tc>
      </w:tr>
      <w:tr w:rsidR="007814CD" w:rsidRPr="007814CD" w:rsidTr="007814CD">
        <w:trPr>
          <w:trHeight w:val="255"/>
        </w:trPr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hideMark/>
          </w:tcPr>
          <w:p w:rsidR="007814CD" w:rsidRPr="007814CD" w:rsidRDefault="007814CD" w:rsidP="007814CD">
            <w:pPr>
              <w:rPr>
                <w:sz w:val="16"/>
                <w:szCs w:val="16"/>
              </w:rPr>
            </w:pPr>
            <w:r w:rsidRPr="007814CD">
              <w:rPr>
                <w:sz w:val="16"/>
                <w:szCs w:val="16"/>
              </w:rPr>
              <w:t>нет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14CD" w:rsidRPr="007814CD" w:rsidRDefault="007814CD" w:rsidP="007814CD">
            <w:pPr>
              <w:rPr>
                <w:sz w:val="16"/>
                <w:szCs w:val="16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14CD" w:rsidRPr="007814CD" w:rsidRDefault="007814CD" w:rsidP="007814CD">
            <w:pPr>
              <w:rPr>
                <w:sz w:val="16"/>
                <w:szCs w:val="16"/>
              </w:rPr>
            </w:pP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14CD" w:rsidRPr="007814CD" w:rsidRDefault="007814CD" w:rsidP="007814CD">
            <w:pPr>
              <w:rPr>
                <w:sz w:val="16"/>
                <w:szCs w:val="16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4CD" w:rsidRPr="007814CD" w:rsidRDefault="007814CD" w:rsidP="007814CD">
            <w:pPr>
              <w:rPr>
                <w:sz w:val="16"/>
                <w:szCs w:val="16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4CD" w:rsidRPr="007814CD" w:rsidRDefault="007814CD" w:rsidP="007814CD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4CD" w:rsidRPr="007814CD" w:rsidRDefault="007814CD" w:rsidP="007814CD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4CD" w:rsidRPr="007814CD" w:rsidRDefault="007814CD" w:rsidP="007814CD">
            <w:pPr>
              <w:rPr>
                <w:sz w:val="16"/>
                <w:szCs w:val="16"/>
              </w:rPr>
            </w:pPr>
          </w:p>
        </w:tc>
      </w:tr>
    </w:tbl>
    <w:p w:rsidR="007814CD" w:rsidRPr="007814CD" w:rsidRDefault="007814CD" w:rsidP="007814CD">
      <w:pPr>
        <w:rPr>
          <w:sz w:val="16"/>
          <w:szCs w:val="16"/>
        </w:rPr>
      </w:pPr>
    </w:p>
    <w:p w:rsidR="00600742" w:rsidRPr="007814CD" w:rsidRDefault="00600742" w:rsidP="00600742">
      <w:pPr>
        <w:pStyle w:val="a3"/>
        <w:jc w:val="right"/>
        <w:outlineLvl w:val="0"/>
        <w:rPr>
          <w:rFonts w:ascii="Times New Roman" w:hAnsi="Times New Roman"/>
          <w:sz w:val="16"/>
          <w:szCs w:val="16"/>
          <w:lang w:val="en-US"/>
        </w:rPr>
      </w:pPr>
    </w:p>
    <w:p w:rsidR="00621962" w:rsidRDefault="00621962" w:rsidP="00621962">
      <w:pPr>
        <w:pStyle w:val="a3"/>
        <w:rPr>
          <w:rFonts w:ascii="Times New Roman" w:hAnsi="Times New Roman"/>
          <w:lang w:val="en-US"/>
        </w:rPr>
      </w:pPr>
      <w:bookmarkStart w:id="2" w:name="f6"/>
      <w:bookmarkEnd w:id="0"/>
    </w:p>
    <w:p w:rsidR="007814CD" w:rsidRDefault="007814CD" w:rsidP="00621962">
      <w:pPr>
        <w:pStyle w:val="a3"/>
        <w:rPr>
          <w:rFonts w:ascii="Times New Roman" w:hAnsi="Times New Roman"/>
          <w:lang w:val="en-US"/>
        </w:rPr>
      </w:pPr>
    </w:p>
    <w:p w:rsidR="00E822BC" w:rsidRPr="00C41561" w:rsidRDefault="00E822BC" w:rsidP="00E822BC">
      <w:pPr>
        <w:jc w:val="center"/>
        <w:rPr>
          <w:b/>
        </w:rPr>
      </w:pPr>
      <w:r>
        <w:rPr>
          <w:b/>
        </w:rPr>
        <w:lastRenderedPageBreak/>
        <w:t xml:space="preserve">Индивидуальный предприниматель  Кондратенко Александр Анатольевич       </w:t>
      </w:r>
      <w:r w:rsidRPr="00C41561">
        <w:rPr>
          <w:sz w:val="20"/>
        </w:rPr>
        <w:t>Гродненская обл., г С</w:t>
      </w:r>
      <w:r>
        <w:rPr>
          <w:sz w:val="20"/>
        </w:rPr>
        <w:t>моргонь, ул. Я. Коласа,91, т.8 029</w:t>
      </w:r>
      <w:r w:rsidRPr="00C41561">
        <w:rPr>
          <w:sz w:val="20"/>
        </w:rPr>
        <w:t xml:space="preserve">6852033 Свидетельство о государственно регистрации №500465183 выдано Сморгонским РИК 20.12.2000 г. </w:t>
      </w:r>
      <w:r w:rsidRPr="00C41561">
        <w:rPr>
          <w:sz w:val="20"/>
          <w:szCs w:val="20"/>
        </w:rPr>
        <w:t xml:space="preserve">р/сBY77AKBB30130809500154200000 в филиале 413 АСБ Беларусбанк г.Лида БИК AKBBBY21413 </w:t>
      </w:r>
      <w:r w:rsidRPr="00C41561">
        <w:rPr>
          <w:sz w:val="20"/>
        </w:rPr>
        <w:t>УНП 500 465</w:t>
      </w:r>
      <w:r>
        <w:rPr>
          <w:sz w:val="20"/>
        </w:rPr>
        <w:t> </w:t>
      </w:r>
      <w:r w:rsidRPr="00C41561">
        <w:rPr>
          <w:sz w:val="20"/>
        </w:rPr>
        <w:t>183</w:t>
      </w:r>
    </w:p>
    <w:p w:rsidR="00E822BC" w:rsidRDefault="00E822BC" w:rsidP="00E822BC">
      <w:pPr>
        <w:jc w:val="center"/>
      </w:pPr>
    </w:p>
    <w:p w:rsidR="00E822BC" w:rsidRDefault="00E822BC" w:rsidP="00E822BC">
      <w:pPr>
        <w:jc w:val="center"/>
      </w:pPr>
    </w:p>
    <w:p w:rsidR="00E822BC" w:rsidRPr="00345F9A" w:rsidRDefault="00E822BC" w:rsidP="00E822BC">
      <w:pPr>
        <w:widowControl w:val="0"/>
        <w:autoSpaceDE w:val="0"/>
        <w:autoSpaceDN w:val="0"/>
        <w:adjustRightInd w:val="0"/>
        <w:ind w:left="360"/>
        <w:jc w:val="center"/>
        <w:outlineLvl w:val="0"/>
        <w:rPr>
          <w:b/>
          <w:sz w:val="28"/>
        </w:rPr>
      </w:pPr>
      <w:r w:rsidRPr="00345F9A">
        <w:rPr>
          <w:b/>
          <w:sz w:val="28"/>
        </w:rPr>
        <w:t>АУДИТОРСКОЕ ЗАКЛЮЧЕНИЕ</w:t>
      </w:r>
    </w:p>
    <w:p w:rsidR="00E822BC" w:rsidRDefault="00E822BC" w:rsidP="00E822BC">
      <w:pPr>
        <w:widowControl w:val="0"/>
        <w:autoSpaceDE w:val="0"/>
        <w:autoSpaceDN w:val="0"/>
        <w:adjustRightInd w:val="0"/>
        <w:ind w:left="360"/>
        <w:jc w:val="center"/>
        <w:rPr>
          <w:b/>
          <w:sz w:val="28"/>
        </w:rPr>
      </w:pPr>
      <w:r>
        <w:rPr>
          <w:b/>
          <w:sz w:val="28"/>
        </w:rPr>
        <w:t xml:space="preserve">по бухгалтерской </w:t>
      </w:r>
      <w:r w:rsidRPr="00345F9A">
        <w:rPr>
          <w:b/>
          <w:sz w:val="28"/>
        </w:rPr>
        <w:t xml:space="preserve"> отчетности </w:t>
      </w:r>
    </w:p>
    <w:p w:rsidR="00E822BC" w:rsidRDefault="00E822BC" w:rsidP="00E822BC">
      <w:pPr>
        <w:widowControl w:val="0"/>
        <w:autoSpaceDE w:val="0"/>
        <w:autoSpaceDN w:val="0"/>
        <w:adjustRightInd w:val="0"/>
        <w:ind w:left="360"/>
        <w:jc w:val="center"/>
        <w:rPr>
          <w:b/>
          <w:sz w:val="28"/>
        </w:rPr>
      </w:pPr>
      <w:r>
        <w:rPr>
          <w:b/>
          <w:sz w:val="28"/>
        </w:rPr>
        <w:t xml:space="preserve">Ошмянского открытого акционерного общества «Агропромтехника» </w:t>
      </w:r>
      <w:r w:rsidRPr="00345F9A">
        <w:rPr>
          <w:b/>
          <w:sz w:val="28"/>
        </w:rPr>
        <w:t xml:space="preserve"> </w:t>
      </w:r>
    </w:p>
    <w:p w:rsidR="00E822BC" w:rsidRDefault="00E822BC" w:rsidP="00E822B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период с 01 января 2018 года по 31 декабря 2018 года.</w:t>
      </w:r>
    </w:p>
    <w:p w:rsidR="00E822BC" w:rsidRDefault="00E822BC" w:rsidP="00E822BC">
      <w:pPr>
        <w:widowControl w:val="0"/>
        <w:autoSpaceDE w:val="0"/>
        <w:autoSpaceDN w:val="0"/>
        <w:adjustRightInd w:val="0"/>
        <w:ind w:left="360"/>
      </w:pPr>
    </w:p>
    <w:p w:rsidR="00E822BC" w:rsidRPr="00345F9A" w:rsidRDefault="00E822BC" w:rsidP="00E822BC">
      <w:pPr>
        <w:widowControl w:val="0"/>
        <w:autoSpaceDE w:val="0"/>
        <w:autoSpaceDN w:val="0"/>
        <w:adjustRightInd w:val="0"/>
        <w:ind w:left="360"/>
      </w:pPr>
    </w:p>
    <w:p w:rsidR="00E822BC" w:rsidRDefault="00E822BC" w:rsidP="00E822BC">
      <w:pPr>
        <w:widowControl w:val="0"/>
        <w:autoSpaceDE w:val="0"/>
        <w:autoSpaceDN w:val="0"/>
        <w:adjustRightInd w:val="0"/>
        <w:ind w:left="5664"/>
      </w:pPr>
      <w:r>
        <w:t>Директору</w:t>
      </w:r>
      <w:r>
        <w:tab/>
      </w:r>
      <w:r>
        <w:tab/>
      </w:r>
    </w:p>
    <w:p w:rsidR="00E822BC" w:rsidRDefault="00E822BC" w:rsidP="00E822BC">
      <w:pPr>
        <w:widowControl w:val="0"/>
        <w:autoSpaceDE w:val="0"/>
        <w:autoSpaceDN w:val="0"/>
        <w:adjustRightInd w:val="0"/>
        <w:ind w:left="5664"/>
      </w:pPr>
      <w:r>
        <w:t xml:space="preserve">Ошмянского </w:t>
      </w:r>
      <w:r w:rsidRPr="00F57446">
        <w:t xml:space="preserve">открытого акционерного </w:t>
      </w:r>
      <w:r>
        <w:t>общества «Агропромтехника</w:t>
      </w:r>
      <w:r w:rsidRPr="00F57446">
        <w:t>»</w:t>
      </w:r>
      <w:r>
        <w:tab/>
      </w:r>
    </w:p>
    <w:p w:rsidR="00E822BC" w:rsidRDefault="00E822BC" w:rsidP="00E822BC">
      <w:pPr>
        <w:widowControl w:val="0"/>
        <w:autoSpaceDE w:val="0"/>
        <w:autoSpaceDN w:val="0"/>
        <w:adjustRightInd w:val="0"/>
        <w:ind w:left="4956" w:firstLine="708"/>
      </w:pPr>
      <w:r>
        <w:t>Бубену  Г.Б.</w:t>
      </w:r>
    </w:p>
    <w:p w:rsidR="00E822BC" w:rsidRDefault="00E822BC" w:rsidP="00E822BC">
      <w:pPr>
        <w:widowControl w:val="0"/>
        <w:autoSpaceDE w:val="0"/>
        <w:autoSpaceDN w:val="0"/>
        <w:adjustRightInd w:val="0"/>
        <w:ind w:left="4956" w:firstLine="708"/>
      </w:pPr>
    </w:p>
    <w:p w:rsidR="00E822BC" w:rsidRDefault="00E822BC" w:rsidP="00E822BC">
      <w:pPr>
        <w:widowControl w:val="0"/>
        <w:autoSpaceDE w:val="0"/>
        <w:autoSpaceDN w:val="0"/>
        <w:adjustRightInd w:val="0"/>
        <w:ind w:left="4956" w:firstLine="708"/>
      </w:pPr>
    </w:p>
    <w:p w:rsidR="00E822BC" w:rsidRPr="00F57446" w:rsidRDefault="00E822BC" w:rsidP="00E822BC">
      <w:pPr>
        <w:widowControl w:val="0"/>
        <w:autoSpaceDE w:val="0"/>
        <w:autoSpaceDN w:val="0"/>
        <w:adjustRightInd w:val="0"/>
        <w:ind w:left="4956" w:firstLine="708"/>
      </w:pPr>
    </w:p>
    <w:p w:rsidR="00E822BC" w:rsidRPr="008B156B" w:rsidRDefault="00E822BC" w:rsidP="00E822BC">
      <w:pPr>
        <w:widowControl w:val="0"/>
        <w:autoSpaceDE w:val="0"/>
        <w:autoSpaceDN w:val="0"/>
        <w:adjustRightInd w:val="0"/>
        <w:ind w:firstLine="708"/>
      </w:pPr>
      <w:r w:rsidRPr="008B156B">
        <w:t>Аудируемое лицо:</w:t>
      </w:r>
    </w:p>
    <w:p w:rsidR="00E822BC" w:rsidRPr="008B156B" w:rsidRDefault="00E822BC" w:rsidP="00E822BC">
      <w:pPr>
        <w:widowControl w:val="0"/>
        <w:autoSpaceDE w:val="0"/>
        <w:autoSpaceDN w:val="0"/>
        <w:adjustRightInd w:val="0"/>
        <w:jc w:val="both"/>
      </w:pPr>
      <w:r>
        <w:t>Ошмянское о</w:t>
      </w:r>
      <w:r w:rsidRPr="008B156B">
        <w:t>ткрытое акцион</w:t>
      </w:r>
      <w:r>
        <w:t>ерное общество «Агропромтехника</w:t>
      </w:r>
      <w:r w:rsidRPr="008B156B">
        <w:t>»</w:t>
      </w:r>
      <w:r>
        <w:t xml:space="preserve"> (Ошмянское ОАО «Агропромтехника</w:t>
      </w:r>
      <w:r w:rsidRPr="00F57446">
        <w:t>»</w:t>
      </w:r>
      <w:r>
        <w:t>)</w:t>
      </w:r>
    </w:p>
    <w:p w:rsidR="00E822BC" w:rsidRPr="008B156B" w:rsidRDefault="00E822BC" w:rsidP="00E822BC">
      <w:pPr>
        <w:widowControl w:val="0"/>
        <w:autoSpaceDE w:val="0"/>
        <w:autoSpaceDN w:val="0"/>
        <w:adjustRightInd w:val="0"/>
        <w:jc w:val="both"/>
      </w:pPr>
      <w:r>
        <w:t>231107 Гродненская область, Ошмянский район, д.Буденовка, ул.Октябрьская, 8</w:t>
      </w:r>
    </w:p>
    <w:p w:rsidR="00E822BC" w:rsidRPr="008B156B" w:rsidRDefault="00E822BC" w:rsidP="00E822BC">
      <w:pPr>
        <w:widowControl w:val="0"/>
        <w:autoSpaceDE w:val="0"/>
        <w:autoSpaceDN w:val="0"/>
        <w:adjustRightInd w:val="0"/>
        <w:jc w:val="both"/>
      </w:pPr>
      <w:r>
        <w:t xml:space="preserve">Зарегистрировано </w:t>
      </w:r>
      <w:r w:rsidRPr="008B156B">
        <w:t>в Реестре государст</w:t>
      </w:r>
      <w:r>
        <w:t>венной регистрации за № 500117231</w:t>
      </w:r>
      <w:r w:rsidRPr="0025409E">
        <w:t xml:space="preserve"> </w:t>
      </w:r>
      <w:r>
        <w:t>Ошмянским районным исполнительным комитетом решением  №418 от 28.06.2001года.</w:t>
      </w:r>
    </w:p>
    <w:p w:rsidR="00E822BC" w:rsidRPr="00345F9A" w:rsidRDefault="00E822BC" w:rsidP="00E822BC">
      <w:pPr>
        <w:widowControl w:val="0"/>
        <w:autoSpaceDE w:val="0"/>
        <w:autoSpaceDN w:val="0"/>
        <w:adjustRightInd w:val="0"/>
        <w:jc w:val="both"/>
      </w:pPr>
    </w:p>
    <w:p w:rsidR="00E822BC" w:rsidRPr="00345F9A" w:rsidRDefault="00E822BC" w:rsidP="00E822BC">
      <w:pPr>
        <w:widowControl w:val="0"/>
        <w:autoSpaceDE w:val="0"/>
        <w:autoSpaceDN w:val="0"/>
        <w:adjustRightInd w:val="0"/>
        <w:jc w:val="both"/>
      </w:pPr>
      <w:r w:rsidRPr="00345F9A">
        <w:t>Аудиторская организация:</w:t>
      </w:r>
    </w:p>
    <w:p w:rsidR="00E822BC" w:rsidRPr="00345F9A" w:rsidRDefault="00E822BC" w:rsidP="00E822BC">
      <w:pPr>
        <w:widowControl w:val="0"/>
        <w:autoSpaceDE w:val="0"/>
        <w:autoSpaceDN w:val="0"/>
        <w:adjustRightInd w:val="0"/>
        <w:jc w:val="both"/>
        <w:rPr>
          <w:b/>
        </w:rPr>
      </w:pPr>
      <w:r w:rsidRPr="00345F9A">
        <w:t>Индивидуальный предприниматель  Кондратенко Александр Анатольевич</w:t>
      </w:r>
      <w:r w:rsidRPr="00345F9A">
        <w:rPr>
          <w:b/>
        </w:rPr>
        <w:t xml:space="preserve"> </w:t>
      </w:r>
    </w:p>
    <w:p w:rsidR="00E822BC" w:rsidRPr="00345F9A" w:rsidRDefault="00E822BC" w:rsidP="00E822BC">
      <w:pPr>
        <w:widowControl w:val="0"/>
        <w:autoSpaceDE w:val="0"/>
        <w:autoSpaceDN w:val="0"/>
        <w:adjustRightInd w:val="0"/>
        <w:jc w:val="both"/>
      </w:pPr>
      <w:r w:rsidRPr="00345F9A">
        <w:t xml:space="preserve">231000 ул.Я.Коласа дом 91, к.31, г. Сморгонь. Гродненская обл.                                                         </w:t>
      </w:r>
    </w:p>
    <w:p w:rsidR="00E822BC" w:rsidRPr="00345F9A" w:rsidRDefault="00E822BC" w:rsidP="00E822BC">
      <w:pPr>
        <w:widowControl w:val="0"/>
        <w:autoSpaceDE w:val="0"/>
        <w:autoSpaceDN w:val="0"/>
        <w:adjustRightInd w:val="0"/>
        <w:jc w:val="both"/>
      </w:pPr>
      <w:r w:rsidRPr="00345F9A">
        <w:t xml:space="preserve">Свидетельство о государственной регистрации № 500465183 от 20 декабря  2000г. выдано Сморгонским районным исполнительным комитетом.             </w:t>
      </w:r>
    </w:p>
    <w:p w:rsidR="00E822BC" w:rsidRPr="00345F9A" w:rsidRDefault="00E822BC" w:rsidP="00E822BC">
      <w:pPr>
        <w:widowControl w:val="0"/>
        <w:autoSpaceDE w:val="0"/>
        <w:autoSpaceDN w:val="0"/>
        <w:adjustRightInd w:val="0"/>
        <w:ind w:firstLine="709"/>
        <w:jc w:val="both"/>
      </w:pPr>
      <w:r>
        <w:t>К</w:t>
      </w:r>
      <w:r w:rsidRPr="00463CBF">
        <w:t xml:space="preserve">валификационный аттестат аудитора №0000859 от 9.07.2003г., выданный  Министерством   </w:t>
      </w:r>
      <w:r>
        <w:t>финансов   Республики  Беларусь</w:t>
      </w:r>
      <w:r w:rsidRPr="00345F9A">
        <w:t xml:space="preserve">. </w:t>
      </w:r>
      <w:r>
        <w:t xml:space="preserve">УНП </w:t>
      </w:r>
      <w:r w:rsidRPr="00345F9A">
        <w:t>500465183</w:t>
      </w:r>
    </w:p>
    <w:p w:rsidR="00E822BC" w:rsidRPr="00345F9A" w:rsidRDefault="00E822BC" w:rsidP="00E822BC">
      <w:pPr>
        <w:widowControl w:val="0"/>
        <w:autoSpaceDE w:val="0"/>
        <w:autoSpaceDN w:val="0"/>
        <w:adjustRightInd w:val="0"/>
        <w:ind w:left="360" w:firstLine="348"/>
        <w:jc w:val="both"/>
      </w:pPr>
    </w:p>
    <w:p w:rsidR="00E822BC" w:rsidRDefault="00E822BC" w:rsidP="00E822BC">
      <w:pPr>
        <w:autoSpaceDE w:val="0"/>
        <w:autoSpaceDN w:val="0"/>
        <w:adjustRightInd w:val="0"/>
        <w:jc w:val="both"/>
      </w:pPr>
      <w:r w:rsidRPr="00C93BEA">
        <w:tab/>
        <w:t>Мною проведен аудит прилаг</w:t>
      </w:r>
      <w:r>
        <w:t xml:space="preserve">аемой бухгалтерской </w:t>
      </w:r>
      <w:r w:rsidRPr="00C93BEA">
        <w:t xml:space="preserve"> отчетности </w:t>
      </w:r>
      <w:r>
        <w:t xml:space="preserve"> Ошмянского ОАО «Агропромтехника</w:t>
      </w:r>
      <w:r w:rsidRPr="00F57446">
        <w:t>»</w:t>
      </w:r>
      <w:r w:rsidRPr="00C93BEA">
        <w:t>, состоящей из бухгалтерского баланса</w:t>
      </w:r>
      <w:r>
        <w:t xml:space="preserve"> на 31 декабря 2018 </w:t>
      </w:r>
      <w:r w:rsidRPr="00C93BEA">
        <w:t>года, отчета о прибылях и убытках, отчета об изменении собственного капитала, отчета о движении денежных средств за год, закончившийся на указанную дату, а также примеча</w:t>
      </w:r>
      <w:r>
        <w:t xml:space="preserve">ний к бухгалтерской </w:t>
      </w:r>
      <w:r w:rsidRPr="00C93BEA">
        <w:t xml:space="preserve"> отчетности.</w:t>
      </w:r>
    </w:p>
    <w:p w:rsidR="00E822BC" w:rsidRPr="00C93BEA" w:rsidRDefault="00E822BC" w:rsidP="00E822BC">
      <w:pPr>
        <w:autoSpaceDE w:val="0"/>
        <w:autoSpaceDN w:val="0"/>
        <w:adjustRightInd w:val="0"/>
      </w:pPr>
    </w:p>
    <w:p w:rsidR="00E822BC" w:rsidRPr="002B616F" w:rsidRDefault="00E822BC" w:rsidP="00E822BC">
      <w:pPr>
        <w:pStyle w:val="afc"/>
        <w:ind w:left="0" w:firstLine="360"/>
      </w:pPr>
      <w:r w:rsidRPr="002B616F">
        <w:rPr>
          <w:b/>
        </w:rPr>
        <w:t>Обязанности руководства аудируемого лица по подготовке бухгалтерской отчётности</w:t>
      </w:r>
    </w:p>
    <w:p w:rsidR="00E822BC" w:rsidRDefault="00E822BC" w:rsidP="00E822BC">
      <w:pPr>
        <w:autoSpaceDE w:val="0"/>
        <w:autoSpaceDN w:val="0"/>
        <w:adjustRightInd w:val="0"/>
        <w:ind w:firstLine="540"/>
        <w:jc w:val="both"/>
      </w:pPr>
    </w:p>
    <w:p w:rsidR="00E822BC" w:rsidRDefault="00E822BC" w:rsidP="00E822BC">
      <w:pPr>
        <w:autoSpaceDE w:val="0"/>
        <w:autoSpaceDN w:val="0"/>
        <w:adjustRightInd w:val="0"/>
        <w:ind w:firstLine="540"/>
        <w:jc w:val="both"/>
      </w:pPr>
      <w:r w:rsidRPr="00C93BEA">
        <w:t xml:space="preserve">Руководство </w:t>
      </w:r>
      <w:r>
        <w:t>Ошмянского ОАО «Агропромтехника» несет ответственность за подготовку и представление бухгалтерской отчетности в соответствии с законодательством Республики Беларусь по бухгалтерскому учету и отчетности. Данная ответственность распространяется на разработку, внедрение и поддержание надлежащего функционирования системы внутреннего контроля, которая должна обеспечивать подготовку достоверной бухгалтерской  отчетности, не содержащей существенных искажений в результате ошибок или недобросовестных действий; выбор и применение надлежащей учетной политики, а также обоснованных оценочных значений.</w:t>
      </w:r>
    </w:p>
    <w:p w:rsidR="00E822BC" w:rsidRDefault="00E822BC" w:rsidP="00E822BC">
      <w:pPr>
        <w:autoSpaceDE w:val="0"/>
        <w:autoSpaceDN w:val="0"/>
        <w:adjustRightInd w:val="0"/>
        <w:jc w:val="both"/>
      </w:pPr>
    </w:p>
    <w:p w:rsidR="00E822BC" w:rsidRPr="002B616F" w:rsidRDefault="00E822BC" w:rsidP="00E822BC">
      <w:pPr>
        <w:pStyle w:val="ConsPlusNonformat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2B616F">
        <w:rPr>
          <w:rFonts w:ascii="Times New Roman" w:hAnsi="Times New Roman" w:cs="Times New Roman"/>
          <w:b/>
          <w:sz w:val="24"/>
          <w:szCs w:val="24"/>
        </w:rPr>
        <w:t>Обязанности аудиторской организации</w:t>
      </w:r>
    </w:p>
    <w:p w:rsidR="00E822BC" w:rsidRDefault="00E822BC" w:rsidP="00E822BC">
      <w:pPr>
        <w:autoSpaceDE w:val="0"/>
        <w:autoSpaceDN w:val="0"/>
        <w:adjustRightInd w:val="0"/>
        <w:jc w:val="both"/>
      </w:pPr>
    </w:p>
    <w:p w:rsidR="00E822BC" w:rsidRDefault="00E822BC" w:rsidP="00E822BC">
      <w:pPr>
        <w:autoSpaceDE w:val="0"/>
        <w:autoSpaceDN w:val="0"/>
        <w:adjustRightInd w:val="0"/>
        <w:ind w:firstLine="540"/>
        <w:jc w:val="both"/>
      </w:pPr>
      <w:r>
        <w:t>Я несу  ответственность  за  выраженное мною мнение о достоверности данной бухгалтерской  отчетности  Ошмянского ОАО «Агропромтехника»,  основанное на результатах проведенного аудита.</w:t>
      </w:r>
    </w:p>
    <w:p w:rsidR="00E822BC" w:rsidRDefault="00E822BC" w:rsidP="00E822BC">
      <w:pPr>
        <w:autoSpaceDE w:val="0"/>
        <w:autoSpaceDN w:val="0"/>
        <w:adjustRightInd w:val="0"/>
        <w:ind w:firstLine="540"/>
        <w:jc w:val="both"/>
      </w:pPr>
      <w:r w:rsidRPr="00D10FBB">
        <w:lastRenderedPageBreak/>
        <w:t xml:space="preserve">Мною  проведен  аудит  в  соответствии  с  требованиями </w:t>
      </w:r>
      <w:hyperlink r:id="rId8" w:history="1">
        <w:r w:rsidRPr="00D10FBB">
          <w:rPr>
            <w:rStyle w:val="afa"/>
          </w:rPr>
          <w:t>Закона</w:t>
        </w:r>
      </w:hyperlink>
      <w:r w:rsidRPr="00D10FBB">
        <w:t xml:space="preserve"> Республик Беларусь</w:t>
      </w:r>
      <w:r>
        <w:t xml:space="preserve"> "Об аудиторской деятельности" и  национальных  правил  аудиторской деятельности. Данные правила обязывают меня соблюдать нормы профессиональной этики,  планировать  и  проводить  аудит  таким  образом,  чтобы обеспечить достаточную  уверенность  относительно наличия либо отсутствия существенных искажений в представленной бухгалтерской  отчетности.</w:t>
      </w:r>
    </w:p>
    <w:p w:rsidR="00E822BC" w:rsidRDefault="00E822BC" w:rsidP="00E822BC">
      <w:pPr>
        <w:autoSpaceDE w:val="0"/>
        <w:autoSpaceDN w:val="0"/>
        <w:adjustRightInd w:val="0"/>
        <w:ind w:firstLine="540"/>
        <w:jc w:val="both"/>
      </w:pPr>
      <w:r>
        <w:t>В ходе аудита мною были выполнены аудиторские процедуры для получения аудиторских доказательств, подтверждающих значения и раскрытия информации в бухгалтерской  отчетности. Отбор аудиторских процедур осуществлялся на основании профессионального суждения с учетом оценки риска существенного искажения бухгалтерской  отчетности в результате ошибок или недобросовестных действий. При оценке риска существенного искажения бухгалтерской  отчетности мною рассматривалась система внутреннего контроля Ошмянского ОАО «Агропромтехника» с целью планирования дальнейших аудиторских процедур в зависимости от оцененных рисков, а не для выражения мнения относительно эффективности функционирования этой системы.</w:t>
      </w:r>
    </w:p>
    <w:p w:rsidR="00E822BC" w:rsidRDefault="00E822BC" w:rsidP="00E822BC">
      <w:pPr>
        <w:autoSpaceDE w:val="0"/>
        <w:autoSpaceDN w:val="0"/>
        <w:adjustRightInd w:val="0"/>
        <w:ind w:firstLine="540"/>
        <w:jc w:val="both"/>
      </w:pPr>
      <w:r>
        <w:t>Аудит также включал оценку правомерности применяемой учетной политики, обоснованности оценочных значений и общего представления бухгалтерской  отчетности.</w:t>
      </w:r>
    </w:p>
    <w:p w:rsidR="00E822BC" w:rsidRDefault="00E822BC" w:rsidP="00E822BC">
      <w:pPr>
        <w:autoSpaceDE w:val="0"/>
        <w:autoSpaceDN w:val="0"/>
        <w:adjustRightInd w:val="0"/>
        <w:ind w:firstLine="540"/>
        <w:jc w:val="both"/>
      </w:pPr>
      <w:r>
        <w:t xml:space="preserve">Я считаю, что в ходе аудита мною были получены достаточные и надлежащие аудиторские доказательства, которые могут являться основанием для выражения  </w:t>
      </w:r>
      <w:r w:rsidRPr="00760F12">
        <w:t>аудиторского мнения.</w:t>
      </w:r>
    </w:p>
    <w:p w:rsidR="00E822BC" w:rsidRPr="00AC7FD4" w:rsidRDefault="00E822BC" w:rsidP="00E822BC">
      <w:pPr>
        <w:autoSpaceDE w:val="0"/>
        <w:autoSpaceDN w:val="0"/>
        <w:adjustRightInd w:val="0"/>
        <w:jc w:val="both"/>
      </w:pPr>
    </w:p>
    <w:p w:rsidR="00E822BC" w:rsidRPr="00AC7FD4" w:rsidRDefault="00E822BC" w:rsidP="00E822BC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7FD4">
        <w:rPr>
          <w:rFonts w:ascii="Times New Roman" w:hAnsi="Times New Roman" w:cs="Times New Roman"/>
          <w:b/>
          <w:sz w:val="24"/>
          <w:szCs w:val="24"/>
        </w:rPr>
        <w:t>Аудиторское мнение</w:t>
      </w:r>
    </w:p>
    <w:p w:rsidR="00E822BC" w:rsidRPr="00634066" w:rsidRDefault="00E822BC" w:rsidP="00E822BC">
      <w:pPr>
        <w:autoSpaceDE w:val="0"/>
        <w:autoSpaceDN w:val="0"/>
        <w:adjustRightInd w:val="0"/>
        <w:ind w:firstLine="540"/>
        <w:jc w:val="both"/>
      </w:pPr>
    </w:p>
    <w:p w:rsidR="00E822BC" w:rsidRPr="00634066" w:rsidRDefault="00E822BC" w:rsidP="00E822BC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4066">
        <w:rPr>
          <w:rFonts w:ascii="Times New Roman" w:hAnsi="Times New Roman" w:cs="Times New Roman"/>
          <w:sz w:val="24"/>
          <w:szCs w:val="24"/>
        </w:rPr>
        <w:t>По моему мнению, бухгалтерская  отчетность, достоверно во всех существенных аспектах отражает финансовое положение Ошмянского открытого акционерного общества «Агропромтехника»</w:t>
      </w:r>
      <w:r>
        <w:rPr>
          <w:rFonts w:ascii="Times New Roman" w:hAnsi="Times New Roman" w:cs="Times New Roman"/>
          <w:sz w:val="24"/>
          <w:szCs w:val="24"/>
        </w:rPr>
        <w:t xml:space="preserve"> на 31 декабря 2018</w:t>
      </w:r>
      <w:r w:rsidRPr="00634066">
        <w:rPr>
          <w:rFonts w:ascii="Times New Roman" w:hAnsi="Times New Roman" w:cs="Times New Roman"/>
          <w:sz w:val="24"/>
          <w:szCs w:val="24"/>
        </w:rPr>
        <w:t xml:space="preserve"> года, а также финансовые результаты деятельности и изменения финансового положения  Ошмянского открытого акционерного общества «Агропромтехника» за  год закончившийся на указанную дату, в соответствии с требованиями законодательства Республики Беларусь.</w:t>
      </w:r>
    </w:p>
    <w:p w:rsidR="00E822BC" w:rsidRPr="00634066" w:rsidRDefault="00E822BC" w:rsidP="00E822BC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822BC" w:rsidRDefault="00E822BC" w:rsidP="00E822BC">
      <w:pPr>
        <w:jc w:val="both"/>
      </w:pPr>
    </w:p>
    <w:p w:rsidR="00E822BC" w:rsidRDefault="00E822BC" w:rsidP="00E822BC">
      <w:pPr>
        <w:widowControl w:val="0"/>
        <w:autoSpaceDE w:val="0"/>
        <w:autoSpaceDN w:val="0"/>
        <w:adjustRightInd w:val="0"/>
        <w:jc w:val="both"/>
      </w:pPr>
      <w:r>
        <w:tab/>
        <w:t xml:space="preserve">Аудитор-индивидуальный предприниматель               </w:t>
      </w:r>
      <w:r>
        <w:tab/>
      </w:r>
      <w:r>
        <w:tab/>
        <w:t xml:space="preserve"> Кондратенко А.А</w:t>
      </w:r>
    </w:p>
    <w:p w:rsidR="00E822BC" w:rsidRDefault="00E822BC" w:rsidP="00E822BC">
      <w:pPr>
        <w:widowControl w:val="0"/>
        <w:autoSpaceDE w:val="0"/>
        <w:autoSpaceDN w:val="0"/>
        <w:adjustRightInd w:val="0"/>
        <w:jc w:val="both"/>
      </w:pPr>
    </w:p>
    <w:p w:rsidR="00E822BC" w:rsidRDefault="00E822BC" w:rsidP="00E822BC">
      <w:pPr>
        <w:widowControl w:val="0"/>
        <w:autoSpaceDE w:val="0"/>
        <w:autoSpaceDN w:val="0"/>
        <w:adjustRightInd w:val="0"/>
        <w:ind w:firstLine="709"/>
        <w:jc w:val="both"/>
      </w:pPr>
      <w:r>
        <w:t>22 марта 2019</w:t>
      </w:r>
      <w:r w:rsidRPr="00F57446">
        <w:t xml:space="preserve"> года</w:t>
      </w:r>
    </w:p>
    <w:p w:rsidR="007814CD" w:rsidRDefault="007814CD" w:rsidP="00621962">
      <w:pPr>
        <w:pStyle w:val="a3"/>
        <w:rPr>
          <w:rFonts w:ascii="Times New Roman" w:hAnsi="Times New Roman"/>
          <w:lang w:val="en-US"/>
        </w:rPr>
      </w:pPr>
    </w:p>
    <w:p w:rsidR="00E822BC" w:rsidRDefault="00E822BC" w:rsidP="00621962">
      <w:pPr>
        <w:pStyle w:val="a3"/>
        <w:rPr>
          <w:rFonts w:ascii="Times New Roman" w:hAnsi="Times New Roman"/>
          <w:lang w:val="en-US"/>
        </w:rPr>
      </w:pPr>
    </w:p>
    <w:p w:rsidR="00E822BC" w:rsidRDefault="00E822BC" w:rsidP="00621962">
      <w:pPr>
        <w:pStyle w:val="a3"/>
        <w:rPr>
          <w:rFonts w:ascii="Times New Roman" w:hAnsi="Times New Roman"/>
          <w:lang w:val="en-US"/>
        </w:rPr>
      </w:pPr>
    </w:p>
    <w:p w:rsidR="00E822BC" w:rsidRDefault="00E822BC" w:rsidP="00621962">
      <w:pPr>
        <w:pStyle w:val="a3"/>
        <w:rPr>
          <w:rFonts w:ascii="Times New Roman" w:hAnsi="Times New Roman"/>
          <w:lang w:val="en-US"/>
        </w:rPr>
      </w:pPr>
    </w:p>
    <w:p w:rsidR="00E822BC" w:rsidRDefault="00E822BC" w:rsidP="00621962">
      <w:pPr>
        <w:pStyle w:val="a3"/>
        <w:rPr>
          <w:rFonts w:ascii="Times New Roman" w:hAnsi="Times New Roman"/>
          <w:lang w:val="en-US"/>
        </w:rPr>
      </w:pPr>
    </w:p>
    <w:p w:rsidR="00E822BC" w:rsidRDefault="00E822BC" w:rsidP="00621962">
      <w:pPr>
        <w:pStyle w:val="a3"/>
        <w:rPr>
          <w:rFonts w:ascii="Times New Roman" w:hAnsi="Times New Roman"/>
          <w:lang w:val="en-US"/>
        </w:rPr>
      </w:pPr>
    </w:p>
    <w:p w:rsidR="00E822BC" w:rsidRDefault="00E822BC" w:rsidP="00621962">
      <w:pPr>
        <w:pStyle w:val="a3"/>
        <w:rPr>
          <w:rFonts w:ascii="Times New Roman" w:hAnsi="Times New Roman"/>
          <w:lang w:val="en-US"/>
        </w:rPr>
      </w:pPr>
    </w:p>
    <w:p w:rsidR="00E822BC" w:rsidRDefault="00E822BC" w:rsidP="00621962">
      <w:pPr>
        <w:pStyle w:val="a3"/>
        <w:rPr>
          <w:rFonts w:ascii="Times New Roman" w:hAnsi="Times New Roman"/>
          <w:lang w:val="en-US"/>
        </w:rPr>
      </w:pPr>
    </w:p>
    <w:p w:rsidR="00E822BC" w:rsidRDefault="00E822BC" w:rsidP="00621962">
      <w:pPr>
        <w:pStyle w:val="a3"/>
        <w:rPr>
          <w:rFonts w:ascii="Times New Roman" w:hAnsi="Times New Roman"/>
          <w:lang w:val="en-US"/>
        </w:rPr>
      </w:pPr>
    </w:p>
    <w:p w:rsidR="00E822BC" w:rsidRDefault="00E822BC" w:rsidP="00621962">
      <w:pPr>
        <w:pStyle w:val="a3"/>
        <w:rPr>
          <w:rFonts w:ascii="Times New Roman" w:hAnsi="Times New Roman"/>
          <w:lang w:val="en-US"/>
        </w:rPr>
      </w:pPr>
    </w:p>
    <w:p w:rsidR="00E822BC" w:rsidRDefault="00E822BC" w:rsidP="00621962">
      <w:pPr>
        <w:pStyle w:val="a3"/>
        <w:rPr>
          <w:rFonts w:ascii="Times New Roman" w:hAnsi="Times New Roman"/>
          <w:lang w:val="en-US"/>
        </w:rPr>
      </w:pPr>
    </w:p>
    <w:p w:rsidR="00E822BC" w:rsidRDefault="00E822BC" w:rsidP="00621962">
      <w:pPr>
        <w:pStyle w:val="a3"/>
        <w:rPr>
          <w:rFonts w:ascii="Times New Roman" w:hAnsi="Times New Roman"/>
          <w:lang w:val="en-US"/>
        </w:rPr>
      </w:pPr>
    </w:p>
    <w:p w:rsidR="00E822BC" w:rsidRDefault="00E822BC" w:rsidP="00621962">
      <w:pPr>
        <w:pStyle w:val="a3"/>
        <w:rPr>
          <w:rFonts w:ascii="Times New Roman" w:hAnsi="Times New Roman"/>
          <w:lang w:val="en-US"/>
        </w:rPr>
      </w:pPr>
    </w:p>
    <w:p w:rsidR="00E822BC" w:rsidRDefault="00E822BC" w:rsidP="00621962">
      <w:pPr>
        <w:pStyle w:val="a3"/>
        <w:rPr>
          <w:rFonts w:ascii="Times New Roman" w:hAnsi="Times New Roman"/>
          <w:lang w:val="en-US"/>
        </w:rPr>
      </w:pPr>
    </w:p>
    <w:p w:rsidR="00E822BC" w:rsidRDefault="00E822BC" w:rsidP="00621962">
      <w:pPr>
        <w:pStyle w:val="a3"/>
        <w:rPr>
          <w:rFonts w:ascii="Times New Roman" w:hAnsi="Times New Roman"/>
          <w:lang w:val="en-US"/>
        </w:rPr>
      </w:pPr>
    </w:p>
    <w:p w:rsidR="00E822BC" w:rsidRDefault="00E822BC" w:rsidP="00621962">
      <w:pPr>
        <w:pStyle w:val="a3"/>
        <w:rPr>
          <w:rFonts w:ascii="Times New Roman" w:hAnsi="Times New Roman"/>
          <w:lang w:val="en-US"/>
        </w:rPr>
      </w:pPr>
    </w:p>
    <w:p w:rsidR="00E822BC" w:rsidRDefault="00E822BC" w:rsidP="00621962">
      <w:pPr>
        <w:pStyle w:val="a3"/>
        <w:rPr>
          <w:rFonts w:ascii="Times New Roman" w:hAnsi="Times New Roman"/>
          <w:lang w:val="en-US"/>
        </w:rPr>
      </w:pPr>
    </w:p>
    <w:p w:rsidR="00E822BC" w:rsidRDefault="00E822BC" w:rsidP="00621962">
      <w:pPr>
        <w:pStyle w:val="a3"/>
        <w:rPr>
          <w:rFonts w:ascii="Times New Roman" w:hAnsi="Times New Roman"/>
          <w:lang w:val="en-US"/>
        </w:rPr>
      </w:pPr>
    </w:p>
    <w:p w:rsidR="00E822BC" w:rsidRDefault="00E822BC" w:rsidP="00621962">
      <w:pPr>
        <w:pStyle w:val="a3"/>
        <w:rPr>
          <w:rFonts w:ascii="Times New Roman" w:hAnsi="Times New Roman"/>
          <w:lang w:val="en-US"/>
        </w:rPr>
      </w:pPr>
    </w:p>
    <w:p w:rsidR="00E822BC" w:rsidRDefault="00E822BC" w:rsidP="00621962">
      <w:pPr>
        <w:pStyle w:val="a3"/>
        <w:rPr>
          <w:rFonts w:ascii="Times New Roman" w:hAnsi="Times New Roman"/>
          <w:lang w:val="en-US"/>
        </w:rPr>
      </w:pPr>
    </w:p>
    <w:p w:rsidR="00E822BC" w:rsidRDefault="00E822BC" w:rsidP="00621962">
      <w:pPr>
        <w:pStyle w:val="a3"/>
        <w:rPr>
          <w:rFonts w:ascii="Times New Roman" w:hAnsi="Times New Roman"/>
          <w:lang w:val="en-US"/>
        </w:rPr>
      </w:pPr>
    </w:p>
    <w:p w:rsidR="00E822BC" w:rsidRDefault="00E822BC" w:rsidP="00621962">
      <w:pPr>
        <w:pStyle w:val="a3"/>
        <w:rPr>
          <w:rFonts w:ascii="Times New Roman" w:hAnsi="Times New Roman"/>
          <w:lang w:val="en-US"/>
        </w:rPr>
      </w:pPr>
    </w:p>
    <w:p w:rsidR="00E822BC" w:rsidRDefault="00E822BC" w:rsidP="00621962">
      <w:pPr>
        <w:pStyle w:val="a3"/>
        <w:rPr>
          <w:rFonts w:ascii="Times New Roman" w:hAnsi="Times New Roman"/>
          <w:lang w:val="en-US"/>
        </w:rPr>
      </w:pPr>
    </w:p>
    <w:p w:rsidR="00E822BC" w:rsidRDefault="00E822BC" w:rsidP="00621962">
      <w:pPr>
        <w:pStyle w:val="a3"/>
        <w:rPr>
          <w:rFonts w:ascii="Times New Roman" w:hAnsi="Times New Roman"/>
          <w:lang w:val="en-US"/>
        </w:rPr>
      </w:pPr>
    </w:p>
    <w:p w:rsidR="00E822BC" w:rsidRDefault="00E822BC" w:rsidP="00621962">
      <w:pPr>
        <w:pStyle w:val="a3"/>
        <w:rPr>
          <w:rFonts w:ascii="Times New Roman" w:hAnsi="Times New Roman"/>
          <w:lang w:val="en-US"/>
        </w:rPr>
      </w:pPr>
    </w:p>
    <w:p w:rsidR="00E822BC" w:rsidRDefault="00E822BC" w:rsidP="00621962">
      <w:pPr>
        <w:pStyle w:val="a3"/>
        <w:rPr>
          <w:rFonts w:ascii="Times New Roman" w:hAnsi="Times New Roman"/>
          <w:lang w:val="en-US"/>
        </w:rPr>
      </w:pPr>
    </w:p>
    <w:p w:rsidR="00E822BC" w:rsidRDefault="00E822BC" w:rsidP="00621962">
      <w:pPr>
        <w:pStyle w:val="a3"/>
        <w:rPr>
          <w:rFonts w:ascii="Times New Roman" w:hAnsi="Times New Roman"/>
          <w:lang w:val="en-US"/>
        </w:rPr>
      </w:pPr>
    </w:p>
    <w:p w:rsidR="00E822BC" w:rsidRDefault="00E822BC" w:rsidP="00621962">
      <w:pPr>
        <w:pStyle w:val="a3"/>
        <w:rPr>
          <w:rFonts w:ascii="Times New Roman" w:hAnsi="Times New Roman"/>
          <w:lang w:val="en-US"/>
        </w:rPr>
      </w:pPr>
    </w:p>
    <w:p w:rsidR="00E822BC" w:rsidRDefault="00E822BC" w:rsidP="00621962">
      <w:pPr>
        <w:pStyle w:val="a3"/>
        <w:rPr>
          <w:rFonts w:ascii="Times New Roman" w:hAnsi="Times New Roman"/>
          <w:lang w:val="en-US"/>
        </w:rPr>
      </w:pPr>
    </w:p>
    <w:p w:rsidR="00E822BC" w:rsidRPr="007814CD" w:rsidRDefault="00E822BC" w:rsidP="00621962">
      <w:pPr>
        <w:pStyle w:val="a3"/>
        <w:rPr>
          <w:rFonts w:ascii="Times New Roman" w:hAnsi="Times New Roman"/>
          <w:lang w:val="en-US"/>
        </w:rPr>
      </w:pPr>
    </w:p>
    <w:tbl>
      <w:tblPr>
        <w:tblW w:w="10080" w:type="dxa"/>
        <w:tblInd w:w="588" w:type="dxa"/>
        <w:tblLook w:val="0000" w:firstRow="0" w:lastRow="0" w:firstColumn="0" w:lastColumn="0" w:noHBand="0" w:noVBand="0"/>
      </w:tblPr>
      <w:tblGrid>
        <w:gridCol w:w="1635"/>
        <w:gridCol w:w="895"/>
        <w:gridCol w:w="1415"/>
        <w:gridCol w:w="1175"/>
        <w:gridCol w:w="782"/>
        <w:gridCol w:w="2139"/>
        <w:gridCol w:w="2039"/>
      </w:tblGrid>
      <w:tr w:rsidR="00621962" w:rsidTr="00365A54">
        <w:trPr>
          <w:trHeight w:val="8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bookmarkStart w:id="3" w:name="f1"/>
            <w:bookmarkEnd w:id="2"/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21962" w:rsidRDefault="00621962" w:rsidP="00365A5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1</w:t>
            </w:r>
          </w:p>
        </w:tc>
      </w:tr>
      <w:tr w:rsidR="00621962" w:rsidTr="00365A54">
        <w:trPr>
          <w:trHeight w:val="225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21962" w:rsidRDefault="00621962" w:rsidP="00365A5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 постановлению Министерства финансов </w:t>
            </w:r>
            <w:r>
              <w:rPr>
                <w:sz w:val="16"/>
                <w:szCs w:val="16"/>
              </w:rPr>
              <w:br/>
              <w:t xml:space="preserve">Республики Беларусь </w:t>
            </w:r>
          </w:p>
        </w:tc>
      </w:tr>
      <w:tr w:rsidR="00621962" w:rsidTr="00365A54">
        <w:trPr>
          <w:trHeight w:val="225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21962" w:rsidRPr="000D79BC" w:rsidRDefault="00621962" w:rsidP="00365A54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 xml:space="preserve">    </w:t>
            </w: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  <w:lang w:val="en-US"/>
              </w:rPr>
              <w:t>16</w:t>
            </w:r>
            <w:r>
              <w:rPr>
                <w:sz w:val="16"/>
                <w:szCs w:val="16"/>
              </w:rPr>
              <w:t xml:space="preserve"> № 1</w:t>
            </w:r>
            <w:r>
              <w:rPr>
                <w:sz w:val="16"/>
                <w:szCs w:val="16"/>
                <w:lang w:val="en-US"/>
              </w:rPr>
              <w:t>04</w:t>
            </w:r>
          </w:p>
        </w:tc>
      </w:tr>
      <w:tr w:rsidR="00621962" w:rsidTr="00365A54">
        <w:trPr>
          <w:trHeight w:val="255"/>
        </w:trPr>
        <w:tc>
          <w:tcPr>
            <w:tcW w:w="100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БУХГАЛТЕРСКИЙ БАЛАНС</w:t>
            </w:r>
          </w:p>
        </w:tc>
      </w:tr>
      <w:tr w:rsidR="00621962" w:rsidTr="00365A54">
        <w:trPr>
          <w:trHeight w:val="252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A325B4" w:rsidRDefault="00621962" w:rsidP="00365A54">
            <w:pPr>
              <w:ind w:firstLineChars="300" w:firstLine="542"/>
              <w:rPr>
                <w:b/>
                <w:sz w:val="18"/>
                <w:szCs w:val="18"/>
              </w:rPr>
            </w:pPr>
            <w:r w:rsidRPr="00A325B4">
              <w:rPr>
                <w:b/>
                <w:sz w:val="18"/>
                <w:szCs w:val="18"/>
              </w:rPr>
              <w:t>на</w:t>
            </w:r>
          </w:p>
        </w:tc>
        <w:tc>
          <w:tcPr>
            <w:tcW w:w="409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21962" w:rsidRPr="00A325B4" w:rsidRDefault="00621962" w:rsidP="008C6F6A">
            <w:pPr>
              <w:jc w:val="both"/>
              <w:rPr>
                <w:b/>
                <w:sz w:val="18"/>
                <w:szCs w:val="18"/>
              </w:rPr>
            </w:pPr>
            <w:r w:rsidRPr="00A325B4">
              <w:rPr>
                <w:b/>
                <w:sz w:val="18"/>
                <w:szCs w:val="18"/>
              </w:rPr>
              <w:t>1</w:t>
            </w:r>
            <w:r w:rsidRPr="00A325B4">
              <w:rPr>
                <w:b/>
                <w:sz w:val="18"/>
                <w:szCs w:val="18"/>
                <w:lang w:val="en-US"/>
              </w:rPr>
              <w:t xml:space="preserve"> </w:t>
            </w:r>
            <w:r w:rsidR="008C6F6A">
              <w:rPr>
                <w:b/>
                <w:sz w:val="18"/>
                <w:szCs w:val="18"/>
              </w:rPr>
              <w:t>января</w:t>
            </w:r>
            <w:r w:rsidRPr="00A325B4">
              <w:rPr>
                <w:b/>
                <w:sz w:val="18"/>
                <w:szCs w:val="18"/>
              </w:rPr>
              <w:t xml:space="preserve"> 201</w:t>
            </w:r>
            <w:r w:rsidR="008C6F6A">
              <w:rPr>
                <w:b/>
                <w:sz w:val="18"/>
                <w:szCs w:val="18"/>
              </w:rPr>
              <w:t>9</w:t>
            </w:r>
            <w:r w:rsidRPr="00A325B4">
              <w:rPr>
                <w:b/>
                <w:sz w:val="18"/>
                <w:szCs w:val="18"/>
              </w:rPr>
              <w:t xml:space="preserve"> года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21962" w:rsidTr="00365A54">
        <w:trPr>
          <w:trHeight w:val="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670171" w:rsidRDefault="00621962" w:rsidP="00365A54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670171" w:rsidRDefault="00621962" w:rsidP="00365A54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670171" w:rsidRDefault="00621962" w:rsidP="00365A54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670171" w:rsidRDefault="00621962" w:rsidP="00365A54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670171" w:rsidRDefault="00621962" w:rsidP="00365A54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670171" w:rsidRDefault="00621962" w:rsidP="00365A54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670171" w:rsidRDefault="00621962" w:rsidP="00365A54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</w:tr>
      <w:tr w:rsidR="00621962" w:rsidTr="00365A54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21962" w:rsidRPr="00A325B4" w:rsidRDefault="00621962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Организация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21962" w:rsidRPr="00D32A8A" w:rsidRDefault="00621962" w:rsidP="00365A54">
            <w:pPr>
              <w:rPr>
                <w:b/>
                <w:sz w:val="18"/>
                <w:szCs w:val="18"/>
              </w:rPr>
            </w:pPr>
            <w:r w:rsidRPr="00D32A8A">
              <w:rPr>
                <w:b/>
                <w:sz w:val="18"/>
                <w:szCs w:val="18"/>
              </w:rPr>
              <w:t> </w:t>
            </w:r>
            <w:r w:rsidR="00D32A8A" w:rsidRPr="00D32A8A">
              <w:rPr>
                <w:b/>
                <w:sz w:val="18"/>
                <w:szCs w:val="18"/>
              </w:rPr>
              <w:t>Ошмянское ОАО «Агропромтехника»</w:t>
            </w:r>
          </w:p>
        </w:tc>
      </w:tr>
      <w:tr w:rsidR="00621962" w:rsidTr="00365A54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21962" w:rsidRPr="00A325B4" w:rsidRDefault="00621962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Учетный номер плательщика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21962" w:rsidRPr="00D32A8A" w:rsidRDefault="00621962" w:rsidP="00365A54">
            <w:pPr>
              <w:rPr>
                <w:b/>
                <w:sz w:val="18"/>
                <w:szCs w:val="18"/>
              </w:rPr>
            </w:pPr>
            <w:r w:rsidRPr="00D32A8A">
              <w:rPr>
                <w:b/>
                <w:sz w:val="18"/>
                <w:szCs w:val="18"/>
              </w:rPr>
              <w:t> </w:t>
            </w:r>
            <w:r w:rsidR="00D32A8A" w:rsidRPr="00D32A8A">
              <w:rPr>
                <w:b/>
                <w:sz w:val="18"/>
                <w:szCs w:val="18"/>
              </w:rPr>
              <w:t>500117231</w:t>
            </w:r>
          </w:p>
        </w:tc>
      </w:tr>
      <w:tr w:rsidR="00621962" w:rsidTr="00365A54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21962" w:rsidRPr="00A325B4" w:rsidRDefault="00621962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Вид экономической деятельности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21962" w:rsidRPr="00D32A8A" w:rsidRDefault="00621962" w:rsidP="00365A54">
            <w:pPr>
              <w:rPr>
                <w:b/>
                <w:sz w:val="18"/>
                <w:szCs w:val="18"/>
              </w:rPr>
            </w:pPr>
            <w:r w:rsidRPr="00D32A8A">
              <w:rPr>
                <w:b/>
                <w:sz w:val="18"/>
                <w:szCs w:val="18"/>
              </w:rPr>
              <w:t> </w:t>
            </w:r>
            <w:r w:rsidR="00D32A8A" w:rsidRPr="00D32A8A">
              <w:rPr>
                <w:b/>
                <w:sz w:val="18"/>
                <w:szCs w:val="18"/>
              </w:rPr>
              <w:t>Деятельность грузового автотранспорта</w:t>
            </w:r>
          </w:p>
        </w:tc>
      </w:tr>
      <w:tr w:rsidR="00621962" w:rsidTr="00365A54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21962" w:rsidRPr="00A325B4" w:rsidRDefault="00621962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Организационно-правовая форма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21962" w:rsidRPr="00D32A8A" w:rsidRDefault="00621962" w:rsidP="00365A54">
            <w:pPr>
              <w:rPr>
                <w:b/>
                <w:sz w:val="18"/>
                <w:szCs w:val="18"/>
              </w:rPr>
            </w:pPr>
            <w:r w:rsidRPr="00D32A8A">
              <w:rPr>
                <w:b/>
                <w:sz w:val="18"/>
                <w:szCs w:val="18"/>
              </w:rPr>
              <w:t> </w:t>
            </w:r>
            <w:r w:rsidR="00D32A8A" w:rsidRPr="00D32A8A">
              <w:rPr>
                <w:b/>
                <w:sz w:val="18"/>
                <w:szCs w:val="18"/>
              </w:rPr>
              <w:t>Акционерное общество</w:t>
            </w:r>
          </w:p>
        </w:tc>
      </w:tr>
      <w:tr w:rsidR="00621962" w:rsidTr="00365A54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21962" w:rsidRPr="00A325B4" w:rsidRDefault="00621962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 управления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21962" w:rsidRPr="00D32A8A" w:rsidRDefault="00621962" w:rsidP="00365A54">
            <w:pPr>
              <w:rPr>
                <w:b/>
                <w:sz w:val="18"/>
                <w:szCs w:val="18"/>
              </w:rPr>
            </w:pPr>
            <w:r w:rsidRPr="00D32A8A">
              <w:rPr>
                <w:b/>
                <w:sz w:val="18"/>
                <w:szCs w:val="18"/>
              </w:rPr>
              <w:t> </w:t>
            </w:r>
            <w:r w:rsidR="00D32A8A" w:rsidRPr="00D32A8A">
              <w:rPr>
                <w:b/>
                <w:sz w:val="18"/>
                <w:szCs w:val="18"/>
              </w:rPr>
              <w:t>Минсельхозпрод</w:t>
            </w:r>
          </w:p>
        </w:tc>
      </w:tr>
      <w:tr w:rsidR="00621962" w:rsidTr="00365A54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21962" w:rsidRPr="00A325B4" w:rsidRDefault="00621962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21962" w:rsidRPr="00D32A8A" w:rsidRDefault="00621962" w:rsidP="00365A54">
            <w:pPr>
              <w:rPr>
                <w:b/>
                <w:sz w:val="18"/>
                <w:szCs w:val="18"/>
              </w:rPr>
            </w:pPr>
            <w:r w:rsidRPr="00D32A8A">
              <w:rPr>
                <w:b/>
                <w:sz w:val="18"/>
                <w:szCs w:val="18"/>
              </w:rPr>
              <w:t> тыс. руб</w:t>
            </w:r>
            <w:r w:rsidRPr="00D32A8A">
              <w:rPr>
                <w:b/>
                <w:sz w:val="18"/>
                <w:szCs w:val="18"/>
                <w:lang w:val="en-US"/>
              </w:rPr>
              <w:t>.</w:t>
            </w:r>
          </w:p>
        </w:tc>
      </w:tr>
      <w:tr w:rsidR="00621962" w:rsidTr="00365A54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21962" w:rsidRPr="00A325B4" w:rsidRDefault="00621962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Адрес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21962" w:rsidRPr="00D32A8A" w:rsidRDefault="00621962" w:rsidP="00365A54">
            <w:pPr>
              <w:rPr>
                <w:b/>
                <w:sz w:val="18"/>
                <w:szCs w:val="18"/>
              </w:rPr>
            </w:pPr>
            <w:r w:rsidRPr="00D32A8A">
              <w:rPr>
                <w:b/>
                <w:sz w:val="18"/>
                <w:szCs w:val="18"/>
              </w:rPr>
              <w:t> </w:t>
            </w:r>
            <w:r w:rsidR="00D32A8A" w:rsidRPr="00D32A8A">
              <w:rPr>
                <w:b/>
                <w:sz w:val="18"/>
                <w:szCs w:val="18"/>
              </w:rPr>
              <w:t>Ошмянский р-н, д. Буденовка, ул. Октябрьская,8</w:t>
            </w:r>
          </w:p>
        </w:tc>
      </w:tr>
      <w:tr w:rsidR="00621962" w:rsidTr="00365A54">
        <w:trPr>
          <w:trHeight w:val="1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A325B4" w:rsidRDefault="00621962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A325B4" w:rsidRDefault="00621962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A325B4" w:rsidRDefault="00621962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A325B4" w:rsidRDefault="00621962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325B4" w:rsidRDefault="00621962" w:rsidP="00365A54">
            <w:pPr>
              <w:ind w:firstLineChars="200" w:firstLine="360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Дата утверждения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325B4" w:rsidRDefault="00621962" w:rsidP="00365A54">
            <w:pPr>
              <w:jc w:val="center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621962" w:rsidTr="00365A54">
        <w:trPr>
          <w:trHeight w:val="1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A325B4" w:rsidRDefault="00621962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A325B4" w:rsidRDefault="00621962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A325B4" w:rsidRDefault="00621962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A325B4" w:rsidRDefault="00621962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325B4" w:rsidRDefault="00621962" w:rsidP="00365A54">
            <w:pPr>
              <w:ind w:firstLineChars="200" w:firstLine="360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Дата отправки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325B4" w:rsidRDefault="00621962" w:rsidP="00365A54">
            <w:pPr>
              <w:jc w:val="center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621962" w:rsidTr="00365A54">
        <w:trPr>
          <w:trHeight w:val="1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A325B4" w:rsidRDefault="00621962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A325B4" w:rsidRDefault="00621962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A325B4" w:rsidRDefault="00621962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A325B4" w:rsidRDefault="00621962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325B4" w:rsidRDefault="00621962" w:rsidP="00365A54">
            <w:pPr>
              <w:ind w:firstLineChars="200" w:firstLine="360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Дата принятия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325B4" w:rsidRDefault="00621962" w:rsidP="00365A54">
            <w:pPr>
              <w:jc w:val="center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621962" w:rsidTr="00365A54">
        <w:trPr>
          <w:trHeight w:val="84"/>
        </w:trPr>
        <w:tc>
          <w:tcPr>
            <w:tcW w:w="163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21962" w:rsidRPr="00670171" w:rsidRDefault="00621962" w:rsidP="00365A54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21962" w:rsidRPr="00670171" w:rsidRDefault="00621962" w:rsidP="00365A54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21962" w:rsidRPr="00670171" w:rsidRDefault="00621962" w:rsidP="00365A54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vAlign w:val="center"/>
          </w:tcPr>
          <w:p w:rsidR="00621962" w:rsidRPr="00670171" w:rsidRDefault="00621962" w:rsidP="00365A54">
            <w:pPr>
              <w:ind w:firstLineChars="200" w:firstLine="320"/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21962" w:rsidRPr="00670171" w:rsidRDefault="00621962" w:rsidP="00365A54">
            <w:pPr>
              <w:jc w:val="center"/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21962" w:rsidRPr="00670171" w:rsidRDefault="00621962" w:rsidP="00365A54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21962" w:rsidRPr="00670171" w:rsidRDefault="00621962" w:rsidP="00365A54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</w:tr>
      <w:tr w:rsidR="00A978C9" w:rsidTr="00365A54">
        <w:trPr>
          <w:trHeight w:val="312"/>
        </w:trPr>
        <w:tc>
          <w:tcPr>
            <w:tcW w:w="5120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978C9" w:rsidRPr="00670171" w:rsidRDefault="00A978C9" w:rsidP="00365A54">
            <w:pPr>
              <w:jc w:val="center"/>
              <w:rPr>
                <w:b/>
                <w:bCs/>
                <w:sz w:val="18"/>
                <w:szCs w:val="18"/>
              </w:rPr>
            </w:pPr>
            <w:r w:rsidRPr="00670171">
              <w:rPr>
                <w:b/>
                <w:bCs/>
                <w:sz w:val="18"/>
                <w:szCs w:val="18"/>
              </w:rPr>
              <w:t>Активы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78C9" w:rsidRPr="00F8617A" w:rsidRDefault="00A978C9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F8617A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13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78C9" w:rsidRPr="00743169" w:rsidRDefault="00A978C9" w:rsidP="008C6F6A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="008C6F6A"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8219DD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="008C6F6A">
              <w:rPr>
                <w:rFonts w:ascii="Times New Roman" w:hAnsi="Times New Roman"/>
                <w:b/>
                <w:sz w:val="16"/>
                <w:szCs w:val="16"/>
              </w:rPr>
              <w:t>декабря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EE6DD2">
              <w:rPr>
                <w:rFonts w:ascii="Times New Roman" w:hAnsi="Times New Roman"/>
                <w:b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8 года</w:t>
            </w:r>
          </w:p>
        </w:tc>
        <w:tc>
          <w:tcPr>
            <w:tcW w:w="2039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A978C9" w:rsidRPr="00743169" w:rsidRDefault="00A978C9" w:rsidP="00426E92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31 декабря </w:t>
            </w:r>
            <w:r w:rsidRPr="00EE6DD2">
              <w:rPr>
                <w:rFonts w:ascii="Times New Roman" w:hAnsi="Times New Roman"/>
                <w:b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7 года</w:t>
            </w:r>
          </w:p>
        </w:tc>
      </w:tr>
      <w:tr w:rsidR="00621962" w:rsidTr="00365A54">
        <w:trPr>
          <w:trHeight w:val="225"/>
        </w:trPr>
        <w:tc>
          <w:tcPr>
            <w:tcW w:w="5120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670171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670171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670171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621962" w:rsidRPr="00670171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621962" w:rsidTr="00365A54">
        <w:trPr>
          <w:trHeight w:val="300"/>
        </w:trPr>
        <w:tc>
          <w:tcPr>
            <w:tcW w:w="5120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I. ДОЛГОСРОЧНЫЕ АКТИВЫ 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03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21962" w:rsidTr="00365A54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Основные средства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98024A" w:rsidP="00365A54">
            <w:pPr>
              <w:jc w:val="center"/>
              <w:rPr>
                <w:b/>
                <w:sz w:val="20"/>
                <w:szCs w:val="20"/>
              </w:rPr>
            </w:pPr>
            <w:bookmarkStart w:id="4" w:name="f1r110"/>
            <w:bookmarkEnd w:id="4"/>
            <w:r>
              <w:rPr>
                <w:b/>
                <w:sz w:val="20"/>
                <w:szCs w:val="20"/>
              </w:rPr>
              <w:t>543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98024A" w:rsidP="00365A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600</w:t>
            </w:r>
          </w:p>
        </w:tc>
      </w:tr>
      <w:tr w:rsidR="00621962" w:rsidTr="00365A54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Нематериальные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  <w:bookmarkStart w:id="5" w:name="f1r120"/>
            <w:bookmarkEnd w:id="5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1962" w:rsidTr="00365A54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Доходные вложения в материальные активы 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  <w:bookmarkStart w:id="6" w:name="f1r130"/>
            <w:bookmarkEnd w:id="6"/>
          </w:p>
        </w:tc>
        <w:tc>
          <w:tcPr>
            <w:tcW w:w="2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1962" w:rsidTr="00365A54">
        <w:trPr>
          <w:trHeight w:val="255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1962" w:rsidTr="00365A54">
        <w:trPr>
          <w:trHeight w:val="255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инвестиционная недвижимость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  <w:bookmarkStart w:id="7" w:name="f1r131"/>
            <w:bookmarkEnd w:id="7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1962" w:rsidTr="00365A54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предметы финансовой аренды (лизинга)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  <w:bookmarkStart w:id="8" w:name="f1r132"/>
            <w:bookmarkEnd w:id="8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1962" w:rsidTr="00365A54">
        <w:trPr>
          <w:trHeight w:val="281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доходные вложения в материальные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  <w:bookmarkStart w:id="9" w:name="f1r133"/>
            <w:bookmarkEnd w:id="9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1962" w:rsidTr="00365A54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Вложения в долгосрочные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  <w:bookmarkStart w:id="10" w:name="f1r140"/>
            <w:bookmarkEnd w:id="10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1962" w:rsidTr="00365A54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финансовые вложения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98024A" w:rsidP="00365A54">
            <w:pPr>
              <w:jc w:val="center"/>
              <w:rPr>
                <w:b/>
                <w:sz w:val="20"/>
                <w:szCs w:val="20"/>
              </w:rPr>
            </w:pPr>
            <w:bookmarkStart w:id="11" w:name="f1r150"/>
            <w:bookmarkEnd w:id="11"/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98024A" w:rsidP="00365A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621962" w:rsidTr="00365A54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Отложенные налоговые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  <w:bookmarkStart w:id="12" w:name="f1r160"/>
            <w:bookmarkEnd w:id="12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1962" w:rsidTr="00365A54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Долгосрочная дебиторская задолженность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  <w:bookmarkStart w:id="13" w:name="f1r170"/>
            <w:bookmarkEnd w:id="13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1962" w:rsidTr="00365A54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долгосрочные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  <w:bookmarkStart w:id="14" w:name="f1r180"/>
            <w:bookmarkEnd w:id="14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1962" w:rsidTr="00365A54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3C732E" w:rsidRDefault="0098024A" w:rsidP="00365A54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15" w:name="f1r190"/>
            <w:bookmarkEnd w:id="15"/>
            <w:r>
              <w:rPr>
                <w:b/>
                <w:bCs/>
                <w:sz w:val="20"/>
                <w:szCs w:val="20"/>
              </w:rPr>
              <w:t>544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3C732E" w:rsidRDefault="0098024A" w:rsidP="00365A5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601</w:t>
            </w:r>
          </w:p>
        </w:tc>
      </w:tr>
      <w:tr w:rsidR="00621962" w:rsidTr="00365A54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II. КРАТКОСРОЧНЫЕ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E95246" w:rsidRDefault="00621962" w:rsidP="00365A54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21962" w:rsidTr="00365A54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Запасы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98024A" w:rsidP="00365A54">
            <w:pPr>
              <w:jc w:val="center"/>
              <w:rPr>
                <w:b/>
                <w:sz w:val="20"/>
                <w:szCs w:val="20"/>
              </w:rPr>
            </w:pPr>
            <w:bookmarkStart w:id="16" w:name="f1r210"/>
            <w:bookmarkEnd w:id="16"/>
            <w:r>
              <w:rPr>
                <w:b/>
                <w:sz w:val="20"/>
                <w:szCs w:val="20"/>
              </w:rPr>
              <w:t>230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98024A" w:rsidP="00365A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220</w:t>
            </w:r>
          </w:p>
        </w:tc>
      </w:tr>
      <w:tr w:rsidR="00621962" w:rsidTr="00365A54">
        <w:trPr>
          <w:trHeight w:val="255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E95246" w:rsidRDefault="00621962" w:rsidP="00365A54">
            <w:pPr>
              <w:jc w:val="center"/>
              <w:rPr>
                <w:rFonts w:ascii="Arial CYR" w:hAnsi="Arial CYR" w:cs="Arial CYR"/>
                <w:sz w:val="20"/>
                <w:szCs w:val="20"/>
                <w:lang w:val="en-US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1962" w:rsidTr="00365A54">
        <w:trPr>
          <w:trHeight w:val="255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2676D3" w:rsidRDefault="0098024A" w:rsidP="00365A54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7" w:name="f1r211"/>
            <w:bookmarkEnd w:id="17"/>
            <w:r>
              <w:rPr>
                <w:rFonts w:ascii="Times New Roman" w:hAnsi="Times New Roman"/>
                <w:b/>
              </w:rPr>
              <w:t>123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2676D3" w:rsidRDefault="0098024A" w:rsidP="00365A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</w:t>
            </w:r>
          </w:p>
        </w:tc>
      </w:tr>
      <w:tr w:rsidR="00621962" w:rsidTr="00365A54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животные на выращивании и откорме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2676D3" w:rsidRDefault="00621962" w:rsidP="00365A54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8" w:name="f1r212"/>
            <w:bookmarkEnd w:id="18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2676D3" w:rsidRDefault="00621962" w:rsidP="00365A5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1962" w:rsidTr="00365A54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незавершенное производство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2676D3" w:rsidRDefault="00621962" w:rsidP="00365A54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9" w:name="f1r213"/>
            <w:bookmarkEnd w:id="19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2676D3" w:rsidRDefault="00621962" w:rsidP="00365A5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1962" w:rsidTr="00365A54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готовая продукция и товары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2676D3" w:rsidRDefault="0098024A" w:rsidP="00365A54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20" w:name="f1r214"/>
            <w:bookmarkEnd w:id="20"/>
            <w:r>
              <w:rPr>
                <w:rFonts w:ascii="Times New Roman" w:hAnsi="Times New Roman"/>
                <w:b/>
              </w:rPr>
              <w:t>107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2676D3" w:rsidRDefault="0098024A" w:rsidP="00365A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119</w:t>
            </w:r>
          </w:p>
        </w:tc>
      </w:tr>
      <w:tr w:rsidR="00621962" w:rsidTr="00365A54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товары отгруженные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2676D3" w:rsidRDefault="00621962" w:rsidP="00365A54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21" w:name="f1r215"/>
            <w:bookmarkEnd w:id="21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2676D3" w:rsidRDefault="00621962" w:rsidP="00365A5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1962" w:rsidTr="00365A54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запасы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2676D3" w:rsidRDefault="00621962" w:rsidP="00365A54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22" w:name="f1r216"/>
            <w:bookmarkEnd w:id="22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2676D3" w:rsidRDefault="00621962" w:rsidP="00365A5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1962" w:rsidTr="00365A54">
        <w:trPr>
          <w:trHeight w:val="31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активы, предназначенные для реализации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  <w:bookmarkStart w:id="23" w:name="f1r220"/>
            <w:bookmarkEnd w:id="23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1962" w:rsidTr="00365A54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будущих периодов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98024A" w:rsidP="00365A54">
            <w:pPr>
              <w:jc w:val="center"/>
              <w:rPr>
                <w:b/>
                <w:sz w:val="20"/>
                <w:szCs w:val="20"/>
              </w:rPr>
            </w:pPr>
            <w:bookmarkStart w:id="24" w:name="f1r230"/>
            <w:bookmarkEnd w:id="24"/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98024A" w:rsidP="00365A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621962" w:rsidTr="00365A54">
        <w:trPr>
          <w:trHeight w:val="555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добавленную стоимость по приобретенным товарам, работам, услугам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  <w:bookmarkStart w:id="25" w:name="f1r240"/>
            <w:bookmarkEnd w:id="25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98024A" w:rsidP="00365A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</w:tr>
      <w:tr w:rsidR="00621962" w:rsidTr="00365A54">
        <w:trPr>
          <w:trHeight w:val="300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Краткосрочная дебиторская задолженность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98024A" w:rsidP="00365A54">
            <w:pPr>
              <w:jc w:val="center"/>
              <w:rPr>
                <w:b/>
                <w:sz w:val="20"/>
                <w:szCs w:val="20"/>
              </w:rPr>
            </w:pPr>
            <w:bookmarkStart w:id="26" w:name="f1r250"/>
            <w:bookmarkEnd w:id="26"/>
            <w:r>
              <w:rPr>
                <w:b/>
                <w:sz w:val="20"/>
                <w:szCs w:val="20"/>
              </w:rPr>
              <w:t>1 071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98024A" w:rsidP="00365A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916</w:t>
            </w:r>
          </w:p>
        </w:tc>
      </w:tr>
      <w:tr w:rsidR="00621962" w:rsidTr="00365A54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Краткосрочные финансовые вложения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98024A" w:rsidP="00365A54">
            <w:pPr>
              <w:jc w:val="center"/>
              <w:rPr>
                <w:b/>
                <w:sz w:val="20"/>
                <w:szCs w:val="20"/>
              </w:rPr>
            </w:pPr>
            <w:bookmarkStart w:id="27" w:name="f1r260"/>
            <w:bookmarkEnd w:id="27"/>
            <w:r>
              <w:rPr>
                <w:b/>
                <w:sz w:val="20"/>
                <w:szCs w:val="20"/>
              </w:rPr>
              <w:t>150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98024A" w:rsidP="00365A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250</w:t>
            </w:r>
          </w:p>
        </w:tc>
      </w:tr>
      <w:tr w:rsidR="00621962" w:rsidTr="00365A54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Денежные средства и их эквиваленты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98024A" w:rsidP="00365A54">
            <w:pPr>
              <w:jc w:val="center"/>
              <w:rPr>
                <w:b/>
                <w:sz w:val="20"/>
                <w:szCs w:val="20"/>
              </w:rPr>
            </w:pPr>
            <w:bookmarkStart w:id="28" w:name="f1r270"/>
            <w:bookmarkEnd w:id="28"/>
            <w:r>
              <w:rPr>
                <w:b/>
                <w:sz w:val="20"/>
                <w:szCs w:val="20"/>
              </w:rPr>
              <w:t>159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98024A" w:rsidP="00365A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234</w:t>
            </w:r>
          </w:p>
        </w:tc>
      </w:tr>
      <w:tr w:rsidR="00621962" w:rsidTr="00365A54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краткосрочные активы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  <w:bookmarkStart w:id="29" w:name="f1r280"/>
            <w:bookmarkEnd w:id="29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1962" w:rsidTr="00365A54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II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3C732E" w:rsidRDefault="0098024A" w:rsidP="00365A54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30" w:name="f1r290"/>
            <w:bookmarkEnd w:id="30"/>
            <w:r>
              <w:rPr>
                <w:b/>
                <w:bCs/>
                <w:sz w:val="20"/>
                <w:szCs w:val="20"/>
              </w:rPr>
              <w:t>1 620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3C732E" w:rsidRDefault="0098024A" w:rsidP="00365A5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1 634</w:t>
            </w:r>
          </w:p>
        </w:tc>
      </w:tr>
      <w:tr w:rsidR="00621962" w:rsidTr="00365A54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БАЛАНС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3C732E" w:rsidRDefault="0098024A" w:rsidP="00365A54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31" w:name="f1r300"/>
            <w:bookmarkEnd w:id="31"/>
            <w:r>
              <w:rPr>
                <w:b/>
                <w:bCs/>
                <w:sz w:val="20"/>
                <w:szCs w:val="20"/>
              </w:rPr>
              <w:t>2 164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3C732E" w:rsidRDefault="0098024A" w:rsidP="00365A5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2 235</w:t>
            </w:r>
          </w:p>
        </w:tc>
      </w:tr>
      <w:tr w:rsidR="0098024A" w:rsidTr="00365A54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8024A" w:rsidRDefault="0098024A" w:rsidP="00365A5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8024A" w:rsidRDefault="0098024A" w:rsidP="00365A5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024A" w:rsidRDefault="0098024A" w:rsidP="00365A5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024A" w:rsidRDefault="0098024A" w:rsidP="00365A5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621962" w:rsidRPr="00A325B4" w:rsidRDefault="00621962" w:rsidP="00621962">
      <w:pPr>
        <w:rPr>
          <w:sz w:val="14"/>
          <w:szCs w:val="14"/>
        </w:rPr>
      </w:pPr>
      <w:r>
        <w:br w:type="page"/>
      </w:r>
    </w:p>
    <w:tbl>
      <w:tblPr>
        <w:tblW w:w="10447" w:type="dxa"/>
        <w:tblInd w:w="348" w:type="dxa"/>
        <w:tblLook w:val="0000" w:firstRow="0" w:lastRow="0" w:firstColumn="0" w:lastColumn="0" w:noHBand="0" w:noVBand="0"/>
      </w:tblPr>
      <w:tblGrid>
        <w:gridCol w:w="5224"/>
        <w:gridCol w:w="792"/>
        <w:gridCol w:w="2165"/>
        <w:gridCol w:w="2266"/>
      </w:tblGrid>
      <w:tr w:rsidR="00A978C9" w:rsidTr="00365A54">
        <w:trPr>
          <w:trHeight w:val="406"/>
        </w:trPr>
        <w:tc>
          <w:tcPr>
            <w:tcW w:w="522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978C9" w:rsidRPr="009F36D0" w:rsidRDefault="00A978C9" w:rsidP="00365A54">
            <w:pPr>
              <w:ind w:left="132" w:hanging="132"/>
              <w:jc w:val="center"/>
              <w:rPr>
                <w:b/>
                <w:bCs/>
                <w:sz w:val="16"/>
                <w:szCs w:val="16"/>
              </w:rPr>
            </w:pPr>
            <w:r w:rsidRPr="009F36D0">
              <w:rPr>
                <w:sz w:val="16"/>
                <w:szCs w:val="16"/>
              </w:rPr>
              <w:br w:type="page"/>
            </w:r>
            <w:r w:rsidRPr="009F36D0">
              <w:rPr>
                <w:b/>
                <w:bCs/>
                <w:sz w:val="16"/>
                <w:szCs w:val="16"/>
              </w:rPr>
              <w:t>Собственный капитал и обязательства</w:t>
            </w:r>
          </w:p>
        </w:tc>
        <w:tc>
          <w:tcPr>
            <w:tcW w:w="7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78C9" w:rsidRPr="009F36D0" w:rsidRDefault="00A978C9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9F36D0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16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78C9" w:rsidRPr="00743169" w:rsidRDefault="008C6F6A" w:rsidP="00426E92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31 декабря </w:t>
            </w:r>
            <w:r w:rsidRPr="00EE6DD2">
              <w:rPr>
                <w:rFonts w:ascii="Times New Roman" w:hAnsi="Times New Roman"/>
                <w:b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8 года</w:t>
            </w:r>
          </w:p>
        </w:tc>
        <w:tc>
          <w:tcPr>
            <w:tcW w:w="226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A978C9" w:rsidRPr="00743169" w:rsidRDefault="00A978C9" w:rsidP="00426E92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31 декабря </w:t>
            </w:r>
            <w:r w:rsidRPr="00EE6DD2">
              <w:rPr>
                <w:rFonts w:ascii="Times New Roman" w:hAnsi="Times New Roman"/>
                <w:b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7 года</w:t>
            </w:r>
          </w:p>
        </w:tc>
      </w:tr>
      <w:tr w:rsidR="00621962" w:rsidTr="00365A54">
        <w:trPr>
          <w:trHeight w:val="183"/>
        </w:trPr>
        <w:tc>
          <w:tcPr>
            <w:tcW w:w="522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621962" w:rsidRPr="00670171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670171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670171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621962" w:rsidRPr="00670171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621962" w:rsidTr="00365A54">
        <w:trPr>
          <w:trHeight w:val="360"/>
        </w:trPr>
        <w:tc>
          <w:tcPr>
            <w:tcW w:w="5224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III. СОБСТВЕННЫЙ КАПИТАЛ</w:t>
            </w:r>
          </w:p>
        </w:tc>
        <w:tc>
          <w:tcPr>
            <w:tcW w:w="7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6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621962" w:rsidRPr="003C732E" w:rsidTr="00365A5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Уставный капитал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98024A" w:rsidP="00365A54">
            <w:pPr>
              <w:jc w:val="center"/>
              <w:rPr>
                <w:b/>
                <w:sz w:val="20"/>
                <w:szCs w:val="20"/>
              </w:rPr>
            </w:pPr>
            <w:bookmarkStart w:id="32" w:name="f1r410"/>
            <w:bookmarkEnd w:id="32"/>
            <w:r>
              <w:rPr>
                <w:b/>
                <w:sz w:val="20"/>
                <w:szCs w:val="20"/>
              </w:rPr>
              <w:t>105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98024A" w:rsidP="00365A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</w:t>
            </w:r>
          </w:p>
        </w:tc>
      </w:tr>
      <w:tr w:rsidR="00621962" w:rsidRPr="003C732E" w:rsidTr="00365A5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Неоплаченная часть уставного капитала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</w:t>
            </w:r>
          </w:p>
        </w:tc>
        <w:tc>
          <w:tcPr>
            <w:tcW w:w="21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  <w:bookmarkStart w:id="33" w:name="f1r420"/>
            <w:bookmarkEnd w:id="33"/>
          </w:p>
        </w:tc>
        <w:tc>
          <w:tcPr>
            <w:tcW w:w="2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BD615C" w:rsidRDefault="00621962" w:rsidP="00365A54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621962" w:rsidRPr="003C732E" w:rsidTr="00365A54">
        <w:trPr>
          <w:trHeight w:val="306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Собственные акции (доли в уставном капитале)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BD615C" w:rsidRDefault="00621962" w:rsidP="00365A54">
            <w:pPr>
              <w:jc w:val="center"/>
              <w:rPr>
                <w:b/>
                <w:sz w:val="20"/>
                <w:szCs w:val="20"/>
                <w:lang w:val="en-US"/>
              </w:rPr>
            </w:pPr>
            <w:bookmarkStart w:id="34" w:name="f1r430"/>
            <w:bookmarkEnd w:id="34"/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BD615C" w:rsidRDefault="00621962" w:rsidP="00365A54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621962" w:rsidRPr="003C732E" w:rsidTr="00365A54">
        <w:trPr>
          <w:trHeight w:val="360"/>
        </w:trPr>
        <w:tc>
          <w:tcPr>
            <w:tcW w:w="5224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 капитал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98024A" w:rsidP="00365A54">
            <w:pPr>
              <w:jc w:val="center"/>
              <w:rPr>
                <w:b/>
                <w:sz w:val="20"/>
                <w:szCs w:val="20"/>
              </w:rPr>
            </w:pPr>
            <w:bookmarkStart w:id="35" w:name="f1r440"/>
            <w:bookmarkEnd w:id="35"/>
            <w:r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98024A" w:rsidP="00365A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</w:t>
            </w:r>
          </w:p>
        </w:tc>
      </w:tr>
      <w:tr w:rsidR="00621962" w:rsidRPr="003C732E" w:rsidTr="00365A5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Добавочный капитал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98024A" w:rsidP="00365A54">
            <w:pPr>
              <w:jc w:val="center"/>
              <w:rPr>
                <w:b/>
                <w:sz w:val="20"/>
                <w:szCs w:val="20"/>
              </w:rPr>
            </w:pPr>
            <w:bookmarkStart w:id="36" w:name="f1r450"/>
            <w:bookmarkEnd w:id="36"/>
            <w:r>
              <w:rPr>
                <w:b/>
                <w:sz w:val="20"/>
                <w:szCs w:val="20"/>
              </w:rPr>
              <w:t>954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98024A" w:rsidP="00365A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1 007</w:t>
            </w:r>
          </w:p>
        </w:tc>
      </w:tr>
      <w:tr w:rsidR="00621962" w:rsidRPr="003C732E" w:rsidTr="00365A5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Нераспределенная прибыль (непокрытый убыток)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98024A" w:rsidP="00365A54">
            <w:pPr>
              <w:jc w:val="center"/>
              <w:rPr>
                <w:b/>
                <w:sz w:val="20"/>
                <w:szCs w:val="20"/>
              </w:rPr>
            </w:pPr>
            <w:bookmarkStart w:id="37" w:name="f1r460"/>
            <w:bookmarkEnd w:id="37"/>
            <w:r>
              <w:rPr>
                <w:b/>
                <w:sz w:val="20"/>
                <w:szCs w:val="20"/>
              </w:rPr>
              <w:t>683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98024A" w:rsidP="00365A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686</w:t>
            </w:r>
          </w:p>
        </w:tc>
      </w:tr>
      <w:tr w:rsidR="00621962" w:rsidRPr="003C732E" w:rsidTr="00365A5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Чистая прибыль (убыток) отчетного периода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0D79BC" w:rsidRDefault="00621962" w:rsidP="00365A54">
            <w:pPr>
              <w:jc w:val="center"/>
              <w:rPr>
                <w:b/>
                <w:sz w:val="20"/>
                <w:szCs w:val="20"/>
                <w:lang w:val="en-US"/>
              </w:rPr>
            </w:pPr>
            <w:bookmarkStart w:id="38" w:name="f1r470"/>
            <w:bookmarkEnd w:id="38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0D79BC" w:rsidRDefault="00621962" w:rsidP="00365A54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x</w:t>
            </w:r>
          </w:p>
        </w:tc>
      </w:tr>
      <w:tr w:rsidR="00621962" w:rsidRPr="003C732E" w:rsidTr="00365A5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Целевое финансирование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  <w:bookmarkStart w:id="39" w:name="f1r480"/>
            <w:bookmarkEnd w:id="39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1962" w:rsidRPr="003C732E" w:rsidTr="00365A5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III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3C732E" w:rsidRDefault="0098024A" w:rsidP="00365A54">
            <w:pPr>
              <w:jc w:val="center"/>
              <w:rPr>
                <w:b/>
                <w:sz w:val="20"/>
                <w:szCs w:val="20"/>
              </w:rPr>
            </w:pPr>
            <w:bookmarkStart w:id="40" w:name="f1r490"/>
            <w:bookmarkEnd w:id="40"/>
            <w:r>
              <w:rPr>
                <w:b/>
                <w:sz w:val="20"/>
                <w:szCs w:val="20"/>
              </w:rPr>
              <w:t>1 774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3C732E" w:rsidRDefault="0098024A" w:rsidP="00365A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1 830</w:t>
            </w:r>
          </w:p>
        </w:tc>
      </w:tr>
      <w:tr w:rsidR="00621962" w:rsidRPr="003C732E" w:rsidTr="00365A5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IV. ДОЛГОСРОЧНЫЕ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bCs/>
                <w:sz w:val="20"/>
                <w:szCs w:val="20"/>
              </w:rPr>
            </w:pPr>
            <w:r w:rsidRPr="003C73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bCs/>
                <w:sz w:val="20"/>
                <w:szCs w:val="20"/>
              </w:rPr>
            </w:pPr>
            <w:r w:rsidRPr="003C732E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621962" w:rsidRPr="003C732E" w:rsidTr="00365A5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кредиты и займы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  <w:bookmarkStart w:id="41" w:name="f1r510"/>
            <w:bookmarkEnd w:id="41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1962" w:rsidRPr="003C732E" w:rsidTr="00365A54">
        <w:trPr>
          <w:trHeight w:val="324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обязательства по лизинговым платежам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98024A" w:rsidP="00365A54">
            <w:pPr>
              <w:jc w:val="center"/>
              <w:rPr>
                <w:b/>
                <w:sz w:val="20"/>
                <w:szCs w:val="20"/>
              </w:rPr>
            </w:pPr>
            <w:bookmarkStart w:id="42" w:name="f1r520"/>
            <w:bookmarkEnd w:id="42"/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98024A" w:rsidP="00365A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</w:p>
        </w:tc>
      </w:tr>
      <w:tr w:rsidR="00621962" w:rsidRPr="003C732E" w:rsidTr="00365A5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Отложенные налоговые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  <w:bookmarkStart w:id="43" w:name="f1r530"/>
            <w:bookmarkEnd w:id="43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1962" w:rsidRPr="003C732E" w:rsidTr="00365A5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будущих периодов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  <w:bookmarkStart w:id="44" w:name="f1r540"/>
            <w:bookmarkEnd w:id="44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1962" w:rsidRPr="003C732E" w:rsidTr="00365A5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Резервы предстоящих платежей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  <w:bookmarkStart w:id="45" w:name="f1r550"/>
            <w:bookmarkEnd w:id="45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1962" w:rsidRPr="003C732E" w:rsidTr="00365A5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долгосрочные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  <w:bookmarkStart w:id="46" w:name="f1r560"/>
            <w:bookmarkEnd w:id="46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1962" w:rsidRPr="003C732E" w:rsidTr="00365A5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IV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3C732E" w:rsidRDefault="0098024A" w:rsidP="00365A54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47" w:name="f1r590"/>
            <w:bookmarkEnd w:id="47"/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3C732E" w:rsidRDefault="0098024A" w:rsidP="00365A5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</w:tr>
      <w:tr w:rsidR="00621962" w:rsidRPr="003C732E" w:rsidTr="00365A5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V. КРАТКОСРОЧНЫЕ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bCs/>
                <w:sz w:val="20"/>
                <w:szCs w:val="20"/>
              </w:rPr>
            </w:pPr>
            <w:r w:rsidRPr="003C73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bCs/>
                <w:sz w:val="20"/>
                <w:szCs w:val="20"/>
              </w:rPr>
            </w:pPr>
            <w:r w:rsidRPr="003C732E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621962" w:rsidRPr="003C732E" w:rsidTr="00365A5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Краткосрочные кредиты и займы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98024A" w:rsidP="00365A54">
            <w:pPr>
              <w:jc w:val="center"/>
              <w:rPr>
                <w:b/>
                <w:sz w:val="20"/>
                <w:szCs w:val="20"/>
              </w:rPr>
            </w:pPr>
            <w:bookmarkStart w:id="48" w:name="f1r610"/>
            <w:bookmarkEnd w:id="48"/>
            <w:r>
              <w:rPr>
                <w:b/>
                <w:sz w:val="20"/>
                <w:szCs w:val="20"/>
              </w:rPr>
              <w:t>145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98024A" w:rsidP="00365A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88</w:t>
            </w:r>
          </w:p>
        </w:tc>
      </w:tr>
      <w:tr w:rsidR="00621962" w:rsidRPr="003C732E" w:rsidTr="00365A5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Краткосрочная часть долгосрочных обязательств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21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  <w:bookmarkStart w:id="49" w:name="f1r620"/>
            <w:bookmarkEnd w:id="49"/>
          </w:p>
        </w:tc>
        <w:tc>
          <w:tcPr>
            <w:tcW w:w="2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98024A" w:rsidP="00365A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</w:tr>
      <w:tr w:rsidR="00621962" w:rsidRPr="003C732E" w:rsidTr="00365A5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Краткосрочная кредиторская задолженность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3C732E" w:rsidRDefault="0098024A" w:rsidP="00365A54">
            <w:pPr>
              <w:jc w:val="center"/>
              <w:rPr>
                <w:b/>
                <w:sz w:val="20"/>
                <w:szCs w:val="20"/>
              </w:rPr>
            </w:pPr>
            <w:bookmarkStart w:id="50" w:name="f1r630"/>
            <w:bookmarkEnd w:id="50"/>
            <w:r>
              <w:rPr>
                <w:b/>
                <w:sz w:val="20"/>
                <w:szCs w:val="20"/>
              </w:rPr>
              <w:t>234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98024A" w:rsidP="00365A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294</w:t>
            </w:r>
          </w:p>
        </w:tc>
      </w:tr>
      <w:tr w:rsidR="00621962" w:rsidRPr="003C732E" w:rsidTr="00365A54">
        <w:trPr>
          <w:trHeight w:val="306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A20493" w:rsidRDefault="00621962" w:rsidP="00365A54">
            <w:pPr>
              <w:jc w:val="center"/>
              <w:rPr>
                <w:rFonts w:ascii="Arial CYR" w:hAnsi="Arial CYR" w:cs="Arial CYR"/>
                <w:sz w:val="20"/>
                <w:szCs w:val="20"/>
                <w:lang w:val="en-US"/>
              </w:rPr>
            </w:pPr>
          </w:p>
        </w:tc>
        <w:tc>
          <w:tcPr>
            <w:tcW w:w="2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98024A" w:rsidP="00365A54">
            <w:pPr>
              <w:jc w:val="center"/>
              <w:rPr>
                <w:b/>
                <w:sz w:val="20"/>
                <w:szCs w:val="20"/>
              </w:rPr>
            </w:pPr>
            <w:bookmarkStart w:id="51" w:name="f1r631"/>
            <w:bookmarkEnd w:id="51"/>
            <w:r>
              <w:rPr>
                <w:b/>
                <w:sz w:val="20"/>
                <w:szCs w:val="20"/>
              </w:rPr>
              <w:t>127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98024A" w:rsidP="00365A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156</w:t>
            </w:r>
          </w:p>
        </w:tc>
      </w:tr>
      <w:tr w:rsidR="00621962" w:rsidRPr="003C732E" w:rsidTr="00365A54">
        <w:trPr>
          <w:trHeight w:val="306"/>
        </w:trPr>
        <w:tc>
          <w:tcPr>
            <w:tcW w:w="5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поставщикам, подрядчикам, исполнителям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</w:t>
            </w:r>
          </w:p>
        </w:tc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1962" w:rsidRPr="003C732E" w:rsidRDefault="00621962" w:rsidP="00365A54">
            <w:pPr>
              <w:rPr>
                <w:b/>
                <w:sz w:val="20"/>
                <w:szCs w:val="20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1962" w:rsidRPr="003C732E" w:rsidRDefault="00621962" w:rsidP="00365A54">
            <w:pPr>
              <w:rPr>
                <w:b/>
                <w:sz w:val="20"/>
                <w:szCs w:val="20"/>
              </w:rPr>
            </w:pPr>
          </w:p>
        </w:tc>
      </w:tr>
      <w:tr w:rsidR="00621962" w:rsidRPr="003C732E" w:rsidTr="00365A54">
        <w:trPr>
          <w:trHeight w:val="360"/>
        </w:trPr>
        <w:tc>
          <w:tcPr>
            <w:tcW w:w="5224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авансам полученным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98024A" w:rsidP="00365A54">
            <w:pPr>
              <w:jc w:val="center"/>
              <w:rPr>
                <w:b/>
                <w:sz w:val="20"/>
                <w:szCs w:val="20"/>
              </w:rPr>
            </w:pPr>
            <w:bookmarkStart w:id="52" w:name="f1r632"/>
            <w:bookmarkEnd w:id="52"/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98024A" w:rsidP="00365A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</w:tr>
      <w:tr w:rsidR="00621962" w:rsidRPr="003C732E" w:rsidTr="00365A5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налогам и сборам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633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98024A" w:rsidP="00365A54">
            <w:pPr>
              <w:jc w:val="center"/>
              <w:rPr>
                <w:b/>
                <w:sz w:val="20"/>
                <w:szCs w:val="20"/>
              </w:rPr>
            </w:pPr>
            <w:bookmarkStart w:id="53" w:name="f1r633"/>
            <w:bookmarkEnd w:id="53"/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98024A" w:rsidP="00365A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621962" w:rsidRPr="003C732E" w:rsidTr="00365A5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социальному страхованию и обеспечению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634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98024A" w:rsidP="00365A54">
            <w:pPr>
              <w:jc w:val="center"/>
              <w:rPr>
                <w:b/>
                <w:sz w:val="20"/>
                <w:szCs w:val="20"/>
              </w:rPr>
            </w:pPr>
            <w:bookmarkStart w:id="54" w:name="f1r634"/>
            <w:bookmarkEnd w:id="54"/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98024A" w:rsidP="00365A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</w:t>
            </w:r>
          </w:p>
        </w:tc>
      </w:tr>
      <w:tr w:rsidR="00621962" w:rsidRPr="003C732E" w:rsidTr="00365A5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оплате труда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98024A" w:rsidP="00365A54">
            <w:pPr>
              <w:jc w:val="center"/>
              <w:rPr>
                <w:b/>
                <w:sz w:val="20"/>
                <w:szCs w:val="20"/>
              </w:rPr>
            </w:pPr>
            <w:bookmarkStart w:id="55" w:name="f1r635"/>
            <w:bookmarkEnd w:id="55"/>
            <w:r>
              <w:rPr>
                <w:b/>
                <w:sz w:val="20"/>
                <w:szCs w:val="20"/>
              </w:rPr>
              <w:t>37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98024A" w:rsidP="00365A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</w:t>
            </w:r>
          </w:p>
        </w:tc>
      </w:tr>
      <w:tr w:rsidR="00621962" w:rsidRPr="003C732E" w:rsidTr="00365A5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лизинговым платежам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98024A" w:rsidP="00365A54">
            <w:pPr>
              <w:jc w:val="center"/>
              <w:rPr>
                <w:b/>
                <w:sz w:val="20"/>
                <w:szCs w:val="20"/>
              </w:rPr>
            </w:pPr>
            <w:bookmarkStart w:id="56" w:name="f1r636"/>
            <w:bookmarkEnd w:id="56"/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98024A" w:rsidP="00365A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</w:t>
            </w:r>
          </w:p>
        </w:tc>
      </w:tr>
      <w:tr w:rsidR="00621962" w:rsidRPr="003C732E" w:rsidTr="00365A54">
        <w:trPr>
          <w:trHeight w:val="324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собственнику имущества (учредителям, участникам)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637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  <w:bookmarkStart w:id="57" w:name="f1r637"/>
            <w:bookmarkEnd w:id="57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1962" w:rsidRPr="003C732E" w:rsidTr="00365A5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прочим кредиторам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638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98024A" w:rsidP="00365A54">
            <w:pPr>
              <w:jc w:val="center"/>
              <w:rPr>
                <w:b/>
                <w:sz w:val="20"/>
                <w:szCs w:val="20"/>
              </w:rPr>
            </w:pPr>
            <w:bookmarkStart w:id="58" w:name="f1r638"/>
            <w:bookmarkEnd w:id="58"/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98024A" w:rsidP="00365A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621962" w:rsidRPr="003C732E" w:rsidTr="00365A5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Обязательства, предназначенные для реализации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  <w:bookmarkStart w:id="59" w:name="f1r640"/>
            <w:bookmarkEnd w:id="59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1962" w:rsidRPr="003C732E" w:rsidTr="00365A5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будущих периодов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  <w:bookmarkStart w:id="60" w:name="f1r650"/>
            <w:bookmarkEnd w:id="60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1962" w:rsidRPr="003C732E" w:rsidTr="00365A5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Резервы предстоящих платежей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  <w:bookmarkStart w:id="61" w:name="f1r660"/>
            <w:bookmarkEnd w:id="61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1962" w:rsidRPr="003C732E" w:rsidTr="00365A5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краткосрочные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  <w:bookmarkStart w:id="62" w:name="f1r670"/>
            <w:bookmarkEnd w:id="62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3C732E" w:rsidRDefault="00621962" w:rsidP="00365A5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1962" w:rsidRPr="003C732E" w:rsidTr="00365A5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V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3C732E" w:rsidRDefault="0098024A" w:rsidP="00365A54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63" w:name="f1r690"/>
            <w:bookmarkEnd w:id="63"/>
            <w:r>
              <w:rPr>
                <w:b/>
                <w:bCs/>
                <w:sz w:val="20"/>
                <w:szCs w:val="20"/>
              </w:rPr>
              <w:t>379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3C732E" w:rsidRDefault="0098024A" w:rsidP="00365A5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388</w:t>
            </w:r>
          </w:p>
        </w:tc>
      </w:tr>
      <w:tr w:rsidR="00621962" w:rsidRPr="003C732E" w:rsidTr="00365A5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Default="00621962" w:rsidP="00365A5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БАЛАНС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3C732E" w:rsidRDefault="0098024A" w:rsidP="00365A54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64" w:name="f1r700"/>
            <w:bookmarkEnd w:id="64"/>
            <w:r>
              <w:rPr>
                <w:b/>
                <w:bCs/>
                <w:sz w:val="20"/>
                <w:szCs w:val="20"/>
              </w:rPr>
              <w:t>2 164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3C732E" w:rsidRDefault="0098024A" w:rsidP="00365A5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2 235</w:t>
            </w:r>
          </w:p>
        </w:tc>
      </w:tr>
      <w:tr w:rsidR="0098024A" w:rsidRPr="003C732E" w:rsidTr="00365A54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024A" w:rsidRDefault="0098024A" w:rsidP="00365A5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8024A" w:rsidRDefault="0098024A" w:rsidP="00365A5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024A" w:rsidRDefault="0098024A" w:rsidP="00365A5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024A" w:rsidRDefault="0098024A" w:rsidP="00365A5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621962" w:rsidRDefault="00621962" w:rsidP="00621962">
      <w:pPr>
        <w:pStyle w:val="a3"/>
        <w:widowControl w:val="0"/>
        <w:ind w:firstLine="567"/>
        <w:rPr>
          <w:rFonts w:ascii="Times New Roman" w:hAnsi="Times New Roman"/>
          <w:lang w:val="en-US"/>
        </w:rPr>
      </w:pPr>
    </w:p>
    <w:p w:rsidR="00621962" w:rsidRPr="00D32A8A" w:rsidRDefault="00621962" w:rsidP="00621962">
      <w:pPr>
        <w:pStyle w:val="a3"/>
        <w:widowControl w:val="0"/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Руководитель </w:t>
      </w:r>
      <w:r>
        <w:rPr>
          <w:rFonts w:ascii="Times New Roman" w:hAnsi="Times New Roman"/>
          <w:lang w:val="en-US"/>
        </w:rPr>
        <w:t>_______________</w:t>
      </w:r>
      <w:r w:rsidR="00D32A8A">
        <w:rPr>
          <w:rFonts w:ascii="Times New Roman" w:hAnsi="Times New Roman"/>
        </w:rPr>
        <w:t>Г.Б. Бубен</w:t>
      </w:r>
    </w:p>
    <w:p w:rsidR="00621962" w:rsidRDefault="00621962" w:rsidP="00621962">
      <w:pPr>
        <w:pStyle w:val="a3"/>
        <w:widowControl w:val="0"/>
        <w:ind w:firstLine="567"/>
        <w:rPr>
          <w:rFonts w:ascii="Times New Roman" w:hAnsi="Times New Roman"/>
        </w:rPr>
      </w:pPr>
    </w:p>
    <w:p w:rsidR="00621962" w:rsidRPr="00D32A8A" w:rsidRDefault="00621962" w:rsidP="00621962">
      <w:pPr>
        <w:pStyle w:val="a3"/>
        <w:widowControl w:val="0"/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>Главный бухгалтер</w:t>
      </w:r>
      <w:r>
        <w:rPr>
          <w:rFonts w:ascii="Times New Roman" w:hAnsi="Times New Roman"/>
          <w:lang w:val="en-US"/>
        </w:rPr>
        <w:t xml:space="preserve"> __________</w:t>
      </w:r>
      <w:r w:rsidR="00D32A8A">
        <w:rPr>
          <w:rFonts w:ascii="Times New Roman" w:hAnsi="Times New Roman"/>
        </w:rPr>
        <w:t>С.В. Ступакевич</w:t>
      </w:r>
    </w:p>
    <w:bookmarkEnd w:id="3"/>
    <w:p w:rsidR="00621962" w:rsidRPr="00D47376" w:rsidRDefault="00621962" w:rsidP="00621962">
      <w:pPr>
        <w:pStyle w:val="a3"/>
        <w:tabs>
          <w:tab w:val="left" w:pos="2340"/>
        </w:tabs>
        <w:rPr>
          <w:rFonts w:ascii="Times New Roman" w:hAnsi="Times New Roman"/>
          <w:lang w:val="en-US"/>
        </w:rPr>
      </w:pPr>
      <w:r w:rsidRPr="00D47376">
        <w:rPr>
          <w:rFonts w:ascii="Times New Roman" w:hAnsi="Times New Roman"/>
          <w:lang w:val="en-US"/>
        </w:rPr>
        <w:br w:type="page"/>
      </w:r>
    </w:p>
    <w:tbl>
      <w:tblPr>
        <w:tblW w:w="10370" w:type="dxa"/>
        <w:tblInd w:w="228" w:type="dxa"/>
        <w:tblLook w:val="0000" w:firstRow="0" w:lastRow="0" w:firstColumn="0" w:lastColumn="0" w:noHBand="0" w:noVBand="0"/>
      </w:tblPr>
      <w:tblGrid>
        <w:gridCol w:w="1854"/>
        <w:gridCol w:w="764"/>
        <w:gridCol w:w="1273"/>
        <w:gridCol w:w="1002"/>
        <w:gridCol w:w="782"/>
        <w:gridCol w:w="2185"/>
        <w:gridCol w:w="170"/>
        <w:gridCol w:w="10"/>
        <w:gridCol w:w="2330"/>
      </w:tblGrid>
      <w:tr w:rsidR="00621962" w:rsidTr="00365A54">
        <w:trPr>
          <w:trHeight w:val="136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692C37" w:rsidRDefault="00621962" w:rsidP="00365A54">
            <w:pPr>
              <w:rPr>
                <w:sz w:val="16"/>
                <w:szCs w:val="16"/>
              </w:rPr>
            </w:pPr>
            <w:bookmarkStart w:id="65" w:name="f2"/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692C37" w:rsidRDefault="00621962" w:rsidP="00365A54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692C37" w:rsidRDefault="00621962" w:rsidP="00365A54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692C37" w:rsidRDefault="00621962" w:rsidP="00365A54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692C37" w:rsidRDefault="00621962" w:rsidP="00365A54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46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21962" w:rsidRPr="00000891" w:rsidRDefault="00621962" w:rsidP="00365A54">
            <w:pPr>
              <w:jc w:val="right"/>
              <w:rPr>
                <w:sz w:val="16"/>
                <w:szCs w:val="16"/>
              </w:rPr>
            </w:pPr>
            <w:r w:rsidRPr="00000891">
              <w:rPr>
                <w:sz w:val="16"/>
                <w:szCs w:val="16"/>
              </w:rPr>
              <w:t>Приложение 2</w:t>
            </w:r>
          </w:p>
        </w:tc>
      </w:tr>
      <w:tr w:rsidR="00621962" w:rsidTr="00365A54">
        <w:trPr>
          <w:trHeight w:val="224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6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21962" w:rsidRDefault="00621962" w:rsidP="00365A5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 постановлению Министерства финансов </w:t>
            </w:r>
            <w:r>
              <w:rPr>
                <w:sz w:val="16"/>
                <w:szCs w:val="16"/>
              </w:rPr>
              <w:br/>
              <w:t xml:space="preserve">Республики Беларусь </w:t>
            </w:r>
          </w:p>
        </w:tc>
      </w:tr>
      <w:tr w:rsidR="00621962" w:rsidTr="00365A54">
        <w:trPr>
          <w:trHeight w:val="225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6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21962" w:rsidRDefault="00621962" w:rsidP="00365A5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  <w:lang w:val="en-US"/>
              </w:rPr>
              <w:t>16</w:t>
            </w:r>
            <w:r>
              <w:rPr>
                <w:sz w:val="16"/>
                <w:szCs w:val="16"/>
              </w:rPr>
              <w:t xml:space="preserve"> № 1</w:t>
            </w:r>
            <w:r>
              <w:rPr>
                <w:sz w:val="16"/>
                <w:szCs w:val="16"/>
                <w:lang w:val="en-US"/>
              </w:rPr>
              <w:t>04</w:t>
            </w:r>
          </w:p>
        </w:tc>
      </w:tr>
      <w:tr w:rsidR="00621962" w:rsidTr="00365A54">
        <w:trPr>
          <w:trHeight w:val="80"/>
        </w:trPr>
        <w:tc>
          <w:tcPr>
            <w:tcW w:w="1037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A325B4" w:rsidRDefault="00621962" w:rsidP="00365A54">
            <w:pPr>
              <w:jc w:val="center"/>
              <w:rPr>
                <w:b/>
                <w:bCs/>
                <w:sz w:val="18"/>
                <w:szCs w:val="18"/>
              </w:rPr>
            </w:pPr>
            <w:r w:rsidRPr="00A325B4">
              <w:rPr>
                <w:b/>
                <w:bCs/>
                <w:sz w:val="18"/>
                <w:szCs w:val="18"/>
              </w:rPr>
              <w:t>ОТЧЕТ</w:t>
            </w:r>
          </w:p>
        </w:tc>
      </w:tr>
      <w:tr w:rsidR="00621962" w:rsidTr="00365A54">
        <w:trPr>
          <w:trHeight w:val="255"/>
        </w:trPr>
        <w:tc>
          <w:tcPr>
            <w:tcW w:w="1037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A325B4" w:rsidRDefault="00621962" w:rsidP="00365A54">
            <w:pPr>
              <w:jc w:val="center"/>
              <w:rPr>
                <w:b/>
                <w:bCs/>
                <w:sz w:val="18"/>
                <w:szCs w:val="18"/>
              </w:rPr>
            </w:pPr>
            <w:r w:rsidRPr="00A325B4">
              <w:rPr>
                <w:b/>
                <w:bCs/>
                <w:sz w:val="18"/>
                <w:szCs w:val="18"/>
              </w:rPr>
              <w:t>о прибылях и убытках</w:t>
            </w:r>
          </w:p>
        </w:tc>
      </w:tr>
      <w:tr w:rsidR="00621962" w:rsidTr="00365A54">
        <w:trPr>
          <w:trHeight w:val="151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A325B4" w:rsidRDefault="00621962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A325B4" w:rsidRDefault="00621962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A325B4" w:rsidRDefault="00621962" w:rsidP="00365A54">
            <w:pPr>
              <w:ind w:firstLineChars="300" w:firstLine="542"/>
              <w:jc w:val="right"/>
              <w:rPr>
                <w:b/>
                <w:sz w:val="18"/>
                <w:szCs w:val="18"/>
              </w:rPr>
            </w:pPr>
            <w:r w:rsidRPr="00A325B4">
              <w:rPr>
                <w:b/>
                <w:sz w:val="18"/>
                <w:szCs w:val="18"/>
              </w:rPr>
              <w:t>за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21962" w:rsidRPr="00A325B4" w:rsidRDefault="00621962" w:rsidP="008C6F6A">
            <w:pPr>
              <w:ind w:leftChars="-3" w:left="-2" w:hangingChars="3" w:hanging="5"/>
              <w:rPr>
                <w:b/>
                <w:sz w:val="18"/>
                <w:szCs w:val="18"/>
              </w:rPr>
            </w:pPr>
            <w:r w:rsidRPr="00A325B4">
              <w:rPr>
                <w:b/>
                <w:sz w:val="18"/>
                <w:szCs w:val="18"/>
              </w:rPr>
              <w:t>январь-</w:t>
            </w:r>
            <w:r w:rsidR="00725411">
              <w:rPr>
                <w:b/>
                <w:sz w:val="16"/>
                <w:szCs w:val="16"/>
              </w:rPr>
              <w:t xml:space="preserve"> </w:t>
            </w:r>
            <w:r w:rsidR="008C6F6A">
              <w:rPr>
                <w:b/>
                <w:sz w:val="18"/>
                <w:szCs w:val="18"/>
              </w:rPr>
              <w:t>дека</w:t>
            </w:r>
            <w:r w:rsidR="00725411" w:rsidRPr="00725411">
              <w:rPr>
                <w:b/>
                <w:sz w:val="18"/>
                <w:szCs w:val="18"/>
              </w:rPr>
              <w:t>брь</w:t>
            </w:r>
            <w:r w:rsidRPr="00A325B4">
              <w:rPr>
                <w:b/>
                <w:sz w:val="18"/>
                <w:szCs w:val="18"/>
              </w:rPr>
              <w:t xml:space="preserve"> 201</w:t>
            </w:r>
            <w:r w:rsidR="002A3663">
              <w:rPr>
                <w:b/>
                <w:sz w:val="18"/>
                <w:szCs w:val="18"/>
              </w:rPr>
              <w:t>8</w:t>
            </w:r>
            <w:r w:rsidRPr="00A325B4">
              <w:rPr>
                <w:b/>
                <w:sz w:val="18"/>
                <w:szCs w:val="18"/>
              </w:rPr>
              <w:t xml:space="preserve"> года</w:t>
            </w:r>
          </w:p>
        </w:tc>
        <w:tc>
          <w:tcPr>
            <w:tcW w:w="25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A325B4" w:rsidRDefault="00621962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621962" w:rsidTr="00365A54">
        <w:trPr>
          <w:trHeight w:val="70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A325B4" w:rsidRDefault="00621962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A325B4" w:rsidRDefault="00621962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A325B4" w:rsidRDefault="00621962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A325B4" w:rsidRDefault="00621962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A325B4" w:rsidRDefault="00621962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A325B4" w:rsidRDefault="00621962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25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A325B4" w:rsidRDefault="00621962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D32A8A" w:rsidTr="00365A54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32A8A" w:rsidRPr="00A325B4" w:rsidRDefault="00D32A8A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Организация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D32A8A" w:rsidRPr="00D32A8A" w:rsidRDefault="00D32A8A" w:rsidP="00AE56BD">
            <w:pPr>
              <w:rPr>
                <w:b/>
                <w:sz w:val="18"/>
                <w:szCs w:val="18"/>
              </w:rPr>
            </w:pPr>
            <w:r w:rsidRPr="00D32A8A">
              <w:rPr>
                <w:b/>
                <w:sz w:val="18"/>
                <w:szCs w:val="18"/>
              </w:rPr>
              <w:t> Ошмянское ОАО «Агропромтехника»</w:t>
            </w:r>
          </w:p>
        </w:tc>
      </w:tr>
      <w:tr w:rsidR="00D32A8A" w:rsidTr="00365A54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32A8A" w:rsidRPr="00A325B4" w:rsidRDefault="00D32A8A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Учетный номер плательщика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D32A8A" w:rsidRPr="00D32A8A" w:rsidRDefault="00D32A8A" w:rsidP="00AE56BD">
            <w:pPr>
              <w:rPr>
                <w:b/>
                <w:sz w:val="18"/>
                <w:szCs w:val="18"/>
              </w:rPr>
            </w:pPr>
            <w:r w:rsidRPr="00D32A8A">
              <w:rPr>
                <w:b/>
                <w:sz w:val="18"/>
                <w:szCs w:val="18"/>
              </w:rPr>
              <w:t> 500117231</w:t>
            </w:r>
          </w:p>
        </w:tc>
      </w:tr>
      <w:tr w:rsidR="00D32A8A" w:rsidTr="00365A54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32A8A" w:rsidRPr="00A325B4" w:rsidRDefault="00D32A8A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Вид экономической деятельности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D32A8A" w:rsidRPr="00D32A8A" w:rsidRDefault="00D32A8A" w:rsidP="00AE56BD">
            <w:pPr>
              <w:rPr>
                <w:b/>
                <w:sz w:val="18"/>
                <w:szCs w:val="18"/>
              </w:rPr>
            </w:pPr>
            <w:r w:rsidRPr="00D32A8A">
              <w:rPr>
                <w:b/>
                <w:sz w:val="18"/>
                <w:szCs w:val="18"/>
              </w:rPr>
              <w:t> Деятельность грузового автотранспорта</w:t>
            </w:r>
          </w:p>
        </w:tc>
      </w:tr>
      <w:tr w:rsidR="00D32A8A" w:rsidTr="00365A54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32A8A" w:rsidRPr="00A325B4" w:rsidRDefault="00D32A8A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Организационно-правовая форма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D32A8A" w:rsidRPr="00D32A8A" w:rsidRDefault="00D32A8A" w:rsidP="00AE56BD">
            <w:pPr>
              <w:rPr>
                <w:b/>
                <w:sz w:val="18"/>
                <w:szCs w:val="18"/>
              </w:rPr>
            </w:pPr>
            <w:r w:rsidRPr="00D32A8A">
              <w:rPr>
                <w:b/>
                <w:sz w:val="18"/>
                <w:szCs w:val="18"/>
              </w:rPr>
              <w:t> Акционерное общество</w:t>
            </w:r>
          </w:p>
        </w:tc>
      </w:tr>
      <w:tr w:rsidR="00D32A8A" w:rsidTr="00365A54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32A8A" w:rsidRPr="00A325B4" w:rsidRDefault="00D32A8A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 управления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D32A8A" w:rsidRPr="00D32A8A" w:rsidRDefault="00D32A8A" w:rsidP="00AE56BD">
            <w:pPr>
              <w:rPr>
                <w:b/>
                <w:sz w:val="18"/>
                <w:szCs w:val="18"/>
              </w:rPr>
            </w:pPr>
            <w:r w:rsidRPr="00D32A8A">
              <w:rPr>
                <w:b/>
                <w:sz w:val="18"/>
                <w:szCs w:val="18"/>
              </w:rPr>
              <w:t> Минсельхозпрод</w:t>
            </w:r>
          </w:p>
        </w:tc>
      </w:tr>
      <w:tr w:rsidR="00D32A8A" w:rsidTr="00365A54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32A8A" w:rsidRPr="00A325B4" w:rsidRDefault="00D32A8A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D32A8A" w:rsidRPr="00D32A8A" w:rsidRDefault="00D32A8A" w:rsidP="00AE56BD">
            <w:pPr>
              <w:rPr>
                <w:b/>
                <w:sz w:val="18"/>
                <w:szCs w:val="18"/>
              </w:rPr>
            </w:pPr>
            <w:r w:rsidRPr="00D32A8A">
              <w:rPr>
                <w:b/>
                <w:sz w:val="18"/>
                <w:szCs w:val="18"/>
              </w:rPr>
              <w:t> тыс. руб</w:t>
            </w:r>
            <w:r w:rsidRPr="00D32A8A">
              <w:rPr>
                <w:b/>
                <w:sz w:val="18"/>
                <w:szCs w:val="18"/>
                <w:lang w:val="en-US"/>
              </w:rPr>
              <w:t>.</w:t>
            </w:r>
          </w:p>
        </w:tc>
      </w:tr>
      <w:tr w:rsidR="00D32A8A" w:rsidTr="00365A54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32A8A" w:rsidRPr="00A325B4" w:rsidRDefault="00D32A8A" w:rsidP="00365A54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Адрес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D32A8A" w:rsidRPr="00D32A8A" w:rsidRDefault="00D32A8A" w:rsidP="00AE56BD">
            <w:pPr>
              <w:rPr>
                <w:b/>
                <w:sz w:val="18"/>
                <w:szCs w:val="18"/>
              </w:rPr>
            </w:pPr>
            <w:r w:rsidRPr="00D32A8A">
              <w:rPr>
                <w:b/>
                <w:sz w:val="18"/>
                <w:szCs w:val="18"/>
              </w:rPr>
              <w:t> Ошмянский р-н, д. Буденовка, ул. Октябрьская,8</w:t>
            </w:r>
          </w:p>
        </w:tc>
      </w:tr>
      <w:tr w:rsidR="00621962" w:rsidTr="00365A54">
        <w:trPr>
          <w:trHeight w:val="247"/>
        </w:trPr>
        <w:tc>
          <w:tcPr>
            <w:tcW w:w="4893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325B4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A325B4">
              <w:rPr>
                <w:b/>
                <w:bCs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325B4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A325B4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365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325B4" w:rsidRDefault="00621962" w:rsidP="008C6F6A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-</w:t>
            </w:r>
            <w:r w:rsidRPr="00A325B4">
              <w:rPr>
                <w:b/>
                <w:sz w:val="18"/>
                <w:szCs w:val="18"/>
              </w:rPr>
              <w:t xml:space="preserve"> </w:t>
            </w:r>
            <w:r w:rsidR="008C6F6A">
              <w:rPr>
                <w:rFonts w:ascii="Times New Roman" w:hAnsi="Times New Roman"/>
                <w:b/>
                <w:sz w:val="16"/>
                <w:szCs w:val="16"/>
              </w:rPr>
              <w:t>декабрь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A325B4">
                <w:rPr>
                  <w:rFonts w:ascii="Times New Roman" w:hAnsi="Times New Roman"/>
                  <w:b/>
                  <w:sz w:val="16"/>
                  <w:szCs w:val="16"/>
                </w:rPr>
                <w:t>201</w:t>
              </w:r>
              <w:r w:rsidR="002A3663">
                <w:rPr>
                  <w:rFonts w:ascii="Times New Roman" w:hAnsi="Times New Roman"/>
                  <w:b/>
                  <w:sz w:val="16"/>
                  <w:szCs w:val="16"/>
                </w:rPr>
                <w:t>8</w:t>
              </w:r>
              <w:r w:rsidRPr="00A325B4">
                <w:rPr>
                  <w:rFonts w:ascii="Times New Roman" w:hAnsi="Times New Roman"/>
                  <w:b/>
                  <w:sz w:val="16"/>
                  <w:szCs w:val="16"/>
                </w:rPr>
                <w:t xml:space="preserve"> г</w:t>
              </w:r>
            </w:smartTag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</w:tc>
        <w:tc>
          <w:tcPr>
            <w:tcW w:w="2330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21962" w:rsidRPr="00A325B4" w:rsidRDefault="00621962" w:rsidP="008C6F6A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- </w:t>
            </w:r>
            <w:r w:rsidR="008C6F6A">
              <w:rPr>
                <w:rFonts w:ascii="Times New Roman" w:hAnsi="Times New Roman"/>
                <w:b/>
                <w:sz w:val="16"/>
                <w:szCs w:val="16"/>
              </w:rPr>
              <w:t>декабрь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A325B4">
                <w:rPr>
                  <w:rFonts w:ascii="Times New Roman" w:hAnsi="Times New Roman"/>
                  <w:b/>
                  <w:sz w:val="16"/>
                  <w:szCs w:val="16"/>
                </w:rPr>
                <w:t>201</w:t>
              </w:r>
              <w:r w:rsidR="002A3663">
                <w:rPr>
                  <w:rFonts w:ascii="Times New Roman" w:hAnsi="Times New Roman"/>
                  <w:b/>
                  <w:sz w:val="16"/>
                  <w:szCs w:val="16"/>
                </w:rPr>
                <w:t>7</w:t>
              </w:r>
              <w:r w:rsidRPr="00A325B4">
                <w:rPr>
                  <w:rFonts w:ascii="Times New Roman" w:hAnsi="Times New Roman"/>
                  <w:b/>
                  <w:sz w:val="16"/>
                  <w:szCs w:val="16"/>
                </w:rPr>
                <w:t xml:space="preserve"> г</w:t>
              </w:r>
            </w:smartTag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</w:tc>
      </w:tr>
      <w:tr w:rsidR="00621962" w:rsidTr="00365A54">
        <w:trPr>
          <w:trHeight w:val="154"/>
        </w:trPr>
        <w:tc>
          <w:tcPr>
            <w:tcW w:w="4893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A325B4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A325B4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325B4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A325B4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325B4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A325B4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621962" w:rsidRPr="00A325B4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A325B4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621962" w:rsidTr="00365A54">
        <w:trPr>
          <w:trHeight w:val="284"/>
        </w:trPr>
        <w:tc>
          <w:tcPr>
            <w:tcW w:w="4893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Выручка от реализации продукции, товаров, работ, услуг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010</w:t>
            </w:r>
          </w:p>
        </w:tc>
        <w:tc>
          <w:tcPr>
            <w:tcW w:w="2365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56686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bookmarkStart w:id="66" w:name="f2r10"/>
            <w:bookmarkEnd w:id="66"/>
            <w:r>
              <w:rPr>
                <w:b/>
                <w:sz w:val="18"/>
                <w:szCs w:val="18"/>
              </w:rPr>
              <w:t>2 843</w:t>
            </w:r>
          </w:p>
        </w:tc>
        <w:tc>
          <w:tcPr>
            <w:tcW w:w="233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56686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3 015</w:t>
            </w:r>
          </w:p>
        </w:tc>
      </w:tr>
      <w:tr w:rsidR="00621962" w:rsidTr="00365A54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Себестоимость реализованной продукции, товаров, работ, услуг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020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56686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bookmarkStart w:id="67" w:name="f2r20"/>
            <w:bookmarkEnd w:id="67"/>
            <w:r>
              <w:rPr>
                <w:b/>
                <w:sz w:val="18"/>
                <w:szCs w:val="18"/>
              </w:rPr>
              <w:t>2 385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56686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2 632</w:t>
            </w:r>
          </w:p>
        </w:tc>
      </w:tr>
      <w:tr w:rsidR="00621962" w:rsidTr="00365A54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Валовая прибыль (010 – 020)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030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56686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bookmarkStart w:id="68" w:name="f2r30"/>
            <w:bookmarkEnd w:id="68"/>
            <w:r>
              <w:rPr>
                <w:b/>
                <w:sz w:val="18"/>
                <w:szCs w:val="18"/>
              </w:rPr>
              <w:t>458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56686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383</w:t>
            </w:r>
          </w:p>
        </w:tc>
      </w:tr>
      <w:tr w:rsidR="00621962" w:rsidTr="00365A54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Управленческие расходы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040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56686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bookmarkStart w:id="69" w:name="f2r40"/>
            <w:bookmarkEnd w:id="69"/>
            <w:r>
              <w:rPr>
                <w:b/>
                <w:sz w:val="18"/>
                <w:szCs w:val="18"/>
              </w:rPr>
              <w:t>228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56686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215</w:t>
            </w:r>
          </w:p>
        </w:tc>
      </w:tr>
      <w:tr w:rsidR="00621962" w:rsidTr="00365A54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Расходы на реализацию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050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56686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bookmarkStart w:id="70" w:name="f2r50"/>
            <w:bookmarkEnd w:id="70"/>
            <w:r>
              <w:rPr>
                <w:b/>
                <w:sz w:val="18"/>
                <w:szCs w:val="18"/>
              </w:rPr>
              <w:t>150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56686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134</w:t>
            </w:r>
          </w:p>
        </w:tc>
      </w:tr>
      <w:tr w:rsidR="00621962" w:rsidTr="00365A54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Прибыль (убыток) от реализации продукции, товаров, работ, услуг (030 – 040 – 050)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060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56686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bookmarkStart w:id="71" w:name="f2r60"/>
            <w:bookmarkEnd w:id="71"/>
            <w:r>
              <w:rPr>
                <w:b/>
                <w:sz w:val="18"/>
                <w:szCs w:val="18"/>
              </w:rPr>
              <w:t>80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56686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</w:t>
            </w:r>
          </w:p>
        </w:tc>
      </w:tr>
      <w:tr w:rsidR="00621962" w:rsidTr="00365A54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доходы по текущей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070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56686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bookmarkStart w:id="72" w:name="f2r70"/>
            <w:bookmarkEnd w:id="72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56686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</w:t>
            </w:r>
          </w:p>
        </w:tc>
      </w:tr>
      <w:tr w:rsidR="00621962" w:rsidTr="00365A54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расходы по текущей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080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56686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bookmarkStart w:id="73" w:name="f2r80"/>
            <w:bookmarkEnd w:id="73"/>
            <w:r>
              <w:rPr>
                <w:b/>
                <w:sz w:val="18"/>
                <w:szCs w:val="18"/>
              </w:rPr>
              <w:t>128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56686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108</w:t>
            </w:r>
          </w:p>
        </w:tc>
      </w:tr>
      <w:tr w:rsidR="00621962" w:rsidTr="00365A54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Прибыль (убыток) от текущей деятельности</w:t>
            </w:r>
            <w:r w:rsidRPr="00566863">
              <w:rPr>
                <w:sz w:val="18"/>
                <w:szCs w:val="18"/>
              </w:rPr>
              <w:br/>
              <w:t>(± 060 + 070 – 080)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090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56686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bookmarkStart w:id="74" w:name="f2r90"/>
            <w:bookmarkEnd w:id="74"/>
            <w:r>
              <w:rPr>
                <w:b/>
                <w:sz w:val="18"/>
                <w:szCs w:val="18"/>
              </w:rPr>
              <w:t>-11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56686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-51</w:t>
            </w:r>
          </w:p>
        </w:tc>
      </w:tr>
      <w:tr w:rsidR="00621962" w:rsidTr="00365A54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Доходы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100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56686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bookmarkStart w:id="75" w:name="f2r100"/>
            <w:bookmarkEnd w:id="75"/>
            <w:r>
              <w:rPr>
                <w:b/>
                <w:sz w:val="18"/>
                <w:szCs w:val="18"/>
              </w:rPr>
              <w:t>57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56686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201</w:t>
            </w:r>
          </w:p>
        </w:tc>
      </w:tr>
      <w:tr w:rsidR="00621962" w:rsidTr="00365A54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3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284"/>
        </w:trPr>
        <w:tc>
          <w:tcPr>
            <w:tcW w:w="48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доходы от выбытия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101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bookmarkStart w:id="76" w:name="f2r101"/>
            <w:bookmarkEnd w:id="76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179</w:t>
            </w:r>
          </w:p>
        </w:tc>
      </w:tr>
      <w:tr w:rsidR="00621962" w:rsidTr="00365A54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доходы от участия в уставном капитале других организаций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102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77" w:name="f2r102"/>
            <w:bookmarkEnd w:id="77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проценты к получению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103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bookmarkStart w:id="78" w:name="f2r103"/>
            <w:bookmarkEnd w:id="78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</w:t>
            </w:r>
          </w:p>
        </w:tc>
      </w:tr>
      <w:tr w:rsidR="00621962" w:rsidTr="00365A54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доходы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104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79" w:name="f2r104"/>
            <w:bookmarkEnd w:id="79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Расходы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110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bookmarkStart w:id="80" w:name="f2r110"/>
            <w:bookmarkEnd w:id="80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182</w:t>
            </w:r>
          </w:p>
        </w:tc>
      </w:tr>
      <w:tr w:rsidR="00621962" w:rsidTr="00365A54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21962" w:rsidRPr="00566863" w:rsidRDefault="00621962" w:rsidP="00365A5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 </w:t>
            </w:r>
          </w:p>
        </w:tc>
        <w:tc>
          <w:tcPr>
            <w:tcW w:w="236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284"/>
        </w:trPr>
        <w:tc>
          <w:tcPr>
            <w:tcW w:w="48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расходы от выбытия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111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bookmarkStart w:id="81" w:name="f2r111"/>
            <w:bookmarkEnd w:id="81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181</w:t>
            </w:r>
          </w:p>
        </w:tc>
      </w:tr>
      <w:tr w:rsidR="00621962" w:rsidTr="00365A54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расходы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112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82" w:name="f2r112"/>
            <w:bookmarkEnd w:id="82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621962" w:rsidTr="00365A54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Доходы по финансовой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120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83" w:name="f2r120"/>
            <w:bookmarkEnd w:id="83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51</w:t>
            </w:r>
          </w:p>
        </w:tc>
      </w:tr>
      <w:tr w:rsidR="00621962" w:rsidTr="00365A54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36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284"/>
        </w:trPr>
        <w:tc>
          <w:tcPr>
            <w:tcW w:w="48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курсовые разницы от пересчета активов и обязательств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121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84" w:name="f2r121"/>
            <w:bookmarkEnd w:id="84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42</w:t>
            </w:r>
          </w:p>
        </w:tc>
      </w:tr>
      <w:tr w:rsidR="00621962" w:rsidTr="00365A54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доходы по финансовой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122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85" w:name="f2r122"/>
            <w:bookmarkEnd w:id="85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</w:tr>
      <w:tr w:rsidR="00621962" w:rsidTr="00365A54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Расходы по финансовой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130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bookmarkStart w:id="86" w:name="f2r130"/>
            <w:bookmarkEnd w:id="8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</w:tr>
      <w:tr w:rsidR="00621962" w:rsidTr="00365A54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 том числе:проценты к уплате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131</w:t>
            </w:r>
          </w:p>
        </w:tc>
        <w:tc>
          <w:tcPr>
            <w:tcW w:w="23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bookmarkStart w:id="87" w:name="f2r131"/>
            <w:bookmarkEnd w:id="8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23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</w:tr>
      <w:tr w:rsidR="00621962" w:rsidTr="00365A54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курсовые разницы от пересчета активов и обязательств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132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88" w:name="f2r132"/>
            <w:bookmarkEnd w:id="88"/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621962" w:rsidTr="00365A54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расходы по финансовой деятельности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133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89" w:name="f2r133"/>
            <w:bookmarkEnd w:id="89"/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621962" w:rsidRDefault="00621962" w:rsidP="00621962">
      <w:pPr>
        <w:jc w:val="right"/>
      </w:pPr>
      <w:r>
        <w:br w:type="page"/>
      </w:r>
      <w:r w:rsidRPr="00856335">
        <w:rPr>
          <w:b/>
          <w:sz w:val="16"/>
        </w:rPr>
        <w:t>Форма  №2 лист 2</w:t>
      </w:r>
    </w:p>
    <w:tbl>
      <w:tblPr>
        <w:tblW w:w="10512" w:type="dxa"/>
        <w:tblInd w:w="228" w:type="dxa"/>
        <w:tblLook w:val="0000" w:firstRow="0" w:lastRow="0" w:firstColumn="0" w:lastColumn="0" w:noHBand="0" w:noVBand="0"/>
      </w:tblPr>
      <w:tblGrid>
        <w:gridCol w:w="5125"/>
        <w:gridCol w:w="782"/>
        <w:gridCol w:w="2365"/>
        <w:gridCol w:w="2240"/>
      </w:tblGrid>
      <w:tr w:rsidR="008C6F6A" w:rsidTr="00365A54">
        <w:trPr>
          <w:trHeight w:val="270"/>
        </w:trPr>
        <w:tc>
          <w:tcPr>
            <w:tcW w:w="512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C6F6A" w:rsidRPr="00566863" w:rsidRDefault="008C6F6A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6F6A" w:rsidRPr="00566863" w:rsidRDefault="008C6F6A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36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6F6A" w:rsidRPr="00A325B4" w:rsidRDefault="008C6F6A" w:rsidP="00611E9B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-</w:t>
            </w:r>
            <w:r w:rsidRPr="00A325B4">
              <w:rPr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декабрь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A325B4">
                <w:rPr>
                  <w:rFonts w:ascii="Times New Roman" w:hAnsi="Times New Roman"/>
                  <w:b/>
                  <w:sz w:val="16"/>
                  <w:szCs w:val="16"/>
                </w:rPr>
                <w:t>201</w:t>
              </w:r>
              <w:r>
                <w:rPr>
                  <w:rFonts w:ascii="Times New Roman" w:hAnsi="Times New Roman"/>
                  <w:b/>
                  <w:sz w:val="16"/>
                  <w:szCs w:val="16"/>
                </w:rPr>
                <w:t>8</w:t>
              </w:r>
              <w:r w:rsidRPr="00A325B4">
                <w:rPr>
                  <w:rFonts w:ascii="Times New Roman" w:hAnsi="Times New Roman"/>
                  <w:b/>
                  <w:sz w:val="16"/>
                  <w:szCs w:val="16"/>
                </w:rPr>
                <w:t xml:space="preserve"> г</w:t>
              </w:r>
            </w:smartTag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</w:tc>
        <w:tc>
          <w:tcPr>
            <w:tcW w:w="2240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8C6F6A" w:rsidRPr="00A325B4" w:rsidRDefault="008C6F6A" w:rsidP="00611E9B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-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декабрь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A325B4">
                <w:rPr>
                  <w:rFonts w:ascii="Times New Roman" w:hAnsi="Times New Roman"/>
                  <w:b/>
                  <w:sz w:val="16"/>
                  <w:szCs w:val="16"/>
                </w:rPr>
                <w:t>201</w:t>
              </w:r>
              <w:r>
                <w:rPr>
                  <w:rFonts w:ascii="Times New Roman" w:hAnsi="Times New Roman"/>
                  <w:b/>
                  <w:sz w:val="16"/>
                  <w:szCs w:val="16"/>
                </w:rPr>
                <w:t>7</w:t>
              </w:r>
              <w:r w:rsidRPr="00A325B4">
                <w:rPr>
                  <w:rFonts w:ascii="Times New Roman" w:hAnsi="Times New Roman"/>
                  <w:b/>
                  <w:sz w:val="16"/>
                  <w:szCs w:val="16"/>
                </w:rPr>
                <w:t xml:space="preserve"> г</w:t>
              </w:r>
            </w:smartTag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</w:tc>
      </w:tr>
      <w:tr w:rsidR="00621962" w:rsidTr="00365A54">
        <w:trPr>
          <w:trHeight w:val="50"/>
        </w:trPr>
        <w:tc>
          <w:tcPr>
            <w:tcW w:w="512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621962" w:rsidTr="00365A54">
        <w:trPr>
          <w:trHeight w:val="333"/>
        </w:trPr>
        <w:tc>
          <w:tcPr>
            <w:tcW w:w="512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Прибыль (убыток) от инвестиционной и  финансовой  деятельности (100 – 110 + 120 – 130)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140</w:t>
            </w:r>
          </w:p>
        </w:tc>
        <w:tc>
          <w:tcPr>
            <w:tcW w:w="236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56686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bookmarkStart w:id="90" w:name="f2r140"/>
            <w:bookmarkEnd w:id="90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224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56686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65</w:t>
            </w:r>
          </w:p>
        </w:tc>
      </w:tr>
      <w:tr w:rsidR="00621962" w:rsidTr="00365A54">
        <w:trPr>
          <w:trHeight w:val="200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Прибыль (убыток) до налогообложения (± 090 ± 140)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150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56686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bookmarkStart w:id="91" w:name="f2r150"/>
            <w:bookmarkEnd w:id="91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56686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</w:tr>
      <w:tr w:rsidR="00621962" w:rsidTr="00365A54">
        <w:trPr>
          <w:trHeight w:val="100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Налог на прибыль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160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56686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bookmarkStart w:id="92" w:name="f2r160"/>
            <w:bookmarkEnd w:id="92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56686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</w:tr>
      <w:tr w:rsidR="00621962" w:rsidTr="00365A54">
        <w:trPr>
          <w:trHeight w:val="122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Изменение отложенных налоговых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170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93" w:name="f2r170"/>
            <w:bookmarkEnd w:id="93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16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Изменение отложенных налоговых обязательств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180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94" w:name="f2r180"/>
            <w:bookmarkEnd w:id="94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200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налоги и сборы, исчисляемые из прибыли (дохода)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190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95" w:name="f2r190"/>
            <w:bookmarkEnd w:id="95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163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платежи, исчисляемые из прибыли (дохода)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200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96" w:name="f2r200"/>
            <w:bookmarkEnd w:id="96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302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 xml:space="preserve">Чистая прибыль (убыток) </w:t>
            </w:r>
            <w:r w:rsidRPr="00566863">
              <w:rPr>
                <w:sz w:val="18"/>
                <w:szCs w:val="18"/>
              </w:rPr>
              <w:br/>
              <w:t>(± 150 – 160 ± 170 ± 180 – 190-200)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210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56686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bookmarkStart w:id="97" w:name="f2r210"/>
            <w:bookmarkEnd w:id="97"/>
            <w:r>
              <w:rPr>
                <w:b/>
                <w:sz w:val="18"/>
                <w:szCs w:val="18"/>
              </w:rPr>
              <w:t>-9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56686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</w:tr>
      <w:tr w:rsidR="00621962" w:rsidTr="00365A54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Результат от переоценки долгосрочных активов, не включаемый в чистую прибыль (убыток)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220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98" w:name="f2r220"/>
            <w:bookmarkEnd w:id="98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178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Результат от прочих операций, не включаемый в чистую прибыль (убыток)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230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99" w:name="f2r230"/>
            <w:bookmarkEnd w:id="99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229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Совокупная прибыль (убыток) (± 210 ± 220 ± 230)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240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56686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bookmarkStart w:id="100" w:name="f2r240"/>
            <w:bookmarkEnd w:id="100"/>
            <w:r>
              <w:rPr>
                <w:b/>
                <w:sz w:val="18"/>
                <w:szCs w:val="18"/>
              </w:rPr>
              <w:t>-9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56686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</w:tr>
      <w:tr w:rsidR="00621962" w:rsidTr="00365A54">
        <w:trPr>
          <w:trHeight w:val="120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Базовая прибыль (убыток) на акцию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250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01" w:name="f2r250"/>
            <w:bookmarkEnd w:id="101"/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165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Разводненная прибыль (убыток) на акцию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260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02" w:name="f2r260"/>
            <w:bookmarkEnd w:id="102"/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Количество  организаций получивших прибыль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270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03" w:name="f2r270"/>
            <w:bookmarkEnd w:id="103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621962" w:rsidTr="00365A54">
        <w:trPr>
          <w:trHeight w:val="319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Сумма полученной прибыли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270а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04" w:name="f2r270A"/>
            <w:bookmarkEnd w:id="104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</w:tr>
      <w:tr w:rsidR="00621962" w:rsidTr="00365A54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Количество  организаций получивших убыток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280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bookmarkStart w:id="105" w:name="f2r280"/>
            <w:bookmarkEnd w:id="10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Сумма полученного убытка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280а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bookmarkStart w:id="106" w:name="f2r280A"/>
            <w:bookmarkEnd w:id="106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Количество  организаций получивших прибыль по конечному финансовому результату,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290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07" w:name="f2r290"/>
            <w:bookmarkEnd w:id="107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621962" w:rsidTr="00365A54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Сумма полученной прибыли по конечному финансовому результату,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290а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08" w:name="f"/>
            <w:bookmarkStart w:id="109" w:name="f2r290A"/>
            <w:bookmarkEnd w:id="108"/>
            <w:bookmarkEnd w:id="109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</w:tr>
      <w:tr w:rsidR="00621962" w:rsidTr="00365A54">
        <w:trPr>
          <w:trHeight w:val="471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Количество  организаций получивших убыток по конечному финансовому результату,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295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bookmarkStart w:id="110" w:name="f2r295"/>
            <w:bookmarkEnd w:id="11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290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Сумма полученного убытка по конечному финансовому результату,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295а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bookmarkStart w:id="111" w:name="f2r295A"/>
            <w:bookmarkEnd w:id="111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8024A" w:rsidTr="00365A54">
        <w:trPr>
          <w:trHeight w:val="290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024A" w:rsidRPr="00566863" w:rsidRDefault="0098024A" w:rsidP="00365A54">
            <w:pPr>
              <w:rPr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024A" w:rsidRPr="00566863" w:rsidRDefault="0098024A" w:rsidP="00365A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8024A" w:rsidRDefault="0098024A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8024A" w:rsidRPr="00566863" w:rsidRDefault="0098024A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621962" w:rsidRPr="006D3694" w:rsidRDefault="00621962" w:rsidP="00621962">
      <w:pPr>
        <w:pStyle w:val="a3"/>
        <w:widowControl w:val="0"/>
        <w:rPr>
          <w:rFonts w:ascii="Times New Roman" w:hAnsi="Times New Roman"/>
          <w:sz w:val="16"/>
        </w:rPr>
      </w:pPr>
    </w:p>
    <w:tbl>
      <w:tblPr>
        <w:tblW w:w="10540" w:type="dxa"/>
        <w:tblInd w:w="228" w:type="dxa"/>
        <w:tblLayout w:type="fixed"/>
        <w:tblLook w:val="0000" w:firstRow="0" w:lastRow="0" w:firstColumn="0" w:lastColumn="0" w:noHBand="0" w:noVBand="0"/>
      </w:tblPr>
      <w:tblGrid>
        <w:gridCol w:w="5834"/>
        <w:gridCol w:w="605"/>
        <w:gridCol w:w="1096"/>
        <w:gridCol w:w="1006"/>
        <w:gridCol w:w="978"/>
        <w:gridCol w:w="1021"/>
      </w:tblGrid>
      <w:tr w:rsidR="00621962" w:rsidTr="00365A54">
        <w:trPr>
          <w:trHeight w:val="165"/>
        </w:trPr>
        <w:tc>
          <w:tcPr>
            <w:tcW w:w="10540" w:type="dxa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t>Расшифровка прочих доходов и расходов по текущей деятельности</w:t>
            </w:r>
          </w:p>
        </w:tc>
      </w:tr>
      <w:tr w:rsidR="00621962" w:rsidTr="00365A54">
        <w:trPr>
          <w:trHeight w:val="209"/>
        </w:trPr>
        <w:tc>
          <w:tcPr>
            <w:tcW w:w="643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>Показатель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 xml:space="preserve"> За отчетный период 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621962" w:rsidRPr="00566863" w:rsidRDefault="00621962" w:rsidP="00365A54">
            <w:pPr>
              <w:ind w:left="-122"/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 xml:space="preserve"> За аналогичный период прошлого года </w:t>
            </w:r>
          </w:p>
        </w:tc>
      </w:tr>
      <w:tr w:rsidR="00621962" w:rsidTr="00365A54">
        <w:trPr>
          <w:trHeight w:val="156"/>
        </w:trPr>
        <w:tc>
          <w:tcPr>
            <w:tcW w:w="58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621962" w:rsidRPr="00566863" w:rsidRDefault="00621962" w:rsidP="00365A54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21962" w:rsidRPr="00566863" w:rsidRDefault="00621962" w:rsidP="00365A54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>код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 xml:space="preserve"> доход 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 xml:space="preserve"> расход 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 xml:space="preserve"> доход 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000000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 xml:space="preserve"> расход </w:t>
            </w:r>
          </w:p>
        </w:tc>
      </w:tr>
      <w:tr w:rsidR="00621962" w:rsidTr="00365A54">
        <w:trPr>
          <w:trHeight w:val="124"/>
        </w:trPr>
        <w:tc>
          <w:tcPr>
            <w:tcW w:w="583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000000" w:fill="FFFFFF"/>
            <w:vAlign w:val="bottom"/>
          </w:tcPr>
          <w:p w:rsidR="00621962" w:rsidRPr="00566863" w:rsidRDefault="00621962" w:rsidP="00365A54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566863">
              <w:rPr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21962" w:rsidRPr="00566863" w:rsidRDefault="00621962" w:rsidP="00365A54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566863">
              <w:rPr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566863">
              <w:rPr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566863">
              <w:rPr>
                <w:b/>
                <w:sz w:val="16"/>
                <w:szCs w:val="16"/>
                <w:lang w:val="en-US"/>
              </w:rPr>
              <w:t>4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566863">
              <w:rPr>
                <w:b/>
                <w:sz w:val="16"/>
                <w:szCs w:val="16"/>
                <w:lang w:val="en-US"/>
              </w:rPr>
              <w:t>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000000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566863">
              <w:rPr>
                <w:b/>
                <w:sz w:val="16"/>
                <w:szCs w:val="16"/>
                <w:lang w:val="en-US"/>
              </w:rPr>
              <w:t>6</w:t>
            </w:r>
          </w:p>
        </w:tc>
      </w:tr>
      <w:tr w:rsidR="00621962" w:rsidTr="00365A54">
        <w:trPr>
          <w:trHeight w:val="559"/>
        </w:trPr>
        <w:tc>
          <w:tcPr>
            <w:tcW w:w="58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621962" w:rsidRPr="00566863" w:rsidRDefault="00621962" w:rsidP="00365A5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Доходы, связанные с государственной поддержкой, направленной на приобретение запасов, оплату выполненных работ, оказанных услуг, финансирование текущих расходов (из строки 070)</w:t>
            </w:r>
          </w:p>
        </w:tc>
        <w:tc>
          <w:tcPr>
            <w:tcW w:w="60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300</w:t>
            </w:r>
          </w:p>
        </w:tc>
        <w:tc>
          <w:tcPr>
            <w:tcW w:w="109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> </w:t>
            </w:r>
            <w:bookmarkStart w:id="112" w:name="f2r300"/>
            <w:bookmarkEnd w:id="112"/>
          </w:p>
        </w:tc>
        <w:tc>
          <w:tcPr>
            <w:tcW w:w="100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 xml:space="preserve"> Х </w:t>
            </w:r>
          </w:p>
        </w:tc>
        <w:tc>
          <w:tcPr>
            <w:tcW w:w="97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> </w:t>
            </w:r>
          </w:p>
        </w:tc>
        <w:tc>
          <w:tcPr>
            <w:tcW w:w="102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 xml:space="preserve"> Х </w:t>
            </w:r>
          </w:p>
        </w:tc>
      </w:tr>
      <w:tr w:rsidR="00621962" w:rsidTr="00365A54">
        <w:trPr>
          <w:trHeight w:val="288"/>
        </w:trPr>
        <w:tc>
          <w:tcPr>
            <w:tcW w:w="58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621962" w:rsidRPr="00566863" w:rsidRDefault="00621962" w:rsidP="00365A5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Доходы, связанные с государственной поддержкой, направленной на инвестиционную и финансовую деятельность (из стр.104 и 122)</w:t>
            </w:r>
          </w:p>
        </w:tc>
        <w:tc>
          <w:tcPr>
            <w:tcW w:w="60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301</w:t>
            </w:r>
          </w:p>
        </w:tc>
        <w:tc>
          <w:tcPr>
            <w:tcW w:w="109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13" w:name="f2r301"/>
            <w:bookmarkEnd w:id="113"/>
          </w:p>
        </w:tc>
        <w:tc>
          <w:tcPr>
            <w:tcW w:w="100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>Х</w:t>
            </w:r>
          </w:p>
        </w:tc>
        <w:tc>
          <w:tcPr>
            <w:tcW w:w="97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21962" w:rsidRPr="0056686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2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>Х</w:t>
            </w:r>
          </w:p>
        </w:tc>
      </w:tr>
      <w:tr w:rsidR="00621962" w:rsidTr="00365A54">
        <w:trPr>
          <w:trHeight w:val="394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621962" w:rsidRPr="00566863" w:rsidRDefault="00621962" w:rsidP="00365A5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Выплаты компенсирующего, стимулирующего  характера , а также выплаты, носящие характер социальных льгот (из строки 080)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310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14" w:name="f2r310"/>
            <w:bookmarkEnd w:id="114"/>
            <w:r w:rsidRPr="00566863">
              <w:rPr>
                <w:b/>
                <w:sz w:val="18"/>
                <w:szCs w:val="18"/>
              </w:rPr>
              <w:t xml:space="preserve"> Х 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21962" w:rsidRPr="0056686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 xml:space="preserve"> Х 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21962" w:rsidRPr="0056686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63</w:t>
            </w:r>
          </w:p>
        </w:tc>
      </w:tr>
      <w:tr w:rsidR="00621962" w:rsidTr="00365A54">
        <w:trPr>
          <w:trHeight w:val="209"/>
        </w:trPr>
        <w:tc>
          <w:tcPr>
            <w:tcW w:w="5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21962" w:rsidRPr="00566863" w:rsidRDefault="00621962" w:rsidP="00365A54">
            <w:pPr>
              <w:rPr>
                <w:b/>
                <w:bCs/>
                <w:sz w:val="18"/>
                <w:szCs w:val="18"/>
              </w:rPr>
            </w:pPr>
            <w:r w:rsidRPr="00566863">
              <w:rPr>
                <w:b/>
                <w:bCs/>
                <w:sz w:val="18"/>
                <w:szCs w:val="18"/>
              </w:rPr>
              <w:t>Справочно: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bCs/>
                <w:sz w:val="18"/>
                <w:szCs w:val="18"/>
              </w:rPr>
            </w:pPr>
            <w:r w:rsidRPr="00566863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566863">
              <w:rPr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566863">
              <w:rPr>
                <w:b/>
                <w:sz w:val="18"/>
                <w:szCs w:val="18"/>
                <w:lang w:val="en-US"/>
              </w:rPr>
              <w:t>4</w:t>
            </w:r>
          </w:p>
        </w:tc>
      </w:tr>
      <w:tr w:rsidR="00621962" w:rsidTr="00365A54">
        <w:trPr>
          <w:trHeight w:val="244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621962" w:rsidRPr="00566863" w:rsidRDefault="00621962" w:rsidP="00365A5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Выручка от реализации продукции, товаров, работ, услуг (с учетом налогов и сборов включаемых в выручку)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400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1962" w:rsidRPr="0056686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bookmarkStart w:id="115" w:name="f2r400"/>
            <w:bookmarkEnd w:id="115"/>
            <w:r>
              <w:rPr>
                <w:b/>
                <w:sz w:val="18"/>
                <w:szCs w:val="18"/>
              </w:rPr>
              <w:t>3 370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1962" w:rsidRPr="0056686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3 565</w:t>
            </w:r>
          </w:p>
        </w:tc>
      </w:tr>
      <w:tr w:rsidR="00621962" w:rsidTr="00365A54">
        <w:trPr>
          <w:trHeight w:val="340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621962" w:rsidRPr="00566863" w:rsidRDefault="00621962" w:rsidP="00365A5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 том числе: выручка полученная в иностранной валюте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400а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16" w:name="f2r400A"/>
            <w:bookmarkEnd w:id="116"/>
          </w:p>
        </w:tc>
        <w:tc>
          <w:tcPr>
            <w:tcW w:w="1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1962" w:rsidRPr="0056686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340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621962" w:rsidRPr="00566863" w:rsidRDefault="00621962" w:rsidP="00365A5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Рентабельность продаж,%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410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21962" w:rsidRPr="0056686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bookmarkStart w:id="117" w:name="f2r410"/>
            <w:bookmarkEnd w:id="117"/>
            <w:r>
              <w:rPr>
                <w:b/>
                <w:sz w:val="18"/>
                <w:szCs w:val="18"/>
              </w:rPr>
              <w:t>2,4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21962" w:rsidRPr="0056686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621962" w:rsidTr="00365A54">
        <w:trPr>
          <w:trHeight w:val="340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621962" w:rsidRPr="00566863" w:rsidRDefault="00621962" w:rsidP="00365A5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Рентабельность от реализации, товаров, работ, услуг, %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411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21962" w:rsidRPr="0056686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bookmarkStart w:id="118" w:name="f2r411"/>
            <w:bookmarkEnd w:id="118"/>
            <w:r>
              <w:rPr>
                <w:b/>
                <w:sz w:val="18"/>
                <w:szCs w:val="18"/>
              </w:rPr>
              <w:t>2,9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21962" w:rsidRPr="0056686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1,1</w:t>
            </w:r>
          </w:p>
        </w:tc>
      </w:tr>
      <w:tr w:rsidR="00621962" w:rsidTr="00365A54">
        <w:trPr>
          <w:trHeight w:val="340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621962" w:rsidRPr="00566863" w:rsidRDefault="00621962" w:rsidP="00365A5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Рентабельность по конечному финансовому результату, %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412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21962" w:rsidRPr="0056686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bookmarkStart w:id="119" w:name="f2r412"/>
            <w:bookmarkEnd w:id="119"/>
            <w:r>
              <w:rPr>
                <w:b/>
                <w:sz w:val="18"/>
                <w:szCs w:val="18"/>
              </w:rPr>
              <w:t>-0,3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21962" w:rsidRPr="0056686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0,1</w:t>
            </w:r>
          </w:p>
        </w:tc>
      </w:tr>
      <w:tr w:rsidR="00621962" w:rsidTr="00365A54">
        <w:trPr>
          <w:trHeight w:val="340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621962" w:rsidRPr="00566863" w:rsidRDefault="00621962" w:rsidP="00365A54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Рентабельность по конечному финансовому результату, без учета государственной поддержки, %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1962" w:rsidRPr="00566863" w:rsidRDefault="00621962" w:rsidP="00365A54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413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21962" w:rsidRPr="0056686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bookmarkStart w:id="120" w:name="f2r413"/>
            <w:bookmarkEnd w:id="120"/>
            <w:r>
              <w:rPr>
                <w:b/>
                <w:sz w:val="18"/>
                <w:szCs w:val="18"/>
              </w:rPr>
              <w:t>-0,3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21962" w:rsidRPr="0056686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0,1</w:t>
            </w:r>
          </w:p>
        </w:tc>
      </w:tr>
      <w:tr w:rsidR="0098024A" w:rsidTr="00365A54">
        <w:trPr>
          <w:trHeight w:val="340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8024A" w:rsidRPr="00566863" w:rsidRDefault="0098024A" w:rsidP="00365A54">
            <w:pPr>
              <w:rPr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024A" w:rsidRPr="00566863" w:rsidRDefault="0098024A" w:rsidP="00365A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8024A" w:rsidRDefault="0098024A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024A" w:rsidRDefault="0098024A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621962" w:rsidRDefault="00621962" w:rsidP="00621962">
      <w:pPr>
        <w:pStyle w:val="a3"/>
        <w:widowControl w:val="0"/>
        <w:ind w:firstLine="567"/>
        <w:rPr>
          <w:rFonts w:ascii="Times New Roman" w:hAnsi="Times New Roman"/>
          <w:lang w:val="en-US"/>
        </w:rPr>
      </w:pPr>
    </w:p>
    <w:bookmarkEnd w:id="65"/>
    <w:p w:rsidR="00D32A8A" w:rsidRPr="00D32A8A" w:rsidRDefault="00D32A8A" w:rsidP="00D32A8A">
      <w:pPr>
        <w:widowControl w:val="0"/>
        <w:ind w:firstLine="567"/>
        <w:rPr>
          <w:sz w:val="20"/>
          <w:szCs w:val="20"/>
        </w:rPr>
      </w:pPr>
      <w:r w:rsidRPr="00D32A8A">
        <w:rPr>
          <w:sz w:val="20"/>
          <w:szCs w:val="20"/>
        </w:rPr>
        <w:t xml:space="preserve">Руководитель </w:t>
      </w:r>
      <w:r w:rsidRPr="00D32A8A">
        <w:rPr>
          <w:sz w:val="20"/>
          <w:szCs w:val="20"/>
          <w:lang w:val="en-US"/>
        </w:rPr>
        <w:t>_______________</w:t>
      </w:r>
      <w:r w:rsidRPr="00D32A8A">
        <w:rPr>
          <w:sz w:val="20"/>
          <w:szCs w:val="20"/>
        </w:rPr>
        <w:t>Г.Б. Бубен</w:t>
      </w:r>
    </w:p>
    <w:p w:rsidR="00D32A8A" w:rsidRPr="00D32A8A" w:rsidRDefault="00D32A8A" w:rsidP="00D32A8A">
      <w:pPr>
        <w:widowControl w:val="0"/>
        <w:ind w:firstLine="567"/>
        <w:rPr>
          <w:sz w:val="20"/>
          <w:szCs w:val="20"/>
        </w:rPr>
      </w:pPr>
    </w:p>
    <w:p w:rsidR="00D32A8A" w:rsidRPr="00D32A8A" w:rsidRDefault="00D32A8A" w:rsidP="00D32A8A">
      <w:pPr>
        <w:widowControl w:val="0"/>
        <w:ind w:firstLine="567"/>
        <w:rPr>
          <w:sz w:val="20"/>
          <w:szCs w:val="20"/>
        </w:rPr>
      </w:pPr>
      <w:r w:rsidRPr="00D32A8A">
        <w:rPr>
          <w:sz w:val="20"/>
          <w:szCs w:val="20"/>
        </w:rPr>
        <w:t>Главный бухгалтер</w:t>
      </w:r>
      <w:r w:rsidRPr="00D32A8A">
        <w:rPr>
          <w:sz w:val="20"/>
          <w:szCs w:val="20"/>
          <w:lang w:val="en-US"/>
        </w:rPr>
        <w:t xml:space="preserve"> __________</w:t>
      </w:r>
      <w:r w:rsidRPr="00D32A8A">
        <w:rPr>
          <w:sz w:val="20"/>
          <w:szCs w:val="20"/>
        </w:rPr>
        <w:t>С.В. Ступакевич</w:t>
      </w:r>
    </w:p>
    <w:p w:rsidR="00621962" w:rsidRPr="003570F4" w:rsidRDefault="00621962" w:rsidP="00621962">
      <w:pPr>
        <w:pStyle w:val="a3"/>
        <w:jc w:val="right"/>
        <w:rPr>
          <w:rFonts w:ascii="Times New Roman" w:hAnsi="Times New Roman"/>
          <w:b/>
          <w:sz w:val="16"/>
          <w:szCs w:val="16"/>
          <w:u w:val="single"/>
          <w:lang w:val="en-US"/>
        </w:rPr>
      </w:pPr>
      <w:r w:rsidRPr="00D47376">
        <w:br w:type="page"/>
      </w:r>
      <w:bookmarkStart w:id="121" w:name="f3"/>
      <w:r w:rsidRPr="003570F4">
        <w:rPr>
          <w:rFonts w:ascii="Times New Roman" w:hAnsi="Times New Roman"/>
          <w:b/>
          <w:sz w:val="16"/>
          <w:szCs w:val="16"/>
          <w:u w:val="single"/>
        </w:rPr>
        <w:t>Форма № 3</w:t>
      </w:r>
    </w:p>
    <w:tbl>
      <w:tblPr>
        <w:tblW w:w="10911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406"/>
        <w:gridCol w:w="719"/>
        <w:gridCol w:w="920"/>
        <w:gridCol w:w="403"/>
        <w:gridCol w:w="720"/>
        <w:gridCol w:w="1052"/>
        <w:gridCol w:w="992"/>
        <w:gridCol w:w="960"/>
        <w:gridCol w:w="840"/>
        <w:gridCol w:w="1019"/>
        <w:gridCol w:w="61"/>
        <w:gridCol w:w="899"/>
        <w:gridCol w:w="334"/>
        <w:gridCol w:w="626"/>
        <w:gridCol w:w="299"/>
        <w:gridCol w:w="661"/>
      </w:tblGrid>
      <w:tr w:rsidR="00621962" w:rsidTr="00365A54">
        <w:trPr>
          <w:trHeight w:val="80"/>
        </w:trP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8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21962" w:rsidRPr="00F57E7A" w:rsidRDefault="00621962" w:rsidP="00365A54">
            <w:pPr>
              <w:jc w:val="right"/>
              <w:rPr>
                <w:sz w:val="12"/>
                <w:szCs w:val="12"/>
              </w:rPr>
            </w:pPr>
            <w:r w:rsidRPr="00F57E7A">
              <w:rPr>
                <w:sz w:val="12"/>
                <w:szCs w:val="12"/>
              </w:rPr>
              <w:t>Приложение 3</w:t>
            </w:r>
          </w:p>
        </w:tc>
      </w:tr>
      <w:tr w:rsidR="00621962" w:rsidTr="00365A54">
        <w:trPr>
          <w:trHeight w:val="297"/>
        </w:trP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8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21962" w:rsidRPr="00F57E7A" w:rsidRDefault="00621962" w:rsidP="00365A54">
            <w:pPr>
              <w:jc w:val="right"/>
              <w:rPr>
                <w:sz w:val="12"/>
                <w:szCs w:val="12"/>
              </w:rPr>
            </w:pPr>
            <w:r w:rsidRPr="00F57E7A">
              <w:rPr>
                <w:sz w:val="12"/>
                <w:szCs w:val="12"/>
              </w:rPr>
              <w:t xml:space="preserve">к постановлению Министерства финансов Республики Беларусь </w:t>
            </w:r>
          </w:p>
        </w:tc>
      </w:tr>
      <w:tr w:rsidR="00621962" w:rsidTr="00365A54">
        <w:trPr>
          <w:trHeight w:val="124"/>
        </w:trP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8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21962" w:rsidRPr="00F57E7A" w:rsidRDefault="00621962" w:rsidP="00365A54">
            <w:pPr>
              <w:jc w:val="right"/>
              <w:rPr>
                <w:sz w:val="12"/>
                <w:szCs w:val="12"/>
              </w:rPr>
            </w:pP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  <w:lang w:val="en-US"/>
              </w:rPr>
              <w:t>16</w:t>
            </w:r>
            <w:r>
              <w:rPr>
                <w:sz w:val="16"/>
                <w:szCs w:val="16"/>
              </w:rPr>
              <w:t xml:space="preserve"> № 1</w:t>
            </w:r>
            <w:r>
              <w:rPr>
                <w:sz w:val="16"/>
                <w:szCs w:val="16"/>
                <w:lang w:val="en-US"/>
              </w:rPr>
              <w:t>04</w:t>
            </w:r>
          </w:p>
        </w:tc>
      </w:tr>
      <w:tr w:rsidR="00621962" w:rsidTr="00365A54">
        <w:trPr>
          <w:trHeight w:val="212"/>
        </w:trPr>
        <w:tc>
          <w:tcPr>
            <w:tcW w:w="1091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F57E7A" w:rsidRDefault="00621962" w:rsidP="00365A54">
            <w:pPr>
              <w:jc w:val="center"/>
              <w:rPr>
                <w:b/>
                <w:bCs/>
                <w:sz w:val="20"/>
                <w:szCs w:val="20"/>
              </w:rPr>
            </w:pPr>
            <w:r w:rsidRPr="00F57E7A">
              <w:rPr>
                <w:b/>
                <w:bCs/>
                <w:sz w:val="20"/>
                <w:szCs w:val="20"/>
              </w:rPr>
              <w:t>ОТЧЕТ</w:t>
            </w:r>
          </w:p>
        </w:tc>
      </w:tr>
      <w:tr w:rsidR="00621962" w:rsidTr="00365A54">
        <w:trPr>
          <w:trHeight w:val="255"/>
        </w:trPr>
        <w:tc>
          <w:tcPr>
            <w:tcW w:w="1091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F57E7A" w:rsidRDefault="00621962" w:rsidP="00365A54">
            <w:pPr>
              <w:jc w:val="center"/>
              <w:rPr>
                <w:b/>
                <w:bCs/>
                <w:sz w:val="20"/>
                <w:szCs w:val="20"/>
              </w:rPr>
            </w:pPr>
            <w:r w:rsidRPr="00F57E7A">
              <w:rPr>
                <w:b/>
                <w:bCs/>
                <w:sz w:val="20"/>
                <w:szCs w:val="20"/>
              </w:rPr>
              <w:t xml:space="preserve">об изменении </w:t>
            </w:r>
            <w:r>
              <w:rPr>
                <w:b/>
                <w:bCs/>
                <w:sz w:val="20"/>
                <w:szCs w:val="20"/>
              </w:rPr>
              <w:t xml:space="preserve">собственного </w:t>
            </w:r>
            <w:r w:rsidRPr="00F57E7A">
              <w:rPr>
                <w:b/>
                <w:bCs/>
                <w:sz w:val="20"/>
                <w:szCs w:val="20"/>
              </w:rPr>
              <w:t>капитала</w:t>
            </w:r>
          </w:p>
        </w:tc>
      </w:tr>
      <w:tr w:rsidR="00621962" w:rsidTr="00365A54">
        <w:trPr>
          <w:trHeight w:val="80"/>
        </w:trP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492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9F36D0" w:rsidRDefault="00621962" w:rsidP="008C6F6A">
            <w:pPr>
              <w:ind w:firstLineChars="26" w:firstLine="4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за январь</w:t>
            </w:r>
            <w:r w:rsidR="008C6F6A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-</w:t>
            </w:r>
            <w:r w:rsidR="00725411">
              <w:rPr>
                <w:b/>
                <w:sz w:val="16"/>
                <w:szCs w:val="16"/>
              </w:rPr>
              <w:t xml:space="preserve"> </w:t>
            </w:r>
            <w:r w:rsidR="008C6F6A">
              <w:rPr>
                <w:b/>
                <w:sz w:val="18"/>
                <w:szCs w:val="18"/>
              </w:rPr>
              <w:t>дека</w:t>
            </w:r>
            <w:r w:rsidR="00725411" w:rsidRPr="00725411">
              <w:rPr>
                <w:b/>
                <w:sz w:val="18"/>
                <w:szCs w:val="18"/>
              </w:rPr>
              <w:t>брь</w:t>
            </w:r>
            <w:r>
              <w:rPr>
                <w:b/>
                <w:sz w:val="18"/>
                <w:szCs w:val="18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8 г"/>
              </w:smartTagPr>
              <w:r>
                <w:rPr>
                  <w:b/>
                  <w:sz w:val="18"/>
                  <w:szCs w:val="18"/>
                </w:rPr>
                <w:t>201</w:t>
              </w:r>
              <w:r w:rsidR="002A3663">
                <w:rPr>
                  <w:b/>
                  <w:sz w:val="18"/>
                  <w:szCs w:val="18"/>
                </w:rPr>
                <w:t>8</w:t>
              </w:r>
              <w:r>
                <w:rPr>
                  <w:b/>
                  <w:sz w:val="18"/>
                  <w:szCs w:val="18"/>
                </w:rPr>
                <w:t xml:space="preserve"> г</w:t>
              </w:r>
            </w:smartTag>
            <w:r>
              <w:rPr>
                <w:b/>
                <w:sz w:val="18"/>
                <w:szCs w:val="18"/>
                <w:lang w:val="en-US"/>
              </w:rPr>
              <w:t>.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</w:tr>
      <w:tr w:rsidR="00D32A8A" w:rsidTr="00365A54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D32A8A" w:rsidRPr="00633851" w:rsidRDefault="00D32A8A" w:rsidP="00365A54">
            <w:pPr>
              <w:rPr>
                <w:sz w:val="16"/>
                <w:szCs w:val="16"/>
                <w:lang w:val="en-US"/>
              </w:rPr>
            </w:pPr>
            <w:r w:rsidRPr="00020A41">
              <w:rPr>
                <w:sz w:val="16"/>
                <w:szCs w:val="16"/>
              </w:rPr>
              <w:t>Организация</w:t>
            </w:r>
            <w:r>
              <w:rPr>
                <w:sz w:val="16"/>
                <w:szCs w:val="16"/>
                <w:lang w:val="en-US"/>
              </w:rPr>
              <w:t xml:space="preserve">   </w:t>
            </w:r>
          </w:p>
        </w:tc>
        <w:tc>
          <w:tcPr>
            <w:tcW w:w="846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D32A8A" w:rsidRPr="00D32A8A" w:rsidRDefault="00D32A8A" w:rsidP="00AE56BD">
            <w:pPr>
              <w:rPr>
                <w:b/>
                <w:sz w:val="18"/>
                <w:szCs w:val="18"/>
              </w:rPr>
            </w:pPr>
            <w:r w:rsidRPr="00D32A8A">
              <w:rPr>
                <w:b/>
                <w:sz w:val="18"/>
                <w:szCs w:val="18"/>
              </w:rPr>
              <w:t> Ошмянское ОАО «Агропромтехника»</w:t>
            </w:r>
          </w:p>
        </w:tc>
      </w:tr>
      <w:tr w:rsidR="00D32A8A" w:rsidTr="00365A54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D32A8A" w:rsidRPr="00020A41" w:rsidRDefault="00D32A8A" w:rsidP="00365A54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Учетный номер плательщика</w:t>
            </w:r>
          </w:p>
        </w:tc>
        <w:tc>
          <w:tcPr>
            <w:tcW w:w="846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D32A8A" w:rsidRPr="00D32A8A" w:rsidRDefault="00D32A8A" w:rsidP="00AE56BD">
            <w:pPr>
              <w:rPr>
                <w:b/>
                <w:sz w:val="18"/>
                <w:szCs w:val="18"/>
              </w:rPr>
            </w:pPr>
            <w:r w:rsidRPr="00D32A8A">
              <w:rPr>
                <w:b/>
                <w:sz w:val="18"/>
                <w:szCs w:val="18"/>
              </w:rPr>
              <w:t> 500117231</w:t>
            </w:r>
          </w:p>
        </w:tc>
      </w:tr>
      <w:tr w:rsidR="00D32A8A" w:rsidTr="00365A54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D32A8A" w:rsidRPr="00020A41" w:rsidRDefault="00D32A8A" w:rsidP="00365A54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Вид экономической деятельности</w:t>
            </w:r>
          </w:p>
        </w:tc>
        <w:tc>
          <w:tcPr>
            <w:tcW w:w="846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D32A8A" w:rsidRPr="00D32A8A" w:rsidRDefault="00D32A8A" w:rsidP="00AE56BD">
            <w:pPr>
              <w:rPr>
                <w:b/>
                <w:sz w:val="18"/>
                <w:szCs w:val="18"/>
              </w:rPr>
            </w:pPr>
            <w:r w:rsidRPr="00D32A8A">
              <w:rPr>
                <w:b/>
                <w:sz w:val="18"/>
                <w:szCs w:val="18"/>
              </w:rPr>
              <w:t> Деятельность грузового автотранспорта</w:t>
            </w:r>
          </w:p>
        </w:tc>
      </w:tr>
      <w:tr w:rsidR="00D32A8A" w:rsidTr="00365A54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D32A8A" w:rsidRPr="00020A41" w:rsidRDefault="00D32A8A" w:rsidP="00365A54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Организационно-правовая форма</w:t>
            </w:r>
          </w:p>
        </w:tc>
        <w:tc>
          <w:tcPr>
            <w:tcW w:w="846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D32A8A" w:rsidRPr="00D32A8A" w:rsidRDefault="00D32A8A" w:rsidP="00AE56BD">
            <w:pPr>
              <w:rPr>
                <w:b/>
                <w:sz w:val="18"/>
                <w:szCs w:val="18"/>
              </w:rPr>
            </w:pPr>
            <w:r w:rsidRPr="00D32A8A">
              <w:rPr>
                <w:b/>
                <w:sz w:val="18"/>
                <w:szCs w:val="18"/>
              </w:rPr>
              <w:t> Акционерное общество</w:t>
            </w:r>
          </w:p>
        </w:tc>
      </w:tr>
      <w:tr w:rsidR="00D32A8A" w:rsidTr="00365A54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D32A8A" w:rsidRPr="00020A41" w:rsidRDefault="00D32A8A" w:rsidP="00365A54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Орган управления</w:t>
            </w:r>
          </w:p>
        </w:tc>
        <w:tc>
          <w:tcPr>
            <w:tcW w:w="846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D32A8A" w:rsidRPr="00D32A8A" w:rsidRDefault="00D32A8A" w:rsidP="00AE56BD">
            <w:pPr>
              <w:rPr>
                <w:b/>
                <w:sz w:val="18"/>
                <w:szCs w:val="18"/>
              </w:rPr>
            </w:pPr>
            <w:r w:rsidRPr="00D32A8A">
              <w:rPr>
                <w:b/>
                <w:sz w:val="18"/>
                <w:szCs w:val="18"/>
              </w:rPr>
              <w:t> Минсельхозпрод</w:t>
            </w:r>
          </w:p>
        </w:tc>
      </w:tr>
      <w:tr w:rsidR="00D32A8A" w:rsidTr="00365A54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D32A8A" w:rsidRPr="00020A41" w:rsidRDefault="00D32A8A" w:rsidP="00365A54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846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D32A8A" w:rsidRPr="00D32A8A" w:rsidRDefault="00D32A8A" w:rsidP="00AE56BD">
            <w:pPr>
              <w:rPr>
                <w:b/>
                <w:sz w:val="18"/>
                <w:szCs w:val="18"/>
              </w:rPr>
            </w:pPr>
            <w:r w:rsidRPr="00D32A8A">
              <w:rPr>
                <w:b/>
                <w:sz w:val="18"/>
                <w:szCs w:val="18"/>
              </w:rPr>
              <w:t> тыс. руб</w:t>
            </w:r>
            <w:r w:rsidRPr="00D32A8A">
              <w:rPr>
                <w:b/>
                <w:sz w:val="18"/>
                <w:szCs w:val="18"/>
                <w:lang w:val="en-US"/>
              </w:rPr>
              <w:t>.</w:t>
            </w:r>
          </w:p>
        </w:tc>
      </w:tr>
      <w:tr w:rsidR="00D32A8A" w:rsidTr="00365A54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D32A8A" w:rsidRPr="00020A41" w:rsidRDefault="00D32A8A" w:rsidP="00365A54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Адрес</w:t>
            </w:r>
          </w:p>
        </w:tc>
        <w:tc>
          <w:tcPr>
            <w:tcW w:w="846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D32A8A" w:rsidRPr="00D32A8A" w:rsidRDefault="00D32A8A" w:rsidP="00AE56BD">
            <w:pPr>
              <w:rPr>
                <w:b/>
                <w:sz w:val="18"/>
                <w:szCs w:val="18"/>
              </w:rPr>
            </w:pPr>
            <w:r w:rsidRPr="00D32A8A">
              <w:rPr>
                <w:b/>
                <w:sz w:val="18"/>
                <w:szCs w:val="18"/>
              </w:rPr>
              <w:t> Ошмянский р-н, д. Буденовка, ул. Октябрьская,8</w:t>
            </w:r>
          </w:p>
        </w:tc>
      </w:tr>
      <w:tr w:rsidR="00621962" w:rsidTr="00365A54">
        <w:trPr>
          <w:trHeight w:val="726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F758E8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Наименование</w:t>
            </w:r>
          </w:p>
          <w:p w:rsidR="00621962" w:rsidRPr="00F57E7A" w:rsidRDefault="00621962" w:rsidP="00365A54">
            <w:pPr>
              <w:ind w:right="-108"/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 xml:space="preserve"> показателей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21962" w:rsidRPr="00F57E7A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21962" w:rsidRPr="00F57E7A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Уставный капитал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21962" w:rsidRPr="00F57E7A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Неопла-ченная часть уставного капитала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21962" w:rsidRPr="00F57E7A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Собст-венные акции (доли в уставном капитале)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21962" w:rsidRPr="00F57E7A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 xml:space="preserve">Резерв-ный капитал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21962" w:rsidRPr="00F57E7A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Добавоч-ный капитал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21962" w:rsidRPr="00F57E7A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Нераспре-деленная прибыль (непокрытый убыток)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F57E7A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Чистая прибыль (убыток)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F57E7A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Итого</w:t>
            </w:r>
          </w:p>
        </w:tc>
      </w:tr>
      <w:tr w:rsidR="00621962" w:rsidTr="00365A54">
        <w:trPr>
          <w:trHeight w:val="225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10</w:t>
            </w:r>
          </w:p>
        </w:tc>
      </w:tr>
      <w:tr w:rsidR="00621962" w:rsidTr="00365A54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7A72AE" w:rsidRDefault="00621962" w:rsidP="002A3663">
            <w:pPr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>Остаток на 31.12.201</w:t>
            </w:r>
            <w:r w:rsidR="002A3663">
              <w:rPr>
                <w:b/>
                <w:sz w:val="16"/>
                <w:szCs w:val="16"/>
              </w:rPr>
              <w:t>6</w:t>
            </w:r>
            <w:r w:rsidRPr="007A72AE">
              <w:rPr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010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bookmarkStart w:id="122" w:name="f3r10"/>
            <w:bookmarkEnd w:id="122"/>
            <w:r>
              <w:rPr>
                <w:b/>
                <w:sz w:val="18"/>
                <w:szCs w:val="18"/>
              </w:rPr>
              <w:t>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1 013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1 870</w:t>
            </w:r>
          </w:p>
        </w:tc>
      </w:tr>
      <w:tr w:rsidR="00621962" w:rsidTr="00365A54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3C732E" w:rsidRDefault="00621962" w:rsidP="00365A54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Корректировки в связи с изменением учетной политики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020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23" w:name="f3r20"/>
            <w:bookmarkEnd w:id="123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3C732E" w:rsidRDefault="00621962" w:rsidP="00365A54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Корректировки в связи с исправлением ошибок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030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24" w:name="f3r30"/>
            <w:bookmarkEnd w:id="124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7A72AE" w:rsidRDefault="00621962" w:rsidP="002A3663">
            <w:pPr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>Скорректированный остаток на 31.12.201</w:t>
            </w:r>
            <w:r w:rsidR="002A3663">
              <w:rPr>
                <w:b/>
                <w:sz w:val="16"/>
                <w:szCs w:val="16"/>
              </w:rPr>
              <w:t>6</w:t>
            </w:r>
            <w:r w:rsidRPr="007A72AE">
              <w:rPr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040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bookmarkStart w:id="125" w:name="f3r40"/>
            <w:bookmarkEnd w:id="125"/>
            <w:r>
              <w:rPr>
                <w:b/>
                <w:sz w:val="18"/>
                <w:szCs w:val="18"/>
              </w:rPr>
              <w:t>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1 013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1 870</w:t>
            </w:r>
          </w:p>
        </w:tc>
      </w:tr>
      <w:tr w:rsidR="00621962" w:rsidTr="00365A54">
        <w:trPr>
          <w:trHeight w:val="397"/>
        </w:trPr>
        <w:tc>
          <w:tcPr>
            <w:tcW w:w="2448" w:type="dxa"/>
            <w:gridSpan w:val="4"/>
            <w:tcBorders>
              <w:top w:val="nil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621962" w:rsidRPr="007A72AE" w:rsidRDefault="00621962" w:rsidP="00365A54">
            <w:pPr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>За январь</w:t>
            </w:r>
            <w:r w:rsidR="00725411">
              <w:rPr>
                <w:b/>
                <w:sz w:val="16"/>
                <w:szCs w:val="16"/>
              </w:rPr>
              <w:t xml:space="preserve"> </w:t>
            </w:r>
            <w:r w:rsidRPr="007A72AE">
              <w:rPr>
                <w:b/>
                <w:sz w:val="16"/>
                <w:szCs w:val="16"/>
              </w:rPr>
              <w:t>-</w:t>
            </w:r>
            <w:r w:rsidR="008219DD">
              <w:rPr>
                <w:b/>
                <w:sz w:val="16"/>
                <w:szCs w:val="16"/>
              </w:rPr>
              <w:t xml:space="preserve"> </w:t>
            </w:r>
            <w:r w:rsidR="008C6F6A">
              <w:rPr>
                <w:b/>
                <w:sz w:val="16"/>
                <w:szCs w:val="16"/>
              </w:rPr>
              <w:t>декабрь</w:t>
            </w:r>
            <w:r>
              <w:rPr>
                <w:b/>
                <w:sz w:val="16"/>
                <w:szCs w:val="16"/>
              </w:rPr>
              <w:t xml:space="preserve"> 201</w:t>
            </w:r>
            <w:r w:rsidR="002A3663">
              <w:rPr>
                <w:b/>
                <w:sz w:val="16"/>
                <w:szCs w:val="16"/>
              </w:rPr>
              <w:t>7</w:t>
            </w:r>
            <w:r w:rsidRPr="007A72AE">
              <w:rPr>
                <w:b/>
                <w:sz w:val="16"/>
                <w:szCs w:val="16"/>
              </w:rPr>
              <w:t xml:space="preserve"> года</w:t>
            </w:r>
          </w:p>
          <w:p w:rsidR="00621962" w:rsidRPr="003C732E" w:rsidRDefault="00621962" w:rsidP="00365A54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Увеличение собственного капитала – 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26" w:name="f3r50"/>
            <w:bookmarkEnd w:id="126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</w:tr>
      <w:tr w:rsidR="00621962" w:rsidTr="00365A54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3C732E" w:rsidRDefault="00621962" w:rsidP="00365A54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 том числе:</w:t>
            </w:r>
          </w:p>
          <w:p w:rsidR="00621962" w:rsidRPr="003C732E" w:rsidRDefault="00621962" w:rsidP="00365A54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 xml:space="preserve">чистая прибыль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051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27" w:name="f3r51"/>
            <w:bookmarkEnd w:id="127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</w:tr>
      <w:tr w:rsidR="00621962" w:rsidTr="00365A54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3C732E" w:rsidRDefault="00621962" w:rsidP="00365A54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переоценка долгосрочных активов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052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28" w:name="f3r52"/>
            <w:bookmarkEnd w:id="128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3C732E" w:rsidRDefault="00621962" w:rsidP="00365A54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доходы от прочих операций, не включаемые в чистую прибыль (убыток)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053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29" w:name="f3r53"/>
            <w:bookmarkEnd w:id="129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3C732E" w:rsidRDefault="00621962" w:rsidP="00365A54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 xml:space="preserve">выпуск дополнительных акций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054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30" w:name="f3r54"/>
            <w:bookmarkEnd w:id="130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3C732E" w:rsidRDefault="00621962" w:rsidP="00365A54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увеличение номинальной стоимости акций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055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31" w:name="f3r55"/>
            <w:bookmarkEnd w:id="131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3C732E" w:rsidRDefault="00621962" w:rsidP="00365A54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вклады собственника имущества (учредителей, участников)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056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32" w:name="f3r56"/>
            <w:bookmarkEnd w:id="132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3C732E" w:rsidRDefault="00621962" w:rsidP="00365A54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реорганизация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057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33" w:name="f3r57"/>
            <w:bookmarkEnd w:id="133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224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3C732E" w:rsidRDefault="00621962" w:rsidP="00365A54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058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34" w:name="f3r58"/>
            <w:bookmarkEnd w:id="134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3C732E" w:rsidRDefault="00621962" w:rsidP="00365A54">
            <w:pPr>
              <w:ind w:firstLineChars="100"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прочие</w:t>
            </w:r>
            <w:r w:rsidRPr="003C732E">
              <w:rPr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059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35" w:name="f3r59"/>
            <w:bookmarkEnd w:id="135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3C732E" w:rsidRDefault="00621962" w:rsidP="00365A54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Уменьшение собственного капитала – всего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36" w:name="f3r60"/>
            <w:bookmarkEnd w:id="136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</w:t>
            </w:r>
          </w:p>
        </w:tc>
      </w:tr>
      <w:tr w:rsidR="00621962" w:rsidTr="00365A54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3C732E" w:rsidRDefault="00621962" w:rsidP="00365A54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 том числе:</w:t>
            </w:r>
          </w:p>
          <w:p w:rsidR="00621962" w:rsidRPr="003C732E" w:rsidRDefault="00621962" w:rsidP="00365A54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убыток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061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37" w:name="f3r61"/>
            <w:bookmarkEnd w:id="137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3C732E" w:rsidRDefault="00621962" w:rsidP="00365A54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переоценка долгосрочных активов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062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38" w:name="f3r62"/>
            <w:bookmarkEnd w:id="138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3C732E" w:rsidRDefault="00621962" w:rsidP="00365A54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расходы от прочих операций, не включаемые в чистую прибыль (убыток)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063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39" w:name="f3r63"/>
            <w:bookmarkEnd w:id="139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3C732E" w:rsidRDefault="00621962" w:rsidP="00365A54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уменьшение номинальной стоимости акций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064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40" w:name="f3r64"/>
            <w:bookmarkEnd w:id="140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3C732E" w:rsidRDefault="00621962" w:rsidP="00365A54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выкуп акций (долей в уставном капитале)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065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41" w:name="f3r65"/>
            <w:bookmarkEnd w:id="141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3C732E" w:rsidRDefault="00621962" w:rsidP="00365A54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дивиденды и другие    доходы от участия в уставном капитале организации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066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42" w:name="f3r66"/>
            <w:bookmarkEnd w:id="142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</w:t>
            </w:r>
          </w:p>
        </w:tc>
      </w:tr>
      <w:tr w:rsidR="00621962" w:rsidTr="00365A54">
        <w:trPr>
          <w:trHeight w:val="330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3C732E" w:rsidRDefault="00621962" w:rsidP="00365A54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реорганизация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067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43" w:name="f3r67"/>
            <w:bookmarkEnd w:id="143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24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3C732E" w:rsidRDefault="00621962" w:rsidP="00365A54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068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44" w:name="f3r68"/>
            <w:bookmarkEnd w:id="144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310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3C732E" w:rsidRDefault="00621962" w:rsidP="00365A54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прочие</w:t>
            </w:r>
            <w:r w:rsidRPr="003C732E">
              <w:rPr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45" w:name="f3r69"/>
            <w:bookmarkEnd w:id="145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</w:t>
            </w:r>
          </w:p>
        </w:tc>
      </w:tr>
      <w:tr w:rsidR="0098024A" w:rsidTr="00365A54">
        <w:trPr>
          <w:trHeight w:val="310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024A" w:rsidRPr="003C732E" w:rsidRDefault="0098024A" w:rsidP="00365A54">
            <w:pPr>
              <w:ind w:firstLineChars="100" w:firstLine="16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8024A" w:rsidRPr="00020A41" w:rsidRDefault="0098024A" w:rsidP="00365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8024A" w:rsidRPr="007670C0" w:rsidRDefault="0098024A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8024A" w:rsidRPr="007670C0" w:rsidRDefault="0098024A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8024A" w:rsidRPr="007670C0" w:rsidRDefault="0098024A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8024A" w:rsidRPr="007670C0" w:rsidRDefault="0098024A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8024A" w:rsidRPr="007670C0" w:rsidRDefault="0098024A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8024A" w:rsidRDefault="0098024A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8024A" w:rsidRPr="007670C0" w:rsidRDefault="0098024A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8024A" w:rsidRDefault="0098024A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621962" w:rsidRDefault="00621962" w:rsidP="00621962">
      <w:pPr>
        <w:jc w:val="right"/>
      </w:pPr>
      <w:r>
        <w:br w:type="page"/>
      </w:r>
      <w:r w:rsidRPr="000C7B6A">
        <w:rPr>
          <w:b/>
          <w:sz w:val="16"/>
        </w:rPr>
        <w:t>Форма №3 лист 2</w:t>
      </w:r>
    </w:p>
    <w:tbl>
      <w:tblPr>
        <w:tblW w:w="10860" w:type="dxa"/>
        <w:tblInd w:w="-324" w:type="dxa"/>
        <w:tblLayout w:type="fixed"/>
        <w:tblLook w:val="0000" w:firstRow="0" w:lastRow="0" w:firstColumn="0" w:lastColumn="0" w:noHBand="0" w:noVBand="0"/>
      </w:tblPr>
      <w:tblGrid>
        <w:gridCol w:w="2400"/>
        <w:gridCol w:w="721"/>
        <w:gridCol w:w="1080"/>
        <w:gridCol w:w="960"/>
        <w:gridCol w:w="960"/>
        <w:gridCol w:w="840"/>
        <w:gridCol w:w="1019"/>
        <w:gridCol w:w="960"/>
        <w:gridCol w:w="960"/>
        <w:gridCol w:w="960"/>
      </w:tblGrid>
      <w:tr w:rsidR="00621962" w:rsidTr="00365A54">
        <w:trPr>
          <w:trHeight w:val="303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Default="00621962" w:rsidP="00365A54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020A41">
              <w:rPr>
                <w:b/>
                <w:bCs/>
                <w:sz w:val="16"/>
                <w:szCs w:val="16"/>
              </w:rPr>
              <w:t>Наименование</w:t>
            </w:r>
          </w:p>
          <w:p w:rsidR="00621962" w:rsidRPr="00020A41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 xml:space="preserve"> показателей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Уставный капитал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Неопла-ченная часть уставного капитала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Собст-венные акции (доли в уставном капитале)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 xml:space="preserve">Резерв-ный капитал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Добавоч-ный капитал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Нераспре-деленная прибыль (непокрытый убыток)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Чистая прибыль (убыток)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Итого</w:t>
            </w:r>
          </w:p>
        </w:tc>
      </w:tr>
      <w:tr w:rsidR="00621962" w:rsidTr="00365A54">
        <w:trPr>
          <w:trHeight w:val="82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020A41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10</w:t>
            </w:r>
          </w:p>
        </w:tc>
      </w:tr>
      <w:tr w:rsidR="00621962" w:rsidTr="00365A54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3C732E" w:rsidRDefault="00621962" w:rsidP="00365A54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уставного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070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46" w:name="f3r70"/>
            <w:bookmarkEnd w:id="146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3C732E" w:rsidRDefault="00621962" w:rsidP="00365A54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резервного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080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47" w:name="f3r80"/>
            <w:bookmarkEnd w:id="147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3C732E" w:rsidRDefault="00621962" w:rsidP="00365A54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добавочного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090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48" w:name="f3r90"/>
            <w:bookmarkEnd w:id="148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7A72AE" w:rsidRDefault="00621962" w:rsidP="008C6F6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Остаток на 3</w:t>
            </w:r>
            <w:r w:rsidR="008219DD">
              <w:rPr>
                <w:b/>
                <w:sz w:val="16"/>
                <w:szCs w:val="16"/>
              </w:rPr>
              <w:t>0</w:t>
            </w:r>
            <w:r w:rsidRPr="007A72AE">
              <w:rPr>
                <w:b/>
                <w:sz w:val="16"/>
                <w:szCs w:val="16"/>
              </w:rPr>
              <w:t>.</w:t>
            </w:r>
            <w:r w:rsidR="008C6F6A">
              <w:rPr>
                <w:b/>
                <w:sz w:val="16"/>
                <w:szCs w:val="16"/>
              </w:rPr>
              <w:t>12</w:t>
            </w:r>
            <w:r>
              <w:rPr>
                <w:b/>
                <w:sz w:val="16"/>
                <w:szCs w:val="16"/>
              </w:rPr>
              <w:t>.201</w:t>
            </w:r>
            <w:r w:rsidR="002A3663">
              <w:rPr>
                <w:b/>
                <w:sz w:val="16"/>
                <w:szCs w:val="16"/>
              </w:rPr>
              <w:t>7</w:t>
            </w:r>
            <w:r w:rsidRPr="007A72AE">
              <w:rPr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bookmarkStart w:id="149" w:name="f3r100"/>
            <w:bookmarkEnd w:id="149"/>
            <w:r>
              <w:rPr>
                <w:b/>
                <w:sz w:val="18"/>
                <w:szCs w:val="18"/>
              </w:rPr>
              <w:t>105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1 007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686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1 830</w:t>
            </w:r>
          </w:p>
        </w:tc>
      </w:tr>
      <w:tr w:rsidR="00621962" w:rsidTr="00365A54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7A72AE" w:rsidRDefault="00621962" w:rsidP="002A3663">
            <w:pPr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>Остаток на 31.12.201</w:t>
            </w:r>
            <w:r w:rsidR="002A3663">
              <w:rPr>
                <w:b/>
                <w:sz w:val="16"/>
                <w:szCs w:val="16"/>
              </w:rPr>
              <w:t>7</w:t>
            </w:r>
            <w:r w:rsidRPr="007A72AE">
              <w:rPr>
                <w:b/>
                <w:sz w:val="16"/>
                <w:szCs w:val="16"/>
              </w:rPr>
              <w:t xml:space="preserve"> г. 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110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bookmarkStart w:id="150" w:name="f3r110"/>
            <w:bookmarkEnd w:id="150"/>
            <w:r>
              <w:rPr>
                <w:b/>
                <w:sz w:val="18"/>
                <w:szCs w:val="18"/>
              </w:rPr>
              <w:t>105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1 830</w:t>
            </w:r>
          </w:p>
        </w:tc>
      </w:tr>
      <w:tr w:rsidR="00621962" w:rsidTr="00365A54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3C732E" w:rsidRDefault="00621962" w:rsidP="00365A54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Корректировки в связи с изменением учетной политики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120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51" w:name="f3r120"/>
            <w:bookmarkEnd w:id="151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3C732E" w:rsidRDefault="00621962" w:rsidP="00365A54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Корректировки в связи с исправлением ошибок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20A41" w:rsidRDefault="00621962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130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52" w:name="f3r130"/>
            <w:bookmarkEnd w:id="152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7670C0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C762E6" w:rsidTr="00365A54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762E6" w:rsidRPr="00C762E6" w:rsidRDefault="00C762E6" w:rsidP="00AD2E3D">
            <w:pPr>
              <w:rPr>
                <w:sz w:val="16"/>
                <w:szCs w:val="16"/>
              </w:rPr>
            </w:pPr>
            <w:r w:rsidRPr="00C762E6">
              <w:rPr>
                <w:sz w:val="16"/>
                <w:szCs w:val="16"/>
              </w:rPr>
              <w:t xml:space="preserve">По  Постановлению № 23 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762E6" w:rsidRPr="00020A41" w:rsidRDefault="00C762E6" w:rsidP="00AD2E3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EC7908" w:rsidRDefault="00C762E6" w:rsidP="00AD2E3D">
            <w:pPr>
              <w:jc w:val="center"/>
              <w:rPr>
                <w:sz w:val="18"/>
                <w:szCs w:val="18"/>
              </w:rPr>
            </w:pPr>
            <w:bookmarkStart w:id="153" w:name="f3r131"/>
            <w:bookmarkEnd w:id="153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EC7908" w:rsidRDefault="00C762E6" w:rsidP="00AD2E3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EC7908" w:rsidRDefault="00C762E6" w:rsidP="00AD2E3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EC7908" w:rsidRDefault="00C762E6" w:rsidP="00AD2E3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EC7908" w:rsidRDefault="00C762E6" w:rsidP="00AD2E3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EC7908" w:rsidRDefault="00C762E6" w:rsidP="00AD2E3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EC7908" w:rsidRDefault="00C762E6" w:rsidP="00AD2E3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EC7908" w:rsidRDefault="00C762E6" w:rsidP="00AD2E3D">
            <w:pPr>
              <w:jc w:val="center"/>
              <w:rPr>
                <w:sz w:val="18"/>
                <w:szCs w:val="18"/>
              </w:rPr>
            </w:pPr>
          </w:p>
        </w:tc>
      </w:tr>
      <w:tr w:rsidR="00C762E6" w:rsidTr="00365A54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762E6" w:rsidRPr="007A72AE" w:rsidRDefault="00C762E6" w:rsidP="002A3663">
            <w:pPr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>Скорректированный остаток на 31.12.201</w:t>
            </w:r>
            <w:r>
              <w:rPr>
                <w:b/>
                <w:sz w:val="16"/>
                <w:szCs w:val="16"/>
              </w:rPr>
              <w:t>7</w:t>
            </w:r>
            <w:r w:rsidRPr="007A72AE">
              <w:rPr>
                <w:b/>
                <w:sz w:val="16"/>
                <w:szCs w:val="16"/>
              </w:rPr>
              <w:t xml:space="preserve"> г. 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762E6" w:rsidRPr="00020A41" w:rsidRDefault="00C762E6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140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bookmarkStart w:id="154" w:name="f3r140"/>
            <w:bookmarkEnd w:id="154"/>
            <w:r>
              <w:rPr>
                <w:b/>
                <w:sz w:val="18"/>
                <w:szCs w:val="18"/>
              </w:rPr>
              <w:t>105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1 830</w:t>
            </w:r>
          </w:p>
        </w:tc>
      </w:tr>
      <w:tr w:rsidR="00C762E6" w:rsidTr="00365A54">
        <w:trPr>
          <w:trHeight w:val="340"/>
        </w:trPr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762E6" w:rsidRPr="007A72AE" w:rsidRDefault="00C762E6" w:rsidP="008C6F6A">
            <w:pPr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>За январь</w:t>
            </w:r>
            <w:r w:rsidR="008C6F6A">
              <w:rPr>
                <w:b/>
                <w:sz w:val="16"/>
                <w:szCs w:val="16"/>
              </w:rPr>
              <w:t xml:space="preserve"> </w:t>
            </w:r>
            <w:r w:rsidRPr="007A72AE">
              <w:rPr>
                <w:b/>
                <w:sz w:val="16"/>
                <w:szCs w:val="16"/>
              </w:rPr>
              <w:t>-</w:t>
            </w:r>
            <w:r>
              <w:rPr>
                <w:b/>
                <w:sz w:val="16"/>
                <w:szCs w:val="16"/>
              </w:rPr>
              <w:t xml:space="preserve"> </w:t>
            </w:r>
            <w:r w:rsidR="008C6F6A">
              <w:rPr>
                <w:b/>
                <w:sz w:val="16"/>
                <w:szCs w:val="16"/>
              </w:rPr>
              <w:t>дека</w:t>
            </w:r>
            <w:r>
              <w:rPr>
                <w:b/>
                <w:sz w:val="16"/>
                <w:szCs w:val="16"/>
              </w:rPr>
              <w:t>брь 2018</w:t>
            </w:r>
            <w:r w:rsidRPr="007A72AE">
              <w:rPr>
                <w:b/>
                <w:sz w:val="16"/>
                <w:szCs w:val="16"/>
              </w:rPr>
              <w:t xml:space="preserve"> года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762E6" w:rsidRPr="00020A41" w:rsidRDefault="00C762E6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rPr>
                <w:b/>
                <w:color w:val="FF0000"/>
                <w:sz w:val="18"/>
                <w:szCs w:val="18"/>
              </w:rPr>
            </w:pPr>
          </w:p>
        </w:tc>
      </w:tr>
      <w:tr w:rsidR="00C762E6" w:rsidTr="00365A54">
        <w:trPr>
          <w:trHeight w:val="34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762E6" w:rsidRPr="003C732E" w:rsidRDefault="00C762E6" w:rsidP="00365A54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Увеличение собственного капитала – всего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762E6" w:rsidRPr="00020A41" w:rsidRDefault="00C762E6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  <w:bookmarkStart w:id="155" w:name="f3r150"/>
            <w:bookmarkEnd w:id="155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C762E6" w:rsidTr="00365A54">
        <w:trPr>
          <w:trHeight w:val="209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C762E6" w:rsidRPr="003C732E" w:rsidRDefault="00C762E6" w:rsidP="00365A54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 том числе: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  <w:vAlign w:val="center"/>
          </w:tcPr>
          <w:p w:rsidR="00C762E6" w:rsidRPr="00020A41" w:rsidRDefault="00C762E6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151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C762E6" w:rsidRPr="00AF1FB3" w:rsidRDefault="00C762E6" w:rsidP="00365A54">
            <w:pPr>
              <w:jc w:val="center"/>
              <w:rPr>
                <w:b/>
                <w:sz w:val="18"/>
                <w:szCs w:val="18"/>
              </w:rPr>
            </w:pPr>
            <w:bookmarkStart w:id="156" w:name="f3r151"/>
            <w:bookmarkEnd w:id="156"/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AF1FB3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AF1FB3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AF1FB3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AF1FB3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AF1FB3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AF1FB3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AF1FB3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C762E6" w:rsidTr="00365A54">
        <w:trPr>
          <w:trHeight w:val="158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762E6" w:rsidRPr="003C732E" w:rsidRDefault="00C762E6" w:rsidP="00365A54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 xml:space="preserve">чистая прибыль </w:t>
            </w:r>
          </w:p>
        </w:tc>
        <w:tc>
          <w:tcPr>
            <w:tcW w:w="721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762E6" w:rsidRPr="00020A41" w:rsidRDefault="00C762E6" w:rsidP="00365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C762E6" w:rsidTr="00365A54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762E6" w:rsidRPr="003C732E" w:rsidRDefault="00C762E6" w:rsidP="00365A54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переоценка долгосрочных активов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762E6" w:rsidRPr="00020A41" w:rsidRDefault="00C762E6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152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  <w:bookmarkStart w:id="157" w:name="f3r152"/>
            <w:bookmarkEnd w:id="157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C762E6" w:rsidTr="00365A54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762E6" w:rsidRPr="003C732E" w:rsidRDefault="00C762E6" w:rsidP="00365A54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доходы от прочих операций, не включаемые в чистую прибыль (убыток)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762E6" w:rsidRPr="00020A41" w:rsidRDefault="00C762E6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  <w:bookmarkStart w:id="158" w:name="f3r153"/>
            <w:bookmarkEnd w:id="158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C762E6" w:rsidTr="00365A54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762E6" w:rsidRPr="003C732E" w:rsidRDefault="00C762E6" w:rsidP="00365A54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 xml:space="preserve">выпуск дополнительных акций 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762E6" w:rsidRPr="00020A41" w:rsidRDefault="00C762E6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  <w:bookmarkStart w:id="159" w:name="f3r154"/>
            <w:bookmarkEnd w:id="159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C762E6" w:rsidTr="00365A54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762E6" w:rsidRPr="003C732E" w:rsidRDefault="00C762E6" w:rsidP="00365A54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увеличение номинальной стоимости акций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762E6" w:rsidRPr="00020A41" w:rsidRDefault="00C762E6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  <w:bookmarkStart w:id="160" w:name="f3r155"/>
            <w:bookmarkEnd w:id="160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C762E6" w:rsidTr="00365A54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762E6" w:rsidRPr="003C732E" w:rsidRDefault="00C762E6" w:rsidP="00365A54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вклады собственника имущества (учредителей, участников)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762E6" w:rsidRPr="00020A41" w:rsidRDefault="00C762E6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  <w:bookmarkStart w:id="161" w:name="f3r156"/>
            <w:bookmarkEnd w:id="161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C762E6" w:rsidTr="00365A54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762E6" w:rsidRPr="003C732E" w:rsidRDefault="00C762E6" w:rsidP="00365A54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реорганизация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762E6" w:rsidRPr="00020A41" w:rsidRDefault="00C762E6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  <w:bookmarkStart w:id="162" w:name="f3r157"/>
            <w:bookmarkEnd w:id="162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C762E6" w:rsidTr="00365A54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762E6" w:rsidRPr="003C732E" w:rsidRDefault="00C762E6" w:rsidP="00365A54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762E6" w:rsidRPr="00020A41" w:rsidRDefault="00C762E6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158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  <w:bookmarkStart w:id="163" w:name="f3r158"/>
            <w:bookmarkEnd w:id="163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C762E6" w:rsidTr="00365A54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762E6" w:rsidRPr="003C732E" w:rsidRDefault="00C762E6" w:rsidP="00365A54">
            <w:pPr>
              <w:ind w:firstLineChars="100"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прочие</w:t>
            </w:r>
            <w:r w:rsidRPr="003C732E">
              <w:rPr>
                <w:sz w:val="16"/>
                <w:szCs w:val="16"/>
              </w:rPr>
              <w:t>  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C762E6" w:rsidRPr="00020A41" w:rsidRDefault="00C762E6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159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  <w:bookmarkStart w:id="164" w:name="f3r159"/>
            <w:bookmarkEnd w:id="164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C762E6" w:rsidTr="00365A54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2E6" w:rsidRPr="003C732E" w:rsidRDefault="00C762E6" w:rsidP="00365A54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Уменьшение собственного капитала – всего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C762E6" w:rsidRPr="00020A41" w:rsidRDefault="00C762E6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  <w:bookmarkStart w:id="165" w:name="f3r160"/>
            <w:bookmarkEnd w:id="165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62E6" w:rsidRPr="007670C0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62E6" w:rsidRPr="007670C0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62E6" w:rsidRPr="007670C0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56</w:t>
            </w:r>
          </w:p>
        </w:tc>
      </w:tr>
      <w:tr w:rsidR="00C762E6" w:rsidTr="00365A54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2E6" w:rsidRPr="003C732E" w:rsidRDefault="00C762E6" w:rsidP="00365A54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 том числе:</w:t>
            </w:r>
          </w:p>
          <w:p w:rsidR="00C762E6" w:rsidRPr="003C732E" w:rsidRDefault="00C762E6" w:rsidP="00365A54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убыток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C762E6" w:rsidRPr="00020A41" w:rsidRDefault="00C762E6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C762E6" w:rsidRPr="00AF1FB3" w:rsidRDefault="00C762E6" w:rsidP="00365A54">
            <w:pPr>
              <w:jc w:val="center"/>
              <w:rPr>
                <w:b/>
                <w:sz w:val="18"/>
                <w:szCs w:val="18"/>
              </w:rPr>
            </w:pPr>
            <w:bookmarkStart w:id="166" w:name="f3r161"/>
            <w:bookmarkEnd w:id="166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C762E6" w:rsidRPr="00AF1FB3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C762E6" w:rsidRPr="00AF1FB3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C762E6" w:rsidRPr="00AF1FB3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C762E6" w:rsidRPr="00AF1FB3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C762E6" w:rsidRPr="00AF1FB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C762E6" w:rsidRPr="00AF1FB3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AF1FB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</w:tr>
      <w:tr w:rsidR="00C762E6" w:rsidTr="00365A54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2E6" w:rsidRPr="003C732E" w:rsidRDefault="00C762E6" w:rsidP="00365A54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переоценка долгосрочных активов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C762E6" w:rsidRPr="00020A41" w:rsidRDefault="00C762E6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  <w:bookmarkStart w:id="167" w:name="f3r162"/>
            <w:bookmarkEnd w:id="167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C762E6" w:rsidTr="00365A54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2E6" w:rsidRPr="003C732E" w:rsidRDefault="00C762E6" w:rsidP="00365A54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расходы от прочих операций, не включаемые в чистую прибыль (убыток)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C762E6" w:rsidRPr="00020A41" w:rsidRDefault="00C762E6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  <w:bookmarkStart w:id="168" w:name="f3r163"/>
            <w:bookmarkEnd w:id="168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C762E6" w:rsidTr="00365A54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762E6" w:rsidRPr="003C732E" w:rsidRDefault="00C762E6" w:rsidP="00365A54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уменьшение номинальной стоимости акций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762E6" w:rsidRPr="00020A41" w:rsidRDefault="00C762E6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  <w:bookmarkStart w:id="169" w:name="f3r164"/>
            <w:bookmarkEnd w:id="169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C762E6" w:rsidTr="00365A54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762E6" w:rsidRPr="003C732E" w:rsidRDefault="00C762E6" w:rsidP="00365A54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выкуп акций (долей в уставном капитале)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762E6" w:rsidRPr="00020A41" w:rsidRDefault="00C762E6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  <w:bookmarkStart w:id="170" w:name="f3r165"/>
            <w:bookmarkEnd w:id="170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C762E6" w:rsidTr="00365A54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762E6" w:rsidRPr="003C732E" w:rsidRDefault="00C762E6" w:rsidP="00365A54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дивиденды и другие доходы от участия в уставном капитале организации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762E6" w:rsidRPr="00020A41" w:rsidRDefault="00C762E6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  <w:bookmarkStart w:id="171" w:name="f3r166"/>
            <w:bookmarkEnd w:id="171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</w:tr>
      <w:tr w:rsidR="00C762E6" w:rsidTr="00365A54">
        <w:trPr>
          <w:trHeight w:val="204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762E6" w:rsidRPr="003C732E" w:rsidRDefault="00C762E6" w:rsidP="00365A54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реорганизация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762E6" w:rsidRPr="00020A41" w:rsidRDefault="00C762E6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  <w:bookmarkStart w:id="172" w:name="f3r167"/>
            <w:bookmarkEnd w:id="172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C762E6" w:rsidTr="00365A54">
        <w:trPr>
          <w:trHeight w:val="166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762E6" w:rsidRPr="003C732E" w:rsidRDefault="00C762E6" w:rsidP="00365A54">
            <w:pPr>
              <w:rPr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762E6" w:rsidRPr="00020A41" w:rsidRDefault="00C762E6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168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  <w:bookmarkStart w:id="173" w:name="f3r168"/>
            <w:bookmarkEnd w:id="173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C762E6" w:rsidTr="00365A54">
        <w:trPr>
          <w:trHeight w:val="282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762E6" w:rsidRPr="003C732E" w:rsidRDefault="00C762E6" w:rsidP="00365A54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прочие</w:t>
            </w:r>
            <w:r w:rsidRPr="003C732E">
              <w:rPr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762E6" w:rsidRPr="00020A41" w:rsidRDefault="00C762E6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169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  <w:bookmarkStart w:id="174" w:name="f3r169"/>
            <w:bookmarkEnd w:id="174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</w:t>
            </w:r>
          </w:p>
        </w:tc>
      </w:tr>
      <w:tr w:rsidR="00C762E6" w:rsidTr="00365A54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762E6" w:rsidRPr="003C732E" w:rsidRDefault="00C762E6" w:rsidP="00365A54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уставного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762E6" w:rsidRPr="00020A41" w:rsidRDefault="00C762E6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170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  <w:bookmarkStart w:id="175" w:name="f3r170"/>
            <w:bookmarkEnd w:id="175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C762E6" w:rsidTr="00365A54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762E6" w:rsidRPr="003C732E" w:rsidRDefault="00C762E6" w:rsidP="00365A54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резервного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762E6" w:rsidRPr="00020A41" w:rsidRDefault="00C762E6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180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  <w:bookmarkStart w:id="176" w:name="f3r180"/>
            <w:bookmarkEnd w:id="176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C762E6" w:rsidTr="00365A54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762E6" w:rsidRPr="003C732E" w:rsidRDefault="00C762E6" w:rsidP="00365A54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добавочного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C762E6" w:rsidRPr="00020A41" w:rsidRDefault="00C762E6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190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  <w:bookmarkStart w:id="177" w:name="f3r190"/>
            <w:bookmarkEnd w:id="177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C762E6" w:rsidTr="00365A54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2E6" w:rsidRPr="007A72AE" w:rsidRDefault="00C762E6" w:rsidP="008C6F6A">
            <w:pPr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 xml:space="preserve">Остаток на </w:t>
            </w:r>
            <w:r>
              <w:rPr>
                <w:b/>
                <w:sz w:val="16"/>
                <w:szCs w:val="16"/>
              </w:rPr>
              <w:t>3</w:t>
            </w:r>
            <w:r w:rsidR="008C6F6A">
              <w:rPr>
                <w:b/>
                <w:sz w:val="16"/>
                <w:szCs w:val="16"/>
              </w:rPr>
              <w:t>1</w:t>
            </w:r>
            <w:r w:rsidRPr="007A72AE">
              <w:rPr>
                <w:b/>
                <w:sz w:val="16"/>
                <w:szCs w:val="16"/>
              </w:rPr>
              <w:t>.</w:t>
            </w:r>
            <w:r w:rsidR="008C6F6A">
              <w:rPr>
                <w:b/>
                <w:sz w:val="16"/>
                <w:szCs w:val="16"/>
              </w:rPr>
              <w:t>12</w:t>
            </w:r>
            <w:r>
              <w:rPr>
                <w:b/>
                <w:sz w:val="16"/>
                <w:szCs w:val="16"/>
              </w:rPr>
              <w:t>.2018</w:t>
            </w:r>
            <w:r w:rsidRPr="007A72AE">
              <w:rPr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C762E6" w:rsidRPr="00020A41" w:rsidRDefault="00C762E6" w:rsidP="00365A54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bookmarkStart w:id="178" w:name="f3r200"/>
            <w:bookmarkEnd w:id="178"/>
            <w:r>
              <w:rPr>
                <w:b/>
                <w:sz w:val="18"/>
                <w:szCs w:val="18"/>
              </w:rPr>
              <w:t>105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954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683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C762E6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2E6" w:rsidRPr="007670C0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1 774</w:t>
            </w:r>
          </w:p>
        </w:tc>
      </w:tr>
      <w:tr w:rsidR="0098024A" w:rsidTr="00365A54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024A" w:rsidRPr="007A72AE" w:rsidRDefault="0098024A" w:rsidP="008C6F6A">
            <w:pPr>
              <w:rPr>
                <w:b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8024A" w:rsidRPr="00020A41" w:rsidRDefault="0098024A" w:rsidP="00365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8024A" w:rsidRDefault="0098024A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8024A" w:rsidRPr="007670C0" w:rsidRDefault="0098024A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8024A" w:rsidRPr="007670C0" w:rsidRDefault="0098024A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8024A" w:rsidRDefault="0098024A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8024A" w:rsidRDefault="0098024A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8024A" w:rsidRDefault="0098024A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8024A" w:rsidRPr="007670C0" w:rsidRDefault="0098024A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8024A" w:rsidRDefault="0098024A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D32A8A" w:rsidRDefault="00D32A8A" w:rsidP="00621962">
      <w:pPr>
        <w:pStyle w:val="a3"/>
        <w:jc w:val="right"/>
        <w:rPr>
          <w:rFonts w:ascii="Times New Roman" w:hAnsi="Times New Roman"/>
          <w:b/>
          <w:sz w:val="16"/>
          <w:szCs w:val="16"/>
          <w:u w:val="single"/>
        </w:rPr>
      </w:pPr>
      <w:bookmarkStart w:id="179" w:name="f4"/>
      <w:bookmarkEnd w:id="121"/>
    </w:p>
    <w:p w:rsidR="00D32A8A" w:rsidRDefault="00D32A8A" w:rsidP="00621962">
      <w:pPr>
        <w:pStyle w:val="a3"/>
        <w:jc w:val="right"/>
        <w:rPr>
          <w:rFonts w:ascii="Times New Roman" w:hAnsi="Times New Roman"/>
          <w:b/>
          <w:sz w:val="16"/>
          <w:szCs w:val="16"/>
          <w:u w:val="single"/>
        </w:rPr>
      </w:pPr>
    </w:p>
    <w:p w:rsidR="00D32A8A" w:rsidRPr="00D32A8A" w:rsidRDefault="00D32A8A" w:rsidP="00D32A8A">
      <w:pPr>
        <w:widowControl w:val="0"/>
        <w:ind w:firstLine="567"/>
        <w:rPr>
          <w:sz w:val="20"/>
          <w:szCs w:val="20"/>
        </w:rPr>
      </w:pPr>
      <w:r w:rsidRPr="00D32A8A">
        <w:rPr>
          <w:sz w:val="20"/>
          <w:szCs w:val="20"/>
        </w:rPr>
        <w:t>Руководитель _______________Г.Б. Бубен</w:t>
      </w:r>
    </w:p>
    <w:p w:rsidR="00D32A8A" w:rsidRPr="00D32A8A" w:rsidRDefault="00D32A8A" w:rsidP="00D32A8A">
      <w:pPr>
        <w:widowControl w:val="0"/>
        <w:ind w:firstLine="567"/>
        <w:rPr>
          <w:sz w:val="20"/>
          <w:szCs w:val="20"/>
        </w:rPr>
      </w:pPr>
      <w:r w:rsidRPr="00D32A8A">
        <w:rPr>
          <w:sz w:val="20"/>
          <w:szCs w:val="20"/>
        </w:rPr>
        <w:t>Главный бухгалтер __________С.В. Ступакевич</w:t>
      </w:r>
    </w:p>
    <w:p w:rsidR="00621962" w:rsidRPr="003570F4" w:rsidRDefault="00621962" w:rsidP="00380770">
      <w:pPr>
        <w:pStyle w:val="a3"/>
        <w:rPr>
          <w:rFonts w:ascii="Times New Roman" w:hAnsi="Times New Roman"/>
          <w:b/>
          <w:sz w:val="16"/>
          <w:szCs w:val="16"/>
          <w:u w:val="single"/>
        </w:rPr>
      </w:pPr>
      <w:r w:rsidRPr="003570F4">
        <w:rPr>
          <w:rFonts w:ascii="Times New Roman" w:hAnsi="Times New Roman"/>
          <w:b/>
          <w:sz w:val="16"/>
          <w:szCs w:val="16"/>
          <w:u w:val="single"/>
        </w:rPr>
        <w:t>Форма  №4</w:t>
      </w:r>
    </w:p>
    <w:tbl>
      <w:tblPr>
        <w:tblW w:w="10560" w:type="dxa"/>
        <w:tblInd w:w="108" w:type="dxa"/>
        <w:tblLook w:val="0000" w:firstRow="0" w:lastRow="0" w:firstColumn="0" w:lastColumn="0" w:noHBand="0" w:noVBand="0"/>
      </w:tblPr>
      <w:tblGrid>
        <w:gridCol w:w="1448"/>
        <w:gridCol w:w="780"/>
        <w:gridCol w:w="1276"/>
        <w:gridCol w:w="1025"/>
        <w:gridCol w:w="782"/>
        <w:gridCol w:w="2729"/>
        <w:gridCol w:w="2520"/>
      </w:tblGrid>
      <w:tr w:rsidR="00621962" w:rsidTr="00365A54">
        <w:trPr>
          <w:trHeight w:val="195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21962" w:rsidRPr="00F57E7A" w:rsidRDefault="00621962" w:rsidP="00365A54">
            <w:pPr>
              <w:jc w:val="right"/>
              <w:rPr>
                <w:sz w:val="12"/>
                <w:szCs w:val="12"/>
              </w:rPr>
            </w:pPr>
            <w:r w:rsidRPr="00F57E7A">
              <w:rPr>
                <w:sz w:val="12"/>
                <w:szCs w:val="12"/>
              </w:rPr>
              <w:t>Приложение 4</w:t>
            </w:r>
          </w:p>
        </w:tc>
      </w:tr>
      <w:tr w:rsidR="00621962" w:rsidTr="00365A54">
        <w:trPr>
          <w:trHeight w:val="182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21962" w:rsidRPr="00F57E7A" w:rsidRDefault="00621962" w:rsidP="00365A54">
            <w:pPr>
              <w:jc w:val="right"/>
              <w:rPr>
                <w:sz w:val="12"/>
                <w:szCs w:val="12"/>
              </w:rPr>
            </w:pPr>
            <w:r w:rsidRPr="00F57E7A">
              <w:rPr>
                <w:sz w:val="12"/>
                <w:szCs w:val="12"/>
              </w:rPr>
              <w:t xml:space="preserve">к постановлению Министерства финансов </w:t>
            </w:r>
            <w:r w:rsidRPr="00F57E7A">
              <w:rPr>
                <w:sz w:val="12"/>
                <w:szCs w:val="12"/>
              </w:rPr>
              <w:br/>
              <w:t xml:space="preserve">Республики Беларусь </w:t>
            </w:r>
          </w:p>
        </w:tc>
      </w:tr>
      <w:tr w:rsidR="00621962" w:rsidTr="00365A54">
        <w:trPr>
          <w:trHeight w:val="225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21962" w:rsidRPr="00F57E7A" w:rsidRDefault="00621962" w:rsidP="00365A54">
            <w:pPr>
              <w:jc w:val="right"/>
              <w:rPr>
                <w:sz w:val="12"/>
                <w:szCs w:val="12"/>
              </w:rPr>
            </w:pP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  <w:lang w:val="en-US"/>
              </w:rPr>
              <w:t>16</w:t>
            </w:r>
            <w:r>
              <w:rPr>
                <w:sz w:val="16"/>
                <w:szCs w:val="16"/>
              </w:rPr>
              <w:t xml:space="preserve"> № 1</w:t>
            </w:r>
            <w:r>
              <w:rPr>
                <w:sz w:val="16"/>
                <w:szCs w:val="16"/>
                <w:lang w:val="en-US"/>
              </w:rPr>
              <w:t>04</w:t>
            </w:r>
          </w:p>
        </w:tc>
      </w:tr>
      <w:tr w:rsidR="00621962" w:rsidTr="00365A54">
        <w:trPr>
          <w:trHeight w:val="6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21962" w:rsidTr="00365A54">
        <w:trPr>
          <w:trHeight w:val="80"/>
        </w:trPr>
        <w:tc>
          <w:tcPr>
            <w:tcW w:w="105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256A29" w:rsidRDefault="00621962" w:rsidP="00365A54">
            <w:pPr>
              <w:jc w:val="center"/>
              <w:rPr>
                <w:b/>
                <w:bCs/>
                <w:sz w:val="18"/>
                <w:szCs w:val="18"/>
              </w:rPr>
            </w:pPr>
            <w:r w:rsidRPr="00256A29">
              <w:rPr>
                <w:b/>
                <w:bCs/>
                <w:sz w:val="18"/>
                <w:szCs w:val="18"/>
              </w:rPr>
              <w:t>ОТЧЕТ</w:t>
            </w:r>
          </w:p>
        </w:tc>
      </w:tr>
      <w:tr w:rsidR="00621962" w:rsidTr="00365A54">
        <w:trPr>
          <w:trHeight w:val="255"/>
        </w:trPr>
        <w:tc>
          <w:tcPr>
            <w:tcW w:w="105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256A29" w:rsidRDefault="00621962" w:rsidP="00365A54">
            <w:pPr>
              <w:jc w:val="center"/>
              <w:rPr>
                <w:b/>
                <w:bCs/>
                <w:sz w:val="18"/>
                <w:szCs w:val="18"/>
              </w:rPr>
            </w:pPr>
            <w:r w:rsidRPr="00256A29">
              <w:rPr>
                <w:b/>
                <w:bCs/>
                <w:sz w:val="18"/>
                <w:szCs w:val="18"/>
              </w:rPr>
              <w:t>о движении денежных средств</w:t>
            </w:r>
          </w:p>
        </w:tc>
      </w:tr>
      <w:tr w:rsidR="00621962" w:rsidTr="00365A54">
        <w:trPr>
          <w:trHeight w:val="8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256A29" w:rsidRDefault="00621962" w:rsidP="00365A54">
            <w:pPr>
              <w:rPr>
                <w:sz w:val="18"/>
                <w:szCs w:val="18"/>
              </w:rPr>
            </w:pPr>
            <w:r w:rsidRPr="00256A29">
              <w:rPr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256A29" w:rsidRDefault="00621962" w:rsidP="00365A54">
            <w:pPr>
              <w:rPr>
                <w:sz w:val="18"/>
                <w:szCs w:val="18"/>
              </w:rPr>
            </w:pPr>
            <w:r w:rsidRPr="00256A29">
              <w:rPr>
                <w:sz w:val="18"/>
                <w:szCs w:val="18"/>
              </w:rPr>
              <w:t> </w:t>
            </w:r>
          </w:p>
        </w:tc>
        <w:tc>
          <w:tcPr>
            <w:tcW w:w="5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256A29" w:rsidRDefault="00621962" w:rsidP="008C6F6A">
            <w:pPr>
              <w:ind w:firstLineChars="300" w:firstLine="542"/>
              <w:jc w:val="center"/>
              <w:rPr>
                <w:b/>
                <w:sz w:val="18"/>
                <w:szCs w:val="18"/>
              </w:rPr>
            </w:pPr>
            <w:r w:rsidRPr="00256A29">
              <w:rPr>
                <w:b/>
                <w:sz w:val="18"/>
                <w:szCs w:val="18"/>
              </w:rPr>
              <w:t>за январь</w:t>
            </w:r>
            <w:r w:rsidR="00725411">
              <w:rPr>
                <w:b/>
                <w:sz w:val="18"/>
                <w:szCs w:val="18"/>
              </w:rPr>
              <w:t xml:space="preserve"> </w:t>
            </w:r>
            <w:r w:rsidRPr="00256A29">
              <w:rPr>
                <w:b/>
                <w:sz w:val="18"/>
                <w:szCs w:val="18"/>
              </w:rPr>
              <w:t>-</w:t>
            </w:r>
            <w:r w:rsidR="00725411">
              <w:rPr>
                <w:b/>
                <w:sz w:val="16"/>
                <w:szCs w:val="16"/>
              </w:rPr>
              <w:t xml:space="preserve"> </w:t>
            </w:r>
            <w:r w:rsidR="008C6F6A">
              <w:rPr>
                <w:b/>
                <w:sz w:val="18"/>
                <w:szCs w:val="18"/>
              </w:rPr>
              <w:t>дека</w:t>
            </w:r>
            <w:r w:rsidR="00725411" w:rsidRPr="00725411">
              <w:rPr>
                <w:b/>
                <w:sz w:val="18"/>
                <w:szCs w:val="18"/>
              </w:rPr>
              <w:t>брь</w:t>
            </w:r>
            <w:r w:rsidRPr="00256A29">
              <w:rPr>
                <w:b/>
                <w:sz w:val="18"/>
                <w:szCs w:val="18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256A29">
                <w:rPr>
                  <w:b/>
                  <w:sz w:val="18"/>
                  <w:szCs w:val="18"/>
                </w:rPr>
                <w:t>201</w:t>
              </w:r>
              <w:r w:rsidR="002A3663">
                <w:rPr>
                  <w:b/>
                  <w:sz w:val="18"/>
                  <w:szCs w:val="18"/>
                </w:rPr>
                <w:t>8</w:t>
              </w:r>
              <w:r w:rsidRPr="00256A29">
                <w:rPr>
                  <w:b/>
                  <w:sz w:val="18"/>
                  <w:szCs w:val="18"/>
                </w:rPr>
                <w:t xml:space="preserve"> г</w:t>
              </w:r>
            </w:smartTag>
            <w:r w:rsidRPr="00256A29">
              <w:rPr>
                <w:b/>
                <w:sz w:val="18"/>
                <w:szCs w:val="18"/>
                <w:lang w:val="en-US"/>
              </w:rPr>
              <w:t>.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Default="00621962" w:rsidP="00365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21962" w:rsidTr="00365A54">
        <w:trPr>
          <w:trHeight w:val="7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57AB2" w:rsidRDefault="00621962" w:rsidP="00365A54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57AB2" w:rsidRDefault="00621962" w:rsidP="00365A54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57AB2" w:rsidRDefault="00621962" w:rsidP="00365A54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57AB2" w:rsidRDefault="00621962" w:rsidP="00365A54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57AB2" w:rsidRDefault="00621962" w:rsidP="00365A54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57AB2" w:rsidRDefault="00621962" w:rsidP="00365A54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57AB2" w:rsidRDefault="00621962" w:rsidP="00365A54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</w:tr>
      <w:tr w:rsidR="00D32A8A" w:rsidTr="00AE56BD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32A8A" w:rsidRPr="00057AB2" w:rsidRDefault="00D32A8A" w:rsidP="00365A54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Организация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D32A8A" w:rsidRPr="00D32A8A" w:rsidRDefault="00D32A8A" w:rsidP="00AE56BD">
            <w:pPr>
              <w:rPr>
                <w:b/>
                <w:sz w:val="18"/>
                <w:szCs w:val="18"/>
              </w:rPr>
            </w:pPr>
            <w:r w:rsidRPr="00D32A8A">
              <w:rPr>
                <w:b/>
                <w:sz w:val="18"/>
                <w:szCs w:val="18"/>
              </w:rPr>
              <w:t> Ошмянское ОАО «Агропромтехника»</w:t>
            </w:r>
          </w:p>
        </w:tc>
      </w:tr>
      <w:tr w:rsidR="00D32A8A" w:rsidTr="00AE56BD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32A8A" w:rsidRPr="00057AB2" w:rsidRDefault="00D32A8A" w:rsidP="00365A54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Учетный номер плательщика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D32A8A" w:rsidRPr="00D32A8A" w:rsidRDefault="00D32A8A" w:rsidP="00AE56BD">
            <w:pPr>
              <w:rPr>
                <w:b/>
                <w:sz w:val="18"/>
                <w:szCs w:val="18"/>
              </w:rPr>
            </w:pPr>
            <w:r w:rsidRPr="00D32A8A">
              <w:rPr>
                <w:b/>
                <w:sz w:val="18"/>
                <w:szCs w:val="18"/>
              </w:rPr>
              <w:t> 500117231</w:t>
            </w:r>
          </w:p>
        </w:tc>
      </w:tr>
      <w:tr w:rsidR="00D32A8A" w:rsidTr="00AE56BD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32A8A" w:rsidRPr="00057AB2" w:rsidRDefault="00D32A8A" w:rsidP="00365A54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Вид экономической деятельности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D32A8A" w:rsidRPr="00D32A8A" w:rsidRDefault="00D32A8A" w:rsidP="00AE56BD">
            <w:pPr>
              <w:rPr>
                <w:b/>
                <w:sz w:val="18"/>
                <w:szCs w:val="18"/>
              </w:rPr>
            </w:pPr>
            <w:r w:rsidRPr="00D32A8A">
              <w:rPr>
                <w:b/>
                <w:sz w:val="18"/>
                <w:szCs w:val="18"/>
              </w:rPr>
              <w:t> Деятельность грузового автотранспорта</w:t>
            </w:r>
          </w:p>
        </w:tc>
      </w:tr>
      <w:tr w:rsidR="00D32A8A" w:rsidTr="00AE56BD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32A8A" w:rsidRPr="00057AB2" w:rsidRDefault="00D32A8A" w:rsidP="00365A54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Организационно-правовая форма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D32A8A" w:rsidRPr="00D32A8A" w:rsidRDefault="00D32A8A" w:rsidP="00AE56BD">
            <w:pPr>
              <w:rPr>
                <w:b/>
                <w:sz w:val="18"/>
                <w:szCs w:val="18"/>
              </w:rPr>
            </w:pPr>
            <w:r w:rsidRPr="00D32A8A">
              <w:rPr>
                <w:b/>
                <w:sz w:val="18"/>
                <w:szCs w:val="18"/>
              </w:rPr>
              <w:t> Акционерное общество</w:t>
            </w:r>
          </w:p>
        </w:tc>
      </w:tr>
      <w:tr w:rsidR="00D32A8A" w:rsidTr="00AE56BD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32A8A" w:rsidRPr="00057AB2" w:rsidRDefault="00D32A8A" w:rsidP="00365A54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Орган управления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D32A8A" w:rsidRPr="00D32A8A" w:rsidRDefault="00D32A8A" w:rsidP="00AE56BD">
            <w:pPr>
              <w:rPr>
                <w:b/>
                <w:sz w:val="18"/>
                <w:szCs w:val="18"/>
              </w:rPr>
            </w:pPr>
            <w:r w:rsidRPr="00D32A8A">
              <w:rPr>
                <w:b/>
                <w:sz w:val="18"/>
                <w:szCs w:val="18"/>
              </w:rPr>
              <w:t> Минсельхозпрод</w:t>
            </w:r>
          </w:p>
        </w:tc>
      </w:tr>
      <w:tr w:rsidR="00D32A8A" w:rsidTr="00AE56BD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32A8A" w:rsidRPr="00057AB2" w:rsidRDefault="00D32A8A" w:rsidP="00365A54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D32A8A" w:rsidRPr="00D32A8A" w:rsidRDefault="00D32A8A" w:rsidP="00AE56BD">
            <w:pPr>
              <w:rPr>
                <w:b/>
                <w:sz w:val="18"/>
                <w:szCs w:val="18"/>
              </w:rPr>
            </w:pPr>
            <w:r w:rsidRPr="00D32A8A">
              <w:rPr>
                <w:b/>
                <w:sz w:val="18"/>
                <w:szCs w:val="18"/>
              </w:rPr>
              <w:t> тыс. руб</w:t>
            </w:r>
            <w:r w:rsidRPr="00D32A8A">
              <w:rPr>
                <w:b/>
                <w:sz w:val="18"/>
                <w:szCs w:val="18"/>
                <w:lang w:val="en-US"/>
              </w:rPr>
              <w:t>.</w:t>
            </w:r>
          </w:p>
        </w:tc>
      </w:tr>
      <w:tr w:rsidR="00D32A8A" w:rsidTr="00AE56BD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32A8A" w:rsidRPr="00057AB2" w:rsidRDefault="00D32A8A" w:rsidP="00365A54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Адрес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D32A8A" w:rsidRPr="00D32A8A" w:rsidRDefault="00D32A8A" w:rsidP="00AE56BD">
            <w:pPr>
              <w:rPr>
                <w:b/>
                <w:sz w:val="18"/>
                <w:szCs w:val="18"/>
              </w:rPr>
            </w:pPr>
            <w:r w:rsidRPr="00D32A8A">
              <w:rPr>
                <w:b/>
                <w:sz w:val="18"/>
                <w:szCs w:val="18"/>
              </w:rPr>
              <w:t> Ошмянский р-н, д. Буденовка, ул. Октябрьская,8</w:t>
            </w:r>
          </w:p>
        </w:tc>
      </w:tr>
      <w:tr w:rsidR="00621962" w:rsidTr="00365A54">
        <w:trPr>
          <w:trHeight w:val="7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57AB2" w:rsidRDefault="00621962" w:rsidP="00365A54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57AB2" w:rsidRDefault="00621962" w:rsidP="00365A54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57AB2" w:rsidRDefault="00621962" w:rsidP="00365A54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57AB2" w:rsidRDefault="00621962" w:rsidP="00365A54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57AB2" w:rsidRDefault="00621962" w:rsidP="00365A54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57AB2" w:rsidRDefault="00621962" w:rsidP="00365A54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21962" w:rsidRPr="00057AB2" w:rsidRDefault="00621962" w:rsidP="00365A54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</w:tr>
      <w:tr w:rsidR="002A3663" w:rsidTr="00365A54">
        <w:trPr>
          <w:trHeight w:val="317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A3663" w:rsidRPr="00256A29" w:rsidRDefault="002A3663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3663" w:rsidRPr="00256A29" w:rsidRDefault="002A3663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3663" w:rsidRPr="00A325B4" w:rsidRDefault="002A3663" w:rsidP="008C6F6A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-</w:t>
            </w:r>
            <w:r w:rsidRPr="00A325B4">
              <w:rPr>
                <w:b/>
                <w:sz w:val="18"/>
                <w:szCs w:val="18"/>
              </w:rPr>
              <w:t xml:space="preserve"> </w:t>
            </w:r>
            <w:r w:rsidR="008C6F6A">
              <w:rPr>
                <w:rFonts w:ascii="Times New Roman" w:hAnsi="Times New Roman"/>
                <w:b/>
                <w:sz w:val="16"/>
                <w:szCs w:val="16"/>
              </w:rPr>
              <w:t>дека</w:t>
            </w:r>
            <w:r w:rsidR="00725411">
              <w:rPr>
                <w:rFonts w:ascii="Times New Roman" w:hAnsi="Times New Roman"/>
                <w:b/>
                <w:sz w:val="16"/>
                <w:szCs w:val="16"/>
              </w:rPr>
              <w:t>брь</w:t>
            </w:r>
            <w:r w:rsidR="008219DD"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8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3663" w:rsidRPr="00A325B4" w:rsidRDefault="002A3663" w:rsidP="008C6F6A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- </w:t>
            </w:r>
            <w:r w:rsidR="008C6F6A">
              <w:rPr>
                <w:rFonts w:ascii="Times New Roman" w:hAnsi="Times New Roman"/>
                <w:b/>
                <w:sz w:val="16"/>
                <w:szCs w:val="16"/>
              </w:rPr>
              <w:t>дека</w:t>
            </w:r>
            <w:r w:rsidR="00725411">
              <w:rPr>
                <w:rFonts w:ascii="Times New Roman" w:hAnsi="Times New Roman"/>
                <w:b/>
                <w:sz w:val="16"/>
                <w:szCs w:val="16"/>
              </w:rPr>
              <w:t>брь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A325B4">
                <w:rPr>
                  <w:rFonts w:ascii="Times New Roman" w:hAnsi="Times New Roman"/>
                  <w:b/>
                  <w:sz w:val="16"/>
                  <w:szCs w:val="16"/>
                </w:rPr>
                <w:t>201</w:t>
              </w:r>
              <w:r>
                <w:rPr>
                  <w:rFonts w:ascii="Times New Roman" w:hAnsi="Times New Roman"/>
                  <w:b/>
                  <w:sz w:val="16"/>
                  <w:szCs w:val="16"/>
                </w:rPr>
                <w:t>7</w:t>
              </w:r>
              <w:r w:rsidRPr="00A325B4">
                <w:rPr>
                  <w:rFonts w:ascii="Times New Roman" w:hAnsi="Times New Roman"/>
                  <w:b/>
                  <w:sz w:val="16"/>
                  <w:szCs w:val="16"/>
                </w:rPr>
                <w:t xml:space="preserve"> г</w:t>
              </w:r>
            </w:smartTag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</w:tc>
      </w:tr>
      <w:tr w:rsidR="00621962" w:rsidTr="00365A54">
        <w:trPr>
          <w:trHeight w:val="103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256A29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256A29" w:rsidRDefault="00621962" w:rsidP="00365A54">
            <w:pPr>
              <w:jc w:val="center"/>
              <w:rPr>
                <w:bCs/>
                <w:sz w:val="16"/>
                <w:szCs w:val="16"/>
              </w:rPr>
            </w:pPr>
            <w:r w:rsidRPr="00256A29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256A29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256A29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621962" w:rsidTr="00365A54">
        <w:trPr>
          <w:trHeight w:val="300"/>
        </w:trPr>
        <w:tc>
          <w:tcPr>
            <w:tcW w:w="10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rPr>
                <w:b/>
                <w:sz w:val="18"/>
                <w:szCs w:val="18"/>
              </w:rPr>
            </w:pPr>
            <w:r w:rsidRPr="00A57223">
              <w:rPr>
                <w:b/>
                <w:sz w:val="18"/>
                <w:szCs w:val="18"/>
              </w:rPr>
              <w:t>Движение денежных средств по текущей деятельности</w:t>
            </w:r>
          </w:p>
        </w:tc>
      </w:tr>
      <w:tr w:rsidR="00621962" w:rsidTr="00365A54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Поступило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020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5722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bookmarkStart w:id="180" w:name="f4r20"/>
            <w:bookmarkEnd w:id="180"/>
            <w:r>
              <w:rPr>
                <w:b/>
                <w:sz w:val="18"/>
                <w:szCs w:val="18"/>
              </w:rPr>
              <w:t>2 663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5722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2 958</w:t>
            </w:r>
          </w:p>
        </w:tc>
      </w:tr>
      <w:tr w:rsidR="00621962" w:rsidTr="00365A54">
        <w:trPr>
          <w:trHeight w:val="7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</w:p>
          <w:p w:rsidR="00621962" w:rsidRPr="00A57223" w:rsidRDefault="00621962" w:rsidP="00365A54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от покупателей продукции, товаров, заказчиков работ, услуг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 </w:t>
            </w:r>
          </w:p>
          <w:p w:rsidR="00621962" w:rsidRPr="00A57223" w:rsidRDefault="00621962" w:rsidP="00365A54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021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5722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bookmarkStart w:id="181" w:name="f4r21"/>
            <w:bookmarkEnd w:id="181"/>
            <w:r>
              <w:rPr>
                <w:b/>
                <w:sz w:val="18"/>
                <w:szCs w:val="18"/>
              </w:rPr>
              <w:t>2 656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5722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2 816</w:t>
            </w:r>
          </w:p>
        </w:tc>
      </w:tr>
      <w:tr w:rsidR="00621962" w:rsidTr="00365A54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от покупателей материалов и других запасов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022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57223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82" w:name="f4r22"/>
            <w:bookmarkEnd w:id="182"/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5722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140</w:t>
            </w:r>
          </w:p>
        </w:tc>
      </w:tr>
      <w:tr w:rsidR="00621962" w:rsidTr="00365A54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роялти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023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57223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83" w:name="f4r23"/>
            <w:bookmarkEnd w:id="183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5722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прочие поступления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024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5722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bookmarkStart w:id="184" w:name="f4r24"/>
            <w:bookmarkEnd w:id="18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5722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621962" w:rsidTr="00365A54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Направлено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030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5722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bookmarkStart w:id="185" w:name="f4r30"/>
            <w:bookmarkEnd w:id="185"/>
            <w:r>
              <w:rPr>
                <w:b/>
                <w:sz w:val="18"/>
                <w:szCs w:val="18"/>
              </w:rPr>
              <w:t>2 797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5722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2 801</w:t>
            </w:r>
          </w:p>
        </w:tc>
      </w:tr>
      <w:tr w:rsidR="00621962" w:rsidTr="00365A54">
        <w:trPr>
          <w:trHeight w:val="61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</w:p>
          <w:p w:rsidR="00621962" w:rsidRPr="00A57223" w:rsidRDefault="00621962" w:rsidP="00365A54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приобретение запасов, работ, услуг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21962" w:rsidRPr="00A57223" w:rsidRDefault="00621962" w:rsidP="00365A54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  <w:p w:rsidR="00621962" w:rsidRPr="00A57223" w:rsidRDefault="00621962" w:rsidP="00365A54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031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5722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bookmarkStart w:id="186" w:name="f4r31"/>
            <w:bookmarkEnd w:id="186"/>
            <w:r>
              <w:rPr>
                <w:b/>
                <w:sz w:val="18"/>
                <w:szCs w:val="18"/>
              </w:rPr>
              <w:t>1 691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5722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1 926</w:t>
            </w:r>
          </w:p>
        </w:tc>
      </w:tr>
      <w:tr w:rsidR="00621962" w:rsidTr="00365A54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оплату труда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032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5722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bookmarkStart w:id="187" w:name="f4r32"/>
            <w:bookmarkEnd w:id="187"/>
            <w:r>
              <w:rPr>
                <w:b/>
                <w:sz w:val="18"/>
                <w:szCs w:val="18"/>
              </w:rPr>
              <w:t>576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5722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425</w:t>
            </w:r>
          </w:p>
        </w:tc>
      </w:tr>
      <w:tr w:rsidR="00621962" w:rsidTr="00365A54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уплату налогов и сборов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033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5722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bookmarkStart w:id="188" w:name="f4r33"/>
            <w:bookmarkEnd w:id="188"/>
            <w:r>
              <w:rPr>
                <w:b/>
                <w:sz w:val="18"/>
                <w:szCs w:val="18"/>
              </w:rPr>
              <w:t>356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5722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444</w:t>
            </w:r>
          </w:p>
        </w:tc>
      </w:tr>
      <w:tr w:rsidR="00621962" w:rsidTr="00365A54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прочие выплаты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034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5722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bookmarkStart w:id="189" w:name="f4r34"/>
            <w:bookmarkEnd w:id="189"/>
            <w:r>
              <w:rPr>
                <w:b/>
                <w:sz w:val="18"/>
                <w:szCs w:val="18"/>
              </w:rPr>
              <w:t>174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5722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</w:tr>
      <w:tr w:rsidR="00621962" w:rsidTr="00365A54">
        <w:trPr>
          <w:trHeight w:val="275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Результат движения денежных средств по текущей деятельности (020 – 030)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040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A5722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bookmarkStart w:id="190" w:name="f4r40"/>
            <w:bookmarkEnd w:id="190"/>
            <w:r>
              <w:rPr>
                <w:b/>
                <w:sz w:val="18"/>
                <w:szCs w:val="18"/>
              </w:rPr>
              <w:t>-134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A5722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157</w:t>
            </w:r>
          </w:p>
        </w:tc>
      </w:tr>
      <w:tr w:rsidR="00621962" w:rsidTr="00365A54">
        <w:trPr>
          <w:trHeight w:val="300"/>
        </w:trPr>
        <w:tc>
          <w:tcPr>
            <w:tcW w:w="10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rPr>
                <w:b/>
                <w:sz w:val="18"/>
                <w:szCs w:val="18"/>
              </w:rPr>
            </w:pPr>
            <w:r w:rsidRPr="00A57223">
              <w:rPr>
                <w:b/>
                <w:sz w:val="18"/>
                <w:szCs w:val="18"/>
              </w:rPr>
              <w:t>Движение денежных средств по инвестиционной деятельности</w:t>
            </w:r>
          </w:p>
        </w:tc>
      </w:tr>
      <w:tr w:rsidR="00621962" w:rsidTr="00365A54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Поступило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5722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bookmarkStart w:id="191" w:name="f4r50"/>
            <w:bookmarkEnd w:id="191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5722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</w:t>
            </w:r>
          </w:p>
        </w:tc>
      </w:tr>
      <w:tr w:rsidR="00621962" w:rsidTr="00365A54">
        <w:trPr>
          <w:trHeight w:val="919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</w:p>
          <w:p w:rsidR="00621962" w:rsidRPr="00A57223" w:rsidRDefault="00621962" w:rsidP="00365A54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от покупателей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21962" w:rsidRPr="00A57223" w:rsidRDefault="00621962" w:rsidP="00365A54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  <w:p w:rsidR="00621962" w:rsidRPr="00A57223" w:rsidRDefault="00621962" w:rsidP="00365A54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051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57223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92" w:name="f4r51"/>
            <w:bookmarkEnd w:id="192"/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5722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возврат предоставленных займов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57223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93" w:name="f4r52"/>
            <w:bookmarkEnd w:id="193"/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5722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163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доходы от участия в уставном капитале других организаций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57223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94" w:name="f4r53"/>
            <w:bookmarkEnd w:id="194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5722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проценты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5722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bookmarkStart w:id="195" w:name="f4r54"/>
            <w:bookmarkEnd w:id="195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5722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</w:t>
            </w:r>
          </w:p>
        </w:tc>
      </w:tr>
      <w:tr w:rsidR="00621962" w:rsidTr="00365A54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прочие поступления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055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57223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96" w:name="f4r55"/>
            <w:bookmarkEnd w:id="196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5722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Направлено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060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57223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97" w:name="f4r60"/>
            <w:bookmarkEnd w:id="197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5722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</w:tr>
      <w:tr w:rsidR="00621962" w:rsidTr="00365A54">
        <w:trPr>
          <w:trHeight w:val="937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</w:p>
          <w:p w:rsidR="00621962" w:rsidRPr="00A57223" w:rsidRDefault="00621962" w:rsidP="00365A54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приобретение и создание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21962" w:rsidRPr="00A57223" w:rsidRDefault="00621962" w:rsidP="00365A54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  <w:p w:rsidR="00621962" w:rsidRPr="00A57223" w:rsidRDefault="00621962" w:rsidP="00365A54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061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57223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98" w:name="f4r61"/>
            <w:bookmarkEnd w:id="198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5722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</w:tr>
      <w:tr w:rsidR="00621962" w:rsidTr="00365A54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предоставление займов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062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57223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199" w:name="f4r62"/>
            <w:bookmarkEnd w:id="199"/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5722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вклады в уставный капитал других организаций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063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57223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200" w:name="f4r63"/>
            <w:bookmarkEnd w:id="200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5722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прочие выплаты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064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57223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201" w:name="f4r64"/>
            <w:bookmarkEnd w:id="201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5722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</w:tr>
      <w:tr w:rsidR="00621962" w:rsidTr="00365A54">
        <w:trPr>
          <w:trHeight w:val="259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Результат движения денежных средств по инвестиционной деятельности (050 – 060)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070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A5722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bookmarkStart w:id="202" w:name="f4r70"/>
            <w:bookmarkEnd w:id="202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A5722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</w:tr>
      <w:tr w:rsidR="0098024A" w:rsidTr="00365A54">
        <w:trPr>
          <w:trHeight w:val="259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024A" w:rsidRPr="00A57223" w:rsidRDefault="0098024A" w:rsidP="00365A54">
            <w:pPr>
              <w:rPr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024A" w:rsidRPr="00A57223" w:rsidRDefault="0098024A" w:rsidP="00365A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024A" w:rsidRDefault="0098024A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024A" w:rsidRDefault="0098024A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621962" w:rsidRPr="00B655D0" w:rsidRDefault="00621962" w:rsidP="00621962">
      <w:pPr>
        <w:jc w:val="right"/>
        <w:rPr>
          <w:b/>
          <w:bCs/>
          <w:sz w:val="20"/>
          <w:szCs w:val="20"/>
        </w:rPr>
      </w:pPr>
      <w:r>
        <w:br w:type="page"/>
      </w:r>
      <w:r w:rsidRPr="00B655D0">
        <w:rPr>
          <w:b/>
          <w:sz w:val="16"/>
        </w:rPr>
        <w:t>Форма №4 лист 2</w:t>
      </w:r>
    </w:p>
    <w:tbl>
      <w:tblPr>
        <w:tblW w:w="10572" w:type="dxa"/>
        <w:tblInd w:w="-178" w:type="dxa"/>
        <w:tblLook w:val="0000" w:firstRow="0" w:lastRow="0" w:firstColumn="0" w:lastColumn="0" w:noHBand="0" w:noVBand="0"/>
      </w:tblPr>
      <w:tblGrid>
        <w:gridCol w:w="4534"/>
        <w:gridCol w:w="783"/>
        <w:gridCol w:w="2732"/>
        <w:gridCol w:w="2523"/>
      </w:tblGrid>
      <w:tr w:rsidR="008C6F6A" w:rsidTr="00365A54">
        <w:trPr>
          <w:trHeight w:val="669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C6F6A" w:rsidRPr="00256A29" w:rsidRDefault="008C6F6A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6F6A" w:rsidRPr="00256A29" w:rsidRDefault="008C6F6A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6F6A" w:rsidRPr="00A325B4" w:rsidRDefault="008C6F6A" w:rsidP="00611E9B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-</w:t>
            </w:r>
            <w:r w:rsidRPr="00A325B4">
              <w:rPr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декабрь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201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8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6F6A" w:rsidRPr="00A325B4" w:rsidRDefault="008C6F6A" w:rsidP="00611E9B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-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декабрь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A325B4">
                <w:rPr>
                  <w:rFonts w:ascii="Times New Roman" w:hAnsi="Times New Roman"/>
                  <w:b/>
                  <w:sz w:val="16"/>
                  <w:szCs w:val="16"/>
                </w:rPr>
                <w:t>201</w:t>
              </w:r>
              <w:r>
                <w:rPr>
                  <w:rFonts w:ascii="Times New Roman" w:hAnsi="Times New Roman"/>
                  <w:b/>
                  <w:sz w:val="16"/>
                  <w:szCs w:val="16"/>
                </w:rPr>
                <w:t>7</w:t>
              </w:r>
              <w:r w:rsidRPr="00A325B4">
                <w:rPr>
                  <w:rFonts w:ascii="Times New Roman" w:hAnsi="Times New Roman"/>
                  <w:b/>
                  <w:sz w:val="16"/>
                  <w:szCs w:val="16"/>
                </w:rPr>
                <w:t xml:space="preserve"> г</w:t>
              </w:r>
            </w:smartTag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</w:tc>
      </w:tr>
      <w:tr w:rsidR="00621962" w:rsidTr="00365A54">
        <w:trPr>
          <w:trHeight w:val="187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256A29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256A29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256A29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256A29" w:rsidRDefault="00621962" w:rsidP="00365A54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621962" w:rsidTr="00365A54">
        <w:trPr>
          <w:trHeight w:val="425"/>
        </w:trPr>
        <w:tc>
          <w:tcPr>
            <w:tcW w:w="105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rPr>
                <w:b/>
                <w:sz w:val="18"/>
                <w:szCs w:val="18"/>
              </w:rPr>
            </w:pPr>
            <w:r w:rsidRPr="00A57223">
              <w:rPr>
                <w:b/>
                <w:sz w:val="18"/>
                <w:szCs w:val="18"/>
              </w:rPr>
              <w:t>Движение денежных средств по финансовой деятельности</w:t>
            </w:r>
          </w:p>
        </w:tc>
      </w:tr>
      <w:tr w:rsidR="00621962" w:rsidTr="00365A54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 xml:space="preserve">Поступило денежных средств – всего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080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A5722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bookmarkStart w:id="203" w:name="f4r80"/>
            <w:bookmarkEnd w:id="203"/>
            <w:r>
              <w:rPr>
                <w:b/>
                <w:sz w:val="18"/>
                <w:szCs w:val="18"/>
              </w:rPr>
              <w:t>681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A5722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88</w:t>
            </w:r>
          </w:p>
        </w:tc>
      </w:tr>
      <w:tr w:rsidR="00621962" w:rsidTr="00365A54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 </w:t>
            </w:r>
          </w:p>
        </w:tc>
        <w:tc>
          <w:tcPr>
            <w:tcW w:w="2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A5722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A5722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425"/>
        </w:trPr>
        <w:tc>
          <w:tcPr>
            <w:tcW w:w="4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кредиты и займы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081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A5722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bookmarkStart w:id="204" w:name="f4r81"/>
            <w:bookmarkEnd w:id="204"/>
            <w:r>
              <w:rPr>
                <w:b/>
                <w:sz w:val="18"/>
                <w:szCs w:val="18"/>
              </w:rPr>
              <w:t>250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A5722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88</w:t>
            </w:r>
          </w:p>
        </w:tc>
      </w:tr>
      <w:tr w:rsidR="00621962" w:rsidTr="00365A54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 xml:space="preserve">от выпуска акций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082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A57223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205" w:name="f4r82"/>
            <w:bookmarkEnd w:id="205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A5722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вклады собственника имущества (учредителей, участников)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083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A57223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206" w:name="f4r83"/>
            <w:bookmarkEnd w:id="206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A5722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 xml:space="preserve">прочие поступления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084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A5722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bookmarkStart w:id="207" w:name="f4r84"/>
            <w:bookmarkEnd w:id="207"/>
            <w:r>
              <w:rPr>
                <w:b/>
                <w:sz w:val="18"/>
                <w:szCs w:val="18"/>
              </w:rPr>
              <w:t>431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A5722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Направлено денежных средств – всего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A5722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bookmarkStart w:id="208" w:name="f4r90"/>
            <w:bookmarkEnd w:id="208"/>
            <w:r>
              <w:rPr>
                <w:b/>
                <w:sz w:val="18"/>
                <w:szCs w:val="18"/>
              </w:rPr>
              <w:t>638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A5722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226</w:t>
            </w:r>
          </w:p>
        </w:tc>
      </w:tr>
      <w:tr w:rsidR="00621962" w:rsidTr="00365A54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 </w:t>
            </w:r>
          </w:p>
        </w:tc>
        <w:tc>
          <w:tcPr>
            <w:tcW w:w="2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A5722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A5722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21962" w:rsidTr="00365A54">
        <w:trPr>
          <w:trHeight w:val="425"/>
        </w:trPr>
        <w:tc>
          <w:tcPr>
            <w:tcW w:w="4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погашение кредитов и займов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091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A5722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bookmarkStart w:id="209" w:name="f4r91"/>
            <w:bookmarkEnd w:id="209"/>
            <w:r>
              <w:rPr>
                <w:b/>
                <w:sz w:val="18"/>
                <w:szCs w:val="18"/>
              </w:rPr>
              <w:t>199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A5722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126</w:t>
            </w:r>
          </w:p>
        </w:tc>
      </w:tr>
      <w:tr w:rsidR="00621962" w:rsidTr="00365A54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выплаты дивидендов и других доходов от участия в уставном капитале организации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A5722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bookmarkStart w:id="210" w:name="f4r92"/>
            <w:bookmarkEnd w:id="210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A5722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</w:t>
            </w:r>
          </w:p>
        </w:tc>
      </w:tr>
      <w:tr w:rsidR="00621962" w:rsidTr="00365A54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выплаты процентов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093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A5722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bookmarkStart w:id="211" w:name="f4r93"/>
            <w:bookmarkEnd w:id="21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A5722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</w:tr>
      <w:tr w:rsidR="00621962" w:rsidTr="00365A54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лизинговые платежи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094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A5722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bookmarkStart w:id="212" w:name="f4r94"/>
            <w:bookmarkEnd w:id="212"/>
            <w:r>
              <w:rPr>
                <w:b/>
                <w:sz w:val="18"/>
                <w:szCs w:val="18"/>
              </w:rPr>
              <w:t>81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A5722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64</w:t>
            </w:r>
          </w:p>
        </w:tc>
      </w:tr>
      <w:tr w:rsidR="00621962" w:rsidTr="00365A54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прочие выплаты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095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A5722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bookmarkStart w:id="213" w:name="f4r95"/>
            <w:bookmarkEnd w:id="213"/>
            <w:r>
              <w:rPr>
                <w:b/>
                <w:sz w:val="18"/>
                <w:szCs w:val="18"/>
              </w:rPr>
              <w:t>339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962" w:rsidRPr="00A5722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</w:tr>
      <w:tr w:rsidR="00E21546" w:rsidTr="00365A54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546" w:rsidRPr="00E21546" w:rsidRDefault="00E21546" w:rsidP="00A67EA8">
            <w:pPr>
              <w:rPr>
                <w:sz w:val="18"/>
                <w:szCs w:val="18"/>
              </w:rPr>
            </w:pPr>
            <w:r w:rsidRPr="00E21546">
              <w:rPr>
                <w:sz w:val="18"/>
                <w:szCs w:val="18"/>
              </w:rPr>
              <w:t xml:space="preserve">Результат движения денежных средств финансовой деятельности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546" w:rsidRPr="00A57223" w:rsidRDefault="00E21546" w:rsidP="00365A54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100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546" w:rsidRPr="00A5722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bookmarkStart w:id="214" w:name="f4r100"/>
            <w:bookmarkEnd w:id="214"/>
            <w:r>
              <w:rPr>
                <w:b/>
                <w:sz w:val="18"/>
                <w:szCs w:val="18"/>
              </w:rPr>
              <w:t>43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546" w:rsidRPr="00A5722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-138</w:t>
            </w:r>
          </w:p>
        </w:tc>
      </w:tr>
      <w:tr w:rsidR="00E21546" w:rsidTr="00365A54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546" w:rsidRPr="00E21546" w:rsidRDefault="00E21546" w:rsidP="00A67EA8">
            <w:pPr>
              <w:rPr>
                <w:sz w:val="18"/>
                <w:szCs w:val="18"/>
              </w:rPr>
            </w:pPr>
            <w:r w:rsidRPr="00E21546">
              <w:rPr>
                <w:sz w:val="18"/>
                <w:szCs w:val="18"/>
              </w:rPr>
              <w:t xml:space="preserve">Результат движения денежных средств по текущей, инвестиционной и финансовой деятельности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1546" w:rsidRPr="00A57223" w:rsidRDefault="00E21546" w:rsidP="00365A54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110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546" w:rsidRPr="00A5722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bookmarkStart w:id="215" w:name="f4r110"/>
            <w:bookmarkEnd w:id="215"/>
            <w:r>
              <w:rPr>
                <w:b/>
                <w:sz w:val="18"/>
                <w:szCs w:val="18"/>
              </w:rPr>
              <w:t>-75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546" w:rsidRPr="00A5722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</w:tr>
      <w:tr w:rsidR="00621962" w:rsidTr="00365A54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Остаток денежных средств и эквивалентов</w:t>
            </w:r>
            <w:r w:rsidRPr="00807F3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денежных средств </w:t>
            </w:r>
            <w:r w:rsidRPr="00A57223">
              <w:rPr>
                <w:sz w:val="18"/>
                <w:szCs w:val="18"/>
              </w:rPr>
              <w:t xml:space="preserve">на </w:t>
            </w:r>
            <w:r w:rsidRPr="00A57223">
              <w:rPr>
                <w:b/>
                <w:sz w:val="18"/>
                <w:szCs w:val="18"/>
              </w:rPr>
              <w:t>3</w:t>
            </w:r>
            <w:r w:rsidRPr="00807F3D">
              <w:rPr>
                <w:b/>
                <w:sz w:val="18"/>
                <w:szCs w:val="18"/>
              </w:rPr>
              <w:t>1</w:t>
            </w:r>
            <w:r w:rsidRPr="00A57223">
              <w:rPr>
                <w:b/>
                <w:sz w:val="18"/>
                <w:szCs w:val="18"/>
              </w:rPr>
              <w:t>.</w:t>
            </w:r>
            <w:r w:rsidRPr="00807F3D">
              <w:rPr>
                <w:b/>
                <w:sz w:val="18"/>
                <w:szCs w:val="18"/>
              </w:rPr>
              <w:t>12</w:t>
            </w:r>
            <w:r w:rsidR="00A978C9">
              <w:rPr>
                <w:b/>
                <w:sz w:val="18"/>
                <w:szCs w:val="18"/>
              </w:rPr>
              <w:t>.201</w:t>
            </w:r>
            <w:r w:rsidR="00A978C9" w:rsidRPr="00A978C9">
              <w:rPr>
                <w:b/>
                <w:sz w:val="18"/>
                <w:szCs w:val="18"/>
              </w:rPr>
              <w:t>7</w:t>
            </w:r>
            <w:r w:rsidRPr="00A57223">
              <w:rPr>
                <w:b/>
                <w:sz w:val="18"/>
                <w:szCs w:val="18"/>
              </w:rPr>
              <w:t xml:space="preserve"> г.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120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5722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bookmarkStart w:id="216" w:name="f4r120"/>
            <w:bookmarkEnd w:id="216"/>
            <w:r>
              <w:rPr>
                <w:b/>
                <w:sz w:val="18"/>
                <w:szCs w:val="18"/>
              </w:rPr>
              <w:t>234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5722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204</w:t>
            </w:r>
          </w:p>
        </w:tc>
      </w:tr>
      <w:tr w:rsidR="00621962" w:rsidTr="00365A54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Остаток денежных средств и эквивалентов</w:t>
            </w:r>
            <w:r w:rsidRPr="00807F3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денежных средств</w:t>
            </w:r>
            <w:r w:rsidRPr="00A57223">
              <w:rPr>
                <w:sz w:val="18"/>
                <w:szCs w:val="18"/>
              </w:rPr>
              <w:t xml:space="preserve"> на </w:t>
            </w:r>
            <w:r w:rsidRPr="00A57223">
              <w:rPr>
                <w:b/>
                <w:sz w:val="18"/>
                <w:szCs w:val="18"/>
              </w:rPr>
              <w:t>конец отчетного периода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130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5722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bookmarkStart w:id="217" w:name="f4r130"/>
            <w:bookmarkEnd w:id="217"/>
            <w:r>
              <w:rPr>
                <w:b/>
                <w:sz w:val="18"/>
                <w:szCs w:val="18"/>
              </w:rPr>
              <w:t>159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57223" w:rsidRDefault="0098024A" w:rsidP="00365A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234</w:t>
            </w:r>
          </w:p>
        </w:tc>
      </w:tr>
      <w:tr w:rsidR="00621962" w:rsidTr="00365A54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FD6FC4" w:rsidRDefault="00FD6FC4" w:rsidP="00365A54">
            <w:pPr>
              <w:rPr>
                <w:sz w:val="18"/>
                <w:szCs w:val="18"/>
              </w:rPr>
            </w:pPr>
            <w:r w:rsidRPr="00FD6FC4">
              <w:rPr>
                <w:sz w:val="18"/>
                <w:szCs w:val="18"/>
              </w:rPr>
              <w:t>Влияние изменений курсов иностранных валют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962" w:rsidRPr="00A57223" w:rsidRDefault="00621962" w:rsidP="00365A54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140</w:t>
            </w:r>
          </w:p>
        </w:tc>
        <w:tc>
          <w:tcPr>
            <w:tcW w:w="2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57223" w:rsidRDefault="00621962" w:rsidP="00365A54">
            <w:pPr>
              <w:jc w:val="center"/>
              <w:rPr>
                <w:b/>
                <w:sz w:val="18"/>
                <w:szCs w:val="18"/>
              </w:rPr>
            </w:pPr>
            <w:bookmarkStart w:id="218" w:name="f4r140"/>
            <w:bookmarkEnd w:id="218"/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21962" w:rsidRPr="00A57223" w:rsidRDefault="00621962" w:rsidP="00365A54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bookmarkEnd w:id="179"/>
    <w:p w:rsidR="00621962" w:rsidRDefault="00621962" w:rsidP="00621962">
      <w:pPr>
        <w:rPr>
          <w:lang w:val="en-US"/>
        </w:rPr>
      </w:pPr>
      <w:r>
        <w:t xml:space="preserve">   </w:t>
      </w:r>
    </w:p>
    <w:p w:rsidR="00D32A8A" w:rsidRPr="00D32A8A" w:rsidRDefault="00D32A8A" w:rsidP="00D32A8A">
      <w:pPr>
        <w:widowControl w:val="0"/>
        <w:ind w:firstLine="567"/>
        <w:rPr>
          <w:sz w:val="20"/>
          <w:szCs w:val="20"/>
        </w:rPr>
      </w:pPr>
      <w:r w:rsidRPr="00D32A8A">
        <w:rPr>
          <w:sz w:val="20"/>
          <w:szCs w:val="20"/>
        </w:rPr>
        <w:t xml:space="preserve">Руководитель </w:t>
      </w:r>
      <w:r w:rsidRPr="00D32A8A">
        <w:rPr>
          <w:sz w:val="20"/>
          <w:szCs w:val="20"/>
          <w:lang w:val="en-US"/>
        </w:rPr>
        <w:t>_______________</w:t>
      </w:r>
      <w:r w:rsidRPr="00D32A8A">
        <w:rPr>
          <w:sz w:val="20"/>
          <w:szCs w:val="20"/>
        </w:rPr>
        <w:t>Г.Б. Бубен</w:t>
      </w:r>
    </w:p>
    <w:p w:rsidR="00D32A8A" w:rsidRPr="00D32A8A" w:rsidRDefault="00D32A8A" w:rsidP="00D32A8A">
      <w:pPr>
        <w:widowControl w:val="0"/>
        <w:ind w:firstLine="567"/>
        <w:rPr>
          <w:sz w:val="20"/>
          <w:szCs w:val="20"/>
        </w:rPr>
      </w:pPr>
    </w:p>
    <w:p w:rsidR="00D32A8A" w:rsidRPr="00D32A8A" w:rsidRDefault="00D32A8A" w:rsidP="00D32A8A">
      <w:pPr>
        <w:widowControl w:val="0"/>
        <w:ind w:firstLine="567"/>
        <w:rPr>
          <w:sz w:val="20"/>
          <w:szCs w:val="20"/>
        </w:rPr>
      </w:pPr>
      <w:r w:rsidRPr="00D32A8A">
        <w:rPr>
          <w:sz w:val="20"/>
          <w:szCs w:val="20"/>
        </w:rPr>
        <w:t>Главный бухгалтер</w:t>
      </w:r>
      <w:r w:rsidRPr="00D32A8A">
        <w:rPr>
          <w:sz w:val="20"/>
          <w:szCs w:val="20"/>
          <w:lang w:val="en-US"/>
        </w:rPr>
        <w:t xml:space="preserve"> __________</w:t>
      </w:r>
      <w:r w:rsidRPr="00D32A8A">
        <w:rPr>
          <w:sz w:val="20"/>
          <w:szCs w:val="20"/>
        </w:rPr>
        <w:t>С.В. Ступакевич</w:t>
      </w:r>
    </w:p>
    <w:p w:rsidR="00621962" w:rsidRPr="0024128E" w:rsidRDefault="00621962" w:rsidP="00621962">
      <w:pPr>
        <w:pStyle w:val="a3"/>
        <w:jc w:val="center"/>
        <w:rPr>
          <w:lang w:val="en-US"/>
        </w:rPr>
      </w:pPr>
    </w:p>
    <w:p w:rsidR="002A3663" w:rsidRPr="002322F0" w:rsidRDefault="00621962" w:rsidP="00380770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24128E">
        <w:br w:type="page"/>
      </w:r>
      <w:bookmarkStart w:id="219" w:name="f5"/>
    </w:p>
    <w:p w:rsidR="002A3663" w:rsidRDefault="002A3663" w:rsidP="002A3663">
      <w:pPr>
        <w:pStyle w:val="a3"/>
        <w:jc w:val="center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t>ПРИЛОЖЕНИЕ К БУХГАЛТЕРСКОМУ БАЛАНСУ №1</w:t>
      </w:r>
    </w:p>
    <w:p w:rsidR="002A3663" w:rsidRPr="002A3663" w:rsidRDefault="002A3663" w:rsidP="002A3663">
      <w:pPr>
        <w:pStyle w:val="a3"/>
        <w:jc w:val="center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 xml:space="preserve">с </w:t>
      </w:r>
      <w:r w:rsidR="00E015BC">
        <w:rPr>
          <w:rFonts w:ascii="Times New Roman" w:hAnsi="Times New Roman"/>
          <w:b/>
          <w:sz w:val="18"/>
          <w:szCs w:val="18"/>
        </w:rPr>
        <w:t>1 января</w:t>
      </w:r>
      <w:r>
        <w:rPr>
          <w:rFonts w:ascii="Times New Roman" w:hAnsi="Times New Roman"/>
          <w:b/>
          <w:sz w:val="18"/>
          <w:szCs w:val="18"/>
        </w:rPr>
        <w:t xml:space="preserve"> по </w:t>
      </w:r>
      <w:r w:rsidR="00E015BC">
        <w:rPr>
          <w:rFonts w:ascii="Times New Roman" w:hAnsi="Times New Roman"/>
          <w:b/>
          <w:sz w:val="18"/>
          <w:szCs w:val="18"/>
        </w:rPr>
        <w:t>3</w:t>
      </w:r>
      <w:r w:rsidR="008C6F6A">
        <w:rPr>
          <w:rFonts w:ascii="Times New Roman" w:hAnsi="Times New Roman"/>
          <w:b/>
          <w:sz w:val="18"/>
          <w:szCs w:val="18"/>
        </w:rPr>
        <w:t>1</w:t>
      </w:r>
      <w:r w:rsidR="00E015BC">
        <w:rPr>
          <w:rFonts w:ascii="Times New Roman" w:hAnsi="Times New Roman"/>
          <w:b/>
          <w:sz w:val="18"/>
          <w:szCs w:val="18"/>
        </w:rPr>
        <w:t xml:space="preserve"> </w:t>
      </w:r>
      <w:r w:rsidR="008C6F6A">
        <w:rPr>
          <w:rFonts w:ascii="Times New Roman" w:hAnsi="Times New Roman"/>
          <w:b/>
          <w:sz w:val="18"/>
          <w:szCs w:val="18"/>
        </w:rPr>
        <w:t>дека</w:t>
      </w:r>
      <w:r w:rsidR="00725411" w:rsidRPr="00725411">
        <w:rPr>
          <w:rFonts w:ascii="Times New Roman" w:hAnsi="Times New Roman"/>
          <w:b/>
          <w:sz w:val="18"/>
          <w:szCs w:val="18"/>
        </w:rPr>
        <w:t>бря</w:t>
      </w:r>
      <w:r w:rsidR="008219DD">
        <w:rPr>
          <w:rFonts w:ascii="Times New Roman" w:hAnsi="Times New Roman"/>
          <w:b/>
          <w:sz w:val="18"/>
          <w:szCs w:val="18"/>
        </w:rPr>
        <w:t xml:space="preserve"> </w:t>
      </w:r>
      <w:r w:rsidR="00E015BC">
        <w:rPr>
          <w:rFonts w:ascii="Times New Roman" w:hAnsi="Times New Roman"/>
          <w:b/>
          <w:sz w:val="18"/>
          <w:szCs w:val="18"/>
        </w:rPr>
        <w:t>2018 г.</w:t>
      </w:r>
    </w:p>
    <w:p w:rsidR="002A3663" w:rsidRPr="00C5758A" w:rsidRDefault="002A3663" w:rsidP="002A3663">
      <w:pPr>
        <w:pStyle w:val="a3"/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54"/>
        <w:gridCol w:w="4358"/>
      </w:tblGrid>
      <w:tr w:rsidR="00D32A8A" w:rsidRPr="00474E88" w:rsidTr="00D32A8A">
        <w:trPr>
          <w:trHeight w:val="22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A8A" w:rsidRDefault="00D32A8A" w:rsidP="007B058C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Организация          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A8A" w:rsidRPr="00D32A8A" w:rsidRDefault="00D32A8A" w:rsidP="00AE56BD">
            <w:pPr>
              <w:rPr>
                <w:b/>
                <w:sz w:val="18"/>
                <w:szCs w:val="18"/>
              </w:rPr>
            </w:pPr>
            <w:r w:rsidRPr="00D32A8A">
              <w:rPr>
                <w:b/>
                <w:sz w:val="18"/>
                <w:szCs w:val="18"/>
              </w:rPr>
              <w:t> Ошмянское ОАО «Агропромтехника»</w:t>
            </w:r>
          </w:p>
        </w:tc>
      </w:tr>
      <w:tr w:rsidR="00D32A8A" w:rsidRPr="00474E88" w:rsidTr="00D32A8A">
        <w:trPr>
          <w:trHeight w:val="22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A8A" w:rsidRDefault="00D32A8A" w:rsidP="007B058C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Учетный номер плательщика 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A8A" w:rsidRPr="00D32A8A" w:rsidRDefault="00D32A8A" w:rsidP="00AE56BD">
            <w:pPr>
              <w:rPr>
                <w:b/>
                <w:sz w:val="18"/>
                <w:szCs w:val="18"/>
              </w:rPr>
            </w:pPr>
            <w:r w:rsidRPr="00D32A8A">
              <w:rPr>
                <w:b/>
                <w:sz w:val="18"/>
                <w:szCs w:val="18"/>
              </w:rPr>
              <w:t> 500117231</w:t>
            </w:r>
          </w:p>
        </w:tc>
      </w:tr>
      <w:tr w:rsidR="00D32A8A" w:rsidRPr="00474E88" w:rsidTr="00D32A8A">
        <w:trPr>
          <w:trHeight w:val="22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A8A" w:rsidRDefault="00D32A8A" w:rsidP="007B058C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Вид деятельности 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A8A" w:rsidRPr="00D32A8A" w:rsidRDefault="00D32A8A" w:rsidP="00AE56BD">
            <w:pPr>
              <w:rPr>
                <w:b/>
                <w:sz w:val="18"/>
                <w:szCs w:val="18"/>
              </w:rPr>
            </w:pPr>
            <w:r w:rsidRPr="00D32A8A">
              <w:rPr>
                <w:b/>
                <w:sz w:val="18"/>
                <w:szCs w:val="18"/>
              </w:rPr>
              <w:t> Деятельность грузового автотранспорта</w:t>
            </w:r>
          </w:p>
        </w:tc>
      </w:tr>
      <w:tr w:rsidR="00D32A8A" w:rsidRPr="00474E88" w:rsidTr="00D32A8A">
        <w:trPr>
          <w:trHeight w:val="22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A8A" w:rsidRDefault="00D32A8A" w:rsidP="007B058C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Организационно-правовая форма 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A8A" w:rsidRPr="00D32A8A" w:rsidRDefault="00D32A8A" w:rsidP="00AE56BD">
            <w:pPr>
              <w:rPr>
                <w:b/>
                <w:sz w:val="18"/>
                <w:szCs w:val="18"/>
              </w:rPr>
            </w:pPr>
            <w:r w:rsidRPr="00D32A8A">
              <w:rPr>
                <w:b/>
                <w:sz w:val="18"/>
                <w:szCs w:val="18"/>
              </w:rPr>
              <w:t> Акционерное общество</w:t>
            </w:r>
          </w:p>
        </w:tc>
      </w:tr>
      <w:tr w:rsidR="00D32A8A" w:rsidRPr="00474E88" w:rsidTr="00D32A8A">
        <w:trPr>
          <w:trHeight w:val="22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A8A" w:rsidRDefault="00D32A8A" w:rsidP="007B058C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Орган управления 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A8A" w:rsidRPr="00D32A8A" w:rsidRDefault="00D32A8A" w:rsidP="00AE56BD">
            <w:pPr>
              <w:rPr>
                <w:b/>
                <w:sz w:val="18"/>
                <w:szCs w:val="18"/>
              </w:rPr>
            </w:pPr>
            <w:r w:rsidRPr="00D32A8A">
              <w:rPr>
                <w:b/>
                <w:sz w:val="18"/>
                <w:szCs w:val="18"/>
              </w:rPr>
              <w:t> Минсельхозпрод</w:t>
            </w:r>
          </w:p>
        </w:tc>
      </w:tr>
      <w:tr w:rsidR="00D32A8A" w:rsidRPr="00474E88" w:rsidTr="00D32A8A">
        <w:trPr>
          <w:trHeight w:val="22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A8A" w:rsidRDefault="00D32A8A" w:rsidP="00D32A8A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Единица измерения                                     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A8A" w:rsidRPr="00D32A8A" w:rsidRDefault="00D32A8A" w:rsidP="00AE56BD">
            <w:pPr>
              <w:rPr>
                <w:b/>
                <w:sz w:val="18"/>
                <w:szCs w:val="18"/>
              </w:rPr>
            </w:pPr>
            <w:r w:rsidRPr="00D32A8A">
              <w:rPr>
                <w:b/>
                <w:sz w:val="18"/>
                <w:szCs w:val="18"/>
              </w:rPr>
              <w:t> тыс. руб</w:t>
            </w:r>
            <w:r w:rsidRPr="00D32A8A">
              <w:rPr>
                <w:b/>
                <w:sz w:val="18"/>
                <w:szCs w:val="18"/>
                <w:lang w:val="en-US"/>
              </w:rPr>
              <w:t>.</w:t>
            </w:r>
          </w:p>
        </w:tc>
      </w:tr>
      <w:tr w:rsidR="00D32A8A" w:rsidRPr="00474E88" w:rsidTr="00D32A8A">
        <w:trPr>
          <w:trHeight w:val="22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A8A" w:rsidRDefault="00D32A8A" w:rsidP="007B058C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Адрес 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A8A" w:rsidRPr="00D32A8A" w:rsidRDefault="00D32A8A" w:rsidP="00AE56BD">
            <w:pPr>
              <w:rPr>
                <w:b/>
                <w:sz w:val="18"/>
                <w:szCs w:val="18"/>
              </w:rPr>
            </w:pPr>
            <w:r w:rsidRPr="00D32A8A">
              <w:rPr>
                <w:b/>
                <w:sz w:val="18"/>
                <w:szCs w:val="18"/>
              </w:rPr>
              <w:t> Ошмянский р-н, д. Буденовка, ул. Октябрьская,8</w:t>
            </w:r>
          </w:p>
        </w:tc>
      </w:tr>
    </w:tbl>
    <w:p w:rsidR="002A3663" w:rsidRDefault="002A3663" w:rsidP="002A3663">
      <w:pPr>
        <w:pStyle w:val="a3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/>
          <w:caps/>
          <w:sz w:val="16"/>
          <w:szCs w:val="16"/>
        </w:rPr>
        <w:t xml:space="preserve">Раздел </w:t>
      </w:r>
      <w:r>
        <w:rPr>
          <w:rFonts w:ascii="Times New Roman" w:hAnsi="Times New Roman"/>
          <w:b/>
          <w:sz w:val="16"/>
          <w:szCs w:val="16"/>
          <w:lang w:val="en-US"/>
        </w:rPr>
        <w:t>I</w:t>
      </w:r>
      <w:r>
        <w:rPr>
          <w:rFonts w:ascii="Times New Roman" w:hAnsi="Times New Roman"/>
          <w:b/>
          <w:caps/>
          <w:sz w:val="16"/>
          <w:szCs w:val="16"/>
        </w:rPr>
        <w:t xml:space="preserve">. Основные средства </w:t>
      </w:r>
    </w:p>
    <w:tbl>
      <w:tblPr>
        <w:tblW w:w="104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0"/>
        <w:gridCol w:w="895"/>
        <w:gridCol w:w="1080"/>
        <w:gridCol w:w="1200"/>
        <w:gridCol w:w="1080"/>
        <w:gridCol w:w="1080"/>
        <w:gridCol w:w="1145"/>
      </w:tblGrid>
      <w:tr w:rsidR="002A3663" w:rsidRPr="00474E88" w:rsidTr="007B058C">
        <w:trPr>
          <w:trHeight w:val="567"/>
        </w:trPr>
        <w:tc>
          <w:tcPr>
            <w:tcW w:w="39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D72F7D" w:rsidRDefault="002A3663" w:rsidP="007B058C">
            <w:pPr>
              <w:pStyle w:val="a3"/>
              <w:ind w:left="-85" w:right="-85"/>
              <w:jc w:val="center"/>
              <w:rPr>
                <w:rFonts w:ascii="Times New Roman" w:hAnsi="Times New Roman"/>
                <w:caps/>
                <w:sz w:val="14"/>
                <w:szCs w:val="14"/>
              </w:rPr>
            </w:pPr>
            <w:r w:rsidRPr="00D72F7D">
              <w:rPr>
                <w:rFonts w:ascii="Times New Roman" w:hAnsi="Times New Roman"/>
                <w:caps/>
                <w:sz w:val="14"/>
                <w:szCs w:val="14"/>
              </w:rPr>
              <w:t>НАИМЕНОВАНИЕ ПОКАЗАТЕЛЕй</w:t>
            </w:r>
          </w:p>
        </w:tc>
        <w:tc>
          <w:tcPr>
            <w:tcW w:w="89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D72F7D" w:rsidRDefault="002A3663" w:rsidP="007B058C">
            <w:pPr>
              <w:pStyle w:val="a3"/>
              <w:ind w:left="-85" w:right="-85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72F7D">
              <w:rPr>
                <w:rFonts w:ascii="Times New Roman" w:hAnsi="Times New Roman"/>
                <w:sz w:val="14"/>
                <w:szCs w:val="14"/>
              </w:rPr>
              <w:t>Код строки</w:t>
            </w:r>
          </w:p>
        </w:tc>
        <w:tc>
          <w:tcPr>
            <w:tcW w:w="108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D72F7D" w:rsidRDefault="002A3663" w:rsidP="007B058C">
            <w:pPr>
              <w:pStyle w:val="a3"/>
              <w:ind w:left="-85" w:right="-85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72F7D">
              <w:rPr>
                <w:rFonts w:ascii="Times New Roman" w:hAnsi="Times New Roman"/>
                <w:sz w:val="14"/>
                <w:szCs w:val="14"/>
              </w:rPr>
              <w:t>На начало года</w:t>
            </w:r>
          </w:p>
        </w:tc>
        <w:tc>
          <w:tcPr>
            <w:tcW w:w="12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D72F7D" w:rsidRDefault="002A3663" w:rsidP="007B058C">
            <w:pPr>
              <w:pStyle w:val="a3"/>
              <w:ind w:left="-85" w:right="-85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72F7D">
              <w:rPr>
                <w:rFonts w:ascii="Times New Roman" w:hAnsi="Times New Roman"/>
                <w:sz w:val="14"/>
                <w:szCs w:val="14"/>
              </w:rPr>
              <w:t>Поступило</w:t>
            </w:r>
          </w:p>
        </w:tc>
        <w:tc>
          <w:tcPr>
            <w:tcW w:w="108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D72F7D" w:rsidRDefault="002A3663" w:rsidP="007B058C">
            <w:pPr>
              <w:pStyle w:val="a3"/>
              <w:ind w:left="-85" w:right="-85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72F7D">
              <w:rPr>
                <w:rFonts w:ascii="Times New Roman" w:hAnsi="Times New Roman"/>
                <w:sz w:val="14"/>
                <w:szCs w:val="14"/>
              </w:rPr>
              <w:t>Выбыло</w:t>
            </w:r>
          </w:p>
        </w:tc>
        <w:tc>
          <w:tcPr>
            <w:tcW w:w="108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D72F7D" w:rsidRDefault="002A3663" w:rsidP="007B058C">
            <w:pPr>
              <w:pStyle w:val="a3"/>
              <w:ind w:left="-85" w:right="-85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72F7D">
              <w:rPr>
                <w:rFonts w:ascii="Times New Roman" w:hAnsi="Times New Roman"/>
                <w:sz w:val="14"/>
                <w:szCs w:val="14"/>
              </w:rPr>
              <w:t>На конец года</w:t>
            </w:r>
          </w:p>
        </w:tc>
        <w:tc>
          <w:tcPr>
            <w:tcW w:w="114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A3663" w:rsidRPr="00D72F7D" w:rsidRDefault="002A3663" w:rsidP="007B058C">
            <w:pPr>
              <w:pStyle w:val="a3"/>
              <w:ind w:left="-85" w:right="-85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72F7D">
              <w:rPr>
                <w:rFonts w:ascii="Times New Roman" w:hAnsi="Times New Roman"/>
                <w:sz w:val="14"/>
                <w:szCs w:val="14"/>
              </w:rPr>
              <w:t>Сумма начисленной амортизации</w:t>
            </w:r>
          </w:p>
        </w:tc>
      </w:tr>
      <w:tr w:rsidR="002A3663" w:rsidRPr="00474E88" w:rsidTr="007B058C">
        <w:trPr>
          <w:trHeight w:val="58"/>
        </w:trPr>
        <w:tc>
          <w:tcPr>
            <w:tcW w:w="39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A3663" w:rsidRPr="00D72F7D" w:rsidRDefault="002A3663" w:rsidP="007B058C">
            <w:pPr>
              <w:pStyle w:val="a3"/>
              <w:ind w:left="-85" w:right="-85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72F7D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A3663" w:rsidRPr="00D72F7D" w:rsidRDefault="002A3663" w:rsidP="007B058C">
            <w:pPr>
              <w:pStyle w:val="a3"/>
              <w:ind w:left="-85" w:right="-85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72F7D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A3663" w:rsidRPr="00D72F7D" w:rsidRDefault="002A3663" w:rsidP="007B058C">
            <w:pPr>
              <w:pStyle w:val="a3"/>
              <w:ind w:left="-85" w:right="-85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72F7D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A3663" w:rsidRPr="00D72F7D" w:rsidRDefault="002A3663" w:rsidP="007B058C">
            <w:pPr>
              <w:pStyle w:val="a3"/>
              <w:ind w:left="-85" w:right="-85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72F7D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A3663" w:rsidRPr="00D72F7D" w:rsidRDefault="002A3663" w:rsidP="007B058C">
            <w:pPr>
              <w:pStyle w:val="a3"/>
              <w:ind w:left="-85" w:right="-85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72F7D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A3663" w:rsidRPr="00D72F7D" w:rsidRDefault="002A3663" w:rsidP="007B058C">
            <w:pPr>
              <w:pStyle w:val="a3"/>
              <w:ind w:left="-85" w:right="-85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72F7D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A3663" w:rsidRPr="00D72F7D" w:rsidRDefault="002A3663" w:rsidP="007B058C">
            <w:pPr>
              <w:pStyle w:val="a3"/>
              <w:ind w:left="-85" w:right="-85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72F7D"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</w:tr>
      <w:tr w:rsidR="002A3663" w:rsidRPr="00474E88" w:rsidTr="007B058C">
        <w:trPr>
          <w:trHeight w:val="284"/>
        </w:trPr>
        <w:tc>
          <w:tcPr>
            <w:tcW w:w="39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Основные средства – всего</w:t>
            </w:r>
          </w:p>
        </w:tc>
        <w:tc>
          <w:tcPr>
            <w:tcW w:w="89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ind w:hanging="9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010</w:t>
            </w:r>
          </w:p>
        </w:tc>
        <w:tc>
          <w:tcPr>
            <w:tcW w:w="108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98024A" w:rsidP="007B058C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220" w:name="f5r10"/>
            <w:bookmarkEnd w:id="220"/>
            <w:r>
              <w:rPr>
                <w:rFonts w:ascii="Times New Roman" w:hAnsi="Times New Roman"/>
                <w:b/>
                <w:sz w:val="18"/>
                <w:szCs w:val="18"/>
              </w:rPr>
              <w:t>2 598</w:t>
            </w:r>
          </w:p>
        </w:tc>
        <w:tc>
          <w:tcPr>
            <w:tcW w:w="12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98024A" w:rsidP="007B058C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29</w:t>
            </w:r>
          </w:p>
        </w:tc>
        <w:tc>
          <w:tcPr>
            <w:tcW w:w="108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98024A" w:rsidP="007B058C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2 569</w:t>
            </w:r>
          </w:p>
        </w:tc>
        <w:tc>
          <w:tcPr>
            <w:tcW w:w="114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98024A" w:rsidP="007B058C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2 026</w:t>
            </w:r>
          </w:p>
        </w:tc>
      </w:tr>
      <w:tr w:rsidR="002A3663" w:rsidRPr="00474E88" w:rsidTr="007B058C">
        <w:trPr>
          <w:trHeight w:val="284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ind w:left="252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 том числе:</w:t>
            </w:r>
          </w:p>
          <w:p w:rsidR="002A3663" w:rsidRDefault="002A3663" w:rsidP="007B058C">
            <w:pPr>
              <w:pStyle w:val="a3"/>
              <w:ind w:left="252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здания и сооружения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ind w:hanging="9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98024A" w:rsidP="007B058C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221" w:name="f5r11"/>
            <w:bookmarkEnd w:id="221"/>
            <w:r>
              <w:rPr>
                <w:rFonts w:ascii="Times New Roman" w:hAnsi="Times New Roman"/>
                <w:b/>
                <w:sz w:val="18"/>
                <w:szCs w:val="18"/>
              </w:rPr>
              <w:t>1 360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98024A" w:rsidP="007B058C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1 360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98024A" w:rsidP="007B058C">
            <w:pPr>
              <w:pStyle w:val="a3"/>
              <w:tabs>
                <w:tab w:val="left" w:pos="984"/>
              </w:tabs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919</w:t>
            </w:r>
          </w:p>
        </w:tc>
      </w:tr>
      <w:tr w:rsidR="002A3663" w:rsidRPr="00474E88" w:rsidTr="007B058C">
        <w:trPr>
          <w:trHeight w:val="284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ind w:left="252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передаточные устройства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ind w:hanging="9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98024A" w:rsidP="007B058C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222" w:name="f5r12"/>
            <w:bookmarkEnd w:id="222"/>
            <w:r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98024A" w:rsidP="007B058C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98024A" w:rsidP="007B058C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</w:tr>
      <w:tr w:rsidR="002A3663" w:rsidRPr="00474E88" w:rsidTr="007B058C">
        <w:trPr>
          <w:trHeight w:val="284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ind w:left="252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машины и оборудование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ind w:hanging="9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98024A" w:rsidP="007B058C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223" w:name="f5r13"/>
            <w:bookmarkEnd w:id="223"/>
            <w:r>
              <w:rPr>
                <w:rFonts w:ascii="Times New Roman" w:hAnsi="Times New Roman"/>
                <w:b/>
                <w:sz w:val="18"/>
                <w:szCs w:val="18"/>
              </w:rPr>
              <w:t>752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98024A" w:rsidP="007B058C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98024A" w:rsidP="007B058C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744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98024A" w:rsidP="007B058C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655</w:t>
            </w:r>
          </w:p>
        </w:tc>
      </w:tr>
      <w:tr w:rsidR="002A3663" w:rsidRPr="00474E88" w:rsidTr="007B058C">
        <w:trPr>
          <w:trHeight w:val="284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ind w:left="252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транспортные средства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ind w:hanging="9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98024A" w:rsidP="007B058C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224" w:name="f5r14"/>
            <w:bookmarkEnd w:id="224"/>
            <w:r>
              <w:rPr>
                <w:rFonts w:ascii="Times New Roman" w:hAnsi="Times New Roman"/>
                <w:b/>
                <w:sz w:val="18"/>
                <w:szCs w:val="18"/>
              </w:rPr>
              <w:t>453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98024A" w:rsidP="007B058C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98024A" w:rsidP="007B058C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432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98024A" w:rsidP="007B058C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429</w:t>
            </w:r>
          </w:p>
        </w:tc>
      </w:tr>
      <w:tr w:rsidR="002A3663" w:rsidRPr="00474E88" w:rsidTr="007B058C">
        <w:trPr>
          <w:trHeight w:val="284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ind w:left="252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инструмент, инвентарь и принадлежности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ind w:hanging="9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98024A" w:rsidP="007B058C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225" w:name="f5r15"/>
            <w:bookmarkEnd w:id="225"/>
            <w:r>
              <w:rPr>
                <w:rFonts w:ascii="Times New Roman" w:hAnsi="Times New Roman"/>
                <w:b/>
                <w:sz w:val="18"/>
                <w:szCs w:val="18"/>
              </w:rPr>
              <w:t>24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98024A" w:rsidP="007B058C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24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98024A" w:rsidP="007B058C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16</w:t>
            </w:r>
          </w:p>
        </w:tc>
      </w:tr>
      <w:tr w:rsidR="002A3663" w:rsidRPr="00474E88" w:rsidTr="007B058C">
        <w:trPr>
          <w:trHeight w:val="284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ind w:left="252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рабочий скот и животные основного стада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ind w:hanging="9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226" w:name="f5r16"/>
            <w:bookmarkEnd w:id="226"/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2A3663" w:rsidRPr="00474E88" w:rsidTr="007B058C">
        <w:trPr>
          <w:trHeight w:val="284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ind w:left="252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многолетние насаждения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ind w:hanging="9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98024A" w:rsidP="007B058C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227" w:name="f5r17"/>
            <w:bookmarkEnd w:id="227"/>
            <w:r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98024A" w:rsidP="007B058C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98024A" w:rsidP="007B058C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</w:tr>
      <w:tr w:rsidR="002A3663" w:rsidRPr="00474E88" w:rsidTr="007B058C">
        <w:trPr>
          <w:trHeight w:val="284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ind w:left="252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капитальные затраты в улучшение земель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ind w:hanging="9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228" w:name="f5r18"/>
            <w:bookmarkEnd w:id="228"/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2A3663" w:rsidRPr="00474E88" w:rsidTr="007B058C">
        <w:trPr>
          <w:trHeight w:val="284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ind w:left="252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прочие основные средства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ind w:hanging="9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98024A" w:rsidP="007B058C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229" w:name="f5r19"/>
            <w:bookmarkEnd w:id="229"/>
            <w:r>
              <w:rPr>
                <w:rFonts w:ascii="Times New Roman" w:hAnsi="Times New Roman"/>
                <w:b/>
                <w:sz w:val="18"/>
                <w:szCs w:val="18"/>
              </w:rPr>
              <w:t>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98024A" w:rsidP="007B058C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98024A" w:rsidP="007B058C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</w:tc>
      </w:tr>
      <w:tr w:rsidR="002A3663" w:rsidRPr="00474E88" w:rsidTr="007B058C">
        <w:trPr>
          <w:trHeight w:val="108"/>
        </w:trPr>
        <w:tc>
          <w:tcPr>
            <w:tcW w:w="48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ind w:hanging="99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СПРАВОЧНО: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 начало года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 конец года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A3663" w:rsidRDefault="002A3663" w:rsidP="007B058C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A3663" w:rsidRPr="00474E88" w:rsidTr="007B058C">
        <w:trPr>
          <w:trHeight w:val="58"/>
        </w:trPr>
        <w:tc>
          <w:tcPr>
            <w:tcW w:w="48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474E88" w:rsidRDefault="002A3663" w:rsidP="007B058C">
            <w:pPr>
              <w:ind w:hanging="99"/>
              <w:rPr>
                <w:b/>
                <w:sz w:val="16"/>
                <w:szCs w:val="16"/>
              </w:rPr>
            </w:pP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A3663" w:rsidRDefault="002A3663" w:rsidP="007B058C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A3663" w:rsidRPr="00474E88" w:rsidTr="007B058C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амортизация основных средств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ind w:hanging="9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001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98024A" w:rsidP="007B058C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230" w:name="f5r1"/>
            <w:bookmarkEnd w:id="230"/>
            <w:r>
              <w:rPr>
                <w:rFonts w:ascii="Times New Roman" w:hAnsi="Times New Roman"/>
                <w:b/>
                <w:sz w:val="18"/>
                <w:szCs w:val="18"/>
              </w:rPr>
              <w:t>1 998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98024A" w:rsidP="007B058C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2 026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A3663" w:rsidRDefault="002A3663" w:rsidP="007B058C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A3663" w:rsidRPr="00474E88" w:rsidTr="007B058C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стоимость основных средств, полностью самортизированных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F44AE7" w:rsidRDefault="002A3663" w:rsidP="007B058C">
            <w:pPr>
              <w:pStyle w:val="a3"/>
              <w:ind w:hanging="9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4AE7">
              <w:rPr>
                <w:rFonts w:ascii="Times New Roman" w:hAnsi="Times New Roman"/>
                <w:sz w:val="16"/>
                <w:szCs w:val="16"/>
              </w:rPr>
              <w:t>006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F44AE7" w:rsidRDefault="0098024A" w:rsidP="007B058C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231" w:name="f5r6"/>
            <w:bookmarkEnd w:id="231"/>
            <w:r>
              <w:rPr>
                <w:rFonts w:ascii="Times New Roman" w:hAnsi="Times New Roman"/>
                <w:b/>
                <w:sz w:val="18"/>
                <w:szCs w:val="18"/>
              </w:rPr>
              <w:t>1 062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98024A" w:rsidP="007B058C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1 296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A3663" w:rsidRDefault="002A3663" w:rsidP="007B058C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2A3663" w:rsidRDefault="002A3663" w:rsidP="007B058C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2A3663" w:rsidRPr="00256A29" w:rsidRDefault="002A3663" w:rsidP="002A3663">
      <w:pPr>
        <w:jc w:val="center"/>
        <w:rPr>
          <w:b/>
          <w:sz w:val="16"/>
          <w:szCs w:val="16"/>
        </w:rPr>
      </w:pPr>
      <w:r w:rsidRPr="00256A29">
        <w:rPr>
          <w:b/>
          <w:sz w:val="16"/>
          <w:szCs w:val="16"/>
        </w:rPr>
        <w:t>Затраты финансовых средств на ремонт</w:t>
      </w:r>
    </w:p>
    <w:p w:rsidR="002A3663" w:rsidRPr="00256A29" w:rsidRDefault="002A3663" w:rsidP="002A3663">
      <w:pPr>
        <w:jc w:val="center"/>
        <w:rPr>
          <w:b/>
          <w:sz w:val="16"/>
          <w:szCs w:val="16"/>
        </w:rPr>
      </w:pPr>
      <w:r w:rsidRPr="00256A29">
        <w:rPr>
          <w:b/>
          <w:sz w:val="16"/>
          <w:szCs w:val="16"/>
        </w:rPr>
        <w:t xml:space="preserve"> и техническое обслуживание машинно-тракторного парка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4"/>
        <w:gridCol w:w="1121"/>
        <w:gridCol w:w="2683"/>
        <w:gridCol w:w="2626"/>
      </w:tblGrid>
      <w:tr w:rsidR="002A3663" w:rsidRPr="006A2E55" w:rsidTr="007B058C">
        <w:trPr>
          <w:trHeight w:val="200"/>
        </w:trPr>
        <w:tc>
          <w:tcPr>
            <w:tcW w:w="3936" w:type="dxa"/>
            <w:vMerge w:val="restart"/>
            <w:shd w:val="clear" w:color="auto" w:fill="auto"/>
            <w:vAlign w:val="center"/>
          </w:tcPr>
          <w:p w:rsidR="002A3663" w:rsidRPr="00D72F7D" w:rsidRDefault="002A3663" w:rsidP="007B058C">
            <w:pPr>
              <w:pStyle w:val="a3"/>
              <w:ind w:left="252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72F7D">
              <w:rPr>
                <w:rFonts w:ascii="Times New Roman" w:hAnsi="Times New Roman"/>
                <w:sz w:val="14"/>
                <w:szCs w:val="14"/>
              </w:rPr>
              <w:t>Показатели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2A3663" w:rsidRPr="00D72F7D" w:rsidRDefault="002A3663" w:rsidP="007B058C">
            <w:pPr>
              <w:pStyle w:val="a3"/>
              <w:ind w:left="-75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72F7D">
              <w:rPr>
                <w:rFonts w:ascii="Times New Roman" w:hAnsi="Times New Roman"/>
                <w:sz w:val="14"/>
                <w:szCs w:val="14"/>
              </w:rPr>
              <w:t>Код</w:t>
            </w:r>
          </w:p>
          <w:p w:rsidR="002A3663" w:rsidRPr="00D72F7D" w:rsidRDefault="002A3663" w:rsidP="007B058C">
            <w:pPr>
              <w:pStyle w:val="a3"/>
              <w:ind w:left="-75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72F7D">
              <w:rPr>
                <w:rFonts w:ascii="Times New Roman" w:hAnsi="Times New Roman"/>
                <w:sz w:val="14"/>
                <w:szCs w:val="14"/>
              </w:rPr>
              <w:t>строки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</w:tcPr>
          <w:p w:rsidR="002A3663" w:rsidRPr="00D72F7D" w:rsidRDefault="002A3663" w:rsidP="007B058C">
            <w:pPr>
              <w:pStyle w:val="a3"/>
              <w:ind w:left="252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72F7D">
              <w:rPr>
                <w:rFonts w:ascii="Times New Roman" w:hAnsi="Times New Roman"/>
                <w:sz w:val="14"/>
                <w:szCs w:val="14"/>
              </w:rPr>
              <w:t>Направлено финансовых средств,тыс. рублей</w:t>
            </w:r>
          </w:p>
        </w:tc>
      </w:tr>
      <w:tr w:rsidR="002A3663" w:rsidRPr="006A2E55" w:rsidTr="007B058C">
        <w:trPr>
          <w:trHeight w:val="163"/>
        </w:trPr>
        <w:tc>
          <w:tcPr>
            <w:tcW w:w="3936" w:type="dxa"/>
            <w:vMerge/>
            <w:shd w:val="clear" w:color="auto" w:fill="auto"/>
            <w:vAlign w:val="center"/>
          </w:tcPr>
          <w:p w:rsidR="002A3663" w:rsidRPr="00D72F7D" w:rsidRDefault="002A3663" w:rsidP="007B058C">
            <w:pPr>
              <w:pStyle w:val="a3"/>
              <w:ind w:left="252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A3663" w:rsidRPr="00D72F7D" w:rsidRDefault="002A3663" w:rsidP="007B058C">
            <w:pPr>
              <w:pStyle w:val="a3"/>
              <w:ind w:left="-75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727" w:type="dxa"/>
            <w:shd w:val="clear" w:color="auto" w:fill="auto"/>
            <w:vAlign w:val="center"/>
          </w:tcPr>
          <w:p w:rsidR="002A3663" w:rsidRPr="00D72F7D" w:rsidRDefault="002A3663" w:rsidP="007B058C">
            <w:pPr>
              <w:pStyle w:val="a3"/>
              <w:ind w:left="252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72F7D">
              <w:rPr>
                <w:rFonts w:ascii="Times New Roman" w:hAnsi="Times New Roman"/>
                <w:sz w:val="14"/>
                <w:szCs w:val="14"/>
              </w:rPr>
              <w:t>Всего</w:t>
            </w:r>
          </w:p>
        </w:tc>
        <w:tc>
          <w:tcPr>
            <w:tcW w:w="2659" w:type="dxa"/>
            <w:shd w:val="clear" w:color="auto" w:fill="auto"/>
            <w:vAlign w:val="center"/>
          </w:tcPr>
          <w:p w:rsidR="002A3663" w:rsidRPr="00D72F7D" w:rsidRDefault="002A3663" w:rsidP="007B058C">
            <w:pPr>
              <w:pStyle w:val="a3"/>
              <w:ind w:left="252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72F7D">
              <w:rPr>
                <w:rFonts w:ascii="Times New Roman" w:hAnsi="Times New Roman"/>
                <w:sz w:val="14"/>
                <w:szCs w:val="14"/>
              </w:rPr>
              <w:t>в том числе собственные средства</w:t>
            </w:r>
          </w:p>
        </w:tc>
      </w:tr>
      <w:tr w:rsidR="002A3663" w:rsidRPr="006A2E55" w:rsidTr="007B058C">
        <w:tc>
          <w:tcPr>
            <w:tcW w:w="3936" w:type="dxa"/>
            <w:shd w:val="clear" w:color="auto" w:fill="auto"/>
          </w:tcPr>
          <w:p w:rsidR="002A3663" w:rsidRPr="002A6D4B" w:rsidRDefault="002A3663" w:rsidP="007B058C">
            <w:pPr>
              <w:pStyle w:val="a3"/>
              <w:ind w:left="25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6D4B">
              <w:rPr>
                <w:rFonts w:ascii="Times New Roman" w:hAnsi="Times New Roman"/>
                <w:sz w:val="16"/>
                <w:szCs w:val="16"/>
              </w:rPr>
              <w:t>А</w:t>
            </w:r>
          </w:p>
        </w:tc>
        <w:tc>
          <w:tcPr>
            <w:tcW w:w="1134" w:type="dxa"/>
            <w:shd w:val="clear" w:color="auto" w:fill="auto"/>
          </w:tcPr>
          <w:p w:rsidR="002A3663" w:rsidRPr="002A6D4B" w:rsidRDefault="002A3663" w:rsidP="007B058C">
            <w:pPr>
              <w:pStyle w:val="a3"/>
              <w:ind w:left="-7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6D4B">
              <w:rPr>
                <w:rFonts w:ascii="Times New Roman" w:hAnsi="Times New Roman"/>
                <w:sz w:val="16"/>
                <w:szCs w:val="16"/>
              </w:rPr>
              <w:t>Б</w:t>
            </w:r>
          </w:p>
        </w:tc>
        <w:tc>
          <w:tcPr>
            <w:tcW w:w="2727" w:type="dxa"/>
            <w:shd w:val="clear" w:color="auto" w:fill="auto"/>
          </w:tcPr>
          <w:p w:rsidR="002A3663" w:rsidRPr="002A6D4B" w:rsidRDefault="002A3663" w:rsidP="007B058C">
            <w:pPr>
              <w:pStyle w:val="a3"/>
              <w:ind w:left="25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6D4B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659" w:type="dxa"/>
            <w:shd w:val="clear" w:color="auto" w:fill="auto"/>
          </w:tcPr>
          <w:p w:rsidR="002A3663" w:rsidRPr="002A6D4B" w:rsidRDefault="002A3663" w:rsidP="007B058C">
            <w:pPr>
              <w:pStyle w:val="a3"/>
              <w:ind w:left="25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6D4B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2A3663" w:rsidRPr="006A2E55" w:rsidTr="007B058C">
        <w:trPr>
          <w:trHeight w:val="227"/>
        </w:trPr>
        <w:tc>
          <w:tcPr>
            <w:tcW w:w="3936" w:type="dxa"/>
            <w:shd w:val="clear" w:color="auto" w:fill="auto"/>
            <w:vAlign w:val="center"/>
          </w:tcPr>
          <w:p w:rsidR="002A3663" w:rsidRPr="002A6D4B" w:rsidRDefault="002A3663" w:rsidP="007B058C">
            <w:pPr>
              <w:pStyle w:val="a3"/>
              <w:ind w:left="252"/>
              <w:rPr>
                <w:rFonts w:ascii="Times New Roman" w:hAnsi="Times New Roman"/>
                <w:sz w:val="16"/>
                <w:szCs w:val="16"/>
              </w:rPr>
            </w:pPr>
            <w:r w:rsidRPr="002A6D4B">
              <w:rPr>
                <w:rFonts w:ascii="Times New Roman" w:hAnsi="Times New Roman"/>
                <w:sz w:val="16"/>
                <w:szCs w:val="16"/>
              </w:rPr>
              <w:t>Ремонт и техническое обслуживание машинно-тракторного парка, всего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3663" w:rsidRPr="002A6D4B" w:rsidRDefault="002A3663" w:rsidP="007B058C">
            <w:pPr>
              <w:pStyle w:val="a3"/>
              <w:ind w:left="-7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6D4B"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2727" w:type="dxa"/>
            <w:shd w:val="clear" w:color="auto" w:fill="auto"/>
            <w:vAlign w:val="center"/>
          </w:tcPr>
          <w:p w:rsidR="002A3663" w:rsidRPr="005B0EA4" w:rsidRDefault="0098024A" w:rsidP="007B058C">
            <w:pPr>
              <w:pStyle w:val="a3"/>
              <w:ind w:left="252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232" w:name="f5r70"/>
            <w:bookmarkEnd w:id="232"/>
            <w:r>
              <w:rPr>
                <w:rFonts w:ascii="Times New Roman" w:hAnsi="Times New Roman"/>
                <w:b/>
                <w:sz w:val="18"/>
                <w:szCs w:val="18"/>
              </w:rPr>
              <w:t>174</w:t>
            </w:r>
          </w:p>
        </w:tc>
        <w:tc>
          <w:tcPr>
            <w:tcW w:w="2659" w:type="dxa"/>
            <w:shd w:val="clear" w:color="auto" w:fill="auto"/>
            <w:vAlign w:val="center"/>
          </w:tcPr>
          <w:p w:rsidR="002A3663" w:rsidRPr="005B0EA4" w:rsidRDefault="0098024A" w:rsidP="007B058C">
            <w:pPr>
              <w:pStyle w:val="a3"/>
              <w:ind w:left="252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174</w:t>
            </w:r>
          </w:p>
        </w:tc>
      </w:tr>
      <w:tr w:rsidR="002A3663" w:rsidRPr="006A2E55" w:rsidTr="007B058C">
        <w:trPr>
          <w:trHeight w:val="227"/>
        </w:trPr>
        <w:tc>
          <w:tcPr>
            <w:tcW w:w="3936" w:type="dxa"/>
            <w:shd w:val="clear" w:color="auto" w:fill="auto"/>
            <w:vAlign w:val="center"/>
          </w:tcPr>
          <w:p w:rsidR="002A3663" w:rsidRPr="002A6D4B" w:rsidRDefault="002A3663" w:rsidP="007B058C">
            <w:pPr>
              <w:pStyle w:val="a3"/>
              <w:ind w:left="252" w:firstLine="174"/>
              <w:rPr>
                <w:rFonts w:ascii="Times New Roman" w:hAnsi="Times New Roman"/>
                <w:sz w:val="16"/>
                <w:szCs w:val="16"/>
              </w:rPr>
            </w:pPr>
            <w:r w:rsidRPr="002A6D4B">
              <w:rPr>
                <w:rFonts w:ascii="Times New Roman" w:hAnsi="Times New Roman"/>
                <w:sz w:val="16"/>
                <w:szCs w:val="16"/>
              </w:rPr>
              <w:t>в т.ч. тракторов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3663" w:rsidRPr="002A6D4B" w:rsidRDefault="002A3663" w:rsidP="007B058C">
            <w:pPr>
              <w:pStyle w:val="a3"/>
              <w:ind w:left="-7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6D4B">
              <w:rPr>
                <w:rFonts w:ascii="Times New Roman" w:hAnsi="Times New Roman"/>
                <w:sz w:val="16"/>
                <w:szCs w:val="16"/>
              </w:rPr>
              <w:t>71</w:t>
            </w:r>
          </w:p>
        </w:tc>
        <w:tc>
          <w:tcPr>
            <w:tcW w:w="2727" w:type="dxa"/>
            <w:shd w:val="clear" w:color="auto" w:fill="auto"/>
            <w:vAlign w:val="center"/>
          </w:tcPr>
          <w:p w:rsidR="002A3663" w:rsidRPr="005B0EA4" w:rsidRDefault="002A3663" w:rsidP="007B058C">
            <w:pPr>
              <w:pStyle w:val="a3"/>
              <w:ind w:left="252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233" w:name="f5r71"/>
            <w:bookmarkEnd w:id="233"/>
          </w:p>
        </w:tc>
        <w:tc>
          <w:tcPr>
            <w:tcW w:w="2659" w:type="dxa"/>
            <w:shd w:val="clear" w:color="auto" w:fill="auto"/>
            <w:vAlign w:val="center"/>
          </w:tcPr>
          <w:p w:rsidR="002A3663" w:rsidRPr="005B0EA4" w:rsidRDefault="002A3663" w:rsidP="007B058C">
            <w:pPr>
              <w:pStyle w:val="a3"/>
              <w:ind w:left="252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2A3663" w:rsidRPr="006A2E55" w:rsidTr="007B058C">
        <w:trPr>
          <w:trHeight w:val="227"/>
        </w:trPr>
        <w:tc>
          <w:tcPr>
            <w:tcW w:w="3936" w:type="dxa"/>
            <w:shd w:val="clear" w:color="auto" w:fill="auto"/>
            <w:vAlign w:val="center"/>
          </w:tcPr>
          <w:p w:rsidR="002A3663" w:rsidRPr="002A6D4B" w:rsidRDefault="002A3663" w:rsidP="007B058C">
            <w:pPr>
              <w:pStyle w:val="a3"/>
              <w:ind w:left="252" w:firstLine="174"/>
              <w:rPr>
                <w:rFonts w:ascii="Times New Roman" w:hAnsi="Times New Roman"/>
                <w:sz w:val="16"/>
                <w:szCs w:val="16"/>
              </w:rPr>
            </w:pPr>
            <w:r w:rsidRPr="002A6D4B">
              <w:rPr>
                <w:rFonts w:ascii="Times New Roman" w:hAnsi="Times New Roman"/>
                <w:sz w:val="16"/>
                <w:szCs w:val="16"/>
              </w:rPr>
              <w:t>зерноуборочных комбайнов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3663" w:rsidRPr="002A6D4B" w:rsidRDefault="002A3663" w:rsidP="007B058C">
            <w:pPr>
              <w:pStyle w:val="a3"/>
              <w:ind w:left="-7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6D4B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2727" w:type="dxa"/>
            <w:shd w:val="clear" w:color="auto" w:fill="auto"/>
            <w:vAlign w:val="center"/>
          </w:tcPr>
          <w:p w:rsidR="002A3663" w:rsidRPr="005B0EA4" w:rsidRDefault="002A3663" w:rsidP="007B058C">
            <w:pPr>
              <w:pStyle w:val="a3"/>
              <w:ind w:left="252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234" w:name="f5r72"/>
            <w:bookmarkEnd w:id="234"/>
          </w:p>
        </w:tc>
        <w:tc>
          <w:tcPr>
            <w:tcW w:w="2659" w:type="dxa"/>
            <w:shd w:val="clear" w:color="auto" w:fill="auto"/>
            <w:vAlign w:val="center"/>
          </w:tcPr>
          <w:p w:rsidR="002A3663" w:rsidRPr="005B0EA4" w:rsidRDefault="002A3663" w:rsidP="007B058C">
            <w:pPr>
              <w:pStyle w:val="a3"/>
              <w:ind w:left="252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2A3663" w:rsidRPr="006A2E55" w:rsidTr="007B058C">
        <w:trPr>
          <w:trHeight w:val="227"/>
        </w:trPr>
        <w:tc>
          <w:tcPr>
            <w:tcW w:w="3936" w:type="dxa"/>
            <w:shd w:val="clear" w:color="auto" w:fill="auto"/>
            <w:vAlign w:val="center"/>
          </w:tcPr>
          <w:p w:rsidR="002A3663" w:rsidRPr="002A6D4B" w:rsidRDefault="002A3663" w:rsidP="007B058C">
            <w:pPr>
              <w:pStyle w:val="a3"/>
              <w:ind w:left="252" w:firstLine="174"/>
              <w:rPr>
                <w:rFonts w:ascii="Times New Roman" w:hAnsi="Times New Roman"/>
                <w:sz w:val="16"/>
                <w:szCs w:val="16"/>
              </w:rPr>
            </w:pPr>
            <w:r w:rsidRPr="002A6D4B">
              <w:rPr>
                <w:rFonts w:ascii="Times New Roman" w:hAnsi="Times New Roman"/>
                <w:sz w:val="16"/>
                <w:szCs w:val="16"/>
              </w:rPr>
              <w:t>кормоуборочных комбайнов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3663" w:rsidRPr="002A6D4B" w:rsidRDefault="002A3663" w:rsidP="007B058C">
            <w:pPr>
              <w:pStyle w:val="a3"/>
              <w:ind w:left="-7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6D4B"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2727" w:type="dxa"/>
            <w:shd w:val="clear" w:color="auto" w:fill="auto"/>
            <w:vAlign w:val="center"/>
          </w:tcPr>
          <w:p w:rsidR="002A3663" w:rsidRPr="005B0EA4" w:rsidRDefault="002A3663" w:rsidP="007B058C">
            <w:pPr>
              <w:pStyle w:val="a3"/>
              <w:ind w:left="252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235" w:name="f5r73"/>
            <w:bookmarkEnd w:id="235"/>
          </w:p>
        </w:tc>
        <w:tc>
          <w:tcPr>
            <w:tcW w:w="2659" w:type="dxa"/>
            <w:shd w:val="clear" w:color="auto" w:fill="auto"/>
            <w:vAlign w:val="center"/>
          </w:tcPr>
          <w:p w:rsidR="002A3663" w:rsidRPr="005B0EA4" w:rsidRDefault="002A3663" w:rsidP="007B058C">
            <w:pPr>
              <w:pStyle w:val="a3"/>
              <w:ind w:left="252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2A3663" w:rsidRPr="006A2E55" w:rsidTr="007B058C">
        <w:trPr>
          <w:trHeight w:val="227"/>
        </w:trPr>
        <w:tc>
          <w:tcPr>
            <w:tcW w:w="3936" w:type="dxa"/>
            <w:shd w:val="clear" w:color="auto" w:fill="auto"/>
            <w:vAlign w:val="center"/>
          </w:tcPr>
          <w:p w:rsidR="002A3663" w:rsidRPr="002A6D4B" w:rsidRDefault="002A3663" w:rsidP="007B058C">
            <w:pPr>
              <w:pStyle w:val="a3"/>
              <w:ind w:left="252" w:firstLine="174"/>
              <w:rPr>
                <w:rFonts w:ascii="Times New Roman" w:hAnsi="Times New Roman"/>
                <w:sz w:val="16"/>
                <w:szCs w:val="16"/>
              </w:rPr>
            </w:pPr>
            <w:r w:rsidRPr="002A6D4B">
              <w:rPr>
                <w:rFonts w:ascii="Times New Roman" w:hAnsi="Times New Roman"/>
                <w:sz w:val="16"/>
                <w:szCs w:val="16"/>
              </w:rPr>
              <w:t>из стр. 70:</w:t>
            </w:r>
          </w:p>
          <w:p w:rsidR="002A3663" w:rsidRPr="002A6D4B" w:rsidRDefault="002A3663" w:rsidP="007B058C">
            <w:pPr>
              <w:pStyle w:val="a3"/>
              <w:ind w:left="252" w:firstLine="174"/>
              <w:rPr>
                <w:rFonts w:ascii="Times New Roman" w:hAnsi="Times New Roman"/>
                <w:sz w:val="16"/>
                <w:szCs w:val="16"/>
              </w:rPr>
            </w:pPr>
            <w:r w:rsidRPr="002A6D4B">
              <w:rPr>
                <w:rFonts w:ascii="Times New Roman" w:hAnsi="Times New Roman"/>
                <w:sz w:val="16"/>
                <w:szCs w:val="16"/>
              </w:rPr>
              <w:t>на оплату услуг сторонним организациям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3663" w:rsidRPr="002A6D4B" w:rsidRDefault="002A3663" w:rsidP="007B058C">
            <w:pPr>
              <w:pStyle w:val="a3"/>
              <w:ind w:left="-7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6D4B">
              <w:rPr>
                <w:rFonts w:ascii="Times New Roman" w:hAnsi="Times New Roman"/>
                <w:sz w:val="16"/>
                <w:szCs w:val="16"/>
              </w:rPr>
              <w:t>74</w:t>
            </w:r>
          </w:p>
        </w:tc>
        <w:tc>
          <w:tcPr>
            <w:tcW w:w="2727" w:type="dxa"/>
            <w:shd w:val="clear" w:color="auto" w:fill="auto"/>
            <w:vAlign w:val="center"/>
          </w:tcPr>
          <w:p w:rsidR="002A3663" w:rsidRPr="005B0EA4" w:rsidRDefault="002A3663" w:rsidP="007B058C">
            <w:pPr>
              <w:pStyle w:val="a3"/>
              <w:ind w:left="252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236" w:name="f5r74"/>
            <w:bookmarkEnd w:id="236"/>
          </w:p>
        </w:tc>
        <w:tc>
          <w:tcPr>
            <w:tcW w:w="2659" w:type="dxa"/>
            <w:shd w:val="clear" w:color="auto" w:fill="auto"/>
            <w:vAlign w:val="center"/>
          </w:tcPr>
          <w:p w:rsidR="002A3663" w:rsidRPr="005B0EA4" w:rsidRDefault="002A3663" w:rsidP="007B058C">
            <w:pPr>
              <w:pStyle w:val="a3"/>
              <w:ind w:left="252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2A3663" w:rsidRPr="006A2E55" w:rsidTr="007B058C">
        <w:trPr>
          <w:trHeight w:val="227"/>
        </w:trPr>
        <w:tc>
          <w:tcPr>
            <w:tcW w:w="3936" w:type="dxa"/>
            <w:shd w:val="clear" w:color="auto" w:fill="auto"/>
            <w:vAlign w:val="center"/>
          </w:tcPr>
          <w:p w:rsidR="002A3663" w:rsidRPr="002A6D4B" w:rsidRDefault="002A3663" w:rsidP="007B058C">
            <w:pPr>
              <w:pStyle w:val="a3"/>
              <w:ind w:left="252" w:firstLine="174"/>
              <w:rPr>
                <w:rFonts w:ascii="Times New Roman" w:hAnsi="Times New Roman"/>
                <w:sz w:val="16"/>
                <w:szCs w:val="16"/>
              </w:rPr>
            </w:pPr>
            <w:r w:rsidRPr="002A6D4B">
              <w:rPr>
                <w:rFonts w:ascii="Times New Roman" w:hAnsi="Times New Roman"/>
                <w:sz w:val="16"/>
                <w:szCs w:val="16"/>
              </w:rPr>
              <w:t>на приобретение запасных частей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3663" w:rsidRPr="002A6D4B" w:rsidRDefault="002A3663" w:rsidP="007B058C">
            <w:pPr>
              <w:pStyle w:val="a3"/>
              <w:ind w:left="-7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6D4B"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2727" w:type="dxa"/>
            <w:shd w:val="clear" w:color="auto" w:fill="auto"/>
            <w:vAlign w:val="center"/>
          </w:tcPr>
          <w:p w:rsidR="002A3663" w:rsidRPr="005B0EA4" w:rsidRDefault="0098024A" w:rsidP="007B058C">
            <w:pPr>
              <w:pStyle w:val="a3"/>
              <w:ind w:left="252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237" w:name="f5r75"/>
            <w:bookmarkEnd w:id="237"/>
            <w:r>
              <w:rPr>
                <w:rFonts w:ascii="Times New Roman" w:hAnsi="Times New Roman"/>
                <w:b/>
                <w:sz w:val="18"/>
                <w:szCs w:val="18"/>
              </w:rPr>
              <w:t>174</w:t>
            </w:r>
          </w:p>
        </w:tc>
        <w:tc>
          <w:tcPr>
            <w:tcW w:w="2659" w:type="dxa"/>
            <w:shd w:val="clear" w:color="auto" w:fill="auto"/>
            <w:vAlign w:val="center"/>
          </w:tcPr>
          <w:p w:rsidR="002A3663" w:rsidRPr="005B0EA4" w:rsidRDefault="0098024A" w:rsidP="007B058C">
            <w:pPr>
              <w:pStyle w:val="a3"/>
              <w:ind w:left="252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174</w:t>
            </w:r>
          </w:p>
        </w:tc>
      </w:tr>
      <w:tr w:rsidR="0098024A" w:rsidRPr="006A2E55" w:rsidTr="007B058C">
        <w:trPr>
          <w:trHeight w:val="227"/>
        </w:trPr>
        <w:tc>
          <w:tcPr>
            <w:tcW w:w="3936" w:type="dxa"/>
            <w:shd w:val="clear" w:color="auto" w:fill="auto"/>
            <w:vAlign w:val="center"/>
          </w:tcPr>
          <w:p w:rsidR="0098024A" w:rsidRPr="002A6D4B" w:rsidRDefault="0098024A" w:rsidP="007B058C">
            <w:pPr>
              <w:pStyle w:val="a3"/>
              <w:ind w:left="252" w:firstLine="17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8024A" w:rsidRPr="002A6D4B" w:rsidRDefault="0098024A" w:rsidP="007B058C">
            <w:pPr>
              <w:pStyle w:val="a3"/>
              <w:ind w:left="-7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27" w:type="dxa"/>
            <w:shd w:val="clear" w:color="auto" w:fill="auto"/>
            <w:vAlign w:val="center"/>
          </w:tcPr>
          <w:p w:rsidR="0098024A" w:rsidRDefault="0098024A" w:rsidP="007B058C">
            <w:pPr>
              <w:pStyle w:val="a3"/>
              <w:ind w:left="252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659" w:type="dxa"/>
            <w:shd w:val="clear" w:color="auto" w:fill="auto"/>
            <w:vAlign w:val="center"/>
          </w:tcPr>
          <w:p w:rsidR="0098024A" w:rsidRDefault="0098024A" w:rsidP="007B058C">
            <w:pPr>
              <w:pStyle w:val="a3"/>
              <w:ind w:left="252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:rsidR="002A3663" w:rsidRPr="00EE338D" w:rsidRDefault="002A3663" w:rsidP="002A3663">
      <w:pPr>
        <w:jc w:val="center"/>
        <w:rPr>
          <w:sz w:val="16"/>
          <w:szCs w:val="16"/>
        </w:rPr>
      </w:pPr>
    </w:p>
    <w:tbl>
      <w:tblPr>
        <w:tblW w:w="104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54"/>
        <w:gridCol w:w="624"/>
        <w:gridCol w:w="1242"/>
        <w:gridCol w:w="1398"/>
        <w:gridCol w:w="1272"/>
        <w:gridCol w:w="1295"/>
      </w:tblGrid>
      <w:tr w:rsidR="002A3663" w:rsidRPr="00474E88" w:rsidTr="007B058C">
        <w:trPr>
          <w:trHeight w:val="162"/>
        </w:trPr>
        <w:tc>
          <w:tcPr>
            <w:tcW w:w="10485" w:type="dxa"/>
            <w:gridSpan w:val="6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aps/>
                <w:sz w:val="16"/>
                <w:szCs w:val="16"/>
              </w:rPr>
              <w:t xml:space="preserve">Раздел </w:t>
            </w:r>
            <w:r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  <w:t>ii</w:t>
            </w:r>
            <w:r>
              <w:rPr>
                <w:rFonts w:ascii="Times New Roman" w:hAnsi="Times New Roman"/>
                <w:b/>
                <w:caps/>
                <w:sz w:val="16"/>
                <w:szCs w:val="16"/>
              </w:rPr>
              <w:t>. Дебиторская задолженность</w:t>
            </w:r>
          </w:p>
        </w:tc>
      </w:tr>
      <w:tr w:rsidR="002A3663" w:rsidRPr="00474E88" w:rsidTr="007B058C">
        <w:trPr>
          <w:trHeight w:val="212"/>
        </w:trPr>
        <w:tc>
          <w:tcPr>
            <w:tcW w:w="4654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D72F7D" w:rsidRDefault="002A3663" w:rsidP="007B058C">
            <w:pPr>
              <w:pStyle w:val="a3"/>
              <w:jc w:val="center"/>
              <w:rPr>
                <w:rFonts w:ascii="Times New Roman" w:hAnsi="Times New Roman"/>
                <w:caps/>
                <w:sz w:val="14"/>
                <w:szCs w:val="14"/>
              </w:rPr>
            </w:pPr>
            <w:r w:rsidRPr="00D72F7D">
              <w:rPr>
                <w:rFonts w:ascii="Times New Roman" w:hAnsi="Times New Roman"/>
                <w:caps/>
                <w:sz w:val="14"/>
                <w:szCs w:val="14"/>
              </w:rPr>
              <w:t>НАИМЕНОВАНИЕ ПОКАЗАТЕЛЕЙ</w:t>
            </w:r>
          </w:p>
        </w:tc>
        <w:tc>
          <w:tcPr>
            <w:tcW w:w="624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D72F7D" w:rsidRDefault="002A3663" w:rsidP="007B058C">
            <w:pPr>
              <w:pStyle w:val="a3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72F7D">
              <w:rPr>
                <w:rFonts w:ascii="Times New Roman" w:hAnsi="Times New Roman"/>
                <w:sz w:val="14"/>
                <w:szCs w:val="14"/>
              </w:rPr>
              <w:t>Код строки</w:t>
            </w:r>
          </w:p>
        </w:tc>
        <w:tc>
          <w:tcPr>
            <w:tcW w:w="2640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D72F7D" w:rsidRDefault="002A3663" w:rsidP="007B058C">
            <w:pPr>
              <w:pStyle w:val="a3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72F7D">
              <w:rPr>
                <w:rFonts w:ascii="Times New Roman" w:hAnsi="Times New Roman"/>
                <w:sz w:val="14"/>
                <w:szCs w:val="14"/>
              </w:rPr>
              <w:t>Остаток на конец отчетного периода</w:t>
            </w:r>
          </w:p>
        </w:tc>
        <w:tc>
          <w:tcPr>
            <w:tcW w:w="256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A3663" w:rsidRPr="00D72F7D" w:rsidRDefault="002A3663" w:rsidP="007B058C">
            <w:pPr>
              <w:pStyle w:val="a3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72F7D">
              <w:rPr>
                <w:rFonts w:ascii="Times New Roman" w:hAnsi="Times New Roman"/>
                <w:sz w:val="14"/>
                <w:szCs w:val="14"/>
              </w:rPr>
              <w:t>Остаток на начало отчетного года</w:t>
            </w:r>
          </w:p>
        </w:tc>
      </w:tr>
      <w:tr w:rsidR="002A3663" w:rsidRPr="00474E88" w:rsidTr="007B058C">
        <w:trPr>
          <w:trHeight w:val="284"/>
        </w:trPr>
        <w:tc>
          <w:tcPr>
            <w:tcW w:w="4654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D72F7D" w:rsidRDefault="002A3663" w:rsidP="007B058C">
            <w:pPr>
              <w:rPr>
                <w:caps/>
                <w:sz w:val="14"/>
                <w:szCs w:val="14"/>
              </w:rPr>
            </w:pPr>
          </w:p>
        </w:tc>
        <w:tc>
          <w:tcPr>
            <w:tcW w:w="624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D72F7D" w:rsidRDefault="002A3663" w:rsidP="007B058C">
            <w:pPr>
              <w:rPr>
                <w:sz w:val="14"/>
                <w:szCs w:val="1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D72F7D" w:rsidRDefault="002A3663" w:rsidP="007B058C">
            <w:pPr>
              <w:pStyle w:val="a3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72F7D">
              <w:rPr>
                <w:rFonts w:ascii="Times New Roman" w:hAnsi="Times New Roman"/>
                <w:sz w:val="14"/>
                <w:szCs w:val="14"/>
              </w:rPr>
              <w:t>Всего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D72F7D" w:rsidRDefault="002A3663" w:rsidP="007B058C">
            <w:pPr>
              <w:pStyle w:val="a3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72F7D">
              <w:rPr>
                <w:rFonts w:ascii="Times New Roman" w:hAnsi="Times New Roman"/>
                <w:sz w:val="14"/>
                <w:szCs w:val="14"/>
              </w:rPr>
              <w:t>в том числе просроченная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D72F7D" w:rsidRDefault="002A3663" w:rsidP="007B058C">
            <w:pPr>
              <w:pStyle w:val="a3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72F7D">
              <w:rPr>
                <w:rFonts w:ascii="Times New Roman" w:hAnsi="Times New Roman"/>
                <w:sz w:val="14"/>
                <w:szCs w:val="14"/>
              </w:rPr>
              <w:t>Всего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A3663" w:rsidRPr="00D72F7D" w:rsidRDefault="002A3663" w:rsidP="007B058C">
            <w:pPr>
              <w:pStyle w:val="a3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72F7D">
              <w:rPr>
                <w:rFonts w:ascii="Times New Roman" w:hAnsi="Times New Roman"/>
                <w:sz w:val="14"/>
                <w:szCs w:val="14"/>
              </w:rPr>
              <w:t>в том числе просроченная</w:t>
            </w:r>
          </w:p>
        </w:tc>
      </w:tr>
      <w:tr w:rsidR="002A3663" w:rsidRPr="00474E88" w:rsidTr="007B058C">
        <w:trPr>
          <w:trHeight w:val="114"/>
        </w:trPr>
        <w:tc>
          <w:tcPr>
            <w:tcW w:w="465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A3663" w:rsidRPr="00D72F7D" w:rsidRDefault="002A3663" w:rsidP="007B058C">
            <w:pPr>
              <w:pStyle w:val="a3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72F7D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A3663" w:rsidRPr="00D72F7D" w:rsidRDefault="002A3663" w:rsidP="007B058C">
            <w:pPr>
              <w:pStyle w:val="a3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72F7D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A3663" w:rsidRPr="00D72F7D" w:rsidRDefault="002A3663" w:rsidP="007B058C">
            <w:pPr>
              <w:pStyle w:val="a3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72F7D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A3663" w:rsidRPr="00D72F7D" w:rsidRDefault="002A3663" w:rsidP="007B058C">
            <w:pPr>
              <w:pStyle w:val="a3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72F7D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A3663" w:rsidRPr="00D72F7D" w:rsidRDefault="002A3663" w:rsidP="007B058C">
            <w:pPr>
              <w:pStyle w:val="a3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72F7D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A3663" w:rsidRPr="00D72F7D" w:rsidRDefault="002A3663" w:rsidP="007B058C">
            <w:pPr>
              <w:pStyle w:val="a3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72F7D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</w:tr>
      <w:tr w:rsidR="002A3663" w:rsidRPr="00474E88" w:rsidTr="007B058C">
        <w:trPr>
          <w:trHeight w:val="227"/>
        </w:trPr>
        <w:tc>
          <w:tcPr>
            <w:tcW w:w="465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spacing w:line="276" w:lineRule="auto"/>
              <w:rPr>
                <w:rFonts w:ascii="Times New Roman" w:hAnsi="Times New Roman"/>
                <w:cap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Задолженность  всего</w:t>
            </w:r>
          </w:p>
        </w:tc>
        <w:tc>
          <w:tcPr>
            <w:tcW w:w="62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spacing w:line="276" w:lineRule="auto"/>
              <w:ind w:hanging="84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120</w:t>
            </w:r>
          </w:p>
        </w:tc>
        <w:tc>
          <w:tcPr>
            <w:tcW w:w="124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98024A" w:rsidP="007B058C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238" w:name="f5r120"/>
            <w:bookmarkEnd w:id="238"/>
            <w:r>
              <w:rPr>
                <w:rFonts w:ascii="Times New Roman" w:hAnsi="Times New Roman"/>
                <w:b/>
                <w:sz w:val="18"/>
                <w:szCs w:val="18"/>
              </w:rPr>
              <w:t>1 071</w:t>
            </w:r>
          </w:p>
        </w:tc>
        <w:tc>
          <w:tcPr>
            <w:tcW w:w="139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98024A" w:rsidP="007B058C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248</w:t>
            </w:r>
          </w:p>
        </w:tc>
        <w:tc>
          <w:tcPr>
            <w:tcW w:w="127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98024A" w:rsidP="007B058C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916</w:t>
            </w:r>
          </w:p>
        </w:tc>
        <w:tc>
          <w:tcPr>
            <w:tcW w:w="129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98024A" w:rsidP="007B058C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144</w:t>
            </w:r>
          </w:p>
        </w:tc>
      </w:tr>
      <w:tr w:rsidR="002A3663" w:rsidRPr="00474E88" w:rsidTr="007B058C">
        <w:trPr>
          <w:trHeight w:val="227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spacing w:line="276" w:lineRule="auto"/>
              <w:ind w:left="132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 том числе:</w:t>
            </w:r>
          </w:p>
          <w:p w:rsidR="002A3663" w:rsidRDefault="002A3663" w:rsidP="007B058C">
            <w:pPr>
              <w:pStyle w:val="a3"/>
              <w:spacing w:line="276" w:lineRule="auto"/>
              <w:ind w:left="132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расчеты с покупателями и заказчиками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spacing w:line="276" w:lineRule="auto"/>
              <w:ind w:hanging="84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121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98024A" w:rsidP="007B058C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239" w:name="f5r121"/>
            <w:bookmarkEnd w:id="239"/>
            <w:r>
              <w:rPr>
                <w:rFonts w:ascii="Times New Roman" w:hAnsi="Times New Roman"/>
                <w:b/>
                <w:sz w:val="18"/>
                <w:szCs w:val="18"/>
              </w:rPr>
              <w:t>1 063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98024A" w:rsidP="007B058C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246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98024A" w:rsidP="007B058C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899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98024A" w:rsidP="007B058C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132</w:t>
            </w:r>
          </w:p>
        </w:tc>
      </w:tr>
      <w:tr w:rsidR="002A3663" w:rsidRPr="00474E88" w:rsidTr="007B058C">
        <w:trPr>
          <w:trHeight w:val="227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spacing w:line="276" w:lineRule="auto"/>
              <w:ind w:left="132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расчеты с поставщиками и подрядчиками (авансы выданные)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spacing w:line="276" w:lineRule="auto"/>
              <w:ind w:hanging="84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122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98024A" w:rsidP="007B058C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240" w:name="f5r122"/>
            <w:bookmarkEnd w:id="240"/>
            <w:r>
              <w:rPr>
                <w:rFonts w:ascii="Times New Roman" w:hAnsi="Times New Roman"/>
                <w:b/>
                <w:sz w:val="18"/>
                <w:szCs w:val="18"/>
              </w:rPr>
              <w:t>7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98024A" w:rsidP="007B058C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98024A" w:rsidP="007B058C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16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98024A" w:rsidP="007B058C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12</w:t>
            </w:r>
          </w:p>
        </w:tc>
      </w:tr>
      <w:tr w:rsidR="002A3663" w:rsidRPr="00474E88" w:rsidTr="007B058C">
        <w:trPr>
          <w:trHeight w:val="227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spacing w:line="276" w:lineRule="auto"/>
              <w:ind w:left="132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расчеты с бюджетом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spacing w:line="276" w:lineRule="auto"/>
              <w:ind w:hanging="84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123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241" w:name="f5r123"/>
            <w:bookmarkEnd w:id="241"/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2A3663" w:rsidRPr="00474E88" w:rsidTr="007B058C">
        <w:trPr>
          <w:trHeight w:val="227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spacing w:line="276" w:lineRule="auto"/>
              <w:ind w:left="132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расчеты по социальному страхованию и обеспечению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spacing w:line="276" w:lineRule="auto"/>
              <w:ind w:hanging="84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124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242" w:name="f5r124"/>
            <w:bookmarkEnd w:id="242"/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2A3663" w:rsidRPr="00474E88" w:rsidTr="007B058C">
        <w:trPr>
          <w:trHeight w:val="227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spacing w:line="276" w:lineRule="auto"/>
              <w:ind w:left="132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прочая дебиторская задолженность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spacing w:line="276" w:lineRule="auto"/>
              <w:ind w:hanging="84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125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98024A" w:rsidP="007B058C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243" w:name="f5r125"/>
            <w:bookmarkEnd w:id="243"/>
            <w:r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98024A" w:rsidP="007B058C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2A3663" w:rsidRPr="00474E88" w:rsidTr="007B058C">
        <w:trPr>
          <w:trHeight w:val="227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spacing w:line="276" w:lineRule="auto"/>
              <w:ind w:hanging="84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126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244" w:name="f5r126"/>
            <w:bookmarkEnd w:id="244"/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2A3663" w:rsidRPr="00474E88" w:rsidTr="007B058C">
        <w:trPr>
          <w:trHeight w:val="227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СПРАВОЧНО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(из строки 120):</w:t>
            </w:r>
          </w:p>
          <w:p w:rsidR="002A3663" w:rsidRDefault="002A3663" w:rsidP="007B058C">
            <w:pPr>
              <w:pStyle w:val="a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Дебиторская задолженность по внешнеторговым договорам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spacing w:line="276" w:lineRule="auto"/>
              <w:ind w:hanging="84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138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A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245" w:name="f5r138A"/>
            <w:bookmarkEnd w:id="245"/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:rsidR="00380770" w:rsidRDefault="00380770" w:rsidP="00380770">
      <w:pPr>
        <w:pStyle w:val="a3"/>
        <w:rPr>
          <w:caps/>
          <w:sz w:val="17"/>
          <w:szCs w:val="17"/>
          <w:lang w:val="en-US"/>
        </w:rPr>
      </w:pPr>
    </w:p>
    <w:p w:rsidR="00380770" w:rsidRDefault="00380770" w:rsidP="00380770">
      <w:pPr>
        <w:pStyle w:val="a3"/>
        <w:rPr>
          <w:caps/>
          <w:sz w:val="17"/>
          <w:szCs w:val="17"/>
          <w:lang w:val="en-US"/>
        </w:rPr>
      </w:pPr>
    </w:p>
    <w:p w:rsidR="00380770" w:rsidRDefault="00380770" w:rsidP="00380770">
      <w:pPr>
        <w:pStyle w:val="a3"/>
        <w:rPr>
          <w:caps/>
          <w:sz w:val="17"/>
          <w:szCs w:val="17"/>
          <w:lang w:val="en-US"/>
        </w:rPr>
      </w:pPr>
    </w:p>
    <w:p w:rsidR="00380770" w:rsidRDefault="00380770" w:rsidP="00380770">
      <w:pPr>
        <w:pStyle w:val="a3"/>
        <w:rPr>
          <w:caps/>
          <w:sz w:val="17"/>
          <w:szCs w:val="17"/>
          <w:lang w:val="en-US"/>
        </w:rPr>
      </w:pPr>
    </w:p>
    <w:p w:rsidR="00380770" w:rsidRDefault="00380770" w:rsidP="00380770">
      <w:pPr>
        <w:pStyle w:val="a3"/>
        <w:rPr>
          <w:caps/>
          <w:sz w:val="17"/>
          <w:szCs w:val="17"/>
          <w:lang w:val="en-US"/>
        </w:rPr>
      </w:pPr>
    </w:p>
    <w:p w:rsidR="00380770" w:rsidRDefault="00380770" w:rsidP="00380770">
      <w:pPr>
        <w:pStyle w:val="a3"/>
        <w:rPr>
          <w:caps/>
          <w:sz w:val="17"/>
          <w:szCs w:val="17"/>
          <w:lang w:val="en-US"/>
        </w:rPr>
      </w:pPr>
    </w:p>
    <w:p w:rsidR="00380770" w:rsidRDefault="00380770" w:rsidP="00380770">
      <w:pPr>
        <w:pStyle w:val="a3"/>
        <w:rPr>
          <w:caps/>
          <w:sz w:val="17"/>
          <w:szCs w:val="17"/>
          <w:lang w:val="en-US"/>
        </w:rPr>
      </w:pPr>
    </w:p>
    <w:p w:rsidR="00380770" w:rsidRDefault="00380770" w:rsidP="00380770">
      <w:pPr>
        <w:pStyle w:val="a3"/>
        <w:rPr>
          <w:caps/>
          <w:sz w:val="17"/>
          <w:szCs w:val="17"/>
          <w:lang w:val="en-US"/>
        </w:rPr>
      </w:pPr>
    </w:p>
    <w:p w:rsidR="00380770" w:rsidRDefault="00380770" w:rsidP="00380770">
      <w:pPr>
        <w:pStyle w:val="a3"/>
        <w:rPr>
          <w:caps/>
          <w:sz w:val="17"/>
          <w:szCs w:val="17"/>
          <w:lang w:val="en-US"/>
        </w:rPr>
      </w:pPr>
    </w:p>
    <w:p w:rsidR="002A3663" w:rsidRDefault="002A3663" w:rsidP="00380770">
      <w:pPr>
        <w:pStyle w:val="a3"/>
        <w:rPr>
          <w:rFonts w:ascii="Times New Roman" w:hAnsi="Times New Roman"/>
          <w:caps/>
          <w:sz w:val="13"/>
          <w:szCs w:val="13"/>
        </w:rPr>
      </w:pPr>
      <w:r>
        <w:rPr>
          <w:rFonts w:ascii="Times New Roman" w:hAnsi="Times New Roman"/>
          <w:caps/>
          <w:sz w:val="17"/>
          <w:szCs w:val="17"/>
        </w:rPr>
        <w:t>ф</w:t>
      </w:r>
      <w:r>
        <w:rPr>
          <w:rFonts w:ascii="Times New Roman" w:hAnsi="Times New Roman"/>
          <w:b/>
          <w:sz w:val="17"/>
          <w:szCs w:val="17"/>
          <w:u w:val="single"/>
        </w:rPr>
        <w:t>орма  №5 лист 2</w:t>
      </w:r>
    </w:p>
    <w:tbl>
      <w:tblPr>
        <w:tblW w:w="1134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8"/>
        <w:gridCol w:w="567"/>
        <w:gridCol w:w="1134"/>
        <w:gridCol w:w="992"/>
        <w:gridCol w:w="992"/>
        <w:gridCol w:w="1134"/>
        <w:gridCol w:w="1134"/>
      </w:tblGrid>
      <w:tr w:rsidR="002A3663" w:rsidRPr="00474E88" w:rsidTr="00C220C5">
        <w:trPr>
          <w:trHeight w:val="170"/>
        </w:trPr>
        <w:tc>
          <w:tcPr>
            <w:tcW w:w="11341" w:type="dxa"/>
            <w:gridSpan w:val="7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:rsidR="002A3663" w:rsidRPr="001160E1" w:rsidRDefault="002A3663" w:rsidP="007B058C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60E1">
              <w:rPr>
                <w:rFonts w:ascii="Times New Roman" w:hAnsi="Times New Roman"/>
                <w:b/>
                <w:caps/>
                <w:sz w:val="16"/>
                <w:szCs w:val="16"/>
              </w:rPr>
              <w:t xml:space="preserve">Раздел </w:t>
            </w:r>
            <w:r w:rsidRPr="001160E1"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  <w:t>i</w:t>
            </w:r>
            <w:r w:rsidRPr="001160E1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II</w:t>
            </w:r>
            <w:r w:rsidRPr="001160E1">
              <w:rPr>
                <w:rFonts w:ascii="Times New Roman" w:hAnsi="Times New Roman"/>
                <w:b/>
                <w:caps/>
                <w:sz w:val="16"/>
                <w:szCs w:val="16"/>
              </w:rPr>
              <w:t>. Полученные кредиты и займы</w:t>
            </w:r>
          </w:p>
        </w:tc>
      </w:tr>
      <w:tr w:rsidR="002A3663" w:rsidRPr="00474E88" w:rsidTr="00C220C5">
        <w:trPr>
          <w:trHeight w:val="139"/>
        </w:trPr>
        <w:tc>
          <w:tcPr>
            <w:tcW w:w="538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C220C5" w:rsidRDefault="002A3663" w:rsidP="007B058C">
            <w:pPr>
              <w:pStyle w:val="a3"/>
              <w:tabs>
                <w:tab w:val="left" w:pos="1973"/>
              </w:tabs>
              <w:jc w:val="center"/>
              <w:rPr>
                <w:rFonts w:ascii="Times New Roman" w:hAnsi="Times New Roman"/>
                <w:caps/>
                <w:sz w:val="12"/>
                <w:szCs w:val="12"/>
              </w:rPr>
            </w:pPr>
            <w:r w:rsidRPr="00C220C5">
              <w:rPr>
                <w:rFonts w:ascii="Times New Roman" w:hAnsi="Times New Roman"/>
                <w:caps/>
                <w:sz w:val="12"/>
                <w:szCs w:val="12"/>
              </w:rPr>
              <w:t>НАИМЕНОВАНИЕ ПОКАЗАТЕЛЕЙ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C220C5" w:rsidRDefault="002A3663" w:rsidP="007B058C">
            <w:pPr>
              <w:pStyle w:val="a3"/>
              <w:tabs>
                <w:tab w:val="left" w:pos="1973"/>
              </w:tabs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C220C5">
              <w:rPr>
                <w:rFonts w:ascii="Times New Roman" w:hAnsi="Times New Roman"/>
                <w:sz w:val="12"/>
                <w:szCs w:val="12"/>
              </w:rPr>
              <w:t>Код строки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C220C5" w:rsidRDefault="002A3663" w:rsidP="007B058C">
            <w:pPr>
              <w:pStyle w:val="a3"/>
              <w:tabs>
                <w:tab w:val="left" w:pos="1973"/>
              </w:tabs>
              <w:ind w:left="-108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C220C5">
              <w:rPr>
                <w:rFonts w:ascii="Times New Roman" w:hAnsi="Times New Roman"/>
                <w:sz w:val="12"/>
                <w:szCs w:val="12"/>
              </w:rPr>
              <w:t>На начало года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C220C5" w:rsidRDefault="002A3663" w:rsidP="007B058C">
            <w:pPr>
              <w:pStyle w:val="a3"/>
              <w:tabs>
                <w:tab w:val="left" w:pos="1973"/>
              </w:tabs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C220C5">
              <w:rPr>
                <w:rFonts w:ascii="Times New Roman" w:hAnsi="Times New Roman"/>
                <w:sz w:val="12"/>
                <w:szCs w:val="12"/>
              </w:rPr>
              <w:t>Получено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C220C5" w:rsidRDefault="002A3663" w:rsidP="007B058C">
            <w:pPr>
              <w:pStyle w:val="a3"/>
              <w:tabs>
                <w:tab w:val="left" w:pos="1973"/>
              </w:tabs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C220C5">
              <w:rPr>
                <w:rFonts w:ascii="Times New Roman" w:hAnsi="Times New Roman"/>
                <w:sz w:val="12"/>
                <w:szCs w:val="12"/>
              </w:rPr>
              <w:t>Погашено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C220C5" w:rsidRDefault="002A3663" w:rsidP="007B058C">
            <w:pPr>
              <w:pStyle w:val="a3"/>
              <w:tabs>
                <w:tab w:val="left" w:pos="1973"/>
              </w:tabs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C220C5">
              <w:rPr>
                <w:rFonts w:ascii="Times New Roman" w:hAnsi="Times New Roman"/>
                <w:sz w:val="12"/>
                <w:szCs w:val="12"/>
              </w:rPr>
              <w:t>На конец года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A3663" w:rsidRPr="00C220C5" w:rsidRDefault="002A3663" w:rsidP="007B058C">
            <w:pPr>
              <w:pStyle w:val="a3"/>
              <w:tabs>
                <w:tab w:val="left" w:pos="1973"/>
              </w:tabs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C220C5">
              <w:rPr>
                <w:rFonts w:ascii="Times New Roman" w:hAnsi="Times New Roman"/>
                <w:sz w:val="12"/>
                <w:szCs w:val="12"/>
              </w:rPr>
              <w:t>в том числе просроченные</w:t>
            </w:r>
          </w:p>
        </w:tc>
      </w:tr>
      <w:tr w:rsidR="002A3663" w:rsidRPr="00474E88" w:rsidTr="00C220C5">
        <w:trPr>
          <w:trHeight w:val="76"/>
        </w:trPr>
        <w:tc>
          <w:tcPr>
            <w:tcW w:w="538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A3663" w:rsidRPr="00A804DC" w:rsidRDefault="002A3663" w:rsidP="007B058C">
            <w:pPr>
              <w:pStyle w:val="a3"/>
              <w:tabs>
                <w:tab w:val="left" w:pos="1973"/>
              </w:tabs>
              <w:jc w:val="center"/>
              <w:rPr>
                <w:rFonts w:ascii="Times New Roman" w:hAnsi="Times New Roman"/>
                <w:cap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A3663" w:rsidRPr="00A804DC" w:rsidRDefault="002A3663" w:rsidP="007B058C">
            <w:pPr>
              <w:pStyle w:val="a3"/>
              <w:tabs>
                <w:tab w:val="left" w:pos="1973"/>
              </w:tabs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A3663" w:rsidRPr="00A804DC" w:rsidRDefault="002A3663" w:rsidP="007B058C">
            <w:pPr>
              <w:pStyle w:val="a3"/>
              <w:tabs>
                <w:tab w:val="left" w:pos="1973"/>
              </w:tabs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804DC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A3663" w:rsidRPr="00A804DC" w:rsidRDefault="002A3663" w:rsidP="007B058C">
            <w:pPr>
              <w:pStyle w:val="a3"/>
              <w:tabs>
                <w:tab w:val="left" w:pos="1973"/>
              </w:tabs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804DC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A3663" w:rsidRPr="00A804DC" w:rsidRDefault="002A3663" w:rsidP="007B058C">
            <w:pPr>
              <w:pStyle w:val="a3"/>
              <w:tabs>
                <w:tab w:val="left" w:pos="1973"/>
              </w:tabs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804DC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A3663" w:rsidRPr="00A804DC" w:rsidRDefault="002A3663" w:rsidP="007B058C">
            <w:pPr>
              <w:pStyle w:val="a3"/>
              <w:tabs>
                <w:tab w:val="left" w:pos="1973"/>
              </w:tabs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804DC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A3663" w:rsidRPr="00A804DC" w:rsidRDefault="002A3663" w:rsidP="007B058C">
            <w:pPr>
              <w:pStyle w:val="a3"/>
              <w:tabs>
                <w:tab w:val="left" w:pos="1973"/>
              </w:tabs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A804DC">
              <w:rPr>
                <w:rFonts w:ascii="Times New Roman" w:hAnsi="Times New Roman"/>
                <w:sz w:val="14"/>
                <w:szCs w:val="14"/>
                <w:lang w:val="en-US"/>
              </w:rPr>
              <w:t>7</w:t>
            </w:r>
          </w:p>
        </w:tc>
      </w:tr>
      <w:tr w:rsidR="002A3663" w:rsidRPr="00474E88" w:rsidTr="00C220C5">
        <w:trPr>
          <w:trHeight w:val="198"/>
        </w:trPr>
        <w:tc>
          <w:tcPr>
            <w:tcW w:w="538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00ABF" w:rsidRDefault="002A3663" w:rsidP="007B058C">
            <w:pPr>
              <w:pStyle w:val="a3"/>
              <w:rPr>
                <w:rFonts w:ascii="Times New Roman" w:hAnsi="Times New Roman"/>
                <w:b/>
                <w:sz w:val="15"/>
                <w:szCs w:val="15"/>
              </w:rPr>
            </w:pPr>
            <w:r w:rsidRPr="00E00ABF">
              <w:rPr>
                <w:rFonts w:ascii="Times New Roman" w:hAnsi="Times New Roman"/>
                <w:b/>
                <w:sz w:val="15"/>
                <w:szCs w:val="15"/>
              </w:rPr>
              <w:t xml:space="preserve">Долгосрочные кредиты  </w:t>
            </w:r>
            <w:r>
              <w:rPr>
                <w:rFonts w:ascii="Times New Roman" w:hAnsi="Times New Roman"/>
                <w:b/>
                <w:sz w:val="15"/>
                <w:szCs w:val="15"/>
                <w:lang w:val="en-US"/>
              </w:rPr>
              <w:t>—</w:t>
            </w:r>
            <w:r w:rsidRPr="00E00ABF">
              <w:rPr>
                <w:rFonts w:ascii="Times New Roman" w:hAnsi="Times New Roman"/>
                <w:b/>
                <w:sz w:val="15"/>
                <w:szCs w:val="15"/>
              </w:rPr>
              <w:t xml:space="preserve"> всего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00ABF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E00ABF">
              <w:rPr>
                <w:rFonts w:ascii="Times New Roman" w:hAnsi="Times New Roman"/>
                <w:sz w:val="15"/>
                <w:szCs w:val="15"/>
              </w:rPr>
              <w:t>160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98024A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bookmarkStart w:id="246" w:name="f5r160"/>
            <w:bookmarkEnd w:id="246"/>
            <w:r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98024A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2A3663" w:rsidRPr="00474E88" w:rsidTr="00C220C5">
        <w:trPr>
          <w:trHeight w:val="198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00ABF" w:rsidRDefault="002A3663" w:rsidP="007B058C">
            <w:pPr>
              <w:pStyle w:val="a3"/>
              <w:ind w:firstLine="16"/>
              <w:rPr>
                <w:rFonts w:ascii="Times New Roman" w:hAnsi="Times New Roman"/>
                <w:sz w:val="15"/>
                <w:szCs w:val="15"/>
              </w:rPr>
            </w:pPr>
            <w:r w:rsidRPr="00E00ABF">
              <w:rPr>
                <w:rFonts w:ascii="Times New Roman" w:hAnsi="Times New Roman"/>
                <w:sz w:val="15"/>
                <w:szCs w:val="15"/>
              </w:rPr>
              <w:t>в том числе: на строительство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00ABF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E00ABF">
              <w:rPr>
                <w:rFonts w:ascii="Times New Roman" w:hAnsi="Times New Roman"/>
                <w:sz w:val="15"/>
                <w:szCs w:val="15"/>
              </w:rPr>
              <w:t>161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bookmarkStart w:id="247" w:name="f5r161"/>
            <w:bookmarkEnd w:id="247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2A3663" w:rsidRPr="00474E88" w:rsidTr="00C220C5">
        <w:trPr>
          <w:trHeight w:val="198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00ABF" w:rsidRDefault="002A3663" w:rsidP="007B058C">
            <w:pPr>
              <w:pStyle w:val="a3"/>
              <w:ind w:left="299"/>
              <w:jc w:val="both"/>
              <w:rPr>
                <w:rFonts w:ascii="Times New Roman" w:hAnsi="Times New Roman"/>
                <w:sz w:val="15"/>
                <w:szCs w:val="15"/>
              </w:rPr>
            </w:pPr>
            <w:r w:rsidRPr="00E00ABF">
              <w:rPr>
                <w:rFonts w:ascii="Times New Roman" w:hAnsi="Times New Roman"/>
                <w:sz w:val="15"/>
                <w:szCs w:val="15"/>
              </w:rPr>
              <w:t>из них:</w:t>
            </w:r>
            <w:r w:rsidRPr="001928A7">
              <w:rPr>
                <w:rFonts w:ascii="Times New Roman" w:hAnsi="Times New Roman"/>
                <w:sz w:val="15"/>
                <w:szCs w:val="15"/>
              </w:rPr>
              <w:t xml:space="preserve"> </w:t>
            </w:r>
            <w:r w:rsidRPr="00E00ABF">
              <w:rPr>
                <w:rFonts w:ascii="Times New Roman" w:hAnsi="Times New Roman"/>
                <w:sz w:val="15"/>
                <w:szCs w:val="15"/>
              </w:rPr>
              <w:t xml:space="preserve">на строительство производственных объектов по Указам, распоряжениям Президента РБ и постановлениям Совета Министров РБ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00ABF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E00ABF">
              <w:rPr>
                <w:rFonts w:ascii="Times New Roman" w:hAnsi="Times New Roman"/>
                <w:sz w:val="15"/>
                <w:szCs w:val="15"/>
              </w:rPr>
              <w:t>16</w:t>
            </w:r>
            <w:r>
              <w:rPr>
                <w:rFonts w:ascii="Times New Roman" w:hAnsi="Times New Roman"/>
                <w:sz w:val="15"/>
                <w:szCs w:val="15"/>
              </w:rPr>
              <w:t>1А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bookmarkStart w:id="248" w:name="f5r161A"/>
            <w:bookmarkEnd w:id="248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2A3663" w:rsidRPr="00474E88" w:rsidTr="00C220C5">
        <w:trPr>
          <w:trHeight w:val="198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00ABF" w:rsidRDefault="002A3663" w:rsidP="007B058C">
            <w:pPr>
              <w:pStyle w:val="a3"/>
              <w:ind w:firstLine="157"/>
              <w:rPr>
                <w:rFonts w:ascii="Times New Roman" w:hAnsi="Times New Roman"/>
                <w:sz w:val="15"/>
                <w:szCs w:val="15"/>
              </w:rPr>
            </w:pPr>
            <w:r w:rsidRPr="00E00ABF">
              <w:rPr>
                <w:rFonts w:ascii="Times New Roman" w:hAnsi="Times New Roman"/>
                <w:sz w:val="15"/>
                <w:szCs w:val="15"/>
              </w:rPr>
              <w:t>на строительство жилья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00ABF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E00ABF">
              <w:rPr>
                <w:rFonts w:ascii="Times New Roman" w:hAnsi="Times New Roman"/>
                <w:sz w:val="15"/>
                <w:szCs w:val="15"/>
              </w:rPr>
              <w:t>16</w:t>
            </w:r>
            <w:r>
              <w:rPr>
                <w:rFonts w:ascii="Times New Roman" w:hAnsi="Times New Roman"/>
                <w:sz w:val="15"/>
                <w:szCs w:val="15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bookmarkStart w:id="249" w:name="f5r162"/>
            <w:bookmarkEnd w:id="249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2A3663" w:rsidRPr="00474E88" w:rsidTr="00C220C5">
        <w:trPr>
          <w:trHeight w:val="198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00ABF" w:rsidRDefault="002A3663" w:rsidP="007B058C">
            <w:pPr>
              <w:pStyle w:val="a3"/>
              <w:ind w:firstLine="157"/>
              <w:rPr>
                <w:rFonts w:ascii="Times New Roman" w:hAnsi="Times New Roman"/>
                <w:sz w:val="15"/>
                <w:szCs w:val="15"/>
              </w:rPr>
            </w:pPr>
            <w:r w:rsidRPr="00E00ABF">
              <w:rPr>
                <w:rFonts w:ascii="Times New Roman" w:hAnsi="Times New Roman"/>
                <w:sz w:val="15"/>
                <w:szCs w:val="15"/>
              </w:rPr>
              <w:t>на приобретение основных средств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00ABF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E00ABF">
              <w:rPr>
                <w:rFonts w:ascii="Times New Roman" w:hAnsi="Times New Roman"/>
                <w:sz w:val="15"/>
                <w:szCs w:val="15"/>
              </w:rPr>
              <w:t>16</w:t>
            </w:r>
            <w:r>
              <w:rPr>
                <w:rFonts w:ascii="Times New Roman" w:hAnsi="Times New Roman"/>
                <w:sz w:val="15"/>
                <w:szCs w:val="15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98024A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bookmarkStart w:id="250" w:name="f5r163"/>
            <w:bookmarkEnd w:id="250"/>
            <w:r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98024A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2A3663" w:rsidRPr="00474E88" w:rsidTr="00C220C5">
        <w:trPr>
          <w:trHeight w:val="198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00ABF" w:rsidRDefault="002A3663" w:rsidP="007B058C">
            <w:pPr>
              <w:pStyle w:val="a3"/>
              <w:ind w:firstLine="157"/>
              <w:rPr>
                <w:rFonts w:ascii="Times New Roman" w:hAnsi="Times New Roman"/>
                <w:sz w:val="15"/>
                <w:szCs w:val="15"/>
              </w:rPr>
            </w:pPr>
            <w:r w:rsidRPr="00E00ABF">
              <w:rPr>
                <w:rFonts w:ascii="Times New Roman" w:hAnsi="Times New Roman"/>
                <w:sz w:val="15"/>
                <w:szCs w:val="15"/>
              </w:rPr>
              <w:t>на расчеты за сельхоз. сырье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00ABF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E00ABF">
              <w:rPr>
                <w:rFonts w:ascii="Times New Roman" w:hAnsi="Times New Roman"/>
                <w:sz w:val="15"/>
                <w:szCs w:val="15"/>
              </w:rPr>
              <w:t>16</w:t>
            </w:r>
            <w:r>
              <w:rPr>
                <w:rFonts w:ascii="Times New Roman" w:hAnsi="Times New Roman"/>
                <w:sz w:val="15"/>
                <w:szCs w:val="15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bookmarkStart w:id="251" w:name="f5r164"/>
            <w:bookmarkEnd w:id="251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2A3663" w:rsidRPr="00474E88" w:rsidTr="00C220C5">
        <w:trPr>
          <w:trHeight w:val="198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00ABF" w:rsidRDefault="002A3663" w:rsidP="007B058C">
            <w:pPr>
              <w:pStyle w:val="a3"/>
              <w:ind w:left="299"/>
              <w:rPr>
                <w:rFonts w:ascii="Times New Roman" w:hAnsi="Times New Roman"/>
                <w:sz w:val="15"/>
                <w:szCs w:val="15"/>
              </w:rPr>
            </w:pPr>
            <w:r w:rsidRPr="00E00ABF">
              <w:rPr>
                <w:rFonts w:ascii="Times New Roman" w:hAnsi="Times New Roman"/>
                <w:sz w:val="15"/>
                <w:szCs w:val="15"/>
              </w:rPr>
              <w:t>из них: по Указам, распоряжениям Президента РБ и постановлениям Совета Министров РБ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00ABF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164А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bookmarkStart w:id="252" w:name="f5r164A"/>
            <w:bookmarkEnd w:id="252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2A3663" w:rsidRPr="00474E88" w:rsidTr="00C220C5">
        <w:trPr>
          <w:trHeight w:val="198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00ABF" w:rsidRDefault="002A3663" w:rsidP="007B058C">
            <w:pPr>
              <w:pStyle w:val="a3"/>
              <w:ind w:firstLine="157"/>
              <w:rPr>
                <w:rFonts w:ascii="Times New Roman" w:hAnsi="Times New Roman"/>
                <w:sz w:val="15"/>
                <w:szCs w:val="15"/>
              </w:rPr>
            </w:pPr>
            <w:r w:rsidRPr="00E00ABF">
              <w:rPr>
                <w:rFonts w:ascii="Times New Roman" w:hAnsi="Times New Roman"/>
                <w:sz w:val="15"/>
                <w:szCs w:val="15"/>
              </w:rPr>
              <w:t>прочие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00ABF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E00ABF">
              <w:rPr>
                <w:rFonts w:ascii="Times New Roman" w:hAnsi="Times New Roman"/>
                <w:sz w:val="15"/>
                <w:szCs w:val="15"/>
              </w:rPr>
              <w:t>16</w:t>
            </w:r>
            <w:r>
              <w:rPr>
                <w:rFonts w:ascii="Times New Roman" w:hAnsi="Times New Roman"/>
                <w:sz w:val="15"/>
                <w:szCs w:val="15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bookmarkStart w:id="253" w:name="f5r165"/>
            <w:bookmarkEnd w:id="253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2A3663" w:rsidRPr="00474E88" w:rsidTr="00C220C5">
        <w:trPr>
          <w:trHeight w:val="198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00ABF" w:rsidRDefault="002A3663" w:rsidP="007B058C">
            <w:pPr>
              <w:pStyle w:val="a3"/>
              <w:jc w:val="both"/>
              <w:rPr>
                <w:rFonts w:ascii="Times New Roman" w:hAnsi="Times New Roman"/>
                <w:i/>
                <w:sz w:val="15"/>
                <w:szCs w:val="15"/>
              </w:rPr>
            </w:pPr>
            <w:r w:rsidRPr="00E00ABF">
              <w:rPr>
                <w:rFonts w:ascii="Times New Roman" w:hAnsi="Times New Roman"/>
                <w:b/>
                <w:sz w:val="15"/>
                <w:szCs w:val="15"/>
              </w:rPr>
              <w:t>СПРАВОЧНО: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00ABF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2A3663" w:rsidRPr="00474E88" w:rsidTr="00C220C5">
        <w:trPr>
          <w:trHeight w:val="198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00ABF" w:rsidRDefault="002A3663" w:rsidP="007B058C">
            <w:pPr>
              <w:pStyle w:val="a3"/>
              <w:jc w:val="both"/>
              <w:rPr>
                <w:rFonts w:ascii="Times New Roman" w:hAnsi="Times New Roman"/>
                <w:sz w:val="15"/>
                <w:szCs w:val="15"/>
              </w:rPr>
            </w:pPr>
            <w:r w:rsidRPr="00E00ABF">
              <w:rPr>
                <w:rFonts w:ascii="Times New Roman" w:hAnsi="Times New Roman"/>
                <w:sz w:val="15"/>
                <w:szCs w:val="15"/>
              </w:rPr>
              <w:t xml:space="preserve">Отсрочена (рассрочена) сумма задолженности по кредитам в соответствии с Указом Президента РБ от 17.07.2014  г. № 348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00ABF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E00ABF">
              <w:rPr>
                <w:rFonts w:ascii="Times New Roman" w:hAnsi="Times New Roman"/>
                <w:sz w:val="15"/>
                <w:szCs w:val="15"/>
                <w:lang w:val="en-US"/>
              </w:rPr>
              <w:t>16</w:t>
            </w:r>
            <w:r>
              <w:rPr>
                <w:rFonts w:ascii="Times New Roman" w:hAnsi="Times New Roman"/>
                <w:sz w:val="15"/>
                <w:szCs w:val="15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bookmarkStart w:id="254" w:name="f5r166"/>
            <w:bookmarkEnd w:id="254"/>
            <w:r w:rsidRPr="001928A7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928A7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928A7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928A7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</w:tr>
      <w:tr w:rsidR="002A3663" w:rsidRPr="00474E88" w:rsidTr="00C220C5">
        <w:trPr>
          <w:trHeight w:val="198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00ABF" w:rsidRDefault="002A3663" w:rsidP="007B058C">
            <w:pPr>
              <w:pStyle w:val="a3"/>
              <w:jc w:val="both"/>
              <w:rPr>
                <w:rFonts w:ascii="Times New Roman" w:hAnsi="Times New Roman"/>
                <w:sz w:val="15"/>
                <w:szCs w:val="15"/>
              </w:rPr>
            </w:pPr>
            <w:r w:rsidRPr="00E00ABF">
              <w:rPr>
                <w:rFonts w:ascii="Times New Roman" w:hAnsi="Times New Roman"/>
                <w:sz w:val="15"/>
                <w:szCs w:val="15"/>
              </w:rPr>
              <w:t xml:space="preserve">Отсрочено в соответствии с Указом Президента РБ от 22 апреля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E00ABF">
                <w:rPr>
                  <w:rFonts w:ascii="Times New Roman" w:hAnsi="Times New Roman"/>
                  <w:sz w:val="15"/>
                  <w:szCs w:val="15"/>
                </w:rPr>
                <w:t>2011 г</w:t>
              </w:r>
            </w:smartTag>
            <w:r w:rsidRPr="00E00ABF">
              <w:rPr>
                <w:rFonts w:ascii="Times New Roman" w:hAnsi="Times New Roman"/>
                <w:sz w:val="15"/>
                <w:szCs w:val="15"/>
              </w:rPr>
              <w:t>. № 170 – расходы за сел. хоз. технику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00ABF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bookmarkStart w:id="255" w:name="f5r167"/>
            <w:bookmarkEnd w:id="255"/>
            <w:r w:rsidRPr="001928A7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928A7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928A7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928A7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</w:tr>
      <w:tr w:rsidR="002A3663" w:rsidRPr="00474E88" w:rsidTr="00C220C5">
        <w:trPr>
          <w:trHeight w:val="198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00ABF" w:rsidRDefault="002A3663" w:rsidP="007B058C">
            <w:pPr>
              <w:pStyle w:val="a3"/>
              <w:rPr>
                <w:rFonts w:ascii="Times New Roman" w:hAnsi="Times New Roman"/>
                <w:b/>
                <w:sz w:val="15"/>
                <w:szCs w:val="15"/>
              </w:rPr>
            </w:pPr>
            <w:r w:rsidRPr="00E00ABF">
              <w:rPr>
                <w:rFonts w:ascii="Times New Roman" w:hAnsi="Times New Roman"/>
                <w:b/>
                <w:sz w:val="15"/>
                <w:szCs w:val="15"/>
              </w:rPr>
              <w:t>Краткосрочные кредиты  – 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00ABF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E00ABF">
              <w:rPr>
                <w:rFonts w:ascii="Times New Roman" w:hAnsi="Times New Roman"/>
                <w:sz w:val="15"/>
                <w:szCs w:val="15"/>
              </w:rPr>
              <w:t>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98024A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bookmarkStart w:id="256" w:name="f5r170"/>
            <w:bookmarkEnd w:id="256"/>
            <w:r>
              <w:rPr>
                <w:rFonts w:ascii="Times New Roman" w:hAnsi="Times New Roman"/>
                <w:b/>
                <w:sz w:val="16"/>
                <w:szCs w:val="16"/>
              </w:rPr>
              <w:t>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98024A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98024A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98024A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2A3663" w:rsidRPr="00474E88" w:rsidTr="00C220C5">
        <w:trPr>
          <w:trHeight w:val="198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00ABF" w:rsidRDefault="002A3663" w:rsidP="007B058C">
            <w:pPr>
              <w:pStyle w:val="a3"/>
              <w:ind w:left="176" w:hanging="160"/>
              <w:rPr>
                <w:rFonts w:ascii="Times New Roman" w:hAnsi="Times New Roman"/>
                <w:sz w:val="15"/>
                <w:szCs w:val="15"/>
              </w:rPr>
            </w:pPr>
            <w:r w:rsidRPr="00E00ABF">
              <w:rPr>
                <w:rFonts w:ascii="Times New Roman" w:hAnsi="Times New Roman"/>
                <w:sz w:val="15"/>
                <w:szCs w:val="15"/>
              </w:rPr>
              <w:t>в том числе: на приобретение товарно-материальных ценностей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00ABF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E00ABF">
              <w:rPr>
                <w:rFonts w:ascii="Times New Roman" w:hAnsi="Times New Roman"/>
                <w:sz w:val="15"/>
                <w:szCs w:val="15"/>
              </w:rPr>
              <w:t>171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98024A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bookmarkStart w:id="257" w:name="f5r171"/>
            <w:bookmarkEnd w:id="257"/>
            <w:r>
              <w:rPr>
                <w:rFonts w:ascii="Times New Roman" w:hAnsi="Times New Roman"/>
                <w:b/>
                <w:sz w:val="16"/>
                <w:szCs w:val="16"/>
              </w:rPr>
              <w:t>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98024A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98024A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98024A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2A3663" w:rsidRPr="00474E88" w:rsidTr="00C220C5">
        <w:trPr>
          <w:trHeight w:val="198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00ABF" w:rsidRDefault="002A3663" w:rsidP="007B058C">
            <w:pPr>
              <w:pStyle w:val="a3"/>
              <w:ind w:left="176" w:hanging="19"/>
              <w:rPr>
                <w:rFonts w:ascii="Times New Roman" w:hAnsi="Times New Roman"/>
                <w:sz w:val="15"/>
                <w:szCs w:val="15"/>
              </w:rPr>
            </w:pPr>
            <w:r w:rsidRPr="00E00ABF">
              <w:rPr>
                <w:rFonts w:ascii="Times New Roman" w:hAnsi="Times New Roman"/>
                <w:sz w:val="15"/>
                <w:szCs w:val="15"/>
              </w:rPr>
              <w:t>на оплату труда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00ABF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E00ABF">
              <w:rPr>
                <w:rFonts w:ascii="Times New Roman" w:hAnsi="Times New Roman"/>
                <w:sz w:val="15"/>
                <w:szCs w:val="15"/>
              </w:rPr>
              <w:t>172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bookmarkStart w:id="258" w:name="f5r172"/>
            <w:bookmarkEnd w:id="258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98024A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98024A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98024A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2A3663" w:rsidRPr="00474E88" w:rsidTr="00C220C5">
        <w:trPr>
          <w:trHeight w:val="198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00ABF" w:rsidRDefault="002A3663" w:rsidP="007B058C">
            <w:pPr>
              <w:pStyle w:val="a3"/>
              <w:ind w:left="176" w:hanging="19"/>
              <w:rPr>
                <w:rFonts w:ascii="Times New Roman" w:hAnsi="Times New Roman"/>
                <w:sz w:val="15"/>
                <w:szCs w:val="15"/>
              </w:rPr>
            </w:pPr>
            <w:r w:rsidRPr="00E00ABF">
              <w:rPr>
                <w:rFonts w:ascii="Times New Roman" w:hAnsi="Times New Roman"/>
                <w:sz w:val="15"/>
                <w:szCs w:val="15"/>
              </w:rPr>
              <w:t>на расчеты за сельхоз. сырье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00ABF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E00ABF">
              <w:rPr>
                <w:rFonts w:ascii="Times New Roman" w:hAnsi="Times New Roman"/>
                <w:sz w:val="15"/>
                <w:szCs w:val="15"/>
              </w:rPr>
              <w:t>173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bookmarkStart w:id="259" w:name="f5r173"/>
            <w:bookmarkEnd w:id="259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2A3663" w:rsidRPr="00474E88" w:rsidTr="00C220C5">
        <w:trPr>
          <w:trHeight w:val="198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646ECA" w:rsidRDefault="002A3663" w:rsidP="007B058C">
            <w:pPr>
              <w:pStyle w:val="a3"/>
              <w:ind w:left="299"/>
              <w:rPr>
                <w:rFonts w:ascii="Times New Roman" w:hAnsi="Times New Roman"/>
                <w:sz w:val="15"/>
                <w:szCs w:val="15"/>
              </w:rPr>
            </w:pPr>
            <w:r w:rsidRPr="00646ECA">
              <w:rPr>
                <w:rFonts w:ascii="Times New Roman" w:hAnsi="Times New Roman"/>
                <w:sz w:val="15"/>
                <w:szCs w:val="15"/>
              </w:rPr>
              <w:t>из них: по Указам, распоряжениям Президента РБ и постановлениям Совета Министров РБ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00ABF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E00ABF">
              <w:rPr>
                <w:rFonts w:ascii="Times New Roman" w:hAnsi="Times New Roman"/>
                <w:sz w:val="15"/>
                <w:szCs w:val="15"/>
              </w:rPr>
              <w:t>173A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bookmarkStart w:id="260" w:name="f5r173A"/>
            <w:bookmarkEnd w:id="26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2A3663" w:rsidRPr="00474E88" w:rsidTr="00C220C5">
        <w:trPr>
          <w:trHeight w:val="198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00ABF" w:rsidRDefault="002A3663" w:rsidP="007B058C">
            <w:pPr>
              <w:pStyle w:val="a3"/>
              <w:ind w:left="176" w:hanging="19"/>
              <w:rPr>
                <w:rFonts w:ascii="Times New Roman" w:hAnsi="Times New Roman"/>
                <w:sz w:val="15"/>
                <w:szCs w:val="15"/>
              </w:rPr>
            </w:pPr>
            <w:r w:rsidRPr="00E00ABF">
              <w:rPr>
                <w:rFonts w:ascii="Times New Roman" w:hAnsi="Times New Roman"/>
                <w:sz w:val="15"/>
                <w:szCs w:val="15"/>
              </w:rPr>
              <w:t>прочие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00ABF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E00ABF">
              <w:rPr>
                <w:rFonts w:ascii="Times New Roman" w:hAnsi="Times New Roman"/>
                <w:sz w:val="15"/>
                <w:szCs w:val="15"/>
              </w:rPr>
              <w:t>174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bookmarkStart w:id="261" w:name="f5r174"/>
            <w:bookmarkEnd w:id="261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2A3663" w:rsidRPr="00474E88" w:rsidTr="00C220C5">
        <w:trPr>
          <w:trHeight w:val="198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00ABF" w:rsidRDefault="002A3663" w:rsidP="007B058C">
            <w:pPr>
              <w:pStyle w:val="a3"/>
              <w:jc w:val="both"/>
              <w:rPr>
                <w:rFonts w:ascii="Times New Roman" w:hAnsi="Times New Roman"/>
                <w:b/>
                <w:sz w:val="15"/>
                <w:szCs w:val="15"/>
              </w:rPr>
            </w:pPr>
            <w:r w:rsidRPr="00E00ABF">
              <w:rPr>
                <w:rFonts w:ascii="Times New Roman" w:hAnsi="Times New Roman"/>
                <w:b/>
                <w:sz w:val="15"/>
                <w:szCs w:val="15"/>
              </w:rPr>
              <w:t>Долгосрочные ссуды, займы</w:t>
            </w:r>
            <w:r>
              <w:rPr>
                <w:rFonts w:ascii="Times New Roman" w:hAnsi="Times New Roman"/>
                <w:b/>
                <w:sz w:val="15"/>
                <w:szCs w:val="15"/>
                <w:lang w:val="en-US"/>
              </w:rPr>
              <w:t xml:space="preserve"> — </w:t>
            </w:r>
            <w:r w:rsidRPr="00E00ABF">
              <w:rPr>
                <w:rFonts w:ascii="Times New Roman" w:hAnsi="Times New Roman"/>
                <w:b/>
                <w:sz w:val="15"/>
                <w:szCs w:val="15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00ABF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E00ABF">
              <w:rPr>
                <w:rFonts w:ascii="Times New Roman" w:hAnsi="Times New Roman"/>
                <w:sz w:val="15"/>
                <w:szCs w:val="15"/>
              </w:rPr>
              <w:t>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bookmarkStart w:id="262" w:name="f5r180"/>
            <w:bookmarkEnd w:id="262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2A3663" w:rsidRPr="00474E88" w:rsidTr="00C220C5">
        <w:trPr>
          <w:trHeight w:val="198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00ABF" w:rsidRDefault="002A3663" w:rsidP="007B058C">
            <w:pPr>
              <w:pStyle w:val="a3"/>
              <w:ind w:firstLine="299"/>
              <w:jc w:val="both"/>
              <w:rPr>
                <w:rFonts w:ascii="Times New Roman" w:hAnsi="Times New Roman"/>
                <w:sz w:val="15"/>
                <w:szCs w:val="15"/>
              </w:rPr>
            </w:pPr>
            <w:r w:rsidRPr="00E00ABF">
              <w:rPr>
                <w:rFonts w:ascii="Times New Roman" w:hAnsi="Times New Roman"/>
                <w:sz w:val="15"/>
                <w:szCs w:val="15"/>
              </w:rPr>
              <w:t>из них: задолженность перед республиканским бюджетом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00ABF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180А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bookmarkStart w:id="263" w:name="f5r180A"/>
            <w:bookmarkEnd w:id="263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2A3663" w:rsidRPr="00474E88" w:rsidTr="00C220C5">
        <w:trPr>
          <w:trHeight w:val="198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00ABF" w:rsidRDefault="002A3663" w:rsidP="007B058C">
            <w:pPr>
              <w:pStyle w:val="a3"/>
              <w:jc w:val="both"/>
              <w:rPr>
                <w:rFonts w:ascii="Times New Roman" w:hAnsi="Times New Roman"/>
                <w:b/>
                <w:sz w:val="15"/>
                <w:szCs w:val="15"/>
              </w:rPr>
            </w:pPr>
            <w:r w:rsidRPr="00E00ABF">
              <w:rPr>
                <w:rFonts w:ascii="Times New Roman" w:hAnsi="Times New Roman"/>
                <w:b/>
                <w:sz w:val="15"/>
                <w:szCs w:val="15"/>
              </w:rPr>
              <w:t>Краткосрочные ссуды и займы</w:t>
            </w:r>
            <w:r w:rsidRPr="001160E1">
              <w:rPr>
                <w:rFonts w:ascii="Times New Roman" w:hAnsi="Times New Roman"/>
                <w:b/>
                <w:sz w:val="15"/>
                <w:szCs w:val="15"/>
              </w:rPr>
              <w:t xml:space="preserve"> — </w:t>
            </w:r>
            <w:r w:rsidRPr="00E00ABF">
              <w:rPr>
                <w:rFonts w:ascii="Times New Roman" w:hAnsi="Times New Roman"/>
                <w:b/>
                <w:sz w:val="15"/>
                <w:szCs w:val="15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00ABF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E00ABF">
              <w:rPr>
                <w:rFonts w:ascii="Times New Roman" w:hAnsi="Times New Roman"/>
                <w:sz w:val="15"/>
                <w:szCs w:val="15"/>
              </w:rPr>
              <w:t>190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bookmarkStart w:id="264" w:name="f5r190"/>
            <w:bookmarkEnd w:id="264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2A3663" w:rsidRPr="00474E88" w:rsidTr="00C220C5">
        <w:trPr>
          <w:trHeight w:val="198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00ABF" w:rsidRDefault="002A3663" w:rsidP="007B058C">
            <w:pPr>
              <w:pStyle w:val="a3"/>
              <w:ind w:firstLine="299"/>
              <w:jc w:val="both"/>
              <w:rPr>
                <w:rFonts w:ascii="Times New Roman" w:hAnsi="Times New Roman"/>
                <w:b/>
                <w:sz w:val="15"/>
                <w:szCs w:val="15"/>
              </w:rPr>
            </w:pPr>
            <w:r w:rsidRPr="00E00ABF">
              <w:rPr>
                <w:rFonts w:ascii="Times New Roman" w:hAnsi="Times New Roman"/>
                <w:sz w:val="15"/>
                <w:szCs w:val="15"/>
              </w:rPr>
              <w:t>из них: задолженность перед республиканским бюджетом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00ABF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190А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bookmarkStart w:id="265" w:name="f5r190A"/>
            <w:bookmarkEnd w:id="265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2A3663" w:rsidRPr="00474E88" w:rsidTr="00C220C5">
        <w:trPr>
          <w:trHeight w:val="198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00ABF" w:rsidRDefault="002A3663" w:rsidP="007B058C">
            <w:pPr>
              <w:pStyle w:val="a3"/>
              <w:rPr>
                <w:rFonts w:ascii="Times New Roman" w:hAnsi="Times New Roman"/>
                <w:b/>
                <w:sz w:val="14"/>
                <w:szCs w:val="14"/>
              </w:rPr>
            </w:pPr>
            <w:r w:rsidRPr="00E00ABF">
              <w:rPr>
                <w:rFonts w:ascii="Times New Roman" w:hAnsi="Times New Roman"/>
                <w:b/>
                <w:sz w:val="14"/>
                <w:szCs w:val="14"/>
              </w:rPr>
              <w:t>СПРАВОЧНО: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00ABF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2A3663" w:rsidRPr="00474E88" w:rsidTr="00C220C5">
        <w:trPr>
          <w:trHeight w:val="198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00ABF" w:rsidRDefault="002A3663" w:rsidP="007B058C">
            <w:pPr>
              <w:pStyle w:val="a3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Сумма</w:t>
            </w:r>
            <w:r w:rsidRPr="001160E1">
              <w:rPr>
                <w:rFonts w:ascii="Times New Roman" w:hAnsi="Times New Roman"/>
                <w:sz w:val="15"/>
                <w:szCs w:val="15"/>
              </w:rPr>
              <w:t xml:space="preserve"> </w:t>
            </w:r>
            <w:r w:rsidRPr="00E00ABF">
              <w:rPr>
                <w:rFonts w:ascii="Times New Roman" w:hAnsi="Times New Roman"/>
                <w:sz w:val="15"/>
                <w:szCs w:val="15"/>
              </w:rPr>
              <w:t>задолженности по бюджетным ссудам</w:t>
            </w:r>
            <w:r w:rsidRPr="001160E1">
              <w:rPr>
                <w:rFonts w:ascii="Times New Roman" w:hAnsi="Times New Roman"/>
                <w:sz w:val="15"/>
                <w:szCs w:val="15"/>
              </w:rPr>
              <w:t>,</w:t>
            </w:r>
            <w:r w:rsidRPr="00E00ABF">
              <w:rPr>
                <w:rFonts w:ascii="Times New Roman" w:hAnsi="Times New Roman"/>
                <w:sz w:val="15"/>
                <w:szCs w:val="15"/>
              </w:rPr>
              <w:t xml:space="preserve"> рассроченная  в соответствии с указами Президента РБ – всего: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00ABF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bookmarkStart w:id="266" w:name="f5r191"/>
            <w:bookmarkEnd w:id="266"/>
            <w:r w:rsidRPr="001928A7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928A7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928A7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928A7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</w:tr>
      <w:tr w:rsidR="002A3663" w:rsidRPr="00474E88" w:rsidTr="00C220C5">
        <w:trPr>
          <w:trHeight w:val="198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00ABF" w:rsidRDefault="002A3663" w:rsidP="007B058C">
            <w:pPr>
              <w:pStyle w:val="a3"/>
              <w:ind w:firstLine="157"/>
              <w:rPr>
                <w:rFonts w:ascii="Times New Roman" w:hAnsi="Times New Roman"/>
                <w:sz w:val="15"/>
                <w:szCs w:val="15"/>
              </w:rPr>
            </w:pPr>
            <w:r w:rsidRPr="00E00ABF">
              <w:rPr>
                <w:rFonts w:ascii="Times New Roman" w:hAnsi="Times New Roman"/>
                <w:sz w:val="15"/>
                <w:szCs w:val="15"/>
              </w:rPr>
              <w:t>в том числе: перед республиканским бюджетом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160E1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191А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bookmarkStart w:id="267" w:name="f5r191A"/>
            <w:bookmarkEnd w:id="267"/>
            <w:r w:rsidRPr="001928A7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928A7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928A7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928A7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</w:tr>
      <w:tr w:rsidR="002A3663" w:rsidRPr="00474E88" w:rsidTr="00C220C5">
        <w:trPr>
          <w:trHeight w:val="198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00ABF" w:rsidRDefault="002A3663" w:rsidP="007B058C">
            <w:pPr>
              <w:pStyle w:val="a3"/>
              <w:ind w:firstLine="299"/>
              <w:rPr>
                <w:rFonts w:ascii="Times New Roman" w:hAnsi="Times New Roman"/>
                <w:sz w:val="15"/>
                <w:szCs w:val="15"/>
              </w:rPr>
            </w:pPr>
            <w:r w:rsidRPr="00E00ABF">
              <w:rPr>
                <w:rFonts w:ascii="Times New Roman" w:hAnsi="Times New Roman"/>
                <w:sz w:val="15"/>
                <w:szCs w:val="15"/>
              </w:rPr>
              <w:t xml:space="preserve">из нее: по Указу  Президента РБ от 04.07. 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E00ABF">
                <w:rPr>
                  <w:rFonts w:ascii="Times New Roman" w:hAnsi="Times New Roman"/>
                  <w:sz w:val="15"/>
                  <w:szCs w:val="15"/>
                </w:rPr>
                <w:t>2016 г</w:t>
              </w:r>
            </w:smartTag>
            <w:r w:rsidRPr="00E00ABF">
              <w:rPr>
                <w:rFonts w:ascii="Times New Roman" w:hAnsi="Times New Roman"/>
                <w:sz w:val="15"/>
                <w:szCs w:val="15"/>
              </w:rPr>
              <w:t xml:space="preserve">. </w:t>
            </w:r>
            <w:r w:rsidRPr="001928A7">
              <w:rPr>
                <w:rFonts w:ascii="Times New Roman" w:hAnsi="Times New Roman"/>
                <w:sz w:val="15"/>
                <w:szCs w:val="15"/>
              </w:rPr>
              <w:t>№ 253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00ABF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bookmarkStart w:id="268" w:name="f5r192"/>
            <w:bookmarkEnd w:id="268"/>
            <w:r w:rsidRPr="001928A7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928A7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928A7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928A7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</w:tr>
      <w:tr w:rsidR="002A3663" w:rsidRPr="00474E88" w:rsidTr="00C220C5">
        <w:trPr>
          <w:trHeight w:val="198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00ABF" w:rsidRDefault="002A3663" w:rsidP="007B058C">
            <w:pPr>
              <w:pStyle w:val="a3"/>
              <w:ind w:firstLine="1009"/>
              <w:rPr>
                <w:rFonts w:ascii="Times New Roman" w:hAnsi="Times New Roman"/>
                <w:sz w:val="15"/>
                <w:szCs w:val="15"/>
              </w:rPr>
            </w:pPr>
            <w:r w:rsidRPr="00E00ABF">
              <w:rPr>
                <w:rFonts w:ascii="Times New Roman" w:hAnsi="Times New Roman"/>
                <w:sz w:val="15"/>
                <w:szCs w:val="15"/>
              </w:rPr>
              <w:t>в том числе: перед республиканским бюджетом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00ABF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192А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bookmarkStart w:id="269" w:name="f5r192A"/>
            <w:bookmarkEnd w:id="269"/>
            <w:r w:rsidRPr="001928A7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928A7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928A7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928A7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</w:tr>
      <w:tr w:rsidR="002A3663" w:rsidRPr="00474E88" w:rsidTr="00C220C5">
        <w:trPr>
          <w:trHeight w:val="198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00ABF" w:rsidRDefault="002A3663" w:rsidP="007B058C">
            <w:pPr>
              <w:pStyle w:val="a3"/>
              <w:ind w:firstLine="725"/>
              <w:rPr>
                <w:rFonts w:ascii="Times New Roman" w:hAnsi="Times New Roman"/>
                <w:sz w:val="15"/>
                <w:szCs w:val="15"/>
              </w:rPr>
            </w:pPr>
            <w:r w:rsidRPr="00E00ABF">
              <w:rPr>
                <w:rFonts w:ascii="Times New Roman" w:hAnsi="Times New Roman"/>
                <w:sz w:val="15"/>
                <w:szCs w:val="15"/>
              </w:rPr>
              <w:t>по Указу  Президента РБ от 25.08.2016 г. № 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00ABF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bookmarkStart w:id="270" w:name="f5r193"/>
            <w:bookmarkEnd w:id="270"/>
            <w:r w:rsidRPr="001928A7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928A7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928A7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928A7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</w:tr>
      <w:tr w:rsidR="002A3663" w:rsidRPr="00474E88" w:rsidTr="00C220C5">
        <w:trPr>
          <w:trHeight w:val="198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00ABF" w:rsidRDefault="002A3663" w:rsidP="007B058C">
            <w:pPr>
              <w:pStyle w:val="a3"/>
              <w:ind w:firstLine="1009"/>
              <w:rPr>
                <w:rFonts w:ascii="Times New Roman" w:hAnsi="Times New Roman"/>
                <w:sz w:val="15"/>
                <w:szCs w:val="15"/>
              </w:rPr>
            </w:pPr>
            <w:r w:rsidRPr="00E00ABF">
              <w:rPr>
                <w:rFonts w:ascii="Times New Roman" w:hAnsi="Times New Roman"/>
                <w:sz w:val="15"/>
                <w:szCs w:val="15"/>
              </w:rPr>
              <w:t>в том числе: перед республиканским бюджетом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00ABF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193А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bookmarkStart w:id="271" w:name="f5r193A"/>
            <w:bookmarkEnd w:id="271"/>
            <w:r w:rsidRPr="001928A7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928A7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928A7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928A7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</w:tr>
      <w:tr w:rsidR="002A3663" w:rsidRPr="00474E88" w:rsidTr="00C220C5">
        <w:trPr>
          <w:trHeight w:val="198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00ABF" w:rsidRDefault="002A3663" w:rsidP="007B058C">
            <w:pPr>
              <w:pStyle w:val="a3"/>
              <w:ind w:firstLine="725"/>
              <w:rPr>
                <w:rFonts w:ascii="Times New Roman" w:hAnsi="Times New Roman"/>
                <w:sz w:val="15"/>
                <w:szCs w:val="15"/>
              </w:rPr>
            </w:pPr>
            <w:r w:rsidRPr="00E00ABF">
              <w:rPr>
                <w:rFonts w:ascii="Times New Roman" w:hAnsi="Times New Roman"/>
                <w:sz w:val="15"/>
                <w:szCs w:val="15"/>
              </w:rPr>
              <w:t>по Указу Президента РБ от 05.05.2017 г. № 147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00ABF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bookmarkStart w:id="272" w:name="f5r194"/>
            <w:bookmarkEnd w:id="272"/>
            <w:r w:rsidRPr="001928A7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928A7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928A7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928A7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</w:tr>
      <w:tr w:rsidR="002A3663" w:rsidRPr="00474E88" w:rsidTr="00C220C5">
        <w:trPr>
          <w:trHeight w:val="198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00ABF" w:rsidRDefault="002A3663" w:rsidP="007B058C">
            <w:pPr>
              <w:pStyle w:val="a3"/>
              <w:ind w:firstLine="1009"/>
              <w:rPr>
                <w:rFonts w:ascii="Times New Roman" w:hAnsi="Times New Roman"/>
                <w:sz w:val="15"/>
                <w:szCs w:val="15"/>
              </w:rPr>
            </w:pPr>
            <w:r w:rsidRPr="00E00ABF">
              <w:rPr>
                <w:rFonts w:ascii="Times New Roman" w:hAnsi="Times New Roman"/>
                <w:sz w:val="15"/>
                <w:szCs w:val="15"/>
              </w:rPr>
              <w:t>в том числе: перед республиканским бюджетом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646ECA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194А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bookmarkStart w:id="273" w:name="f5r194A"/>
            <w:bookmarkEnd w:id="273"/>
            <w:r w:rsidRPr="001928A7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928A7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928A7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928A7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</w:tr>
      <w:tr w:rsidR="002A3663" w:rsidRPr="00474E88" w:rsidTr="00C220C5">
        <w:trPr>
          <w:trHeight w:val="198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00ABF" w:rsidRDefault="002A3663" w:rsidP="007B058C">
            <w:pPr>
              <w:pStyle w:val="a3"/>
              <w:ind w:firstLine="725"/>
              <w:rPr>
                <w:rFonts w:ascii="Times New Roman" w:hAnsi="Times New Roman"/>
                <w:sz w:val="15"/>
                <w:szCs w:val="15"/>
              </w:rPr>
            </w:pPr>
            <w:r w:rsidRPr="00E00ABF">
              <w:rPr>
                <w:rFonts w:ascii="Times New Roman" w:hAnsi="Times New Roman"/>
                <w:sz w:val="15"/>
                <w:szCs w:val="15"/>
              </w:rPr>
              <w:t>по Указу Президента РБ от 07.08.2017 г. № 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00ABF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bookmarkStart w:id="274" w:name="f5r195"/>
            <w:bookmarkEnd w:id="274"/>
            <w:r w:rsidRPr="001928A7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928A7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928A7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928A7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</w:tr>
      <w:tr w:rsidR="002A3663" w:rsidRPr="00474E88" w:rsidTr="00C220C5">
        <w:trPr>
          <w:trHeight w:val="198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00ABF" w:rsidRDefault="002A3663" w:rsidP="007B058C">
            <w:pPr>
              <w:pStyle w:val="a3"/>
              <w:jc w:val="both"/>
              <w:rPr>
                <w:rFonts w:ascii="Times New Roman" w:hAnsi="Times New Roman"/>
                <w:b/>
                <w:sz w:val="15"/>
                <w:szCs w:val="15"/>
              </w:rPr>
            </w:pPr>
            <w:r w:rsidRPr="00E00ABF">
              <w:rPr>
                <w:rFonts w:ascii="Times New Roman" w:hAnsi="Times New Roman"/>
                <w:b/>
                <w:sz w:val="15"/>
                <w:szCs w:val="15"/>
              </w:rPr>
              <w:t>Задолженность по кредитам в соотв. с Указом Президента РБ от 17.07.2016 г. № 268 - 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00ABF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bookmarkStart w:id="275" w:name="f5r200"/>
            <w:bookmarkEnd w:id="275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2A3663" w:rsidRPr="00474E88" w:rsidTr="00C220C5">
        <w:trPr>
          <w:trHeight w:val="198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00ABF" w:rsidRDefault="002A3663" w:rsidP="007B058C">
            <w:pPr>
              <w:pStyle w:val="a3"/>
              <w:ind w:firstLine="299"/>
              <w:rPr>
                <w:rFonts w:ascii="Times New Roman" w:hAnsi="Times New Roman"/>
                <w:sz w:val="15"/>
                <w:szCs w:val="15"/>
              </w:rPr>
            </w:pPr>
            <w:r w:rsidRPr="00E00ABF">
              <w:rPr>
                <w:rFonts w:ascii="Times New Roman" w:hAnsi="Times New Roman"/>
                <w:sz w:val="15"/>
                <w:szCs w:val="15"/>
              </w:rPr>
              <w:t>из нее: сумма задолженности по долгосрочным кредитам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00ABF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15"/>
                <w:szCs w:val="15"/>
                <w:lang w:val="en-US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201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663" w:rsidRPr="001928A7" w:rsidRDefault="002A3663" w:rsidP="007B058C">
            <w:pPr>
              <w:ind w:left="-108" w:right="-108"/>
              <w:jc w:val="center"/>
              <w:rPr>
                <w:b/>
                <w:sz w:val="16"/>
                <w:szCs w:val="16"/>
              </w:rPr>
            </w:pPr>
            <w:bookmarkStart w:id="276" w:name="f5r201"/>
            <w:bookmarkEnd w:id="276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663" w:rsidRPr="001928A7" w:rsidRDefault="002A3663" w:rsidP="007B058C">
            <w:pPr>
              <w:ind w:left="-108" w:right="-10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663" w:rsidRPr="001928A7" w:rsidRDefault="002A3663" w:rsidP="007B058C">
            <w:pPr>
              <w:ind w:left="-108" w:right="-10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663" w:rsidRPr="001928A7" w:rsidRDefault="002A3663" w:rsidP="007B058C">
            <w:pPr>
              <w:ind w:left="-108" w:right="-10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663" w:rsidRPr="001928A7" w:rsidRDefault="002A3663" w:rsidP="007B058C">
            <w:pPr>
              <w:ind w:left="-108" w:right="-108"/>
              <w:jc w:val="center"/>
              <w:rPr>
                <w:b/>
                <w:sz w:val="16"/>
                <w:szCs w:val="16"/>
              </w:rPr>
            </w:pPr>
          </w:p>
        </w:tc>
      </w:tr>
      <w:tr w:rsidR="002A3663" w:rsidRPr="00474E88" w:rsidTr="00C220C5">
        <w:trPr>
          <w:trHeight w:val="198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00ABF" w:rsidRDefault="002A3663" w:rsidP="007B058C">
            <w:pPr>
              <w:pStyle w:val="a3"/>
              <w:ind w:firstLine="2143"/>
              <w:rPr>
                <w:rFonts w:ascii="Times New Roman" w:hAnsi="Times New Roman"/>
                <w:sz w:val="15"/>
                <w:szCs w:val="15"/>
              </w:rPr>
            </w:pPr>
            <w:r w:rsidRPr="00E00ABF">
              <w:rPr>
                <w:rFonts w:ascii="Times New Roman" w:hAnsi="Times New Roman"/>
                <w:sz w:val="15"/>
                <w:szCs w:val="15"/>
              </w:rPr>
              <w:t>по краткосрочным кредитам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646ECA" w:rsidRDefault="002A3663" w:rsidP="007B058C">
            <w:pPr>
              <w:ind w:left="-108" w:right="-108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bookmarkStart w:id="277" w:name="f5r202"/>
            <w:bookmarkEnd w:id="277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2A3663" w:rsidRPr="00474E88" w:rsidTr="00C220C5">
        <w:trPr>
          <w:trHeight w:val="198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00ABF" w:rsidRDefault="002A3663" w:rsidP="007B058C">
            <w:pPr>
              <w:pStyle w:val="a3"/>
              <w:jc w:val="both"/>
              <w:rPr>
                <w:rFonts w:ascii="Times New Roman" w:hAnsi="Times New Roman"/>
                <w:b/>
                <w:sz w:val="15"/>
                <w:szCs w:val="15"/>
              </w:rPr>
            </w:pPr>
            <w:r w:rsidRPr="00E00ABF">
              <w:rPr>
                <w:rFonts w:ascii="Times New Roman" w:hAnsi="Times New Roman"/>
                <w:b/>
                <w:sz w:val="15"/>
                <w:szCs w:val="15"/>
              </w:rPr>
              <w:t>Задолженность по исполненным гарантиям - 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00ABF" w:rsidRDefault="002A3663" w:rsidP="007B058C">
            <w:pPr>
              <w:ind w:left="-108" w:right="-108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bookmarkStart w:id="278" w:name="f5r210"/>
            <w:bookmarkEnd w:id="278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2A3663" w:rsidRPr="00474E88" w:rsidTr="00C220C5">
        <w:trPr>
          <w:trHeight w:val="198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00ABF" w:rsidRDefault="002A3663" w:rsidP="007B058C">
            <w:pPr>
              <w:pStyle w:val="a3"/>
              <w:ind w:left="176" w:hanging="19"/>
              <w:rPr>
                <w:rFonts w:ascii="Times New Roman" w:hAnsi="Times New Roman"/>
                <w:sz w:val="15"/>
                <w:szCs w:val="15"/>
              </w:rPr>
            </w:pPr>
            <w:r w:rsidRPr="00E00ABF">
              <w:rPr>
                <w:rFonts w:ascii="Times New Roman" w:hAnsi="Times New Roman"/>
                <w:sz w:val="15"/>
                <w:szCs w:val="15"/>
              </w:rPr>
              <w:t>в том числе: по исполненным гарантиям Правительства РБ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00ABF" w:rsidRDefault="002A3663" w:rsidP="007B058C">
            <w:pPr>
              <w:ind w:left="-108" w:right="-108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210А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bookmarkStart w:id="279" w:name="f5r210A"/>
            <w:bookmarkEnd w:id="279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2A3663" w:rsidRPr="00474E88" w:rsidTr="00C220C5">
        <w:trPr>
          <w:trHeight w:val="198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0158D" w:rsidRDefault="002A3663" w:rsidP="007B058C">
            <w:pPr>
              <w:pStyle w:val="a3"/>
              <w:ind w:left="583" w:hanging="265"/>
              <w:rPr>
                <w:rFonts w:ascii="Times New Roman" w:hAnsi="Times New Roman"/>
                <w:sz w:val="15"/>
                <w:szCs w:val="15"/>
              </w:rPr>
            </w:pPr>
            <w:r w:rsidRPr="00E00ABF">
              <w:rPr>
                <w:rFonts w:ascii="Times New Roman" w:hAnsi="Times New Roman"/>
                <w:sz w:val="15"/>
                <w:szCs w:val="15"/>
              </w:rPr>
              <w:t xml:space="preserve">из нее реструктуризировано: </w:t>
            </w:r>
          </w:p>
          <w:p w:rsidR="002A3663" w:rsidRPr="00E00ABF" w:rsidRDefault="002A3663" w:rsidP="007B058C">
            <w:pPr>
              <w:pStyle w:val="a3"/>
              <w:ind w:left="583" w:firstLine="19"/>
              <w:rPr>
                <w:rFonts w:ascii="Times New Roman" w:hAnsi="Times New Roman"/>
                <w:sz w:val="15"/>
                <w:szCs w:val="15"/>
              </w:rPr>
            </w:pPr>
            <w:r w:rsidRPr="00E00ABF">
              <w:rPr>
                <w:rFonts w:ascii="Times New Roman" w:hAnsi="Times New Roman"/>
                <w:sz w:val="15"/>
                <w:szCs w:val="15"/>
              </w:rPr>
              <w:t>по  Указу Президента РБ от 17.07.2014 г. № 348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00ABF" w:rsidRDefault="002A3663" w:rsidP="007B058C">
            <w:pPr>
              <w:ind w:left="-108" w:right="-108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bookmarkStart w:id="280" w:name="f5r211"/>
            <w:bookmarkEnd w:id="28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2A3663" w:rsidRPr="00474E88" w:rsidTr="00C220C5">
        <w:trPr>
          <w:trHeight w:val="198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00ABF" w:rsidRDefault="002A3663" w:rsidP="007B058C">
            <w:pPr>
              <w:pStyle w:val="a3"/>
              <w:ind w:left="583"/>
              <w:rPr>
                <w:rFonts w:ascii="Times New Roman" w:hAnsi="Times New Roman"/>
                <w:sz w:val="15"/>
                <w:szCs w:val="15"/>
              </w:rPr>
            </w:pPr>
            <w:r w:rsidRPr="00E00ABF">
              <w:rPr>
                <w:rFonts w:ascii="Times New Roman" w:hAnsi="Times New Roman"/>
                <w:sz w:val="15"/>
                <w:szCs w:val="15"/>
              </w:rPr>
              <w:t>по Указу Президента РБ от 25.08.2016 г. № 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00ABF" w:rsidRDefault="002A3663" w:rsidP="007B058C">
            <w:pPr>
              <w:ind w:left="-108" w:right="-108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bookmarkStart w:id="281" w:name="f5r212"/>
            <w:bookmarkEnd w:id="281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2A3663" w:rsidRPr="00474E88" w:rsidTr="00C220C5">
        <w:trPr>
          <w:trHeight w:val="198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00ABF" w:rsidRDefault="002A3663" w:rsidP="007B058C">
            <w:pPr>
              <w:pStyle w:val="a3"/>
              <w:ind w:left="583"/>
              <w:rPr>
                <w:rFonts w:ascii="Times New Roman" w:hAnsi="Times New Roman"/>
                <w:sz w:val="15"/>
                <w:szCs w:val="15"/>
              </w:rPr>
            </w:pPr>
            <w:r w:rsidRPr="00E00ABF">
              <w:rPr>
                <w:rFonts w:ascii="Times New Roman" w:hAnsi="Times New Roman"/>
                <w:sz w:val="15"/>
                <w:szCs w:val="15"/>
              </w:rPr>
              <w:t>по Указу Президента РБ от 09.03.2017 г. № 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00ABF" w:rsidRDefault="002A3663" w:rsidP="007B058C">
            <w:pPr>
              <w:ind w:left="-108" w:right="-108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bookmarkStart w:id="282" w:name="f5r213"/>
            <w:bookmarkEnd w:id="282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2A3663" w:rsidRPr="00474E88" w:rsidTr="00C220C5">
        <w:trPr>
          <w:trHeight w:val="198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00ABF" w:rsidRDefault="002A3663" w:rsidP="007B058C">
            <w:pPr>
              <w:pStyle w:val="a3"/>
              <w:ind w:left="583"/>
              <w:rPr>
                <w:rFonts w:ascii="Times New Roman" w:hAnsi="Times New Roman"/>
                <w:sz w:val="15"/>
                <w:szCs w:val="15"/>
              </w:rPr>
            </w:pPr>
            <w:r w:rsidRPr="00E00ABF">
              <w:rPr>
                <w:rFonts w:ascii="Times New Roman" w:hAnsi="Times New Roman"/>
                <w:sz w:val="15"/>
                <w:szCs w:val="15"/>
              </w:rPr>
              <w:t>по Указу Президента РБ от 27.04.2017 г. № 136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00ABF" w:rsidRDefault="002A3663" w:rsidP="007B058C">
            <w:pPr>
              <w:ind w:left="-108" w:right="-108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bookmarkStart w:id="283" w:name="f5r214"/>
            <w:bookmarkEnd w:id="283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2A3663" w:rsidRPr="00474E88" w:rsidTr="00C220C5">
        <w:trPr>
          <w:trHeight w:val="198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00ABF" w:rsidRDefault="002A3663" w:rsidP="007B058C">
            <w:pPr>
              <w:pStyle w:val="a3"/>
              <w:ind w:left="583"/>
              <w:rPr>
                <w:rFonts w:ascii="Times New Roman" w:hAnsi="Times New Roman"/>
                <w:sz w:val="15"/>
                <w:szCs w:val="15"/>
              </w:rPr>
            </w:pPr>
            <w:r w:rsidRPr="00E00ABF">
              <w:rPr>
                <w:rFonts w:ascii="Times New Roman" w:hAnsi="Times New Roman"/>
                <w:sz w:val="15"/>
                <w:szCs w:val="15"/>
              </w:rPr>
              <w:t>по Указу Президента РБ от 05.05.2017 г. № 147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00ABF" w:rsidRDefault="002A3663" w:rsidP="007B058C">
            <w:pPr>
              <w:ind w:left="-108" w:right="-108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bookmarkStart w:id="284" w:name="f5r215"/>
            <w:bookmarkEnd w:id="284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2A3663" w:rsidRPr="00474E88" w:rsidTr="00C220C5">
        <w:trPr>
          <w:trHeight w:val="198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00ABF" w:rsidRDefault="002A3663" w:rsidP="007B058C">
            <w:pPr>
              <w:pStyle w:val="a3"/>
              <w:ind w:left="583"/>
              <w:rPr>
                <w:rFonts w:ascii="Times New Roman" w:hAnsi="Times New Roman"/>
                <w:sz w:val="15"/>
                <w:szCs w:val="15"/>
              </w:rPr>
            </w:pPr>
            <w:r w:rsidRPr="00E00ABF">
              <w:rPr>
                <w:rFonts w:ascii="Times New Roman" w:hAnsi="Times New Roman"/>
                <w:sz w:val="15"/>
                <w:szCs w:val="15"/>
              </w:rPr>
              <w:t>по Указу Президента РБ от 07.08.2017 г. № 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00ABF" w:rsidRDefault="002A3663" w:rsidP="007B058C">
            <w:pPr>
              <w:ind w:left="-108" w:right="-108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bookmarkStart w:id="285" w:name="f5r216"/>
            <w:bookmarkEnd w:id="285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2A3663" w:rsidRPr="00474E88" w:rsidTr="00C220C5">
        <w:trPr>
          <w:trHeight w:val="198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00ABF" w:rsidRDefault="002A3663" w:rsidP="007B058C">
            <w:pPr>
              <w:pStyle w:val="a3"/>
              <w:rPr>
                <w:rFonts w:ascii="Times New Roman" w:hAnsi="Times New Roman"/>
                <w:sz w:val="15"/>
                <w:szCs w:val="15"/>
              </w:rPr>
            </w:pPr>
            <w:r w:rsidRPr="00E00ABF">
              <w:rPr>
                <w:rFonts w:ascii="Times New Roman" w:hAnsi="Times New Roman"/>
                <w:b/>
                <w:sz w:val="15"/>
                <w:szCs w:val="15"/>
              </w:rPr>
              <w:t>Задолженность по заключенным банками и облисполкомами договорам уступки требования по кредитным договорам - 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00ABF" w:rsidRDefault="002A3663" w:rsidP="007B058C">
            <w:pPr>
              <w:ind w:left="-108" w:right="-108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bookmarkStart w:id="286" w:name="f5r220"/>
            <w:bookmarkEnd w:id="286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2A3663" w:rsidRPr="00474E88" w:rsidTr="00C220C5">
        <w:trPr>
          <w:trHeight w:val="198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00ABF" w:rsidRDefault="002A3663" w:rsidP="007B058C">
            <w:pPr>
              <w:pStyle w:val="a3"/>
              <w:ind w:firstLine="157"/>
              <w:rPr>
                <w:rFonts w:ascii="Times New Roman" w:hAnsi="Times New Roman"/>
                <w:sz w:val="15"/>
                <w:szCs w:val="15"/>
              </w:rPr>
            </w:pPr>
            <w:r w:rsidRPr="00E00ABF">
              <w:rPr>
                <w:rFonts w:ascii="Times New Roman" w:hAnsi="Times New Roman"/>
                <w:sz w:val="15"/>
                <w:szCs w:val="15"/>
              </w:rPr>
              <w:t>в том числе:  по  Указу Президента РБ от 25.08.2016 г. № 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00ABF" w:rsidRDefault="002A3663" w:rsidP="007B058C">
            <w:pPr>
              <w:ind w:left="-108" w:right="-108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bookmarkStart w:id="287" w:name="f5r221"/>
            <w:bookmarkEnd w:id="287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2A3663" w:rsidRPr="00474E88" w:rsidTr="00C220C5">
        <w:trPr>
          <w:trHeight w:val="198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00ABF" w:rsidRDefault="002A3663" w:rsidP="007B058C">
            <w:pPr>
              <w:pStyle w:val="a3"/>
              <w:ind w:firstLine="583"/>
              <w:rPr>
                <w:rFonts w:ascii="Times New Roman" w:hAnsi="Times New Roman"/>
                <w:sz w:val="15"/>
                <w:szCs w:val="15"/>
              </w:rPr>
            </w:pPr>
            <w:r w:rsidRPr="00E00ABF">
              <w:rPr>
                <w:rFonts w:ascii="Times New Roman" w:hAnsi="Times New Roman"/>
                <w:sz w:val="15"/>
                <w:szCs w:val="15"/>
              </w:rPr>
              <w:t>по  Указу Президента РБ от 28.12.2016 г. № 496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00ABF" w:rsidRDefault="002A3663" w:rsidP="007B058C">
            <w:pPr>
              <w:ind w:left="-108" w:right="-108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bookmarkStart w:id="288" w:name="f5r222"/>
            <w:bookmarkEnd w:id="288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2A3663" w:rsidRPr="00474E88" w:rsidTr="00C220C5">
        <w:trPr>
          <w:trHeight w:val="198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00ABF" w:rsidRDefault="002A3663" w:rsidP="007B058C">
            <w:pPr>
              <w:pStyle w:val="a3"/>
              <w:ind w:firstLine="583"/>
              <w:rPr>
                <w:rFonts w:ascii="Times New Roman" w:hAnsi="Times New Roman"/>
                <w:sz w:val="15"/>
                <w:szCs w:val="15"/>
              </w:rPr>
            </w:pPr>
            <w:r w:rsidRPr="00E00ABF">
              <w:rPr>
                <w:rFonts w:ascii="Times New Roman" w:hAnsi="Times New Roman"/>
                <w:sz w:val="15"/>
                <w:szCs w:val="15"/>
              </w:rPr>
              <w:t>по Указу Президента РБ от 27.04.2017 г. № 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00ABF" w:rsidRDefault="002A3663" w:rsidP="007B058C">
            <w:pPr>
              <w:ind w:left="-108" w:right="-108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bookmarkStart w:id="289" w:name="f5r223"/>
            <w:bookmarkEnd w:id="289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2A3663" w:rsidRPr="00474E88" w:rsidTr="00C220C5">
        <w:trPr>
          <w:trHeight w:val="198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00ABF" w:rsidRDefault="002A3663" w:rsidP="007B058C">
            <w:pPr>
              <w:pStyle w:val="a3"/>
              <w:ind w:firstLine="583"/>
              <w:rPr>
                <w:rFonts w:ascii="Times New Roman" w:hAnsi="Times New Roman"/>
                <w:sz w:val="15"/>
                <w:szCs w:val="15"/>
              </w:rPr>
            </w:pPr>
            <w:r w:rsidRPr="00E00ABF">
              <w:rPr>
                <w:rFonts w:ascii="Times New Roman" w:hAnsi="Times New Roman"/>
                <w:sz w:val="15"/>
                <w:szCs w:val="15"/>
              </w:rPr>
              <w:t>по Указу Президента РБ от 27.04.2017 г. № 136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00ABF" w:rsidRDefault="002A3663" w:rsidP="007B058C">
            <w:pPr>
              <w:ind w:left="-108" w:right="-108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bookmarkStart w:id="290" w:name="f5r224"/>
            <w:bookmarkEnd w:id="29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2A3663" w:rsidRPr="00474E88" w:rsidTr="00C220C5">
        <w:trPr>
          <w:trHeight w:val="198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00ABF" w:rsidRDefault="002A3663" w:rsidP="007B058C">
            <w:pPr>
              <w:pStyle w:val="a3"/>
              <w:ind w:firstLine="583"/>
              <w:rPr>
                <w:rFonts w:ascii="Times New Roman" w:hAnsi="Times New Roman"/>
                <w:sz w:val="15"/>
                <w:szCs w:val="15"/>
              </w:rPr>
            </w:pPr>
            <w:r w:rsidRPr="00E00ABF">
              <w:rPr>
                <w:rFonts w:ascii="Times New Roman" w:hAnsi="Times New Roman"/>
                <w:sz w:val="15"/>
                <w:szCs w:val="15"/>
              </w:rPr>
              <w:t>по Указу Президента РБ от 05.05.2017 г. № 147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00ABF" w:rsidRDefault="002A3663" w:rsidP="007B058C">
            <w:pPr>
              <w:ind w:left="-108" w:right="-108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bookmarkStart w:id="291" w:name="f5r225"/>
            <w:bookmarkEnd w:id="291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2A3663" w:rsidRPr="00474E88" w:rsidTr="00C220C5">
        <w:trPr>
          <w:trHeight w:val="198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00ABF" w:rsidRDefault="002A3663" w:rsidP="007B058C">
            <w:pPr>
              <w:pStyle w:val="a3"/>
              <w:rPr>
                <w:rFonts w:ascii="Times New Roman" w:hAnsi="Times New Roman"/>
                <w:b/>
                <w:color w:val="FF0000"/>
                <w:sz w:val="15"/>
                <w:szCs w:val="15"/>
              </w:rPr>
            </w:pPr>
            <w:r w:rsidRPr="00E00ABF">
              <w:rPr>
                <w:rFonts w:ascii="Times New Roman" w:hAnsi="Times New Roman"/>
                <w:b/>
                <w:sz w:val="15"/>
                <w:szCs w:val="15"/>
              </w:rPr>
              <w:t>Проценты по кредитам и займам  -  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00ABF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E00ABF">
              <w:rPr>
                <w:rFonts w:ascii="Times New Roman" w:hAnsi="Times New Roman"/>
                <w:sz w:val="15"/>
                <w:szCs w:val="15"/>
              </w:rPr>
              <w:t>2</w:t>
            </w:r>
            <w:r>
              <w:rPr>
                <w:rFonts w:ascii="Times New Roman" w:hAnsi="Times New Roman"/>
                <w:sz w:val="15"/>
                <w:szCs w:val="15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bookmarkStart w:id="292" w:name="f5r230"/>
            <w:bookmarkEnd w:id="292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663" w:rsidRPr="001928A7" w:rsidRDefault="0098024A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663" w:rsidRPr="001928A7" w:rsidRDefault="0098024A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2A3663" w:rsidRPr="00474E88" w:rsidTr="00C220C5">
        <w:trPr>
          <w:trHeight w:val="198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00ABF" w:rsidRDefault="002A3663" w:rsidP="007B058C">
            <w:pPr>
              <w:pStyle w:val="a3"/>
              <w:ind w:firstLine="157"/>
              <w:rPr>
                <w:rFonts w:ascii="Times New Roman" w:hAnsi="Times New Roman"/>
                <w:sz w:val="15"/>
                <w:szCs w:val="15"/>
              </w:rPr>
            </w:pPr>
            <w:r w:rsidRPr="00E00ABF">
              <w:rPr>
                <w:rFonts w:ascii="Times New Roman" w:hAnsi="Times New Roman"/>
                <w:sz w:val="15"/>
                <w:szCs w:val="15"/>
              </w:rPr>
              <w:t xml:space="preserve">в том числе: по долгосрочным кредитам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00ABF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E00ABF">
              <w:rPr>
                <w:rFonts w:ascii="Times New Roman" w:hAnsi="Times New Roman"/>
                <w:sz w:val="15"/>
                <w:szCs w:val="15"/>
              </w:rPr>
              <w:t>2</w:t>
            </w:r>
            <w:r>
              <w:rPr>
                <w:rFonts w:ascii="Times New Roman" w:hAnsi="Times New Roman"/>
                <w:sz w:val="15"/>
                <w:szCs w:val="15"/>
              </w:rPr>
              <w:t>30А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bookmarkStart w:id="293" w:name="f5r230A"/>
            <w:bookmarkEnd w:id="293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2A3663" w:rsidRPr="00474E88" w:rsidTr="00C220C5">
        <w:trPr>
          <w:trHeight w:val="198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00ABF" w:rsidRDefault="002A3663" w:rsidP="007B058C">
            <w:pPr>
              <w:pStyle w:val="a3"/>
              <w:ind w:firstLine="299"/>
              <w:rPr>
                <w:rFonts w:ascii="Times New Roman" w:hAnsi="Times New Roman"/>
                <w:sz w:val="15"/>
                <w:szCs w:val="15"/>
              </w:rPr>
            </w:pPr>
            <w:r w:rsidRPr="00E00ABF">
              <w:rPr>
                <w:rFonts w:ascii="Times New Roman" w:hAnsi="Times New Roman"/>
                <w:sz w:val="15"/>
                <w:szCs w:val="15"/>
              </w:rPr>
              <w:t>из них: отнесенные на увеличение стоимости основных средств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646ECA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E00ABF">
              <w:rPr>
                <w:rFonts w:ascii="Times New Roman" w:hAnsi="Times New Roman"/>
                <w:sz w:val="15"/>
                <w:szCs w:val="15"/>
                <w:lang w:val="en-US"/>
              </w:rPr>
              <w:t>2</w:t>
            </w:r>
            <w:r>
              <w:rPr>
                <w:rFonts w:ascii="Times New Roman" w:hAnsi="Times New Roman"/>
                <w:sz w:val="15"/>
                <w:szCs w:val="15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663" w:rsidRPr="001928A7" w:rsidRDefault="002A3663" w:rsidP="007B058C">
            <w:pPr>
              <w:ind w:left="-108" w:right="-108"/>
              <w:jc w:val="center"/>
              <w:rPr>
                <w:b/>
                <w:sz w:val="16"/>
                <w:szCs w:val="16"/>
              </w:rPr>
            </w:pPr>
            <w:bookmarkStart w:id="294" w:name="f5r231"/>
            <w:bookmarkEnd w:id="294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2A3663" w:rsidRPr="00474E88" w:rsidTr="00C220C5">
        <w:trPr>
          <w:trHeight w:val="198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00ABF" w:rsidRDefault="002A3663" w:rsidP="007B058C">
            <w:pPr>
              <w:pStyle w:val="a3"/>
              <w:ind w:firstLine="725"/>
              <w:rPr>
                <w:rFonts w:ascii="Times New Roman" w:hAnsi="Times New Roman"/>
                <w:sz w:val="15"/>
                <w:szCs w:val="15"/>
              </w:rPr>
            </w:pPr>
            <w:r w:rsidRPr="00E00ABF">
              <w:rPr>
                <w:rFonts w:ascii="Times New Roman" w:hAnsi="Times New Roman"/>
                <w:sz w:val="15"/>
                <w:szCs w:val="15"/>
              </w:rPr>
              <w:t xml:space="preserve">по краткосрочным кредитам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00ABF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E00ABF">
              <w:rPr>
                <w:rFonts w:ascii="Times New Roman" w:hAnsi="Times New Roman"/>
                <w:sz w:val="15"/>
                <w:szCs w:val="15"/>
              </w:rPr>
              <w:t>2</w:t>
            </w:r>
            <w:r>
              <w:rPr>
                <w:rFonts w:ascii="Times New Roman" w:hAnsi="Times New Roman"/>
                <w:sz w:val="15"/>
                <w:szCs w:val="15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bookmarkStart w:id="295" w:name="f5r232"/>
            <w:bookmarkEnd w:id="295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663" w:rsidRPr="001928A7" w:rsidRDefault="0098024A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663" w:rsidRPr="001928A7" w:rsidRDefault="0098024A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98024A" w:rsidRPr="00474E88" w:rsidTr="00C220C5">
        <w:trPr>
          <w:trHeight w:val="198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24A" w:rsidRPr="00E00ABF" w:rsidRDefault="0098024A" w:rsidP="007B058C">
            <w:pPr>
              <w:pStyle w:val="a3"/>
              <w:ind w:firstLine="725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24A" w:rsidRPr="00E00ABF" w:rsidRDefault="0098024A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24A" w:rsidRPr="001928A7" w:rsidRDefault="0098024A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24A" w:rsidRDefault="0098024A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24A" w:rsidRDefault="0098024A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24A" w:rsidRPr="001928A7" w:rsidRDefault="0098024A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24A" w:rsidRPr="001928A7" w:rsidRDefault="0098024A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</w:tbl>
    <w:p w:rsidR="002A3663" w:rsidRPr="004B6207" w:rsidRDefault="002A3663" w:rsidP="002A3663">
      <w:pPr>
        <w:pStyle w:val="a3"/>
        <w:rPr>
          <w:rFonts w:ascii="Times New Roman" w:hAnsi="Times New Roman"/>
          <w:b/>
          <w:caps/>
          <w:sz w:val="14"/>
          <w:szCs w:val="14"/>
          <w:lang w:val="en-US"/>
        </w:rPr>
      </w:pPr>
      <w:r w:rsidRPr="004B6207">
        <w:rPr>
          <w:rFonts w:ascii="Times New Roman" w:hAnsi="Times New Roman"/>
          <w:b/>
          <w:caps/>
          <w:sz w:val="14"/>
          <w:szCs w:val="14"/>
        </w:rPr>
        <w:t>Справочно:</w:t>
      </w:r>
    </w:p>
    <w:tbl>
      <w:tblPr>
        <w:tblW w:w="1105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8"/>
        <w:gridCol w:w="567"/>
        <w:gridCol w:w="1275"/>
        <w:gridCol w:w="1276"/>
        <w:gridCol w:w="1276"/>
        <w:gridCol w:w="1276"/>
      </w:tblGrid>
      <w:tr w:rsidR="002A3663" w:rsidRPr="00474E88" w:rsidTr="00C220C5">
        <w:trPr>
          <w:trHeight w:val="120"/>
        </w:trPr>
        <w:tc>
          <w:tcPr>
            <w:tcW w:w="5388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jc w:val="center"/>
              <w:rPr>
                <w:rFonts w:ascii="Times New Roman" w:hAnsi="Times New Roman"/>
                <w:caps/>
                <w:sz w:val="12"/>
                <w:szCs w:val="12"/>
              </w:rPr>
            </w:pPr>
            <w:r w:rsidRPr="001928A7">
              <w:rPr>
                <w:rFonts w:ascii="Times New Roman" w:hAnsi="Times New Roman"/>
                <w:caps/>
                <w:sz w:val="12"/>
                <w:szCs w:val="12"/>
              </w:rPr>
              <w:t>Наименование показателЕЙ</w:t>
            </w:r>
          </w:p>
        </w:tc>
        <w:tc>
          <w:tcPr>
            <w:tcW w:w="567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663" w:rsidRPr="001928A7" w:rsidRDefault="002A3663" w:rsidP="007B058C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928A7">
              <w:rPr>
                <w:rFonts w:ascii="Times New Roman" w:hAnsi="Times New Roman"/>
                <w:sz w:val="12"/>
                <w:szCs w:val="12"/>
              </w:rPr>
              <w:t>Код строки</w:t>
            </w:r>
          </w:p>
        </w:tc>
        <w:tc>
          <w:tcPr>
            <w:tcW w:w="5103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928A7">
              <w:rPr>
                <w:rFonts w:ascii="Times New Roman" w:hAnsi="Times New Roman"/>
                <w:sz w:val="12"/>
                <w:szCs w:val="12"/>
              </w:rPr>
              <w:t>Подлежит возврату</w:t>
            </w:r>
          </w:p>
        </w:tc>
      </w:tr>
      <w:tr w:rsidR="002A3663" w:rsidRPr="00474E88" w:rsidTr="00C220C5">
        <w:trPr>
          <w:trHeight w:val="68"/>
        </w:trPr>
        <w:tc>
          <w:tcPr>
            <w:tcW w:w="5388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rPr>
                <w:caps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rPr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8C6F6A">
            <w:pPr>
              <w:pStyle w:val="a3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928A7">
              <w:rPr>
                <w:rFonts w:ascii="Times New Roman" w:hAnsi="Times New Roman"/>
                <w:sz w:val="12"/>
                <w:szCs w:val="12"/>
                <w:lang w:val="en-US"/>
              </w:rPr>
              <w:t>20</w:t>
            </w:r>
            <w:r w:rsidRPr="001928A7">
              <w:rPr>
                <w:rFonts w:ascii="Times New Roman" w:hAnsi="Times New Roman"/>
                <w:sz w:val="12"/>
                <w:szCs w:val="12"/>
              </w:rPr>
              <w:t>1</w:t>
            </w:r>
            <w:r w:rsidR="008C6F6A">
              <w:rPr>
                <w:rFonts w:ascii="Times New Roman" w:hAnsi="Times New Roman"/>
                <w:sz w:val="12"/>
                <w:szCs w:val="12"/>
              </w:rPr>
              <w:t>9</w:t>
            </w:r>
            <w:r w:rsidRPr="001928A7">
              <w:rPr>
                <w:rFonts w:ascii="Times New Roman" w:hAnsi="Times New Roman"/>
                <w:sz w:val="12"/>
                <w:szCs w:val="12"/>
                <w:lang w:val="en-US"/>
              </w:rPr>
              <w:t xml:space="preserve"> </w:t>
            </w:r>
            <w:r w:rsidRPr="001928A7">
              <w:rPr>
                <w:rFonts w:ascii="Times New Roman" w:hAnsi="Times New Roman"/>
                <w:sz w:val="12"/>
                <w:szCs w:val="12"/>
              </w:rPr>
              <w:t>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8C6F6A">
            <w:pPr>
              <w:pStyle w:val="a3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928A7">
              <w:rPr>
                <w:rFonts w:ascii="Times New Roman" w:hAnsi="Times New Roman"/>
                <w:sz w:val="12"/>
                <w:szCs w:val="12"/>
              </w:rPr>
              <w:t>20</w:t>
            </w:r>
            <w:r w:rsidR="008C6F6A">
              <w:rPr>
                <w:rFonts w:ascii="Times New Roman" w:hAnsi="Times New Roman"/>
                <w:sz w:val="12"/>
                <w:szCs w:val="12"/>
              </w:rPr>
              <w:t>20</w:t>
            </w:r>
            <w:r w:rsidRPr="001928A7">
              <w:rPr>
                <w:rFonts w:ascii="Times New Roman" w:hAnsi="Times New Roman"/>
                <w:sz w:val="12"/>
                <w:szCs w:val="1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8C6F6A">
            <w:pPr>
              <w:pStyle w:val="a3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928A7">
              <w:rPr>
                <w:rFonts w:ascii="Times New Roman" w:hAnsi="Times New Roman"/>
                <w:sz w:val="12"/>
                <w:szCs w:val="12"/>
              </w:rPr>
              <w:t>202</w:t>
            </w:r>
            <w:r w:rsidR="008C6F6A">
              <w:rPr>
                <w:rFonts w:ascii="Times New Roman" w:hAnsi="Times New Roman"/>
                <w:sz w:val="12"/>
                <w:szCs w:val="12"/>
              </w:rPr>
              <w:t>1</w:t>
            </w:r>
            <w:r w:rsidRPr="001928A7">
              <w:rPr>
                <w:rFonts w:ascii="Times New Roman" w:hAnsi="Times New Roman"/>
                <w:sz w:val="12"/>
                <w:szCs w:val="1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928A7">
              <w:rPr>
                <w:rFonts w:ascii="Times New Roman" w:hAnsi="Times New Roman"/>
                <w:sz w:val="12"/>
                <w:szCs w:val="12"/>
              </w:rPr>
              <w:t>последующие годы</w:t>
            </w:r>
          </w:p>
        </w:tc>
      </w:tr>
      <w:tr w:rsidR="002A3663" w:rsidRPr="00474E88" w:rsidTr="00C220C5">
        <w:trPr>
          <w:trHeight w:val="58"/>
        </w:trPr>
        <w:tc>
          <w:tcPr>
            <w:tcW w:w="538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A3663" w:rsidRPr="001928A7" w:rsidRDefault="002A3663" w:rsidP="007B058C">
            <w:pPr>
              <w:pStyle w:val="a3"/>
              <w:jc w:val="center"/>
              <w:rPr>
                <w:rFonts w:ascii="Times New Roman" w:hAnsi="Times New Roman"/>
                <w:caps/>
                <w:sz w:val="12"/>
                <w:szCs w:val="12"/>
              </w:rPr>
            </w:pPr>
            <w:r w:rsidRPr="001928A7">
              <w:rPr>
                <w:rFonts w:ascii="Times New Roman" w:hAnsi="Times New Roman"/>
                <w:caps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A3663" w:rsidRPr="001928A7" w:rsidRDefault="002A3663" w:rsidP="007B058C">
            <w:pPr>
              <w:pStyle w:val="a3"/>
              <w:jc w:val="center"/>
              <w:rPr>
                <w:rFonts w:ascii="Times New Roman" w:hAnsi="Times New Roman"/>
                <w:caps/>
                <w:sz w:val="12"/>
                <w:szCs w:val="12"/>
              </w:rPr>
            </w:pPr>
            <w:r w:rsidRPr="001928A7">
              <w:rPr>
                <w:rFonts w:ascii="Times New Roman" w:hAnsi="Times New Roman"/>
                <w:caps/>
                <w:sz w:val="12"/>
                <w:szCs w:val="12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A3663" w:rsidRPr="001928A7" w:rsidRDefault="002A3663" w:rsidP="007B058C">
            <w:pPr>
              <w:pStyle w:val="a3"/>
              <w:jc w:val="center"/>
              <w:rPr>
                <w:rFonts w:ascii="Times New Roman" w:hAnsi="Times New Roman"/>
                <w:caps/>
                <w:sz w:val="12"/>
                <w:szCs w:val="12"/>
              </w:rPr>
            </w:pPr>
            <w:r w:rsidRPr="001928A7">
              <w:rPr>
                <w:rFonts w:ascii="Times New Roman" w:hAnsi="Times New Roman"/>
                <w:caps/>
                <w:sz w:val="12"/>
                <w:szCs w:val="1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A3663" w:rsidRPr="001928A7" w:rsidRDefault="002A3663" w:rsidP="007B058C">
            <w:pPr>
              <w:pStyle w:val="a3"/>
              <w:jc w:val="center"/>
              <w:rPr>
                <w:rFonts w:ascii="Times New Roman" w:hAnsi="Times New Roman"/>
                <w:caps/>
                <w:sz w:val="12"/>
                <w:szCs w:val="12"/>
              </w:rPr>
            </w:pPr>
            <w:r w:rsidRPr="001928A7">
              <w:rPr>
                <w:rFonts w:ascii="Times New Roman" w:hAnsi="Times New Roman"/>
                <w:caps/>
                <w:sz w:val="12"/>
                <w:szCs w:val="1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A3663" w:rsidRPr="001928A7" w:rsidRDefault="002A3663" w:rsidP="007B058C">
            <w:pPr>
              <w:pStyle w:val="a3"/>
              <w:jc w:val="center"/>
              <w:rPr>
                <w:rFonts w:ascii="Times New Roman" w:hAnsi="Times New Roman"/>
                <w:caps/>
                <w:sz w:val="12"/>
                <w:szCs w:val="12"/>
              </w:rPr>
            </w:pPr>
            <w:r w:rsidRPr="001928A7">
              <w:rPr>
                <w:rFonts w:ascii="Times New Roman" w:hAnsi="Times New Roman"/>
                <w:caps/>
                <w:sz w:val="12"/>
                <w:szCs w:val="1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A3663" w:rsidRPr="001928A7" w:rsidRDefault="002A3663" w:rsidP="007B058C">
            <w:pPr>
              <w:pStyle w:val="a3"/>
              <w:jc w:val="center"/>
              <w:rPr>
                <w:rFonts w:ascii="Times New Roman" w:hAnsi="Times New Roman"/>
                <w:caps/>
                <w:sz w:val="12"/>
                <w:szCs w:val="12"/>
              </w:rPr>
            </w:pPr>
            <w:r w:rsidRPr="001928A7">
              <w:rPr>
                <w:rFonts w:ascii="Times New Roman" w:hAnsi="Times New Roman"/>
                <w:caps/>
                <w:sz w:val="12"/>
                <w:szCs w:val="12"/>
              </w:rPr>
              <w:t>6</w:t>
            </w:r>
          </w:p>
        </w:tc>
      </w:tr>
      <w:tr w:rsidR="002A3663" w:rsidRPr="00474E88" w:rsidTr="00C220C5">
        <w:trPr>
          <w:trHeight w:val="170"/>
        </w:trPr>
        <w:tc>
          <w:tcPr>
            <w:tcW w:w="538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40B03" w:rsidRDefault="002A3663" w:rsidP="007B058C">
            <w:pPr>
              <w:pStyle w:val="a3"/>
              <w:rPr>
                <w:rFonts w:ascii="Times New Roman" w:hAnsi="Times New Roman"/>
                <w:sz w:val="15"/>
                <w:szCs w:val="15"/>
              </w:rPr>
            </w:pPr>
            <w:r w:rsidRPr="00E40B03">
              <w:rPr>
                <w:rFonts w:ascii="Times New Roman" w:hAnsi="Times New Roman"/>
                <w:sz w:val="15"/>
                <w:szCs w:val="15"/>
              </w:rPr>
              <w:t>Задолженность на конец года: по долгосрочным кредитам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40B03" w:rsidRDefault="002A3663" w:rsidP="007B058C">
            <w:pPr>
              <w:pStyle w:val="a3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E40B03">
              <w:rPr>
                <w:rFonts w:ascii="Times New Roman" w:hAnsi="Times New Roman"/>
                <w:sz w:val="15"/>
                <w:szCs w:val="15"/>
              </w:rPr>
              <w:t>2</w:t>
            </w:r>
            <w:r>
              <w:rPr>
                <w:rFonts w:ascii="Times New Roman" w:hAnsi="Times New Roman"/>
                <w:sz w:val="15"/>
                <w:szCs w:val="15"/>
              </w:rPr>
              <w:t>4</w:t>
            </w:r>
            <w:r w:rsidRPr="00E40B03">
              <w:rPr>
                <w:rFonts w:ascii="Times New Roman" w:hAnsi="Times New Roman"/>
                <w:sz w:val="15"/>
                <w:szCs w:val="15"/>
                <w:lang w:val="en-US"/>
              </w:rPr>
              <w:t>0</w:t>
            </w:r>
          </w:p>
        </w:tc>
        <w:tc>
          <w:tcPr>
            <w:tcW w:w="127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bookmarkStart w:id="296" w:name="f5r240"/>
            <w:bookmarkEnd w:id="296"/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</w:tr>
      <w:tr w:rsidR="002A3663" w:rsidRPr="00474E88" w:rsidTr="00C220C5">
        <w:trPr>
          <w:trHeight w:val="170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40B03" w:rsidRDefault="002A3663" w:rsidP="007B058C">
            <w:pPr>
              <w:pStyle w:val="a3"/>
              <w:ind w:left="459" w:right="-108"/>
              <w:rPr>
                <w:rFonts w:ascii="Times New Roman" w:hAnsi="Times New Roman"/>
                <w:sz w:val="15"/>
                <w:szCs w:val="15"/>
              </w:rPr>
            </w:pPr>
            <w:r w:rsidRPr="00E40B03">
              <w:rPr>
                <w:rFonts w:ascii="Times New Roman" w:hAnsi="Times New Roman"/>
                <w:sz w:val="15"/>
                <w:szCs w:val="15"/>
              </w:rPr>
              <w:t>в том числе: на строительство производственных объектов по Указам, распоряжениям Президента РБ и постановлениям Совета Министров РБ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40B03" w:rsidRDefault="002A3663" w:rsidP="007B058C">
            <w:pPr>
              <w:pStyle w:val="a3"/>
              <w:ind w:left="-108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E40B03">
              <w:rPr>
                <w:rFonts w:ascii="Times New Roman" w:hAnsi="Times New Roman"/>
                <w:sz w:val="15"/>
                <w:szCs w:val="15"/>
              </w:rPr>
              <w:t>2</w:t>
            </w:r>
            <w:r>
              <w:rPr>
                <w:rFonts w:ascii="Times New Roman" w:hAnsi="Times New Roman"/>
                <w:sz w:val="15"/>
                <w:szCs w:val="15"/>
              </w:rPr>
              <w:t>4</w:t>
            </w:r>
            <w:r w:rsidRPr="00E40B03">
              <w:rPr>
                <w:rFonts w:ascii="Times New Roman" w:hAnsi="Times New Roman"/>
                <w:sz w:val="15"/>
                <w:szCs w:val="15"/>
              </w:rPr>
              <w:t>0</w:t>
            </w:r>
            <w:r w:rsidRPr="00E40B03">
              <w:rPr>
                <w:rFonts w:ascii="Times New Roman" w:hAnsi="Times New Roman"/>
                <w:sz w:val="15"/>
                <w:szCs w:val="15"/>
                <w:lang w:val="en-US"/>
              </w:rPr>
              <w:t>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bookmarkStart w:id="297" w:name="f5r240A"/>
            <w:bookmarkEnd w:id="297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</w:tr>
      <w:tr w:rsidR="002A3663" w:rsidRPr="00474E88" w:rsidTr="00C220C5">
        <w:trPr>
          <w:trHeight w:val="170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40B03" w:rsidRDefault="002A3663" w:rsidP="007B058C">
            <w:pPr>
              <w:pStyle w:val="a3"/>
              <w:ind w:left="1310"/>
              <w:rPr>
                <w:rFonts w:ascii="Times New Roman" w:hAnsi="Times New Roman"/>
                <w:sz w:val="15"/>
                <w:szCs w:val="15"/>
              </w:rPr>
            </w:pPr>
            <w:r w:rsidRPr="00E40B03">
              <w:rPr>
                <w:rFonts w:ascii="Times New Roman" w:hAnsi="Times New Roman"/>
                <w:sz w:val="15"/>
                <w:szCs w:val="15"/>
              </w:rPr>
              <w:t>на строительство жилья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40B03" w:rsidRDefault="002A3663" w:rsidP="007B058C">
            <w:pPr>
              <w:pStyle w:val="a3"/>
              <w:jc w:val="center"/>
              <w:rPr>
                <w:rFonts w:ascii="Times New Roman" w:hAnsi="Times New Roman"/>
                <w:sz w:val="15"/>
                <w:szCs w:val="15"/>
                <w:lang w:val="en-US"/>
              </w:rPr>
            </w:pPr>
            <w:r w:rsidRPr="00E40B03">
              <w:rPr>
                <w:rFonts w:ascii="Times New Roman" w:hAnsi="Times New Roman"/>
                <w:sz w:val="15"/>
                <w:szCs w:val="15"/>
              </w:rPr>
              <w:t>2</w:t>
            </w:r>
            <w:r>
              <w:rPr>
                <w:rFonts w:ascii="Times New Roman" w:hAnsi="Times New Roman"/>
                <w:sz w:val="15"/>
                <w:szCs w:val="15"/>
              </w:rPr>
              <w:t>4</w:t>
            </w:r>
            <w:r w:rsidRPr="00E40B03">
              <w:rPr>
                <w:rFonts w:ascii="Times New Roman" w:hAnsi="Times New Roman"/>
                <w:sz w:val="15"/>
                <w:szCs w:val="15"/>
              </w:rPr>
              <w:t>0B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bookmarkStart w:id="298" w:name="f5r240B"/>
            <w:bookmarkEnd w:id="298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</w:tr>
      <w:tr w:rsidR="002A3663" w:rsidRPr="00474E88" w:rsidTr="00C220C5">
        <w:trPr>
          <w:trHeight w:val="170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40B03" w:rsidRDefault="002A3663" w:rsidP="00C220C5">
            <w:pPr>
              <w:pStyle w:val="a3"/>
              <w:ind w:firstLine="176"/>
              <w:rPr>
                <w:rFonts w:ascii="Times New Roman" w:hAnsi="Times New Roman"/>
                <w:sz w:val="15"/>
                <w:szCs w:val="15"/>
              </w:rPr>
            </w:pPr>
            <w:r w:rsidRPr="00E40B03">
              <w:rPr>
                <w:rFonts w:ascii="Times New Roman" w:hAnsi="Times New Roman"/>
                <w:sz w:val="15"/>
                <w:szCs w:val="15"/>
              </w:rPr>
              <w:t>по краткосрочным кредитам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40B03" w:rsidRDefault="002A3663" w:rsidP="007B058C">
            <w:pPr>
              <w:pStyle w:val="a3"/>
              <w:jc w:val="center"/>
              <w:rPr>
                <w:rFonts w:ascii="Times New Roman" w:hAnsi="Times New Roman"/>
                <w:sz w:val="15"/>
                <w:szCs w:val="15"/>
                <w:lang w:val="en-US"/>
              </w:rPr>
            </w:pPr>
            <w:r w:rsidRPr="00E40B03">
              <w:rPr>
                <w:rFonts w:ascii="Times New Roman" w:hAnsi="Times New Roman"/>
                <w:sz w:val="15"/>
                <w:szCs w:val="15"/>
                <w:lang w:val="en-US"/>
              </w:rPr>
              <w:t>2</w:t>
            </w:r>
            <w:r>
              <w:rPr>
                <w:rFonts w:ascii="Times New Roman" w:hAnsi="Times New Roman"/>
                <w:sz w:val="15"/>
                <w:szCs w:val="15"/>
              </w:rPr>
              <w:t>4</w:t>
            </w:r>
            <w:r w:rsidRPr="00E40B03">
              <w:rPr>
                <w:rFonts w:ascii="Times New Roman" w:hAnsi="Times New Roman"/>
                <w:sz w:val="15"/>
                <w:szCs w:val="15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98024A" w:rsidP="007B058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bookmarkStart w:id="299" w:name="f5r241"/>
            <w:bookmarkEnd w:id="299"/>
            <w:r>
              <w:rPr>
                <w:rFonts w:ascii="Times New Roman" w:hAnsi="Times New Roman"/>
                <w:b/>
                <w:sz w:val="16"/>
                <w:szCs w:val="16"/>
              </w:rPr>
              <w:t>145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</w:tr>
      <w:tr w:rsidR="002A3663" w:rsidRPr="00474E88" w:rsidTr="00C220C5">
        <w:trPr>
          <w:trHeight w:val="170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40B03" w:rsidRDefault="002A3663" w:rsidP="00C220C5">
            <w:pPr>
              <w:pStyle w:val="a3"/>
              <w:ind w:firstLine="176"/>
              <w:rPr>
                <w:rFonts w:ascii="Times New Roman" w:hAnsi="Times New Roman"/>
                <w:sz w:val="15"/>
                <w:szCs w:val="15"/>
              </w:rPr>
            </w:pPr>
            <w:r w:rsidRPr="00E40B03">
              <w:rPr>
                <w:rFonts w:ascii="Times New Roman" w:hAnsi="Times New Roman"/>
                <w:sz w:val="15"/>
                <w:szCs w:val="15"/>
              </w:rPr>
              <w:t xml:space="preserve">по  ссудам и займам, всего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40B03" w:rsidRDefault="002A3663" w:rsidP="007B058C">
            <w:pPr>
              <w:pStyle w:val="a3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E40B03">
              <w:rPr>
                <w:rFonts w:ascii="Times New Roman" w:hAnsi="Times New Roman"/>
                <w:sz w:val="15"/>
                <w:szCs w:val="15"/>
                <w:lang w:val="en-US"/>
              </w:rPr>
              <w:t>2</w:t>
            </w:r>
            <w:r>
              <w:rPr>
                <w:rFonts w:ascii="Times New Roman" w:hAnsi="Times New Roman"/>
                <w:sz w:val="15"/>
                <w:szCs w:val="15"/>
              </w:rPr>
              <w:t>4</w:t>
            </w:r>
            <w:r w:rsidRPr="00E40B03">
              <w:rPr>
                <w:rFonts w:ascii="Times New Roman" w:hAnsi="Times New Roman"/>
                <w:sz w:val="15"/>
                <w:szCs w:val="15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bookmarkStart w:id="300" w:name="f5r242"/>
            <w:bookmarkEnd w:id="30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</w:tr>
      <w:tr w:rsidR="002A3663" w:rsidRPr="00474E88" w:rsidTr="00C220C5">
        <w:trPr>
          <w:trHeight w:val="170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40B03" w:rsidRDefault="002A3663" w:rsidP="00C220C5">
            <w:pPr>
              <w:pStyle w:val="a3"/>
              <w:ind w:firstLine="602"/>
              <w:rPr>
                <w:rFonts w:ascii="Times New Roman" w:hAnsi="Times New Roman"/>
                <w:sz w:val="15"/>
                <w:szCs w:val="15"/>
              </w:rPr>
            </w:pPr>
            <w:r w:rsidRPr="00E40B03">
              <w:rPr>
                <w:rFonts w:ascii="Times New Roman" w:hAnsi="Times New Roman"/>
                <w:sz w:val="15"/>
                <w:szCs w:val="15"/>
              </w:rPr>
              <w:t>в том числе по бюджетным ссудам и займам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40B03" w:rsidRDefault="002A3663" w:rsidP="007B058C">
            <w:pPr>
              <w:pStyle w:val="a3"/>
              <w:ind w:left="-108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E40B03">
              <w:rPr>
                <w:rFonts w:ascii="Times New Roman" w:hAnsi="Times New Roman"/>
                <w:sz w:val="15"/>
                <w:szCs w:val="15"/>
              </w:rPr>
              <w:t>2</w:t>
            </w:r>
            <w:r>
              <w:rPr>
                <w:rFonts w:ascii="Times New Roman" w:hAnsi="Times New Roman"/>
                <w:sz w:val="15"/>
                <w:szCs w:val="15"/>
              </w:rPr>
              <w:t>4</w:t>
            </w:r>
            <w:r w:rsidRPr="00E40B03">
              <w:rPr>
                <w:rFonts w:ascii="Times New Roman" w:hAnsi="Times New Roman"/>
                <w:sz w:val="15"/>
                <w:szCs w:val="15"/>
              </w:rPr>
              <w:t>2A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bookmarkStart w:id="301" w:name="f5r242A"/>
            <w:bookmarkEnd w:id="301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</w:tr>
      <w:tr w:rsidR="002A3663" w:rsidRPr="00474E88" w:rsidTr="00C220C5">
        <w:trPr>
          <w:trHeight w:val="170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40B03" w:rsidRDefault="002A3663" w:rsidP="00C220C5">
            <w:pPr>
              <w:pStyle w:val="a3"/>
              <w:ind w:firstLine="176"/>
              <w:rPr>
                <w:rFonts w:ascii="Times New Roman" w:hAnsi="Times New Roman"/>
                <w:sz w:val="15"/>
                <w:szCs w:val="15"/>
              </w:rPr>
            </w:pPr>
            <w:r w:rsidRPr="00E40B03">
              <w:rPr>
                <w:rFonts w:ascii="Times New Roman" w:hAnsi="Times New Roman"/>
                <w:sz w:val="15"/>
                <w:szCs w:val="15"/>
              </w:rPr>
              <w:t>по исполненным гарантиям - 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40B03" w:rsidRDefault="002A3663" w:rsidP="007B058C">
            <w:pPr>
              <w:pStyle w:val="a3"/>
              <w:ind w:left="-108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E40B03">
              <w:rPr>
                <w:rFonts w:ascii="Times New Roman" w:hAnsi="Times New Roman"/>
                <w:sz w:val="15"/>
                <w:szCs w:val="15"/>
              </w:rPr>
              <w:t>2</w:t>
            </w:r>
            <w:r>
              <w:rPr>
                <w:rFonts w:ascii="Times New Roman" w:hAnsi="Times New Roman"/>
                <w:sz w:val="15"/>
                <w:szCs w:val="15"/>
              </w:rPr>
              <w:t>4</w:t>
            </w:r>
            <w:r w:rsidRPr="00E40B03">
              <w:rPr>
                <w:rFonts w:ascii="Times New Roman" w:hAnsi="Times New Roman"/>
                <w:sz w:val="15"/>
                <w:szCs w:val="15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bookmarkStart w:id="302" w:name="f5r243"/>
            <w:bookmarkEnd w:id="302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</w:tr>
      <w:tr w:rsidR="002A3663" w:rsidRPr="00474E88" w:rsidTr="00C220C5">
        <w:trPr>
          <w:trHeight w:val="170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40B03" w:rsidRDefault="002A3663" w:rsidP="00C220C5">
            <w:pPr>
              <w:pStyle w:val="a3"/>
              <w:ind w:firstLine="602"/>
              <w:rPr>
                <w:rFonts w:ascii="Times New Roman" w:hAnsi="Times New Roman"/>
                <w:sz w:val="15"/>
                <w:szCs w:val="15"/>
              </w:rPr>
            </w:pPr>
            <w:r w:rsidRPr="00E40B03">
              <w:rPr>
                <w:rFonts w:ascii="Times New Roman" w:hAnsi="Times New Roman"/>
                <w:sz w:val="15"/>
                <w:szCs w:val="15"/>
              </w:rPr>
              <w:t>в том числе: по исполненным гарантиям Правительства РБ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40B03" w:rsidRDefault="002A3663" w:rsidP="007B058C">
            <w:pPr>
              <w:pStyle w:val="a3"/>
              <w:ind w:left="-108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E40B03">
              <w:rPr>
                <w:rFonts w:ascii="Times New Roman" w:hAnsi="Times New Roman"/>
                <w:sz w:val="15"/>
                <w:szCs w:val="15"/>
              </w:rPr>
              <w:t>2</w:t>
            </w:r>
            <w:r>
              <w:rPr>
                <w:rFonts w:ascii="Times New Roman" w:hAnsi="Times New Roman"/>
                <w:sz w:val="15"/>
                <w:szCs w:val="15"/>
              </w:rPr>
              <w:t>4</w:t>
            </w:r>
            <w:r w:rsidRPr="00E40B03">
              <w:rPr>
                <w:rFonts w:ascii="Times New Roman" w:hAnsi="Times New Roman"/>
                <w:sz w:val="15"/>
                <w:szCs w:val="15"/>
              </w:rPr>
              <w:t>3A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bookmarkStart w:id="303" w:name="f5r243A"/>
            <w:bookmarkEnd w:id="303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1928A7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</w:tr>
    </w:tbl>
    <w:p w:rsidR="002A3663" w:rsidRDefault="002A3663" w:rsidP="002A3663">
      <w:pPr>
        <w:pStyle w:val="a3"/>
        <w:jc w:val="right"/>
        <w:rPr>
          <w:rFonts w:ascii="Times New Roman" w:hAnsi="Times New Roman"/>
          <w:b/>
          <w:caps/>
          <w:sz w:val="18"/>
          <w:szCs w:val="18"/>
        </w:rPr>
      </w:pPr>
      <w:r>
        <w:rPr>
          <w:rFonts w:ascii="Times New Roman" w:hAnsi="Times New Roman"/>
          <w:b/>
          <w:sz w:val="17"/>
          <w:szCs w:val="17"/>
          <w:u w:val="single"/>
        </w:rPr>
        <w:br w:type="page"/>
        <w:t>Форма  №5 лист 3</w:t>
      </w:r>
    </w:p>
    <w:tbl>
      <w:tblPr>
        <w:tblW w:w="1064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5"/>
        <w:gridCol w:w="709"/>
        <w:gridCol w:w="1134"/>
        <w:gridCol w:w="1103"/>
        <w:gridCol w:w="1165"/>
        <w:gridCol w:w="1293"/>
      </w:tblGrid>
      <w:tr w:rsidR="002A3663" w:rsidRPr="00474E88" w:rsidTr="00C220C5">
        <w:tc>
          <w:tcPr>
            <w:tcW w:w="10649" w:type="dxa"/>
            <w:gridSpan w:val="6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aps/>
                <w:sz w:val="18"/>
                <w:szCs w:val="18"/>
              </w:rPr>
              <w:t>Справка-расшифровка кредиторской задолженности</w:t>
            </w:r>
          </w:p>
        </w:tc>
      </w:tr>
      <w:tr w:rsidR="002A3663" w:rsidRPr="00474E88" w:rsidTr="00C220C5">
        <w:trPr>
          <w:trHeight w:val="65"/>
        </w:trPr>
        <w:tc>
          <w:tcPr>
            <w:tcW w:w="5245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caps/>
                <w:sz w:val="14"/>
                <w:szCs w:val="14"/>
              </w:rPr>
            </w:pPr>
            <w:r>
              <w:rPr>
                <w:rFonts w:ascii="Times New Roman" w:hAnsi="Times New Roman"/>
                <w:caps/>
                <w:sz w:val="14"/>
                <w:szCs w:val="14"/>
              </w:rPr>
              <w:t>наименование показателЕЙ</w:t>
            </w:r>
          </w:p>
        </w:tc>
        <w:tc>
          <w:tcPr>
            <w:tcW w:w="709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Код строки</w:t>
            </w:r>
          </w:p>
        </w:tc>
        <w:tc>
          <w:tcPr>
            <w:tcW w:w="223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 конец отчетного периода</w:t>
            </w:r>
          </w:p>
        </w:tc>
        <w:tc>
          <w:tcPr>
            <w:tcW w:w="245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 начало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</w:rPr>
              <w:t>отчетного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</w:rPr>
              <w:t>года</w:t>
            </w:r>
          </w:p>
        </w:tc>
      </w:tr>
      <w:tr w:rsidR="002A3663" w:rsidRPr="00474E88" w:rsidTr="00C220C5">
        <w:trPr>
          <w:trHeight w:val="304"/>
        </w:trPr>
        <w:tc>
          <w:tcPr>
            <w:tcW w:w="5245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474E88" w:rsidRDefault="002A3663" w:rsidP="007B058C">
            <w:pPr>
              <w:rPr>
                <w:caps/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474E88" w:rsidRDefault="002A3663" w:rsidP="007B058C">
            <w:pPr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Всего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C220C5" w:rsidP="007B058C">
            <w:pPr>
              <w:pStyle w:val="a3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в</w:t>
            </w:r>
            <w:r w:rsidR="002A3663">
              <w:rPr>
                <w:rFonts w:ascii="Times New Roman" w:hAnsi="Times New Roman"/>
                <w:sz w:val="14"/>
                <w:szCs w:val="14"/>
              </w:rPr>
              <w:t xml:space="preserve"> том числе</w:t>
            </w:r>
          </w:p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просроченная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Всего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A3663" w:rsidRDefault="00C220C5" w:rsidP="007B058C">
            <w:pPr>
              <w:pStyle w:val="a3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в</w:t>
            </w:r>
            <w:r w:rsidR="002A3663">
              <w:rPr>
                <w:rFonts w:ascii="Times New Roman" w:hAnsi="Times New Roman"/>
                <w:sz w:val="14"/>
                <w:szCs w:val="14"/>
              </w:rPr>
              <w:t xml:space="preserve"> том числе просроченная</w:t>
            </w:r>
          </w:p>
        </w:tc>
      </w:tr>
      <w:tr w:rsidR="002A3663" w:rsidRPr="00474E88" w:rsidTr="00C220C5">
        <w:trPr>
          <w:trHeight w:val="58"/>
        </w:trPr>
        <w:tc>
          <w:tcPr>
            <w:tcW w:w="524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caps/>
                <w:sz w:val="14"/>
                <w:szCs w:val="14"/>
              </w:rPr>
            </w:pPr>
            <w:r>
              <w:rPr>
                <w:rFonts w:ascii="Times New Roman" w:hAnsi="Times New Roman"/>
                <w:caps/>
                <w:sz w:val="14"/>
                <w:szCs w:val="1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caps/>
                <w:sz w:val="14"/>
                <w:szCs w:val="14"/>
              </w:rPr>
            </w:pPr>
            <w:r>
              <w:rPr>
                <w:rFonts w:ascii="Times New Roman" w:hAnsi="Times New Roman"/>
                <w:caps/>
                <w:sz w:val="14"/>
                <w:szCs w:val="1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caps/>
                <w:sz w:val="14"/>
                <w:szCs w:val="14"/>
              </w:rPr>
            </w:pPr>
            <w:r>
              <w:rPr>
                <w:rFonts w:ascii="Times New Roman" w:hAnsi="Times New Roman"/>
                <w:caps/>
                <w:sz w:val="14"/>
                <w:szCs w:val="14"/>
              </w:rPr>
              <w:t>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caps/>
                <w:sz w:val="14"/>
                <w:szCs w:val="14"/>
              </w:rPr>
            </w:pPr>
            <w:r>
              <w:rPr>
                <w:rFonts w:ascii="Times New Roman" w:hAnsi="Times New Roman"/>
                <w:caps/>
                <w:sz w:val="14"/>
                <w:szCs w:val="14"/>
              </w:rPr>
              <w:t>4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caps/>
                <w:sz w:val="14"/>
                <w:szCs w:val="14"/>
              </w:rPr>
            </w:pPr>
            <w:r>
              <w:rPr>
                <w:rFonts w:ascii="Times New Roman" w:hAnsi="Times New Roman"/>
                <w:caps/>
                <w:sz w:val="14"/>
                <w:szCs w:val="14"/>
              </w:rPr>
              <w:t>5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caps/>
                <w:sz w:val="14"/>
                <w:szCs w:val="14"/>
              </w:rPr>
            </w:pPr>
            <w:r>
              <w:rPr>
                <w:rFonts w:ascii="Times New Roman" w:hAnsi="Times New Roman"/>
                <w:caps/>
                <w:sz w:val="14"/>
                <w:szCs w:val="14"/>
              </w:rPr>
              <w:t>6</w:t>
            </w:r>
          </w:p>
        </w:tc>
      </w:tr>
      <w:tr w:rsidR="002A3663" w:rsidRPr="00474E88" w:rsidTr="00C220C5">
        <w:trPr>
          <w:trHeight w:val="198"/>
        </w:trPr>
        <w:tc>
          <w:tcPr>
            <w:tcW w:w="524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Кредиторская задолженность – всего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  <w:r>
              <w:rPr>
                <w:rFonts w:ascii="Times New Roman" w:hAnsi="Times New Roman"/>
                <w:caps/>
                <w:sz w:val="16"/>
                <w:szCs w:val="16"/>
              </w:rPr>
              <w:t>250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98024A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  <w:bookmarkStart w:id="304" w:name="f5r250"/>
            <w:bookmarkEnd w:id="304"/>
            <w:r>
              <w:rPr>
                <w:rFonts w:ascii="Times New Roman" w:hAnsi="Times New Roman"/>
                <w:b/>
                <w:caps/>
                <w:sz w:val="16"/>
                <w:szCs w:val="16"/>
              </w:rPr>
              <w:t>245</w:t>
            </w:r>
          </w:p>
        </w:tc>
        <w:tc>
          <w:tcPr>
            <w:tcW w:w="1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98024A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aps/>
                <w:sz w:val="16"/>
                <w:szCs w:val="16"/>
              </w:rPr>
              <w:t>103</w:t>
            </w:r>
          </w:p>
        </w:tc>
        <w:tc>
          <w:tcPr>
            <w:tcW w:w="116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98024A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aps/>
                <w:sz w:val="16"/>
                <w:szCs w:val="16"/>
              </w:rPr>
              <w:t>311</w:t>
            </w:r>
          </w:p>
        </w:tc>
        <w:tc>
          <w:tcPr>
            <w:tcW w:w="129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98024A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aps/>
                <w:sz w:val="16"/>
                <w:szCs w:val="16"/>
              </w:rPr>
              <w:t>196</w:t>
            </w:r>
          </w:p>
        </w:tc>
      </w:tr>
      <w:tr w:rsidR="002A3663" w:rsidRPr="00474E88" w:rsidTr="00C220C5">
        <w:trPr>
          <w:trHeight w:val="19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ind w:left="2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в т.ч.: подрядным строительным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  <w:r>
              <w:rPr>
                <w:rFonts w:ascii="Times New Roman" w:hAnsi="Times New Roman"/>
                <w:caps/>
                <w:sz w:val="16"/>
                <w:szCs w:val="16"/>
              </w:rPr>
              <w:t>251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  <w:bookmarkStart w:id="305" w:name="f5r251"/>
            <w:bookmarkEnd w:id="305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</w:tr>
      <w:tr w:rsidR="002A3663" w:rsidRPr="00474E88" w:rsidTr="00C220C5">
        <w:trPr>
          <w:trHeight w:val="19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ind w:left="2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организациям агросервиса за ремонт и техническое обслуживание машинно-тракторного парка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  <w:r>
              <w:rPr>
                <w:rFonts w:ascii="Times New Roman" w:hAnsi="Times New Roman"/>
                <w:caps/>
                <w:sz w:val="16"/>
                <w:szCs w:val="16"/>
              </w:rPr>
              <w:t>252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  <w:bookmarkStart w:id="306" w:name="f5r252"/>
            <w:bookmarkEnd w:id="306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</w:tr>
      <w:tr w:rsidR="002A3663" w:rsidRPr="00474E88" w:rsidTr="00C220C5">
        <w:trPr>
          <w:trHeight w:val="19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ind w:left="2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 электроэнергию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  <w:r>
              <w:rPr>
                <w:rFonts w:ascii="Times New Roman" w:hAnsi="Times New Roman"/>
                <w:caps/>
                <w:sz w:val="16"/>
                <w:szCs w:val="16"/>
              </w:rPr>
              <w:t>253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  <w:bookmarkStart w:id="307" w:name="f5r253"/>
            <w:bookmarkEnd w:id="307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</w:tr>
      <w:tr w:rsidR="002A3663" w:rsidRPr="00474E88" w:rsidTr="00C220C5">
        <w:trPr>
          <w:trHeight w:val="19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ind w:left="2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 газ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  <w:r>
              <w:rPr>
                <w:rFonts w:ascii="Times New Roman" w:hAnsi="Times New Roman"/>
                <w:caps/>
                <w:sz w:val="16"/>
                <w:szCs w:val="16"/>
              </w:rPr>
              <w:t>254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  <w:bookmarkStart w:id="308" w:name="f5r254"/>
            <w:bookmarkEnd w:id="308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</w:tr>
      <w:tr w:rsidR="002A3663" w:rsidRPr="00474E88" w:rsidTr="00C220C5">
        <w:trPr>
          <w:trHeight w:val="19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ind w:left="2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 тепловую энергию</w:t>
            </w:r>
            <w:r>
              <w:rPr>
                <w:rFonts w:ascii="Times New Roman" w:hAnsi="Times New Roman"/>
                <w:vanish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  <w:r>
              <w:rPr>
                <w:rFonts w:ascii="Times New Roman" w:hAnsi="Times New Roman"/>
                <w:caps/>
                <w:sz w:val="16"/>
                <w:szCs w:val="16"/>
              </w:rPr>
              <w:t>255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  <w:bookmarkStart w:id="309" w:name="f5r255"/>
            <w:bookmarkEnd w:id="309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</w:tr>
      <w:tr w:rsidR="002A3663" w:rsidRPr="00474E88" w:rsidTr="00C220C5">
        <w:trPr>
          <w:trHeight w:val="19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ind w:left="2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 минеральные удобрения и средства защиты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  <w:r>
              <w:rPr>
                <w:rFonts w:ascii="Times New Roman" w:hAnsi="Times New Roman"/>
                <w:caps/>
                <w:sz w:val="16"/>
                <w:szCs w:val="16"/>
              </w:rPr>
              <w:t>256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  <w:bookmarkStart w:id="310" w:name="f5r256"/>
            <w:bookmarkEnd w:id="310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</w:tr>
      <w:tr w:rsidR="002A3663" w:rsidRPr="00474E88" w:rsidTr="00C220C5">
        <w:trPr>
          <w:trHeight w:val="19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ind w:left="2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 нефтепродукты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  <w:r>
              <w:rPr>
                <w:rFonts w:ascii="Times New Roman" w:hAnsi="Times New Roman"/>
                <w:caps/>
                <w:sz w:val="16"/>
                <w:szCs w:val="16"/>
              </w:rPr>
              <w:t>257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  <w:bookmarkStart w:id="311" w:name="f5r257"/>
            <w:bookmarkEnd w:id="311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</w:tr>
      <w:tr w:rsidR="002A3663" w:rsidRPr="00474E88" w:rsidTr="00C220C5">
        <w:trPr>
          <w:trHeight w:val="19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ind w:left="2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 ветпрепараты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  <w:r>
              <w:rPr>
                <w:rFonts w:ascii="Times New Roman" w:hAnsi="Times New Roman"/>
                <w:caps/>
                <w:sz w:val="16"/>
                <w:szCs w:val="16"/>
              </w:rPr>
              <w:t>258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  <w:bookmarkStart w:id="312" w:name="f5r258"/>
            <w:bookmarkEnd w:id="312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</w:tr>
      <w:tr w:rsidR="002A3663" w:rsidRPr="00474E88" w:rsidTr="00C220C5">
        <w:trPr>
          <w:trHeight w:val="19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ind w:left="2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 семена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  <w:r>
              <w:rPr>
                <w:rFonts w:ascii="Times New Roman" w:hAnsi="Times New Roman"/>
                <w:caps/>
                <w:sz w:val="16"/>
                <w:szCs w:val="16"/>
              </w:rPr>
              <w:t>259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  <w:bookmarkStart w:id="313" w:name="f5r259"/>
            <w:bookmarkEnd w:id="313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</w:tr>
      <w:tr w:rsidR="002A3663" w:rsidRPr="00474E88" w:rsidTr="00C220C5">
        <w:trPr>
          <w:trHeight w:val="19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ind w:left="2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 комбикорм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  <w:r>
              <w:rPr>
                <w:rFonts w:ascii="Times New Roman" w:hAnsi="Times New Roman"/>
                <w:caps/>
                <w:sz w:val="16"/>
                <w:szCs w:val="16"/>
              </w:rPr>
              <w:t>260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  <w:bookmarkStart w:id="314" w:name="f5r260"/>
            <w:bookmarkEnd w:id="314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</w:tr>
      <w:tr w:rsidR="002A3663" w:rsidRPr="00474E88" w:rsidTr="00C220C5">
        <w:trPr>
          <w:trHeight w:val="19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ind w:left="2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 лизингу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  <w:r>
              <w:rPr>
                <w:rFonts w:ascii="Times New Roman" w:hAnsi="Times New Roman"/>
                <w:caps/>
                <w:sz w:val="16"/>
                <w:szCs w:val="16"/>
              </w:rPr>
              <w:t>261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98024A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  <w:bookmarkStart w:id="315" w:name="f5r261"/>
            <w:bookmarkEnd w:id="315"/>
            <w:r>
              <w:rPr>
                <w:rFonts w:ascii="Times New Roman" w:hAnsi="Times New Roman"/>
                <w:b/>
                <w:caps/>
                <w:sz w:val="16"/>
                <w:szCs w:val="16"/>
              </w:rPr>
              <w:t>25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98024A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aps/>
                <w:sz w:val="16"/>
                <w:szCs w:val="16"/>
              </w:rPr>
              <w:t>82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98024A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aps/>
                <w:sz w:val="16"/>
                <w:szCs w:val="16"/>
              </w:rPr>
              <w:t>62</w:t>
            </w:r>
          </w:p>
        </w:tc>
      </w:tr>
      <w:tr w:rsidR="002A3663" w:rsidRPr="00474E88" w:rsidTr="00C220C5">
        <w:trPr>
          <w:trHeight w:val="19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ind w:left="2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 процентам  - 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091E2E" w:rsidRDefault="002A3663" w:rsidP="007B058C">
            <w:pPr>
              <w:pStyle w:val="a3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  <w:r w:rsidRPr="00091E2E">
              <w:rPr>
                <w:rFonts w:ascii="Times New Roman" w:hAnsi="Times New Roman"/>
                <w:caps/>
                <w:sz w:val="16"/>
                <w:szCs w:val="16"/>
              </w:rPr>
              <w:t>262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  <w:bookmarkStart w:id="316" w:name="f5r262"/>
            <w:bookmarkEnd w:id="316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</w:tr>
      <w:tr w:rsidR="002A3663" w:rsidRPr="00474E88" w:rsidTr="00C220C5">
        <w:trPr>
          <w:trHeight w:val="19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ind w:left="240" w:firstLine="252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из них:  за пользование банковскими  кредитами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  <w:r>
              <w:rPr>
                <w:rFonts w:ascii="Times New Roman" w:hAnsi="Times New Roman"/>
                <w:caps/>
                <w:sz w:val="16"/>
                <w:szCs w:val="16"/>
              </w:rPr>
              <w:t>263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  <w:bookmarkStart w:id="317" w:name="f5r263"/>
            <w:bookmarkEnd w:id="317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</w:tr>
      <w:tr w:rsidR="002A3663" w:rsidRPr="00474E88" w:rsidTr="00C220C5">
        <w:trPr>
          <w:trHeight w:val="19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ind w:left="240" w:firstLine="252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в том числе: проценты по инвестиционным кредитам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  <w:r>
              <w:rPr>
                <w:rFonts w:ascii="Times New Roman" w:hAnsi="Times New Roman"/>
                <w:caps/>
                <w:sz w:val="16"/>
                <w:szCs w:val="16"/>
              </w:rPr>
              <w:t>264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  <w:bookmarkStart w:id="318" w:name="f5r264"/>
            <w:bookmarkEnd w:id="318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</w:tr>
      <w:tr w:rsidR="002A3663" w:rsidRPr="00474E88" w:rsidTr="00C220C5">
        <w:trPr>
          <w:trHeight w:val="19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ind w:left="2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бюджетам всех уровней - 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  <w:r>
              <w:rPr>
                <w:rFonts w:ascii="Times New Roman" w:hAnsi="Times New Roman"/>
                <w:caps/>
                <w:sz w:val="16"/>
                <w:szCs w:val="16"/>
              </w:rPr>
              <w:t>270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98024A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  <w:bookmarkStart w:id="319" w:name="f5r270"/>
            <w:bookmarkEnd w:id="319"/>
            <w:r>
              <w:rPr>
                <w:rFonts w:ascii="Times New Roman" w:hAnsi="Times New Roman"/>
                <w:b/>
                <w:caps/>
                <w:sz w:val="16"/>
                <w:szCs w:val="16"/>
              </w:rPr>
              <w:t>20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98024A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aps/>
                <w:sz w:val="16"/>
                <w:szCs w:val="16"/>
              </w:rPr>
              <w:t>10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</w:tr>
      <w:tr w:rsidR="002A3663" w:rsidRPr="00474E88" w:rsidTr="00C220C5">
        <w:trPr>
          <w:trHeight w:val="19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ind w:left="240" w:firstLine="252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из неё пени и штрафы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  <w:r>
              <w:rPr>
                <w:rFonts w:ascii="Times New Roman" w:hAnsi="Times New Roman"/>
                <w:caps/>
                <w:sz w:val="16"/>
                <w:szCs w:val="16"/>
              </w:rPr>
              <w:t>271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  <w:bookmarkStart w:id="320" w:name="f5r271"/>
            <w:bookmarkEnd w:id="320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</w:tr>
      <w:tr w:rsidR="002A3663" w:rsidRPr="00474E88" w:rsidTr="00C220C5">
        <w:trPr>
          <w:trHeight w:val="19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ind w:left="2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фонду социальной защиты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  <w:r>
              <w:rPr>
                <w:rFonts w:ascii="Times New Roman" w:hAnsi="Times New Roman"/>
                <w:caps/>
                <w:sz w:val="16"/>
                <w:szCs w:val="16"/>
              </w:rPr>
              <w:t>280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98024A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  <w:bookmarkStart w:id="321" w:name="f5r280"/>
            <w:bookmarkEnd w:id="321"/>
            <w:r>
              <w:rPr>
                <w:rFonts w:ascii="Times New Roman" w:hAnsi="Times New Roman"/>
                <w:b/>
                <w:caps/>
                <w:sz w:val="16"/>
                <w:szCs w:val="16"/>
              </w:rPr>
              <w:t>20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98024A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aps/>
                <w:sz w:val="16"/>
                <w:szCs w:val="16"/>
              </w:rPr>
              <w:t>21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</w:tr>
      <w:tr w:rsidR="002A3663" w:rsidRPr="00474E88" w:rsidTr="00C220C5">
        <w:trPr>
          <w:trHeight w:val="19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ind w:left="240" w:firstLine="252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из неё пени и штрафы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  <w:r>
              <w:rPr>
                <w:rFonts w:ascii="Times New Roman" w:hAnsi="Times New Roman"/>
                <w:caps/>
                <w:sz w:val="16"/>
                <w:szCs w:val="16"/>
              </w:rPr>
              <w:t>281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  <w:bookmarkStart w:id="322" w:name="f5r281"/>
            <w:bookmarkEnd w:id="322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</w:tr>
      <w:tr w:rsidR="002A3663" w:rsidRPr="00474E88" w:rsidTr="00C220C5">
        <w:trPr>
          <w:trHeight w:val="19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ind w:left="2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 том числе ,отсрочено и рассрочено в соответствии с Указами Президента Республики Беларусь - 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  <w:r>
              <w:rPr>
                <w:rFonts w:ascii="Times New Roman" w:hAnsi="Times New Roman"/>
                <w:caps/>
                <w:sz w:val="16"/>
                <w:szCs w:val="16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  <w:bookmarkStart w:id="323" w:name="f5r300"/>
            <w:bookmarkEnd w:id="323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aps/>
                <w:sz w:val="16"/>
                <w:szCs w:val="16"/>
              </w:rPr>
              <w:t>Х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aps/>
                <w:sz w:val="16"/>
                <w:szCs w:val="16"/>
              </w:rPr>
              <w:t>Х</w:t>
            </w:r>
          </w:p>
        </w:tc>
      </w:tr>
      <w:tr w:rsidR="002A3663" w:rsidRPr="00474E88" w:rsidTr="00C220C5">
        <w:trPr>
          <w:trHeight w:val="19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ind w:left="240" w:firstLine="132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 электроэнергию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  <w:r>
              <w:rPr>
                <w:rFonts w:ascii="Times New Roman" w:hAnsi="Times New Roman"/>
                <w:caps/>
                <w:sz w:val="16"/>
                <w:szCs w:val="16"/>
              </w:rPr>
              <w:t>301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  <w:bookmarkStart w:id="324" w:name="f5r301"/>
            <w:bookmarkEnd w:id="324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aps/>
                <w:sz w:val="16"/>
                <w:szCs w:val="16"/>
              </w:rPr>
              <w:t>Х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aps/>
                <w:sz w:val="16"/>
                <w:szCs w:val="16"/>
              </w:rPr>
              <w:t>Х</w:t>
            </w:r>
          </w:p>
        </w:tc>
      </w:tr>
      <w:tr w:rsidR="002A3663" w:rsidRPr="00474E88" w:rsidTr="00C220C5">
        <w:trPr>
          <w:trHeight w:val="19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ind w:left="240" w:firstLine="132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 газ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  <w:r>
              <w:rPr>
                <w:rFonts w:ascii="Times New Roman" w:hAnsi="Times New Roman"/>
                <w:caps/>
                <w:sz w:val="16"/>
                <w:szCs w:val="16"/>
              </w:rPr>
              <w:t>302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  <w:bookmarkStart w:id="325" w:name="f5r302"/>
            <w:bookmarkEnd w:id="325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aps/>
                <w:sz w:val="16"/>
                <w:szCs w:val="16"/>
              </w:rPr>
              <w:t>Х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aps/>
                <w:sz w:val="16"/>
                <w:szCs w:val="16"/>
              </w:rPr>
              <w:t>Х</w:t>
            </w:r>
          </w:p>
        </w:tc>
      </w:tr>
      <w:tr w:rsidR="002A3663" w:rsidRPr="00474E88" w:rsidTr="00C220C5">
        <w:trPr>
          <w:trHeight w:val="19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ind w:left="240" w:firstLine="132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 тепловую энергию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  <w:r>
              <w:rPr>
                <w:rFonts w:ascii="Times New Roman" w:hAnsi="Times New Roman"/>
                <w:caps/>
                <w:sz w:val="16"/>
                <w:szCs w:val="16"/>
              </w:rPr>
              <w:t>303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  <w:bookmarkStart w:id="326" w:name="f5r303"/>
            <w:bookmarkEnd w:id="326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aps/>
                <w:sz w:val="16"/>
                <w:szCs w:val="16"/>
              </w:rPr>
              <w:t>Х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aps/>
                <w:sz w:val="16"/>
                <w:szCs w:val="16"/>
              </w:rPr>
              <w:t>Х</w:t>
            </w:r>
          </w:p>
        </w:tc>
      </w:tr>
      <w:tr w:rsidR="002A3663" w:rsidRPr="00474E88" w:rsidTr="00C220C5">
        <w:trPr>
          <w:trHeight w:val="19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ind w:left="240" w:firstLine="132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 всех уровней  по уплате налогов и иных обязательных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  <w:r>
              <w:rPr>
                <w:rFonts w:ascii="Times New Roman" w:hAnsi="Times New Roman"/>
                <w:caps/>
                <w:sz w:val="16"/>
                <w:szCs w:val="16"/>
              </w:rPr>
              <w:t>304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  <w:bookmarkStart w:id="327" w:name="f5r304"/>
            <w:bookmarkEnd w:id="327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aps/>
                <w:sz w:val="16"/>
                <w:szCs w:val="16"/>
              </w:rPr>
              <w:t>Х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aps/>
                <w:sz w:val="16"/>
                <w:szCs w:val="16"/>
              </w:rPr>
              <w:t>Х</w:t>
            </w:r>
          </w:p>
        </w:tc>
      </w:tr>
      <w:tr w:rsidR="002A3663" w:rsidRPr="00474E88" w:rsidTr="00C220C5">
        <w:trPr>
          <w:trHeight w:val="19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ind w:left="480" w:firstLine="78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 том числе:  пени и штрафы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  <w:r>
              <w:rPr>
                <w:rFonts w:ascii="Times New Roman" w:hAnsi="Times New Roman"/>
                <w:caps/>
                <w:sz w:val="16"/>
                <w:szCs w:val="16"/>
              </w:rPr>
              <w:t>305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  <w:bookmarkStart w:id="328" w:name="f5r305"/>
            <w:bookmarkEnd w:id="328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aps/>
                <w:sz w:val="16"/>
                <w:szCs w:val="16"/>
              </w:rPr>
              <w:t>Х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aps/>
                <w:sz w:val="16"/>
                <w:szCs w:val="16"/>
              </w:rPr>
              <w:t>Х</w:t>
            </w:r>
          </w:p>
        </w:tc>
      </w:tr>
      <w:tr w:rsidR="002A3663" w:rsidRPr="00474E88" w:rsidTr="00C220C5">
        <w:trPr>
          <w:trHeight w:val="19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ind w:left="240" w:firstLine="176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фонду социальной защиты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  <w:r>
              <w:rPr>
                <w:rFonts w:ascii="Times New Roman" w:hAnsi="Times New Roman"/>
                <w:caps/>
                <w:sz w:val="16"/>
                <w:szCs w:val="16"/>
              </w:rPr>
              <w:t>306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  <w:bookmarkStart w:id="329" w:name="f5r306"/>
            <w:bookmarkEnd w:id="329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aps/>
                <w:sz w:val="16"/>
                <w:szCs w:val="16"/>
              </w:rPr>
              <w:t>Х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aps/>
                <w:sz w:val="16"/>
                <w:szCs w:val="16"/>
              </w:rPr>
              <w:t>Х</w:t>
            </w:r>
          </w:p>
        </w:tc>
      </w:tr>
      <w:tr w:rsidR="002A3663" w:rsidRPr="00474E88" w:rsidTr="00C220C5">
        <w:trPr>
          <w:trHeight w:val="19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ind w:left="480" w:firstLine="78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 том числе: санкции, пени и штрафы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  <w:r>
              <w:rPr>
                <w:rFonts w:ascii="Times New Roman" w:hAnsi="Times New Roman"/>
                <w:caps/>
                <w:sz w:val="16"/>
                <w:szCs w:val="16"/>
              </w:rPr>
              <w:t>307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  <w:bookmarkStart w:id="330" w:name="f5r307"/>
            <w:bookmarkEnd w:id="330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aps/>
                <w:sz w:val="16"/>
                <w:szCs w:val="16"/>
              </w:rPr>
              <w:t>Х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aps/>
                <w:sz w:val="16"/>
                <w:szCs w:val="16"/>
              </w:rPr>
              <w:t>Х</w:t>
            </w:r>
          </w:p>
        </w:tc>
      </w:tr>
      <w:tr w:rsidR="002A3663" w:rsidRPr="00474E88" w:rsidTr="00C220C5">
        <w:trPr>
          <w:trHeight w:val="19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ind w:left="274" w:firstLine="142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 лизинговым платежам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  <w:r>
              <w:rPr>
                <w:rFonts w:ascii="Times New Roman" w:hAnsi="Times New Roman"/>
                <w:caps/>
                <w:sz w:val="16"/>
                <w:szCs w:val="16"/>
              </w:rPr>
              <w:t>308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  <w:bookmarkStart w:id="331" w:name="f5r308"/>
            <w:bookmarkEnd w:id="331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aps/>
                <w:sz w:val="16"/>
                <w:szCs w:val="16"/>
              </w:rPr>
              <w:t>Х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aps/>
                <w:sz w:val="16"/>
                <w:szCs w:val="16"/>
              </w:rPr>
              <w:t>Х</w:t>
            </w:r>
          </w:p>
        </w:tc>
      </w:tr>
      <w:tr w:rsidR="002A3663" w:rsidRPr="00474E88" w:rsidTr="00C220C5">
        <w:trPr>
          <w:trHeight w:val="19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ind w:left="27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отсроченная и рассроченная кредиторская задолженность контрагентов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  <w:r>
              <w:rPr>
                <w:rFonts w:ascii="Times New Roman" w:hAnsi="Times New Roman"/>
                <w:caps/>
                <w:sz w:val="16"/>
                <w:szCs w:val="16"/>
              </w:rPr>
              <w:t>309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  <w:bookmarkStart w:id="332" w:name="f5r309"/>
            <w:bookmarkEnd w:id="332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aps/>
                <w:sz w:val="16"/>
                <w:szCs w:val="16"/>
              </w:rPr>
              <w:t>Х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aps/>
                <w:sz w:val="16"/>
                <w:szCs w:val="16"/>
              </w:rPr>
              <w:t>Х</w:t>
            </w:r>
          </w:p>
        </w:tc>
      </w:tr>
      <w:tr w:rsidR="002A3663" w:rsidRPr="00474E88" w:rsidTr="00C220C5">
        <w:trPr>
          <w:trHeight w:val="19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ind w:firstLine="416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 том числе по лизингу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555F6E" w:rsidRDefault="002A3663" w:rsidP="007B058C">
            <w:pPr>
              <w:pStyle w:val="a3"/>
              <w:jc w:val="center"/>
              <w:rPr>
                <w:rFonts w:ascii="Times New Roman" w:hAnsi="Times New Roman"/>
                <w:caps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aps/>
                <w:sz w:val="16"/>
                <w:szCs w:val="16"/>
              </w:rPr>
              <w:t>309</w:t>
            </w:r>
            <w:r>
              <w:rPr>
                <w:rFonts w:ascii="Times New Roman" w:hAnsi="Times New Roman"/>
                <w:caps/>
                <w:sz w:val="16"/>
                <w:szCs w:val="16"/>
                <w:lang w:val="en-US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  <w:bookmarkStart w:id="333" w:name="f5r309A"/>
            <w:bookmarkEnd w:id="333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aps/>
                <w:sz w:val="16"/>
                <w:szCs w:val="16"/>
              </w:rPr>
              <w:t>Х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aps/>
                <w:sz w:val="16"/>
                <w:szCs w:val="16"/>
              </w:rPr>
              <w:t>Х</w:t>
            </w:r>
          </w:p>
        </w:tc>
      </w:tr>
      <w:tr w:rsidR="002A3663" w:rsidRPr="00474E88" w:rsidTr="00C220C5">
        <w:trPr>
          <w:trHeight w:val="198"/>
        </w:trPr>
        <w:tc>
          <w:tcPr>
            <w:tcW w:w="106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5C4E72" w:rsidRDefault="002A3663" w:rsidP="007B058C">
            <w:pPr>
              <w:pStyle w:val="a3"/>
              <w:rPr>
                <w:rFonts w:ascii="Times New Roman" w:hAnsi="Times New Roman"/>
                <w:b/>
                <w:caps/>
                <w:sz w:val="14"/>
                <w:szCs w:val="14"/>
              </w:rPr>
            </w:pPr>
            <w:r w:rsidRPr="005C4E72">
              <w:rPr>
                <w:rFonts w:ascii="Times New Roman" w:hAnsi="Times New Roman"/>
                <w:b/>
                <w:caps/>
                <w:sz w:val="14"/>
                <w:szCs w:val="14"/>
              </w:rPr>
              <w:t>СПРАВОЧНО:</w:t>
            </w:r>
          </w:p>
        </w:tc>
      </w:tr>
      <w:tr w:rsidR="002A3663" w:rsidRPr="00474E88" w:rsidTr="00C220C5">
        <w:trPr>
          <w:trHeight w:val="19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5A2A3F">
              <w:rPr>
                <w:rFonts w:ascii="Times New Roman" w:hAnsi="Times New Roman"/>
                <w:sz w:val="16"/>
                <w:szCs w:val="16"/>
              </w:rPr>
              <w:t>Указ Президента Республики Беларусь от 01.03.2010 г. № 92 - 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widowControl w:val="0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</w:pPr>
            <w:bookmarkStart w:id="334" w:name="f5r320"/>
            <w:bookmarkEnd w:id="334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  <w:t>X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  <w:t>X</w:t>
            </w:r>
          </w:p>
        </w:tc>
      </w:tr>
      <w:tr w:rsidR="002A3663" w:rsidRPr="00474E88" w:rsidTr="00C220C5">
        <w:trPr>
          <w:trHeight w:val="19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widowControl w:val="0"/>
              <w:ind w:left="2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 электроэнергию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widowControl w:val="0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  <w:bookmarkStart w:id="335" w:name="f5r321"/>
            <w:bookmarkEnd w:id="335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  <w:t>X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  <w:t>X</w:t>
            </w:r>
          </w:p>
        </w:tc>
      </w:tr>
      <w:tr w:rsidR="002A3663" w:rsidRPr="00474E88" w:rsidTr="00C220C5">
        <w:trPr>
          <w:trHeight w:val="19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widowControl w:val="0"/>
              <w:ind w:left="2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 газ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widowControl w:val="0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  <w:bookmarkStart w:id="336" w:name="f5r322"/>
            <w:bookmarkEnd w:id="336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  <w:t>X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  <w:t>X</w:t>
            </w:r>
          </w:p>
        </w:tc>
      </w:tr>
      <w:tr w:rsidR="002A3663" w:rsidRPr="00474E88" w:rsidTr="00C220C5">
        <w:trPr>
          <w:trHeight w:val="19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widowControl w:val="0"/>
              <w:ind w:left="2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 тепловую энергию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widowControl w:val="0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2</w:t>
            </w: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  <w:bookmarkStart w:id="337" w:name="f5r323"/>
            <w:bookmarkEnd w:id="337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  <w:t>X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  <w:t>X</w:t>
            </w:r>
          </w:p>
        </w:tc>
      </w:tr>
      <w:tr w:rsidR="002A3663" w:rsidRPr="00474E88" w:rsidTr="00C220C5">
        <w:trPr>
          <w:trHeight w:val="19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ind w:left="2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бюджетам всех уровней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  <w:bookmarkStart w:id="338" w:name="f5r324"/>
            <w:bookmarkEnd w:id="338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  <w:t>X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  <w:t>X</w:t>
            </w:r>
          </w:p>
        </w:tc>
      </w:tr>
      <w:tr w:rsidR="002A3663" w:rsidRPr="00474E88" w:rsidTr="00C220C5">
        <w:trPr>
          <w:trHeight w:val="19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widowControl w:val="0"/>
              <w:ind w:left="240" w:firstLine="176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из неё пени и штрафы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  <w:bookmarkStart w:id="339" w:name="f5r325"/>
            <w:bookmarkEnd w:id="339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  <w:t>X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  <w:t>X</w:t>
            </w:r>
          </w:p>
        </w:tc>
      </w:tr>
      <w:tr w:rsidR="002A3663" w:rsidRPr="00474E88" w:rsidTr="00C220C5">
        <w:trPr>
          <w:trHeight w:val="19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ind w:left="2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фонду социальной защиты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  <w:bookmarkStart w:id="340" w:name="f5r326"/>
            <w:bookmarkEnd w:id="340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  <w:t>X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  <w:t>X</w:t>
            </w:r>
          </w:p>
        </w:tc>
      </w:tr>
      <w:tr w:rsidR="002A3663" w:rsidRPr="00474E88" w:rsidTr="00C220C5">
        <w:trPr>
          <w:trHeight w:val="19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widowControl w:val="0"/>
              <w:ind w:left="240" w:firstLine="176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из нее : санкции, пени, штрафы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widowControl w:val="0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2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  <w:bookmarkStart w:id="341" w:name="f5r327"/>
            <w:bookmarkEnd w:id="341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  <w:t>X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  <w:t>X</w:t>
            </w:r>
          </w:p>
        </w:tc>
      </w:tr>
      <w:tr w:rsidR="002A3663" w:rsidRPr="00474E88" w:rsidTr="00C220C5">
        <w:trPr>
          <w:trHeight w:val="19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5A2A3F" w:rsidRDefault="002A3663" w:rsidP="007B058C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5A2A3F">
              <w:rPr>
                <w:rFonts w:ascii="Times New Roman" w:hAnsi="Times New Roman"/>
                <w:sz w:val="16"/>
                <w:szCs w:val="16"/>
              </w:rPr>
              <w:t xml:space="preserve"> Указ Президента Республики Беларусь от 22.04.2011 г. № 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  <w:bookmarkStart w:id="342" w:name="f5r340"/>
            <w:bookmarkEnd w:id="342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  <w:t>X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  <w:t>X</w:t>
            </w:r>
          </w:p>
        </w:tc>
      </w:tr>
      <w:tr w:rsidR="002A3663" w:rsidRPr="00474E88" w:rsidTr="00C220C5">
        <w:trPr>
          <w:trHeight w:val="19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5A2A3F" w:rsidRDefault="002A3663" w:rsidP="007B058C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5A2A3F">
              <w:rPr>
                <w:rFonts w:ascii="Times New Roman" w:hAnsi="Times New Roman"/>
                <w:sz w:val="16"/>
                <w:szCs w:val="16"/>
              </w:rPr>
              <w:t xml:space="preserve"> Указ Президента Республики Беларусь от 24.06.2008 г. №350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  <w:bookmarkStart w:id="343" w:name="f5r350"/>
            <w:bookmarkEnd w:id="343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  <w:t>X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  <w:t>X</w:t>
            </w:r>
          </w:p>
        </w:tc>
      </w:tr>
      <w:tr w:rsidR="002A3663" w:rsidRPr="00474E88" w:rsidTr="00C220C5">
        <w:trPr>
          <w:trHeight w:val="19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ind w:firstLine="27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 том числе:  бюджетам всех уровней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  <w:bookmarkStart w:id="344" w:name="f5r351"/>
            <w:bookmarkEnd w:id="344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  <w:t>X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  <w:t>X</w:t>
            </w:r>
          </w:p>
        </w:tc>
      </w:tr>
      <w:tr w:rsidR="002A3663" w:rsidRPr="00474E88" w:rsidTr="00C220C5">
        <w:trPr>
          <w:trHeight w:val="19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ind w:firstLine="108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фонду социальной защиты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  <w:bookmarkStart w:id="345" w:name="f5r352"/>
            <w:bookmarkEnd w:id="345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  <w:t>X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  <w:t>X</w:t>
            </w:r>
          </w:p>
        </w:tc>
      </w:tr>
      <w:tr w:rsidR="002A3663" w:rsidRPr="00474E88" w:rsidTr="00C220C5">
        <w:trPr>
          <w:trHeight w:val="19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5A2A3F">
              <w:rPr>
                <w:rFonts w:ascii="Times New Roman" w:hAnsi="Times New Roman"/>
                <w:sz w:val="16"/>
                <w:szCs w:val="16"/>
              </w:rPr>
              <w:t>Указ Президента РБ от 24.01.2011 г. № 34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фонду соцзащиты - 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4E6DA8" w:rsidRDefault="002A3663" w:rsidP="007B058C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4E6DA8">
              <w:rPr>
                <w:rFonts w:ascii="Times New Roman" w:hAnsi="Times New Roman"/>
                <w:sz w:val="16"/>
                <w:szCs w:val="16"/>
              </w:rPr>
              <w:t>3</w:t>
            </w:r>
            <w:r w:rsidRPr="004E6DA8">
              <w:rPr>
                <w:rFonts w:ascii="Times New Roman" w:hAnsi="Times New Roman"/>
                <w:sz w:val="16"/>
                <w:szCs w:val="16"/>
                <w:lang w:val="en-US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  <w:bookmarkStart w:id="346" w:name="f5r360"/>
            <w:bookmarkEnd w:id="346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  <w:t>X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  <w:t>X</w:t>
            </w:r>
          </w:p>
        </w:tc>
      </w:tr>
      <w:tr w:rsidR="002A3663" w:rsidRPr="00474E88" w:rsidTr="00C220C5">
        <w:trPr>
          <w:trHeight w:val="19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ind w:firstLine="27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 том числе: санкции, штрафы и пени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4E6DA8" w:rsidRDefault="002A3663" w:rsidP="007B058C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4E6DA8">
              <w:rPr>
                <w:rFonts w:ascii="Times New Roman" w:hAnsi="Times New Roman"/>
                <w:sz w:val="16"/>
                <w:szCs w:val="16"/>
              </w:rPr>
              <w:t>3</w:t>
            </w:r>
            <w:r w:rsidRPr="004E6DA8">
              <w:rPr>
                <w:rFonts w:ascii="Times New Roman" w:hAnsi="Times New Roman"/>
                <w:sz w:val="16"/>
                <w:szCs w:val="16"/>
                <w:lang w:val="en-US"/>
              </w:rPr>
              <w:t>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  <w:bookmarkStart w:id="347" w:name="f5r361"/>
            <w:bookmarkEnd w:id="347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  <w:t>X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  <w:t>X</w:t>
            </w:r>
          </w:p>
        </w:tc>
      </w:tr>
      <w:tr w:rsidR="002A3663" w:rsidRPr="00474E88" w:rsidTr="00C220C5">
        <w:trPr>
          <w:trHeight w:val="19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4B6207" w:rsidRDefault="002A3663" w:rsidP="007B058C">
            <w:pPr>
              <w:pStyle w:val="a3"/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B6207">
              <w:rPr>
                <w:rFonts w:ascii="Times New Roman" w:hAnsi="Times New Roman"/>
                <w:sz w:val="16"/>
                <w:szCs w:val="16"/>
              </w:rPr>
              <w:t>Указ Президента Республики Беларусь от 16.03.2018 г. № 110 - 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DF0AB9" w:rsidRDefault="002A3663" w:rsidP="007B058C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370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  <w:bookmarkStart w:id="348" w:name="f5r370"/>
            <w:bookmarkEnd w:id="348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  <w:t>X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  <w:t>X</w:t>
            </w:r>
          </w:p>
        </w:tc>
      </w:tr>
      <w:tr w:rsidR="002A3663" w:rsidRPr="00474E88" w:rsidTr="00C220C5">
        <w:trPr>
          <w:trHeight w:val="19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widowControl w:val="0"/>
              <w:ind w:left="2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 электроэнергию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371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  <w:bookmarkStart w:id="349" w:name="f5r371"/>
            <w:bookmarkEnd w:id="349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  <w:t>X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  <w:t>X</w:t>
            </w:r>
          </w:p>
        </w:tc>
      </w:tr>
      <w:tr w:rsidR="002A3663" w:rsidRPr="00474E88" w:rsidTr="00C220C5">
        <w:trPr>
          <w:trHeight w:val="19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widowControl w:val="0"/>
              <w:ind w:left="2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 газ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372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  <w:bookmarkStart w:id="350" w:name="f5r372"/>
            <w:bookmarkEnd w:id="350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  <w:t>X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  <w:t>X</w:t>
            </w:r>
          </w:p>
        </w:tc>
      </w:tr>
      <w:tr w:rsidR="002A3663" w:rsidRPr="00474E88" w:rsidTr="00C220C5">
        <w:trPr>
          <w:trHeight w:val="19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widowControl w:val="0"/>
              <w:ind w:left="2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 тепловую энергию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373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  <w:bookmarkStart w:id="351" w:name="f5r373"/>
            <w:bookmarkEnd w:id="351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  <w:t>X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  <w:t>X</w:t>
            </w:r>
          </w:p>
        </w:tc>
      </w:tr>
      <w:tr w:rsidR="002A3663" w:rsidRPr="00474E88" w:rsidTr="00C220C5">
        <w:trPr>
          <w:trHeight w:val="19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5A2A3F">
              <w:rPr>
                <w:rFonts w:ascii="Times New Roman" w:hAnsi="Times New Roman"/>
                <w:sz w:val="16"/>
                <w:szCs w:val="16"/>
              </w:rPr>
              <w:t xml:space="preserve">Указ Президента Республики Беларусь от </w:t>
            </w:r>
            <w:r w:rsidRPr="0060537C">
              <w:rPr>
                <w:rFonts w:ascii="Times New Roman" w:hAnsi="Times New Roman"/>
                <w:sz w:val="16"/>
                <w:szCs w:val="16"/>
              </w:rPr>
              <w:t>04</w:t>
            </w:r>
            <w:r w:rsidRPr="005A2A3F">
              <w:rPr>
                <w:rFonts w:ascii="Times New Roman" w:hAnsi="Times New Roman"/>
                <w:sz w:val="16"/>
                <w:szCs w:val="16"/>
              </w:rPr>
              <w:t>.0</w:t>
            </w:r>
            <w:r w:rsidRPr="0060537C">
              <w:rPr>
                <w:rFonts w:ascii="Times New Roman" w:hAnsi="Times New Roman"/>
                <w:sz w:val="16"/>
                <w:szCs w:val="16"/>
              </w:rPr>
              <w:t>7</w:t>
            </w:r>
            <w:r w:rsidRPr="005A2A3F">
              <w:rPr>
                <w:rFonts w:ascii="Times New Roman" w:hAnsi="Times New Roman"/>
                <w:sz w:val="16"/>
                <w:szCs w:val="16"/>
              </w:rPr>
              <w:t>.201</w:t>
            </w:r>
            <w:r w:rsidRPr="0060537C">
              <w:rPr>
                <w:rFonts w:ascii="Times New Roman" w:hAnsi="Times New Roman"/>
                <w:sz w:val="16"/>
                <w:szCs w:val="16"/>
              </w:rPr>
              <w:t>6</w:t>
            </w:r>
            <w:r w:rsidRPr="005A2A3F">
              <w:rPr>
                <w:rFonts w:ascii="Times New Roman" w:hAnsi="Times New Roman"/>
                <w:sz w:val="16"/>
                <w:szCs w:val="16"/>
              </w:rPr>
              <w:t xml:space="preserve"> г. № </w:t>
            </w:r>
            <w:r w:rsidRPr="0060537C">
              <w:rPr>
                <w:rFonts w:ascii="Times New Roman" w:hAnsi="Times New Roman"/>
                <w:sz w:val="16"/>
                <w:szCs w:val="16"/>
              </w:rPr>
              <w:t>253</w:t>
            </w:r>
            <w:r w:rsidRPr="005A2A3F">
              <w:rPr>
                <w:rFonts w:ascii="Times New Roman" w:hAnsi="Times New Roman"/>
                <w:sz w:val="16"/>
                <w:szCs w:val="16"/>
              </w:rPr>
              <w:t xml:space="preserve"> - 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380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  <w:bookmarkStart w:id="352" w:name="f5r380"/>
            <w:bookmarkEnd w:id="352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  <w:t>X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  <w:t>X</w:t>
            </w:r>
          </w:p>
        </w:tc>
      </w:tr>
      <w:tr w:rsidR="002A3663" w:rsidRPr="00474E88" w:rsidTr="00C220C5">
        <w:trPr>
          <w:trHeight w:val="19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widowControl w:val="0"/>
              <w:ind w:left="27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 электроэнергию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381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  <w:bookmarkStart w:id="353" w:name="f5r381"/>
            <w:bookmarkEnd w:id="353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  <w:t>X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  <w:t>X</w:t>
            </w:r>
          </w:p>
        </w:tc>
      </w:tr>
      <w:tr w:rsidR="002A3663" w:rsidRPr="00474E88" w:rsidTr="00C220C5">
        <w:trPr>
          <w:trHeight w:val="19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widowControl w:val="0"/>
              <w:ind w:left="27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 газ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382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  <w:bookmarkStart w:id="354" w:name="f5r382"/>
            <w:bookmarkEnd w:id="354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  <w:t>X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  <w:t>X</w:t>
            </w:r>
          </w:p>
        </w:tc>
      </w:tr>
      <w:tr w:rsidR="002A3663" w:rsidRPr="00474E88" w:rsidTr="00C220C5">
        <w:trPr>
          <w:trHeight w:val="19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widowControl w:val="0"/>
              <w:ind w:left="27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 тепловую энергию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383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  <w:bookmarkStart w:id="355" w:name="f5r383"/>
            <w:bookmarkEnd w:id="355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  <w:t>X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  <w:t>X</w:t>
            </w:r>
          </w:p>
        </w:tc>
      </w:tr>
      <w:tr w:rsidR="002A3663" w:rsidRPr="00474E88" w:rsidTr="00C220C5">
        <w:trPr>
          <w:trHeight w:val="19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60537C" w:rsidRDefault="002A3663" w:rsidP="007B058C">
            <w:pPr>
              <w:pStyle w:val="a3"/>
              <w:ind w:left="27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бюджетам всех уровней по уплате налогов, сборов пени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60537C" w:rsidRDefault="002A3663" w:rsidP="007B058C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537C">
              <w:rPr>
                <w:rFonts w:ascii="Times New Roman" w:hAnsi="Times New Roman"/>
                <w:sz w:val="16"/>
                <w:szCs w:val="16"/>
              </w:rPr>
              <w:t>384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  <w:bookmarkStart w:id="356" w:name="f5r384"/>
            <w:bookmarkEnd w:id="356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  <w:t>X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  <w:t>X</w:t>
            </w:r>
          </w:p>
        </w:tc>
      </w:tr>
      <w:tr w:rsidR="002A3663" w:rsidRPr="00474E88" w:rsidTr="00C220C5">
        <w:trPr>
          <w:trHeight w:val="19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ind w:left="27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фонду соцзащиты по суммам административных взысканий в виде штрафов и начисленных пеней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60537C" w:rsidRDefault="002A3663" w:rsidP="007B058C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537C">
              <w:rPr>
                <w:rFonts w:ascii="Times New Roman" w:hAnsi="Times New Roman"/>
                <w:sz w:val="16"/>
                <w:szCs w:val="16"/>
              </w:rPr>
              <w:t>385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  <w:bookmarkStart w:id="357" w:name="f5r385"/>
            <w:bookmarkEnd w:id="357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  <w:t>X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  <w:t>X</w:t>
            </w:r>
          </w:p>
        </w:tc>
      </w:tr>
      <w:tr w:rsidR="002A3663" w:rsidRPr="00474E88" w:rsidTr="00C220C5">
        <w:trPr>
          <w:trHeight w:val="19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ind w:left="27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отсроченная и рассроченная кредиторская задолженность контрагентов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60537C" w:rsidRDefault="002A3663" w:rsidP="007B058C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537C">
              <w:rPr>
                <w:rFonts w:ascii="Times New Roman" w:hAnsi="Times New Roman"/>
                <w:sz w:val="16"/>
                <w:szCs w:val="16"/>
              </w:rPr>
              <w:t>386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  <w:bookmarkStart w:id="358" w:name="f5r386"/>
            <w:bookmarkEnd w:id="358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  <w:t>X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  <w:t>X</w:t>
            </w:r>
          </w:p>
        </w:tc>
      </w:tr>
      <w:tr w:rsidR="002A3663" w:rsidRPr="00474E88" w:rsidTr="00C220C5">
        <w:trPr>
          <w:trHeight w:val="19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ind w:firstLine="416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 том числе по лизингу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60537C" w:rsidRDefault="002A3663" w:rsidP="007B058C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537C">
              <w:rPr>
                <w:rFonts w:ascii="Times New Roman" w:hAnsi="Times New Roman"/>
                <w:sz w:val="16"/>
                <w:szCs w:val="16"/>
              </w:rPr>
              <w:t>386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  <w:bookmarkStart w:id="359" w:name="f5r386A"/>
            <w:bookmarkEnd w:id="359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  <w:t>X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  <w:t>X</w:t>
            </w:r>
          </w:p>
        </w:tc>
      </w:tr>
      <w:tr w:rsidR="002A3663" w:rsidRPr="00474E88" w:rsidTr="00C220C5">
        <w:trPr>
          <w:trHeight w:val="19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5A2A3F">
              <w:rPr>
                <w:rFonts w:ascii="Times New Roman" w:hAnsi="Times New Roman"/>
                <w:sz w:val="16"/>
                <w:szCs w:val="16"/>
              </w:rPr>
              <w:t xml:space="preserve">Указ Президента Республики Беларусь от </w:t>
            </w:r>
            <w:r>
              <w:rPr>
                <w:rFonts w:ascii="Times New Roman" w:hAnsi="Times New Roman"/>
                <w:sz w:val="16"/>
                <w:szCs w:val="16"/>
              </w:rPr>
              <w:t>25</w:t>
            </w:r>
            <w:r w:rsidRPr="005A2A3F">
              <w:rPr>
                <w:rFonts w:ascii="Times New Roman" w:hAnsi="Times New Roman"/>
                <w:sz w:val="16"/>
                <w:szCs w:val="16"/>
              </w:rPr>
              <w:t>.0</w:t>
            </w:r>
            <w:r>
              <w:rPr>
                <w:rFonts w:ascii="Times New Roman" w:hAnsi="Times New Roman"/>
                <w:sz w:val="16"/>
                <w:szCs w:val="16"/>
              </w:rPr>
              <w:t>8</w:t>
            </w:r>
            <w:r w:rsidRPr="005A2A3F">
              <w:rPr>
                <w:rFonts w:ascii="Times New Roman" w:hAnsi="Times New Roman"/>
                <w:sz w:val="16"/>
                <w:szCs w:val="16"/>
              </w:rPr>
              <w:t>.201</w:t>
            </w:r>
            <w:r w:rsidRPr="0060537C">
              <w:rPr>
                <w:rFonts w:ascii="Times New Roman" w:hAnsi="Times New Roman"/>
                <w:sz w:val="16"/>
                <w:szCs w:val="16"/>
              </w:rPr>
              <w:t>6</w:t>
            </w:r>
            <w:r w:rsidRPr="005A2A3F">
              <w:rPr>
                <w:rFonts w:ascii="Times New Roman" w:hAnsi="Times New Roman"/>
                <w:sz w:val="16"/>
                <w:szCs w:val="16"/>
              </w:rPr>
              <w:t xml:space="preserve"> г. № </w:t>
            </w:r>
            <w:r>
              <w:rPr>
                <w:rFonts w:ascii="Times New Roman" w:hAnsi="Times New Roman"/>
                <w:sz w:val="16"/>
                <w:szCs w:val="16"/>
              </w:rPr>
              <w:t>320</w:t>
            </w:r>
            <w:r w:rsidRPr="005A2A3F">
              <w:rPr>
                <w:rFonts w:ascii="Times New Roman" w:hAnsi="Times New Roman"/>
                <w:sz w:val="16"/>
                <w:szCs w:val="16"/>
              </w:rPr>
              <w:t xml:space="preserve"> - 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60537C" w:rsidRDefault="002A3663" w:rsidP="007B058C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537C">
              <w:rPr>
                <w:rFonts w:ascii="Times New Roman" w:hAnsi="Times New Roman"/>
                <w:sz w:val="16"/>
                <w:szCs w:val="16"/>
              </w:rPr>
              <w:t>390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  <w:bookmarkStart w:id="360" w:name="f5r390"/>
            <w:bookmarkEnd w:id="360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  <w:t>X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  <w:t>X</w:t>
            </w:r>
          </w:p>
        </w:tc>
      </w:tr>
      <w:tr w:rsidR="002A3663" w:rsidRPr="00474E88" w:rsidTr="00C220C5">
        <w:trPr>
          <w:trHeight w:val="19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widowControl w:val="0"/>
              <w:ind w:left="2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 электроэнергию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60537C" w:rsidRDefault="002A3663" w:rsidP="007B058C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537C">
              <w:rPr>
                <w:rFonts w:ascii="Times New Roman" w:hAnsi="Times New Roman"/>
                <w:sz w:val="16"/>
                <w:szCs w:val="16"/>
              </w:rPr>
              <w:t>391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  <w:bookmarkStart w:id="361" w:name="f5r391"/>
            <w:bookmarkEnd w:id="361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  <w:t>X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  <w:t>X</w:t>
            </w:r>
          </w:p>
        </w:tc>
      </w:tr>
      <w:tr w:rsidR="002A3663" w:rsidRPr="00474E88" w:rsidTr="00C220C5">
        <w:trPr>
          <w:trHeight w:val="19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widowControl w:val="0"/>
              <w:ind w:left="2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 газ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60537C" w:rsidRDefault="002A3663" w:rsidP="007B058C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537C">
              <w:rPr>
                <w:rFonts w:ascii="Times New Roman" w:hAnsi="Times New Roman"/>
                <w:sz w:val="16"/>
                <w:szCs w:val="16"/>
              </w:rPr>
              <w:t>392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60537C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  <w:bookmarkStart w:id="362" w:name="f5r392"/>
            <w:bookmarkEnd w:id="362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  <w:t>X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  <w:t>X</w:t>
            </w:r>
          </w:p>
        </w:tc>
      </w:tr>
      <w:tr w:rsidR="002A3663" w:rsidRPr="00474E88" w:rsidTr="00C220C5">
        <w:trPr>
          <w:trHeight w:val="19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widowControl w:val="0"/>
              <w:ind w:left="2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 тепловую энергию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60537C" w:rsidRDefault="002A3663" w:rsidP="007B058C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537C">
              <w:rPr>
                <w:rFonts w:ascii="Times New Roman" w:hAnsi="Times New Roman"/>
                <w:sz w:val="16"/>
                <w:szCs w:val="16"/>
              </w:rPr>
              <w:t>393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  <w:bookmarkStart w:id="363" w:name="f5r393"/>
            <w:bookmarkEnd w:id="363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  <w:t>X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  <w:t>X</w:t>
            </w:r>
          </w:p>
        </w:tc>
      </w:tr>
      <w:tr w:rsidR="002A3663" w:rsidRPr="00474E88" w:rsidTr="00C220C5">
        <w:trPr>
          <w:trHeight w:val="19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60537C" w:rsidRDefault="002A3663" w:rsidP="007B058C">
            <w:pPr>
              <w:pStyle w:val="a3"/>
              <w:ind w:firstLine="2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бюджетам всех уровней по уплате налогов, сборов пени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60537C" w:rsidRDefault="002A3663" w:rsidP="007B058C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537C">
              <w:rPr>
                <w:rFonts w:ascii="Times New Roman" w:hAnsi="Times New Roman"/>
                <w:sz w:val="16"/>
                <w:szCs w:val="16"/>
              </w:rPr>
              <w:t>394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  <w:bookmarkStart w:id="364" w:name="f5r394"/>
            <w:bookmarkEnd w:id="364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  <w:t>X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  <w:t>X</w:t>
            </w:r>
          </w:p>
        </w:tc>
      </w:tr>
      <w:tr w:rsidR="002A3663" w:rsidRPr="00474E88" w:rsidTr="00C220C5">
        <w:trPr>
          <w:trHeight w:val="19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ind w:firstLine="416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из неё пени и штрафы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60537C" w:rsidRDefault="002A3663" w:rsidP="007B058C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537C">
              <w:rPr>
                <w:rFonts w:ascii="Times New Roman" w:hAnsi="Times New Roman"/>
                <w:sz w:val="16"/>
                <w:szCs w:val="16"/>
              </w:rPr>
              <w:t>395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  <w:bookmarkStart w:id="365" w:name="f5r395"/>
            <w:bookmarkEnd w:id="365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  <w:t>X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  <w:t>X</w:t>
            </w:r>
          </w:p>
        </w:tc>
      </w:tr>
      <w:tr w:rsidR="002A3663" w:rsidRPr="00474E88" w:rsidTr="00C220C5">
        <w:trPr>
          <w:trHeight w:val="19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ind w:left="27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фонду соцзащиты по суммам административных взысканий в виде штрафов и начисленных пеней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60537C" w:rsidRDefault="002A3663" w:rsidP="007B058C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  <w:bookmarkStart w:id="366" w:name="f5r396"/>
            <w:bookmarkEnd w:id="366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  <w:t>X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  <w:t>X</w:t>
            </w:r>
          </w:p>
        </w:tc>
      </w:tr>
    </w:tbl>
    <w:p w:rsidR="002A3663" w:rsidRPr="00694473" w:rsidRDefault="002A3663" w:rsidP="002A3663">
      <w:pPr>
        <w:pStyle w:val="a3"/>
        <w:rPr>
          <w:rFonts w:ascii="Times New Roman" w:hAnsi="Times New Roman"/>
          <w:b/>
          <w:caps/>
          <w:sz w:val="14"/>
          <w:szCs w:val="14"/>
          <w:lang w:val="en-US"/>
        </w:rPr>
      </w:pPr>
      <w:r>
        <w:rPr>
          <w:rFonts w:ascii="Times New Roman" w:hAnsi="Times New Roman"/>
          <w:b/>
          <w:caps/>
          <w:sz w:val="14"/>
          <w:szCs w:val="14"/>
        </w:rPr>
        <w:br w:type="page"/>
      </w:r>
      <w:r w:rsidRPr="00915631">
        <w:rPr>
          <w:rFonts w:ascii="Times New Roman" w:hAnsi="Times New Roman"/>
          <w:b/>
          <w:caps/>
          <w:sz w:val="14"/>
          <w:szCs w:val="14"/>
        </w:rPr>
        <w:t>Справочно:</w:t>
      </w:r>
      <w:r>
        <w:rPr>
          <w:rFonts w:ascii="Times New Roman" w:hAnsi="Times New Roman"/>
          <w:b/>
          <w:caps/>
          <w:sz w:val="14"/>
          <w:szCs w:val="14"/>
          <w:lang w:val="en-US"/>
        </w:rPr>
        <w:t xml:space="preserve"> </w:t>
      </w:r>
      <w:r>
        <w:rPr>
          <w:rFonts w:ascii="Times New Roman" w:hAnsi="Times New Roman"/>
          <w:b/>
          <w:caps/>
          <w:sz w:val="16"/>
          <w:szCs w:val="16"/>
        </w:rPr>
        <w:tab/>
      </w:r>
      <w:r>
        <w:rPr>
          <w:rFonts w:ascii="Times New Roman" w:hAnsi="Times New Roman"/>
          <w:b/>
          <w:caps/>
          <w:sz w:val="16"/>
          <w:szCs w:val="16"/>
        </w:rPr>
        <w:tab/>
      </w:r>
      <w:r>
        <w:rPr>
          <w:rFonts w:ascii="Times New Roman" w:hAnsi="Times New Roman"/>
          <w:b/>
          <w:caps/>
          <w:sz w:val="16"/>
          <w:szCs w:val="16"/>
        </w:rPr>
        <w:tab/>
      </w:r>
      <w:r>
        <w:rPr>
          <w:rFonts w:ascii="Times New Roman" w:hAnsi="Times New Roman"/>
          <w:b/>
          <w:caps/>
          <w:sz w:val="16"/>
          <w:szCs w:val="16"/>
        </w:rPr>
        <w:tab/>
      </w:r>
      <w:r>
        <w:rPr>
          <w:rFonts w:ascii="Times New Roman" w:hAnsi="Times New Roman"/>
          <w:b/>
          <w:caps/>
          <w:sz w:val="16"/>
          <w:szCs w:val="16"/>
        </w:rPr>
        <w:tab/>
      </w:r>
      <w:r>
        <w:rPr>
          <w:rFonts w:ascii="Times New Roman" w:hAnsi="Times New Roman"/>
          <w:b/>
          <w:caps/>
          <w:sz w:val="16"/>
          <w:szCs w:val="16"/>
        </w:rPr>
        <w:tab/>
      </w:r>
      <w:r>
        <w:rPr>
          <w:rFonts w:ascii="Times New Roman" w:hAnsi="Times New Roman"/>
          <w:b/>
          <w:caps/>
          <w:sz w:val="16"/>
          <w:szCs w:val="16"/>
        </w:rPr>
        <w:tab/>
      </w:r>
      <w:r>
        <w:rPr>
          <w:rFonts w:ascii="Times New Roman" w:hAnsi="Times New Roman"/>
          <w:b/>
          <w:caps/>
          <w:sz w:val="16"/>
          <w:szCs w:val="16"/>
        </w:rPr>
        <w:tab/>
      </w:r>
      <w:r>
        <w:rPr>
          <w:rFonts w:ascii="Times New Roman" w:hAnsi="Times New Roman"/>
          <w:b/>
          <w:caps/>
          <w:sz w:val="16"/>
          <w:szCs w:val="16"/>
        </w:rPr>
        <w:tab/>
      </w:r>
      <w:r>
        <w:rPr>
          <w:rFonts w:ascii="Times New Roman" w:hAnsi="Times New Roman"/>
          <w:b/>
          <w:caps/>
          <w:sz w:val="16"/>
          <w:szCs w:val="16"/>
        </w:rPr>
        <w:tab/>
      </w:r>
      <w:r>
        <w:rPr>
          <w:rFonts w:ascii="Times New Roman" w:hAnsi="Times New Roman"/>
          <w:b/>
          <w:caps/>
          <w:sz w:val="16"/>
          <w:szCs w:val="16"/>
        </w:rPr>
        <w:tab/>
      </w:r>
      <w:r w:rsidRPr="00E40B03">
        <w:rPr>
          <w:rFonts w:ascii="Times New Roman" w:hAnsi="Times New Roman"/>
          <w:b/>
          <w:sz w:val="17"/>
          <w:szCs w:val="17"/>
          <w:u w:val="single"/>
        </w:rPr>
        <w:t xml:space="preserve"> </w:t>
      </w:r>
      <w:r>
        <w:rPr>
          <w:rFonts w:ascii="Times New Roman" w:hAnsi="Times New Roman"/>
          <w:b/>
          <w:sz w:val="17"/>
          <w:szCs w:val="17"/>
          <w:u w:val="single"/>
        </w:rPr>
        <w:t>Форма  №5 лист 4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8"/>
        <w:gridCol w:w="1672"/>
        <w:gridCol w:w="1119"/>
        <w:gridCol w:w="1119"/>
        <w:gridCol w:w="1119"/>
        <w:gridCol w:w="991"/>
      </w:tblGrid>
      <w:tr w:rsidR="002A3663" w:rsidRPr="002A6D4B" w:rsidTr="007B058C">
        <w:trPr>
          <w:trHeight w:val="188"/>
        </w:trPr>
        <w:tc>
          <w:tcPr>
            <w:tcW w:w="4718" w:type="dxa"/>
            <w:vMerge w:val="restart"/>
            <w:shd w:val="clear" w:color="auto" w:fill="auto"/>
            <w:vAlign w:val="center"/>
          </w:tcPr>
          <w:p w:rsidR="002A3663" w:rsidRPr="00E40B03" w:rsidRDefault="002A3663" w:rsidP="007B058C">
            <w:pPr>
              <w:jc w:val="center"/>
              <w:rPr>
                <w:sz w:val="14"/>
                <w:szCs w:val="14"/>
              </w:rPr>
            </w:pPr>
            <w:r w:rsidRPr="00E40B03">
              <w:rPr>
                <w:sz w:val="14"/>
                <w:szCs w:val="14"/>
              </w:rPr>
              <w:t>Показатели</w:t>
            </w:r>
          </w:p>
        </w:tc>
        <w:tc>
          <w:tcPr>
            <w:tcW w:w="1672" w:type="dxa"/>
            <w:vMerge w:val="restart"/>
            <w:shd w:val="clear" w:color="auto" w:fill="auto"/>
            <w:vAlign w:val="center"/>
          </w:tcPr>
          <w:p w:rsidR="002A3663" w:rsidRPr="00E40B03" w:rsidRDefault="002A3663" w:rsidP="007B058C">
            <w:pPr>
              <w:jc w:val="center"/>
              <w:rPr>
                <w:sz w:val="14"/>
                <w:szCs w:val="14"/>
              </w:rPr>
            </w:pPr>
            <w:r w:rsidRPr="00E40B03">
              <w:rPr>
                <w:sz w:val="14"/>
                <w:szCs w:val="14"/>
              </w:rPr>
              <w:t>Код</w:t>
            </w:r>
          </w:p>
          <w:p w:rsidR="002A3663" w:rsidRPr="00E40B03" w:rsidRDefault="002A3663" w:rsidP="007B058C">
            <w:pPr>
              <w:jc w:val="center"/>
              <w:rPr>
                <w:sz w:val="14"/>
                <w:szCs w:val="14"/>
              </w:rPr>
            </w:pPr>
            <w:r w:rsidRPr="00E40B03">
              <w:rPr>
                <w:sz w:val="14"/>
                <w:szCs w:val="14"/>
              </w:rPr>
              <w:t>строки</w:t>
            </w:r>
          </w:p>
        </w:tc>
        <w:tc>
          <w:tcPr>
            <w:tcW w:w="4348" w:type="dxa"/>
            <w:gridSpan w:val="4"/>
            <w:shd w:val="clear" w:color="auto" w:fill="auto"/>
          </w:tcPr>
          <w:p w:rsidR="002A3663" w:rsidRPr="00E40B03" w:rsidRDefault="002A3663" w:rsidP="007B058C">
            <w:pPr>
              <w:jc w:val="center"/>
              <w:rPr>
                <w:sz w:val="14"/>
                <w:szCs w:val="14"/>
              </w:rPr>
            </w:pPr>
            <w:r w:rsidRPr="00E40B03">
              <w:rPr>
                <w:sz w:val="14"/>
                <w:szCs w:val="14"/>
              </w:rPr>
              <w:t>Подлежит возврату</w:t>
            </w:r>
          </w:p>
        </w:tc>
      </w:tr>
      <w:tr w:rsidR="008C6F6A" w:rsidRPr="002A6D4B" w:rsidTr="007B058C">
        <w:trPr>
          <w:trHeight w:val="175"/>
        </w:trPr>
        <w:tc>
          <w:tcPr>
            <w:tcW w:w="4718" w:type="dxa"/>
            <w:vMerge/>
            <w:shd w:val="clear" w:color="auto" w:fill="auto"/>
            <w:vAlign w:val="center"/>
          </w:tcPr>
          <w:p w:rsidR="008C6F6A" w:rsidRPr="00E40B03" w:rsidRDefault="008C6F6A" w:rsidP="007B058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672" w:type="dxa"/>
            <w:vMerge/>
            <w:shd w:val="clear" w:color="auto" w:fill="auto"/>
            <w:vAlign w:val="center"/>
          </w:tcPr>
          <w:p w:rsidR="008C6F6A" w:rsidRPr="00E40B03" w:rsidRDefault="008C6F6A" w:rsidP="007B058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:rsidR="008C6F6A" w:rsidRPr="001928A7" w:rsidRDefault="008C6F6A" w:rsidP="00611E9B">
            <w:pPr>
              <w:pStyle w:val="a3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928A7">
              <w:rPr>
                <w:rFonts w:ascii="Times New Roman" w:hAnsi="Times New Roman"/>
                <w:sz w:val="12"/>
                <w:szCs w:val="12"/>
                <w:lang w:val="en-US"/>
              </w:rPr>
              <w:t>20</w:t>
            </w:r>
            <w:r w:rsidRPr="001928A7">
              <w:rPr>
                <w:rFonts w:ascii="Times New Roman" w:hAnsi="Times New Roman"/>
                <w:sz w:val="12"/>
                <w:szCs w:val="12"/>
              </w:rPr>
              <w:t>1</w:t>
            </w:r>
            <w:r>
              <w:rPr>
                <w:rFonts w:ascii="Times New Roman" w:hAnsi="Times New Roman"/>
                <w:sz w:val="12"/>
                <w:szCs w:val="12"/>
              </w:rPr>
              <w:t>9</w:t>
            </w:r>
            <w:r w:rsidRPr="001928A7">
              <w:rPr>
                <w:rFonts w:ascii="Times New Roman" w:hAnsi="Times New Roman"/>
                <w:sz w:val="12"/>
                <w:szCs w:val="12"/>
                <w:lang w:val="en-US"/>
              </w:rPr>
              <w:t xml:space="preserve"> </w:t>
            </w:r>
            <w:r w:rsidRPr="001928A7">
              <w:rPr>
                <w:rFonts w:ascii="Times New Roman" w:hAnsi="Times New Roman"/>
                <w:sz w:val="12"/>
                <w:szCs w:val="12"/>
              </w:rPr>
              <w:t>г.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8C6F6A" w:rsidRPr="001928A7" w:rsidRDefault="008C6F6A" w:rsidP="00611E9B">
            <w:pPr>
              <w:pStyle w:val="a3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928A7">
              <w:rPr>
                <w:rFonts w:ascii="Times New Roman" w:hAnsi="Times New Roman"/>
                <w:sz w:val="12"/>
                <w:szCs w:val="12"/>
              </w:rPr>
              <w:t>20</w:t>
            </w:r>
            <w:r>
              <w:rPr>
                <w:rFonts w:ascii="Times New Roman" w:hAnsi="Times New Roman"/>
                <w:sz w:val="12"/>
                <w:szCs w:val="12"/>
              </w:rPr>
              <w:t>20</w:t>
            </w:r>
            <w:r w:rsidRPr="001928A7">
              <w:rPr>
                <w:rFonts w:ascii="Times New Roman" w:hAnsi="Times New Roman"/>
                <w:sz w:val="12"/>
                <w:szCs w:val="12"/>
              </w:rPr>
              <w:t xml:space="preserve"> г.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8C6F6A" w:rsidRPr="001928A7" w:rsidRDefault="008C6F6A" w:rsidP="00611E9B">
            <w:pPr>
              <w:pStyle w:val="a3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928A7">
              <w:rPr>
                <w:rFonts w:ascii="Times New Roman" w:hAnsi="Times New Roman"/>
                <w:sz w:val="12"/>
                <w:szCs w:val="12"/>
              </w:rPr>
              <w:t>202</w:t>
            </w:r>
            <w:r>
              <w:rPr>
                <w:rFonts w:ascii="Times New Roman" w:hAnsi="Times New Roman"/>
                <w:sz w:val="12"/>
                <w:szCs w:val="12"/>
              </w:rPr>
              <w:t>1</w:t>
            </w:r>
            <w:r w:rsidRPr="001928A7">
              <w:rPr>
                <w:rFonts w:ascii="Times New Roman" w:hAnsi="Times New Roman"/>
                <w:sz w:val="12"/>
                <w:szCs w:val="12"/>
              </w:rPr>
              <w:t xml:space="preserve"> г.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8C6F6A" w:rsidRPr="00E40B03" w:rsidRDefault="008C6F6A" w:rsidP="007B058C">
            <w:pPr>
              <w:jc w:val="center"/>
              <w:rPr>
                <w:sz w:val="14"/>
                <w:szCs w:val="14"/>
              </w:rPr>
            </w:pPr>
            <w:r w:rsidRPr="007279D8">
              <w:rPr>
                <w:sz w:val="12"/>
                <w:szCs w:val="12"/>
              </w:rPr>
              <w:t>последующие годы</w:t>
            </w:r>
          </w:p>
        </w:tc>
      </w:tr>
      <w:tr w:rsidR="002A3663" w:rsidRPr="002A6D4B" w:rsidTr="007B058C">
        <w:tc>
          <w:tcPr>
            <w:tcW w:w="4718" w:type="dxa"/>
            <w:shd w:val="clear" w:color="auto" w:fill="auto"/>
            <w:vAlign w:val="center"/>
          </w:tcPr>
          <w:p w:rsidR="002A3663" w:rsidRPr="00E40B03" w:rsidRDefault="002A3663" w:rsidP="007B058C">
            <w:pPr>
              <w:jc w:val="center"/>
              <w:rPr>
                <w:sz w:val="14"/>
                <w:szCs w:val="14"/>
              </w:rPr>
            </w:pPr>
            <w:r w:rsidRPr="00E40B03">
              <w:rPr>
                <w:sz w:val="14"/>
                <w:szCs w:val="14"/>
              </w:rPr>
              <w:t>А</w:t>
            </w:r>
          </w:p>
        </w:tc>
        <w:tc>
          <w:tcPr>
            <w:tcW w:w="1672" w:type="dxa"/>
            <w:shd w:val="clear" w:color="auto" w:fill="auto"/>
            <w:vAlign w:val="center"/>
          </w:tcPr>
          <w:p w:rsidR="002A3663" w:rsidRPr="00E40B03" w:rsidRDefault="002A3663" w:rsidP="007B058C">
            <w:pPr>
              <w:jc w:val="center"/>
              <w:rPr>
                <w:sz w:val="14"/>
                <w:szCs w:val="14"/>
              </w:rPr>
            </w:pPr>
            <w:r w:rsidRPr="00E40B03">
              <w:rPr>
                <w:sz w:val="14"/>
                <w:szCs w:val="14"/>
              </w:rPr>
              <w:t>Б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2A3663" w:rsidRPr="00E40B03" w:rsidRDefault="002A3663" w:rsidP="007B058C">
            <w:pPr>
              <w:jc w:val="center"/>
              <w:rPr>
                <w:sz w:val="14"/>
                <w:szCs w:val="14"/>
                <w:lang w:val="en-US"/>
              </w:rPr>
            </w:pPr>
            <w:r w:rsidRPr="00E40B03">
              <w:rPr>
                <w:sz w:val="14"/>
                <w:szCs w:val="14"/>
                <w:lang w:val="en-US"/>
              </w:rPr>
              <w:t>3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2A3663" w:rsidRPr="00E40B03" w:rsidRDefault="002A3663" w:rsidP="007B058C">
            <w:pPr>
              <w:jc w:val="center"/>
              <w:rPr>
                <w:sz w:val="14"/>
                <w:szCs w:val="14"/>
                <w:lang w:val="en-US"/>
              </w:rPr>
            </w:pPr>
            <w:r w:rsidRPr="00E40B03">
              <w:rPr>
                <w:sz w:val="14"/>
                <w:szCs w:val="14"/>
                <w:lang w:val="en-US"/>
              </w:rPr>
              <w:t>4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2A3663" w:rsidRPr="00E40B03" w:rsidRDefault="002A3663" w:rsidP="007B058C">
            <w:pPr>
              <w:jc w:val="center"/>
              <w:rPr>
                <w:sz w:val="14"/>
                <w:szCs w:val="14"/>
                <w:lang w:val="en-US"/>
              </w:rPr>
            </w:pPr>
            <w:r w:rsidRPr="00E40B03">
              <w:rPr>
                <w:sz w:val="14"/>
                <w:szCs w:val="14"/>
                <w:lang w:val="en-US"/>
              </w:rPr>
              <w:t>5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2A3663" w:rsidRPr="00E40B03" w:rsidRDefault="002A3663" w:rsidP="007B058C">
            <w:pPr>
              <w:jc w:val="center"/>
              <w:rPr>
                <w:sz w:val="14"/>
                <w:szCs w:val="14"/>
                <w:lang w:val="en-US"/>
              </w:rPr>
            </w:pPr>
            <w:r w:rsidRPr="00E40B03">
              <w:rPr>
                <w:sz w:val="14"/>
                <w:szCs w:val="14"/>
                <w:lang w:val="en-US"/>
              </w:rPr>
              <w:t>6</w:t>
            </w:r>
          </w:p>
        </w:tc>
      </w:tr>
      <w:tr w:rsidR="002A3663" w:rsidRPr="002A6D4B" w:rsidTr="007B058C">
        <w:trPr>
          <w:trHeight w:val="198"/>
        </w:trPr>
        <w:tc>
          <w:tcPr>
            <w:tcW w:w="4718" w:type="dxa"/>
            <w:shd w:val="clear" w:color="auto" w:fill="auto"/>
            <w:vAlign w:val="center"/>
          </w:tcPr>
          <w:p w:rsidR="002A3663" w:rsidRPr="002A6D4B" w:rsidRDefault="002A3663" w:rsidP="007B058C">
            <w:pPr>
              <w:rPr>
                <w:sz w:val="16"/>
              </w:rPr>
            </w:pPr>
            <w:r w:rsidRPr="002A6D4B">
              <w:rPr>
                <w:sz w:val="16"/>
              </w:rPr>
              <w:t>Возврат лизинговых платежей</w:t>
            </w:r>
          </w:p>
        </w:tc>
        <w:tc>
          <w:tcPr>
            <w:tcW w:w="1672" w:type="dxa"/>
            <w:shd w:val="clear" w:color="auto" w:fill="auto"/>
            <w:vAlign w:val="center"/>
          </w:tcPr>
          <w:p w:rsidR="002A3663" w:rsidRPr="002A6D4B" w:rsidRDefault="002A3663" w:rsidP="007B058C">
            <w:pPr>
              <w:jc w:val="center"/>
              <w:rPr>
                <w:sz w:val="16"/>
              </w:rPr>
            </w:pPr>
            <w:r w:rsidRPr="002A6D4B">
              <w:rPr>
                <w:sz w:val="16"/>
              </w:rPr>
              <w:t>400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2A3663" w:rsidRPr="002A6D4B" w:rsidRDefault="0098024A" w:rsidP="007B058C">
            <w:pPr>
              <w:jc w:val="center"/>
              <w:rPr>
                <w:b/>
                <w:sz w:val="18"/>
                <w:szCs w:val="18"/>
              </w:rPr>
            </w:pPr>
            <w:bookmarkStart w:id="367" w:name="f5r400"/>
            <w:bookmarkEnd w:id="367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2A3663" w:rsidRPr="002A6D4B" w:rsidRDefault="0098024A" w:rsidP="007B058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2A3663" w:rsidRPr="002A6D4B" w:rsidRDefault="0098024A" w:rsidP="007B058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2A3663" w:rsidRPr="002A6D4B" w:rsidRDefault="002A3663" w:rsidP="007B058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8024A" w:rsidRPr="002A6D4B" w:rsidTr="007B058C">
        <w:trPr>
          <w:trHeight w:val="198"/>
        </w:trPr>
        <w:tc>
          <w:tcPr>
            <w:tcW w:w="4718" w:type="dxa"/>
            <w:shd w:val="clear" w:color="auto" w:fill="auto"/>
            <w:vAlign w:val="center"/>
          </w:tcPr>
          <w:p w:rsidR="0098024A" w:rsidRPr="002A6D4B" w:rsidRDefault="0098024A" w:rsidP="007B058C">
            <w:pPr>
              <w:rPr>
                <w:sz w:val="16"/>
              </w:rPr>
            </w:pPr>
          </w:p>
        </w:tc>
        <w:tc>
          <w:tcPr>
            <w:tcW w:w="1672" w:type="dxa"/>
            <w:shd w:val="clear" w:color="auto" w:fill="auto"/>
            <w:vAlign w:val="center"/>
          </w:tcPr>
          <w:p w:rsidR="0098024A" w:rsidRPr="002A6D4B" w:rsidRDefault="0098024A" w:rsidP="007B058C">
            <w:pPr>
              <w:jc w:val="center"/>
              <w:rPr>
                <w:sz w:val="16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:rsidR="0098024A" w:rsidRDefault="0098024A" w:rsidP="007B05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:rsidR="0098024A" w:rsidRDefault="0098024A" w:rsidP="007B05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:rsidR="0098024A" w:rsidRDefault="0098024A" w:rsidP="007B05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98024A" w:rsidRPr="002A6D4B" w:rsidRDefault="0098024A" w:rsidP="007B058C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2A3663" w:rsidRPr="005C4E72" w:rsidRDefault="002A3663" w:rsidP="002A3663">
      <w:pPr>
        <w:pStyle w:val="a3"/>
        <w:rPr>
          <w:rFonts w:ascii="Times New Roman" w:hAnsi="Times New Roman"/>
          <w:b/>
          <w:caps/>
          <w:sz w:val="16"/>
          <w:szCs w:val="16"/>
        </w:rPr>
      </w:pPr>
      <w:r w:rsidRPr="005C4E72">
        <w:rPr>
          <w:rFonts w:ascii="Times New Roman" w:hAnsi="Times New Roman"/>
          <w:b/>
          <w:caps/>
          <w:sz w:val="16"/>
          <w:szCs w:val="16"/>
        </w:rPr>
        <w:t>Справочно:</w:t>
      </w:r>
    </w:p>
    <w:tbl>
      <w:tblPr>
        <w:tblW w:w="1042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26"/>
        <w:gridCol w:w="959"/>
        <w:gridCol w:w="123"/>
        <w:gridCol w:w="840"/>
        <w:gridCol w:w="357"/>
        <w:gridCol w:w="1320"/>
        <w:gridCol w:w="183"/>
        <w:gridCol w:w="897"/>
        <w:gridCol w:w="1263"/>
        <w:gridCol w:w="57"/>
      </w:tblGrid>
      <w:tr w:rsidR="002A3663" w:rsidRPr="002A6D4B" w:rsidTr="007B058C">
        <w:trPr>
          <w:gridAfter w:val="1"/>
          <w:wAfter w:w="57" w:type="dxa"/>
          <w:trHeight w:val="227"/>
        </w:trPr>
        <w:tc>
          <w:tcPr>
            <w:tcW w:w="5508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40B03" w:rsidRDefault="002A3663" w:rsidP="007B058C">
            <w:pPr>
              <w:pStyle w:val="a3"/>
              <w:jc w:val="center"/>
              <w:rPr>
                <w:rFonts w:ascii="Times New Roman" w:hAnsi="Times New Roman"/>
                <w:caps/>
                <w:sz w:val="14"/>
                <w:szCs w:val="14"/>
              </w:rPr>
            </w:pPr>
            <w:r w:rsidRPr="00E40B03">
              <w:rPr>
                <w:rFonts w:ascii="Times New Roman" w:hAnsi="Times New Roman"/>
                <w:caps/>
                <w:sz w:val="14"/>
                <w:szCs w:val="14"/>
              </w:rPr>
              <w:t>наименование показателЕй</w:t>
            </w:r>
          </w:p>
        </w:tc>
        <w:tc>
          <w:tcPr>
            <w:tcW w:w="8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40B03" w:rsidRDefault="002A3663" w:rsidP="007B058C">
            <w:pPr>
              <w:pStyle w:val="a3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40B03">
              <w:rPr>
                <w:rFonts w:ascii="Times New Roman" w:hAnsi="Times New Roman"/>
                <w:sz w:val="14"/>
                <w:szCs w:val="14"/>
              </w:rPr>
              <w:t>Код строки</w:t>
            </w:r>
          </w:p>
        </w:tc>
        <w:tc>
          <w:tcPr>
            <w:tcW w:w="186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E40B03" w:rsidRDefault="002A3663" w:rsidP="007B058C">
            <w:pPr>
              <w:pStyle w:val="a3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40B03">
              <w:rPr>
                <w:rFonts w:ascii="Times New Roman" w:hAnsi="Times New Roman"/>
                <w:sz w:val="14"/>
                <w:szCs w:val="14"/>
              </w:rPr>
              <w:t>За отчетный</w:t>
            </w:r>
          </w:p>
          <w:p w:rsidR="002A3663" w:rsidRPr="00E40B03" w:rsidRDefault="002A3663" w:rsidP="007B058C">
            <w:pPr>
              <w:pStyle w:val="a3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40B03">
              <w:rPr>
                <w:rFonts w:ascii="Times New Roman" w:hAnsi="Times New Roman"/>
                <w:sz w:val="14"/>
                <w:szCs w:val="14"/>
              </w:rPr>
              <w:t>период</w:t>
            </w:r>
          </w:p>
        </w:tc>
        <w:tc>
          <w:tcPr>
            <w:tcW w:w="2160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A3663" w:rsidRPr="00E40B03" w:rsidRDefault="002A3663" w:rsidP="007B058C">
            <w:pPr>
              <w:pStyle w:val="a3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40B03">
              <w:rPr>
                <w:rFonts w:ascii="Times New Roman" w:hAnsi="Times New Roman"/>
                <w:sz w:val="14"/>
                <w:szCs w:val="14"/>
              </w:rPr>
              <w:t>За аналогичный период</w:t>
            </w:r>
          </w:p>
          <w:p w:rsidR="002A3663" w:rsidRPr="00E40B03" w:rsidRDefault="002A3663" w:rsidP="007B058C">
            <w:pPr>
              <w:pStyle w:val="a3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40B03">
              <w:rPr>
                <w:rFonts w:ascii="Times New Roman" w:hAnsi="Times New Roman"/>
                <w:sz w:val="14"/>
                <w:szCs w:val="14"/>
              </w:rPr>
              <w:t>прошлого года</w:t>
            </w:r>
          </w:p>
        </w:tc>
      </w:tr>
      <w:tr w:rsidR="002A3663" w:rsidRPr="002A6D4B" w:rsidTr="007B058C">
        <w:trPr>
          <w:gridAfter w:val="1"/>
          <w:wAfter w:w="57" w:type="dxa"/>
          <w:trHeight w:val="150"/>
        </w:trPr>
        <w:tc>
          <w:tcPr>
            <w:tcW w:w="5508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A3663" w:rsidRPr="00E40B03" w:rsidRDefault="002A3663" w:rsidP="007B058C">
            <w:pPr>
              <w:pStyle w:val="a3"/>
              <w:jc w:val="center"/>
              <w:rPr>
                <w:rFonts w:ascii="Times New Roman" w:hAnsi="Times New Roman"/>
                <w:caps/>
                <w:sz w:val="14"/>
                <w:szCs w:val="14"/>
              </w:rPr>
            </w:pPr>
            <w:r w:rsidRPr="00E40B03">
              <w:rPr>
                <w:rFonts w:ascii="Times New Roman" w:hAnsi="Times New Roman"/>
                <w:caps/>
                <w:sz w:val="14"/>
                <w:szCs w:val="14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A3663" w:rsidRPr="00E40B03" w:rsidRDefault="002A3663" w:rsidP="007B058C">
            <w:pPr>
              <w:pStyle w:val="a3"/>
              <w:jc w:val="center"/>
              <w:rPr>
                <w:rFonts w:ascii="Times New Roman" w:hAnsi="Times New Roman"/>
                <w:caps/>
                <w:sz w:val="14"/>
                <w:szCs w:val="14"/>
              </w:rPr>
            </w:pPr>
            <w:r w:rsidRPr="00E40B03">
              <w:rPr>
                <w:rFonts w:ascii="Times New Roman" w:hAnsi="Times New Roman"/>
                <w:caps/>
                <w:sz w:val="14"/>
                <w:szCs w:val="14"/>
              </w:rPr>
              <w:t>2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A3663" w:rsidRPr="00E40B03" w:rsidRDefault="002A3663" w:rsidP="007B058C">
            <w:pPr>
              <w:pStyle w:val="a3"/>
              <w:jc w:val="center"/>
              <w:rPr>
                <w:rFonts w:ascii="Times New Roman" w:hAnsi="Times New Roman"/>
                <w:caps/>
                <w:sz w:val="14"/>
                <w:szCs w:val="14"/>
              </w:rPr>
            </w:pPr>
            <w:r w:rsidRPr="00E40B03">
              <w:rPr>
                <w:rFonts w:ascii="Times New Roman" w:hAnsi="Times New Roman"/>
                <w:caps/>
                <w:sz w:val="14"/>
                <w:szCs w:val="14"/>
              </w:rPr>
              <w:t>3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A3663" w:rsidRPr="00E40B03" w:rsidRDefault="002A3663" w:rsidP="007B058C">
            <w:pPr>
              <w:pStyle w:val="a3"/>
              <w:jc w:val="center"/>
              <w:rPr>
                <w:rFonts w:ascii="Times New Roman" w:hAnsi="Times New Roman"/>
                <w:caps/>
                <w:sz w:val="14"/>
                <w:szCs w:val="14"/>
              </w:rPr>
            </w:pPr>
            <w:r w:rsidRPr="00E40B03">
              <w:rPr>
                <w:rFonts w:ascii="Times New Roman" w:hAnsi="Times New Roman"/>
                <w:caps/>
                <w:sz w:val="14"/>
                <w:szCs w:val="14"/>
              </w:rPr>
              <w:t>4</w:t>
            </w:r>
          </w:p>
        </w:tc>
      </w:tr>
      <w:tr w:rsidR="002A3663" w:rsidRPr="00474E88" w:rsidTr="007B058C">
        <w:trPr>
          <w:gridAfter w:val="1"/>
          <w:wAfter w:w="57" w:type="dxa"/>
          <w:trHeight w:val="170"/>
        </w:trPr>
        <w:tc>
          <w:tcPr>
            <w:tcW w:w="5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Расход энергетических ресурсов на производственные цели:</w:t>
            </w:r>
          </w:p>
          <w:p w:rsidR="002A3663" w:rsidRDefault="002A3663" w:rsidP="007B058C">
            <w:pPr>
              <w:pStyle w:val="a3"/>
              <w:ind w:firstLine="36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дизельного топлива, тонн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B103EF" w:rsidRDefault="002A3663" w:rsidP="007B058C">
            <w:pPr>
              <w:pStyle w:val="a3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  <w:r w:rsidRPr="00B103EF">
              <w:rPr>
                <w:rFonts w:ascii="Times New Roman" w:hAnsi="Times New Roman"/>
                <w:caps/>
                <w:sz w:val="16"/>
                <w:szCs w:val="16"/>
              </w:rPr>
              <w:t>771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98024A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  <w:bookmarkStart w:id="368" w:name="f5r771"/>
            <w:bookmarkEnd w:id="368"/>
            <w:r>
              <w:rPr>
                <w:rFonts w:ascii="Times New Roman" w:hAnsi="Times New Roman"/>
                <w:b/>
                <w:caps/>
                <w:sz w:val="18"/>
                <w:szCs w:val="18"/>
              </w:rPr>
              <w:t>311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98024A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aps/>
                <w:sz w:val="18"/>
                <w:szCs w:val="18"/>
              </w:rPr>
              <w:t>321</w:t>
            </w:r>
          </w:p>
        </w:tc>
      </w:tr>
      <w:tr w:rsidR="002A3663" w:rsidRPr="00474E88" w:rsidTr="007B058C">
        <w:trPr>
          <w:gridAfter w:val="1"/>
          <w:wAfter w:w="57" w:type="dxa"/>
          <w:trHeight w:val="170"/>
        </w:trPr>
        <w:tc>
          <w:tcPr>
            <w:tcW w:w="5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ind w:firstLine="36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бензина, тонн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B103EF" w:rsidRDefault="002A3663" w:rsidP="007B058C">
            <w:pPr>
              <w:pStyle w:val="a3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  <w:r w:rsidRPr="00B103EF">
              <w:rPr>
                <w:rFonts w:ascii="Times New Roman" w:hAnsi="Times New Roman"/>
                <w:caps/>
                <w:sz w:val="16"/>
                <w:szCs w:val="16"/>
              </w:rPr>
              <w:t>772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98024A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  <w:bookmarkStart w:id="369" w:name="f5r772"/>
            <w:bookmarkEnd w:id="369"/>
            <w:r>
              <w:rPr>
                <w:rFonts w:ascii="Times New Roman" w:hAnsi="Times New Roman"/>
                <w:b/>
                <w:caps/>
                <w:sz w:val="18"/>
                <w:szCs w:val="18"/>
              </w:rPr>
              <w:t>13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98024A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aps/>
                <w:sz w:val="18"/>
                <w:szCs w:val="18"/>
              </w:rPr>
              <w:t>20</w:t>
            </w:r>
          </w:p>
        </w:tc>
      </w:tr>
      <w:tr w:rsidR="002A3663" w:rsidRPr="00474E88" w:rsidTr="007B058C">
        <w:trPr>
          <w:gridAfter w:val="1"/>
          <w:wAfter w:w="57" w:type="dxa"/>
          <w:trHeight w:val="170"/>
        </w:trPr>
        <w:tc>
          <w:tcPr>
            <w:tcW w:w="5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ind w:firstLine="36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электроэнергии, тыс.кВт-ч.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B103EF" w:rsidRDefault="002A3663" w:rsidP="007B058C">
            <w:pPr>
              <w:pStyle w:val="a3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  <w:r w:rsidRPr="00B103EF">
              <w:rPr>
                <w:rFonts w:ascii="Times New Roman" w:hAnsi="Times New Roman"/>
                <w:caps/>
                <w:sz w:val="16"/>
                <w:szCs w:val="16"/>
              </w:rPr>
              <w:t>773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98024A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  <w:bookmarkStart w:id="370" w:name="f5r773"/>
            <w:bookmarkEnd w:id="370"/>
            <w:r>
              <w:rPr>
                <w:rFonts w:ascii="Times New Roman" w:hAnsi="Times New Roman"/>
                <w:b/>
                <w:caps/>
                <w:sz w:val="18"/>
                <w:szCs w:val="18"/>
              </w:rPr>
              <w:t>102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98024A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aps/>
                <w:sz w:val="18"/>
                <w:szCs w:val="18"/>
              </w:rPr>
              <w:t>108</w:t>
            </w:r>
          </w:p>
        </w:tc>
      </w:tr>
      <w:tr w:rsidR="002A3663" w:rsidRPr="00474E88" w:rsidTr="007B058C">
        <w:trPr>
          <w:gridAfter w:val="1"/>
          <w:wAfter w:w="57" w:type="dxa"/>
          <w:trHeight w:val="170"/>
        </w:trPr>
        <w:tc>
          <w:tcPr>
            <w:tcW w:w="5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ind w:firstLine="36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теплоэнергии, Гкал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B103EF" w:rsidRDefault="002A3663" w:rsidP="007B058C">
            <w:pPr>
              <w:pStyle w:val="a3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  <w:r w:rsidRPr="00B103EF">
              <w:rPr>
                <w:rFonts w:ascii="Times New Roman" w:hAnsi="Times New Roman"/>
                <w:caps/>
                <w:sz w:val="16"/>
                <w:szCs w:val="16"/>
              </w:rPr>
              <w:t>774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  <w:bookmarkStart w:id="371" w:name="f5r774"/>
            <w:bookmarkEnd w:id="371"/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</w:p>
        </w:tc>
      </w:tr>
      <w:tr w:rsidR="002A3663" w:rsidRPr="00474E88" w:rsidTr="007B058C">
        <w:trPr>
          <w:gridAfter w:val="1"/>
          <w:wAfter w:w="57" w:type="dxa"/>
          <w:trHeight w:val="170"/>
        </w:trPr>
        <w:tc>
          <w:tcPr>
            <w:tcW w:w="5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ind w:firstLine="36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газа, тыс. куб. 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B103EF" w:rsidRDefault="002A3663" w:rsidP="007B058C">
            <w:pPr>
              <w:pStyle w:val="a3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  <w:r w:rsidRPr="00B103EF">
              <w:rPr>
                <w:rFonts w:ascii="Times New Roman" w:hAnsi="Times New Roman"/>
                <w:caps/>
                <w:sz w:val="16"/>
                <w:szCs w:val="16"/>
              </w:rPr>
              <w:t>775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  <w:bookmarkStart w:id="372" w:name="f5r775"/>
            <w:bookmarkEnd w:id="372"/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</w:p>
        </w:tc>
      </w:tr>
      <w:tr w:rsidR="002A3663" w:rsidRPr="00474E88" w:rsidTr="007B058C">
        <w:trPr>
          <w:gridAfter w:val="1"/>
          <w:wAfter w:w="57" w:type="dxa"/>
          <w:trHeight w:val="200"/>
        </w:trPr>
        <w:tc>
          <w:tcPr>
            <w:tcW w:w="5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rPr>
                <w:rFonts w:ascii="Times New Roman" w:hAnsi="Times New Roman"/>
                <w:cap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aps/>
                <w:sz w:val="16"/>
                <w:szCs w:val="16"/>
              </w:rPr>
              <w:t>справочно</w:t>
            </w:r>
            <w:r>
              <w:rPr>
                <w:rFonts w:ascii="Times New Roman" w:hAnsi="Times New Roman"/>
                <w:caps/>
                <w:sz w:val="16"/>
                <w:szCs w:val="16"/>
              </w:rPr>
              <w:t>: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B103EF" w:rsidRDefault="002A3663" w:rsidP="007B058C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0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Графа 3</w:t>
            </w:r>
          </w:p>
        </w:tc>
      </w:tr>
      <w:tr w:rsidR="002A3663" w:rsidRPr="00474E88" w:rsidTr="007B058C">
        <w:trPr>
          <w:gridAfter w:val="1"/>
          <w:wAfter w:w="57" w:type="dxa"/>
          <w:trHeight w:val="227"/>
        </w:trPr>
        <w:tc>
          <w:tcPr>
            <w:tcW w:w="5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spacing w:line="16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с/х организаций, которые уплачивают в бюджет единый налог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B103EF" w:rsidRDefault="002A3663" w:rsidP="007B058C">
            <w:pPr>
              <w:pStyle w:val="a3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  <w:r w:rsidRPr="00B103EF">
              <w:rPr>
                <w:rFonts w:ascii="Times New Roman" w:hAnsi="Times New Roman"/>
                <w:caps/>
                <w:sz w:val="16"/>
                <w:szCs w:val="16"/>
              </w:rPr>
              <w:t>777</w:t>
            </w:r>
          </w:p>
        </w:tc>
        <w:tc>
          <w:tcPr>
            <w:tcW w:w="40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  <w:bookmarkStart w:id="373" w:name="f5r777"/>
            <w:bookmarkEnd w:id="373"/>
          </w:p>
        </w:tc>
      </w:tr>
      <w:tr w:rsidR="002A3663" w:rsidRPr="00474E88" w:rsidTr="007B058C">
        <w:trPr>
          <w:gridAfter w:val="1"/>
          <w:wAfter w:w="57" w:type="dxa"/>
          <w:trHeight w:val="227"/>
        </w:trPr>
        <w:tc>
          <w:tcPr>
            <w:tcW w:w="5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spacing w:line="16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Валовая выручка для исчисления единого налога для производителей сельскохозяйственной продукции, тыс. рублей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B103EF" w:rsidRDefault="002A3663" w:rsidP="007B058C">
            <w:pPr>
              <w:pStyle w:val="a3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  <w:r w:rsidRPr="00B103EF">
              <w:rPr>
                <w:rFonts w:ascii="Times New Roman" w:hAnsi="Times New Roman"/>
                <w:caps/>
                <w:sz w:val="16"/>
                <w:szCs w:val="16"/>
              </w:rPr>
              <w:t>778</w:t>
            </w:r>
          </w:p>
        </w:tc>
        <w:tc>
          <w:tcPr>
            <w:tcW w:w="40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  <w:bookmarkStart w:id="374" w:name="f5r778"/>
            <w:bookmarkEnd w:id="374"/>
          </w:p>
        </w:tc>
      </w:tr>
      <w:tr w:rsidR="002A3663" w:rsidRPr="00474E88" w:rsidTr="007B058C">
        <w:tc>
          <w:tcPr>
            <w:tcW w:w="10425" w:type="dxa"/>
            <w:gridSpan w:val="10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:rsidR="002A3663" w:rsidRDefault="002A3663" w:rsidP="007B058C">
            <w:pPr>
              <w:pStyle w:val="a3"/>
              <w:jc w:val="center"/>
              <w:rPr>
                <w:rFonts w:ascii="Times New Roman" w:hAnsi="Times New Roman"/>
                <w:sz w:val="13"/>
                <w:szCs w:val="13"/>
              </w:rPr>
            </w:pPr>
            <w:r>
              <w:rPr>
                <w:rFonts w:ascii="Times New Roman" w:hAnsi="Times New Roman"/>
                <w:b/>
                <w:caps/>
                <w:sz w:val="17"/>
                <w:szCs w:val="17"/>
              </w:rPr>
              <w:t>Справка о платежах в бюджет</w:t>
            </w:r>
          </w:p>
        </w:tc>
      </w:tr>
      <w:tr w:rsidR="002A3663" w:rsidRPr="00474E88" w:rsidTr="007B058C">
        <w:trPr>
          <w:trHeight w:val="289"/>
        </w:trPr>
        <w:tc>
          <w:tcPr>
            <w:tcW w:w="442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A804DC" w:rsidRDefault="002A3663" w:rsidP="007B058C">
            <w:pPr>
              <w:pStyle w:val="a3"/>
              <w:ind w:left="-85" w:right="-85"/>
              <w:jc w:val="center"/>
              <w:rPr>
                <w:rFonts w:ascii="Times New Roman" w:hAnsi="Times New Roman"/>
                <w:caps/>
                <w:sz w:val="14"/>
                <w:szCs w:val="14"/>
              </w:rPr>
            </w:pPr>
            <w:r w:rsidRPr="00A804DC">
              <w:rPr>
                <w:rFonts w:ascii="Times New Roman" w:hAnsi="Times New Roman"/>
                <w:caps/>
                <w:sz w:val="14"/>
                <w:szCs w:val="14"/>
              </w:rPr>
              <w:t>наименование показателЕй</w:t>
            </w:r>
          </w:p>
        </w:tc>
        <w:tc>
          <w:tcPr>
            <w:tcW w:w="9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A804DC" w:rsidRDefault="002A3663" w:rsidP="007B058C">
            <w:pPr>
              <w:pStyle w:val="a3"/>
              <w:ind w:left="-85" w:right="-85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A804DC">
              <w:rPr>
                <w:rFonts w:ascii="Times New Roman" w:hAnsi="Times New Roman"/>
                <w:sz w:val="14"/>
                <w:szCs w:val="14"/>
              </w:rPr>
              <w:t xml:space="preserve">Код </w:t>
            </w:r>
          </w:p>
          <w:p w:rsidR="002A3663" w:rsidRPr="00A804DC" w:rsidRDefault="002A3663" w:rsidP="007B058C">
            <w:pPr>
              <w:pStyle w:val="a3"/>
              <w:ind w:left="-85" w:right="-85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804DC">
              <w:rPr>
                <w:rFonts w:ascii="Times New Roman" w:hAnsi="Times New Roman"/>
                <w:sz w:val="14"/>
                <w:szCs w:val="14"/>
              </w:rPr>
              <w:t>строки</w:t>
            </w:r>
          </w:p>
        </w:tc>
        <w:tc>
          <w:tcPr>
            <w:tcW w:w="132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A804DC" w:rsidRDefault="002A3663" w:rsidP="007B058C">
            <w:pPr>
              <w:pStyle w:val="a3"/>
              <w:ind w:left="-85" w:right="-85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804DC">
              <w:rPr>
                <w:rFonts w:ascii="Times New Roman" w:hAnsi="Times New Roman"/>
                <w:sz w:val="14"/>
                <w:szCs w:val="14"/>
              </w:rPr>
              <w:t>Причитается по расчету</w:t>
            </w:r>
          </w:p>
        </w:tc>
        <w:tc>
          <w:tcPr>
            <w:tcW w:w="13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A804DC" w:rsidRDefault="002A3663" w:rsidP="007B058C">
            <w:pPr>
              <w:pStyle w:val="a3"/>
              <w:ind w:left="-85" w:right="-85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804DC">
              <w:rPr>
                <w:rFonts w:ascii="Times New Roman" w:hAnsi="Times New Roman"/>
                <w:sz w:val="14"/>
                <w:szCs w:val="14"/>
              </w:rPr>
              <w:t>Зачтено</w:t>
            </w:r>
          </w:p>
        </w:tc>
        <w:tc>
          <w:tcPr>
            <w:tcW w:w="1080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A804DC" w:rsidRDefault="002A3663" w:rsidP="007B058C">
            <w:pPr>
              <w:pStyle w:val="a3"/>
              <w:ind w:left="-85" w:right="-85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804DC">
              <w:rPr>
                <w:rFonts w:ascii="Times New Roman" w:hAnsi="Times New Roman"/>
                <w:sz w:val="14"/>
                <w:szCs w:val="14"/>
              </w:rPr>
              <w:t>Возмещено из бюджета</w:t>
            </w:r>
          </w:p>
        </w:tc>
        <w:tc>
          <w:tcPr>
            <w:tcW w:w="1320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A3663" w:rsidRPr="00A804DC" w:rsidRDefault="002A3663" w:rsidP="007B058C">
            <w:pPr>
              <w:pStyle w:val="a3"/>
              <w:ind w:left="-85" w:right="-85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804DC">
              <w:rPr>
                <w:rFonts w:ascii="Times New Roman" w:hAnsi="Times New Roman"/>
                <w:sz w:val="14"/>
                <w:szCs w:val="14"/>
              </w:rPr>
              <w:t>Перечислено в бюджет и фонды</w:t>
            </w:r>
          </w:p>
        </w:tc>
      </w:tr>
      <w:tr w:rsidR="002A3663" w:rsidRPr="00474E88" w:rsidTr="007B058C">
        <w:trPr>
          <w:trHeight w:val="113"/>
        </w:trPr>
        <w:tc>
          <w:tcPr>
            <w:tcW w:w="442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A3663" w:rsidRPr="00A804DC" w:rsidRDefault="002A3663" w:rsidP="007B058C">
            <w:pPr>
              <w:pStyle w:val="a3"/>
              <w:jc w:val="center"/>
              <w:rPr>
                <w:rFonts w:ascii="Times New Roman" w:hAnsi="Times New Roman"/>
                <w:caps/>
                <w:sz w:val="14"/>
                <w:szCs w:val="14"/>
              </w:rPr>
            </w:pPr>
            <w:r w:rsidRPr="00A804DC">
              <w:rPr>
                <w:rFonts w:ascii="Times New Roman" w:hAnsi="Times New Roman"/>
                <w:caps/>
                <w:sz w:val="14"/>
                <w:szCs w:val="14"/>
              </w:rPr>
              <w:t>1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A3663" w:rsidRPr="00A804DC" w:rsidRDefault="002A3663" w:rsidP="007B058C">
            <w:pPr>
              <w:pStyle w:val="a3"/>
              <w:jc w:val="center"/>
              <w:rPr>
                <w:rFonts w:ascii="Times New Roman" w:hAnsi="Times New Roman"/>
                <w:caps/>
                <w:sz w:val="14"/>
                <w:szCs w:val="14"/>
              </w:rPr>
            </w:pPr>
            <w:r w:rsidRPr="00A804DC">
              <w:rPr>
                <w:rFonts w:ascii="Times New Roman" w:hAnsi="Times New Roman"/>
                <w:caps/>
                <w:sz w:val="14"/>
                <w:szCs w:val="14"/>
              </w:rPr>
              <w:t>2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A3663" w:rsidRPr="00A804DC" w:rsidRDefault="002A3663" w:rsidP="007B058C">
            <w:pPr>
              <w:pStyle w:val="a3"/>
              <w:jc w:val="center"/>
              <w:rPr>
                <w:rFonts w:ascii="Times New Roman" w:hAnsi="Times New Roman"/>
                <w:caps/>
                <w:sz w:val="14"/>
                <w:szCs w:val="14"/>
              </w:rPr>
            </w:pPr>
            <w:r w:rsidRPr="00A804DC">
              <w:rPr>
                <w:rFonts w:ascii="Times New Roman" w:hAnsi="Times New Roman"/>
                <w:caps/>
                <w:sz w:val="14"/>
                <w:szCs w:val="14"/>
              </w:rPr>
              <w:t>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A3663" w:rsidRPr="00A804DC" w:rsidRDefault="002A3663" w:rsidP="007B058C">
            <w:pPr>
              <w:pStyle w:val="a3"/>
              <w:jc w:val="center"/>
              <w:rPr>
                <w:rFonts w:ascii="Times New Roman" w:hAnsi="Times New Roman"/>
                <w:caps/>
                <w:sz w:val="14"/>
                <w:szCs w:val="14"/>
              </w:rPr>
            </w:pPr>
            <w:r w:rsidRPr="00A804DC">
              <w:rPr>
                <w:rFonts w:ascii="Times New Roman" w:hAnsi="Times New Roman"/>
                <w:caps/>
                <w:sz w:val="14"/>
                <w:szCs w:val="14"/>
              </w:rPr>
              <w:t>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A3663" w:rsidRPr="00A804DC" w:rsidRDefault="002A3663" w:rsidP="007B058C">
            <w:pPr>
              <w:pStyle w:val="a3"/>
              <w:jc w:val="center"/>
              <w:rPr>
                <w:rFonts w:ascii="Times New Roman" w:hAnsi="Times New Roman"/>
                <w:caps/>
                <w:sz w:val="14"/>
                <w:szCs w:val="14"/>
              </w:rPr>
            </w:pPr>
            <w:r w:rsidRPr="00A804DC">
              <w:rPr>
                <w:rFonts w:ascii="Times New Roman" w:hAnsi="Times New Roman"/>
                <w:caps/>
                <w:sz w:val="14"/>
                <w:szCs w:val="14"/>
              </w:rPr>
              <w:t>5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A3663" w:rsidRPr="00A804DC" w:rsidRDefault="002A3663" w:rsidP="007B058C">
            <w:pPr>
              <w:pStyle w:val="a3"/>
              <w:jc w:val="center"/>
              <w:rPr>
                <w:rFonts w:ascii="Times New Roman" w:hAnsi="Times New Roman"/>
                <w:caps/>
                <w:sz w:val="14"/>
                <w:szCs w:val="14"/>
              </w:rPr>
            </w:pPr>
            <w:r w:rsidRPr="00A804DC">
              <w:rPr>
                <w:rFonts w:ascii="Times New Roman" w:hAnsi="Times New Roman"/>
                <w:caps/>
                <w:sz w:val="14"/>
                <w:szCs w:val="14"/>
              </w:rPr>
              <w:t>6</w:t>
            </w:r>
          </w:p>
        </w:tc>
      </w:tr>
      <w:tr w:rsidR="002A3663" w:rsidRPr="00474E88" w:rsidTr="007B058C">
        <w:trPr>
          <w:trHeight w:val="166"/>
        </w:trPr>
        <w:tc>
          <w:tcPr>
            <w:tcW w:w="44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2A3663" w:rsidP="007B058C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2A6D4B">
              <w:rPr>
                <w:rFonts w:ascii="Times New Roman" w:hAnsi="Times New Roman"/>
                <w:sz w:val="16"/>
                <w:szCs w:val="16"/>
              </w:rPr>
              <w:t xml:space="preserve">Налог на прибыль </w:t>
            </w:r>
          </w:p>
        </w:tc>
        <w:tc>
          <w:tcPr>
            <w:tcW w:w="9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2A3663" w:rsidP="007B058C">
            <w:pPr>
              <w:pStyle w:val="a3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  <w:r w:rsidRPr="002A6D4B">
              <w:rPr>
                <w:rFonts w:ascii="Times New Roman" w:hAnsi="Times New Roman"/>
                <w:caps/>
                <w:sz w:val="16"/>
                <w:szCs w:val="16"/>
              </w:rPr>
              <w:t>1010</w:t>
            </w:r>
          </w:p>
        </w:tc>
        <w:tc>
          <w:tcPr>
            <w:tcW w:w="132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98024A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  <w:bookmarkStart w:id="375" w:name="f5r1010"/>
            <w:bookmarkEnd w:id="375"/>
            <w:r>
              <w:rPr>
                <w:rFonts w:ascii="Times New Roman" w:hAnsi="Times New Roman"/>
                <w:b/>
                <w:caps/>
                <w:sz w:val="18"/>
                <w:szCs w:val="18"/>
              </w:rPr>
              <w:t>17</w:t>
            </w:r>
          </w:p>
        </w:tc>
        <w:tc>
          <w:tcPr>
            <w:tcW w:w="13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  <w:r w:rsidRPr="002A6D4B">
              <w:rPr>
                <w:rFonts w:ascii="Times New Roman" w:hAnsi="Times New Roman"/>
                <w:b/>
                <w:caps/>
                <w:sz w:val="18"/>
                <w:szCs w:val="18"/>
              </w:rPr>
              <w:t>Х</w:t>
            </w:r>
          </w:p>
        </w:tc>
        <w:tc>
          <w:tcPr>
            <w:tcW w:w="1320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98024A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aps/>
                <w:sz w:val="18"/>
                <w:szCs w:val="18"/>
              </w:rPr>
              <w:t>18</w:t>
            </w:r>
          </w:p>
        </w:tc>
      </w:tr>
      <w:tr w:rsidR="002A3663" w:rsidRPr="00474E88" w:rsidTr="007B058C">
        <w:trPr>
          <w:trHeight w:val="241"/>
        </w:trPr>
        <w:tc>
          <w:tcPr>
            <w:tcW w:w="44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2A3663" w:rsidP="007B058C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2A6D4B">
              <w:rPr>
                <w:rFonts w:ascii="Times New Roman" w:hAnsi="Times New Roman"/>
                <w:sz w:val="16"/>
                <w:szCs w:val="16"/>
              </w:rPr>
              <w:t>Прочие налоги и сборы, исчисляемые из прибыли (дохода)</w:t>
            </w:r>
          </w:p>
        </w:tc>
        <w:tc>
          <w:tcPr>
            <w:tcW w:w="9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2A3663" w:rsidP="007B058C">
            <w:pPr>
              <w:pStyle w:val="a3"/>
              <w:jc w:val="center"/>
              <w:rPr>
                <w:rFonts w:ascii="Times New Roman" w:hAnsi="Times New Roman"/>
                <w:caps/>
                <w:sz w:val="16"/>
                <w:szCs w:val="16"/>
                <w:lang w:val="en-US"/>
              </w:rPr>
            </w:pPr>
            <w:r w:rsidRPr="002A6D4B">
              <w:rPr>
                <w:rFonts w:ascii="Times New Roman" w:hAnsi="Times New Roman"/>
                <w:caps/>
                <w:sz w:val="16"/>
                <w:szCs w:val="16"/>
                <w:lang w:val="en-US"/>
              </w:rPr>
              <w:t>1020</w:t>
            </w:r>
          </w:p>
        </w:tc>
        <w:tc>
          <w:tcPr>
            <w:tcW w:w="132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  <w:bookmarkStart w:id="376" w:name="f5r1020"/>
            <w:bookmarkEnd w:id="376"/>
          </w:p>
        </w:tc>
        <w:tc>
          <w:tcPr>
            <w:tcW w:w="13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  <w:r w:rsidRPr="002A6D4B">
              <w:rPr>
                <w:rFonts w:ascii="Times New Roman" w:hAnsi="Times New Roman"/>
                <w:b/>
                <w:caps/>
                <w:sz w:val="18"/>
                <w:szCs w:val="18"/>
              </w:rPr>
              <w:t>Х</w:t>
            </w:r>
          </w:p>
        </w:tc>
        <w:tc>
          <w:tcPr>
            <w:tcW w:w="1320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</w:p>
        </w:tc>
      </w:tr>
      <w:tr w:rsidR="002A3663" w:rsidRPr="00474E88" w:rsidTr="007B058C">
        <w:trPr>
          <w:trHeight w:val="175"/>
        </w:trPr>
        <w:tc>
          <w:tcPr>
            <w:tcW w:w="44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2A3663" w:rsidP="007B058C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2A6D4B">
              <w:rPr>
                <w:rFonts w:ascii="Times New Roman" w:hAnsi="Times New Roman"/>
                <w:sz w:val="16"/>
                <w:szCs w:val="16"/>
              </w:rPr>
              <w:t>Прочие платежи, исчисляемые из прибыли (дохода)</w:t>
            </w:r>
          </w:p>
        </w:tc>
        <w:tc>
          <w:tcPr>
            <w:tcW w:w="9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2A3663" w:rsidP="007B058C">
            <w:pPr>
              <w:pStyle w:val="a3"/>
              <w:jc w:val="center"/>
              <w:rPr>
                <w:rFonts w:ascii="Times New Roman" w:hAnsi="Times New Roman"/>
                <w:caps/>
                <w:sz w:val="16"/>
                <w:szCs w:val="16"/>
                <w:lang w:val="en-US"/>
              </w:rPr>
            </w:pPr>
            <w:r w:rsidRPr="002A6D4B">
              <w:rPr>
                <w:rFonts w:ascii="Times New Roman" w:hAnsi="Times New Roman"/>
                <w:caps/>
                <w:sz w:val="16"/>
                <w:szCs w:val="16"/>
                <w:lang w:val="en-US"/>
              </w:rPr>
              <w:t>1030</w:t>
            </w:r>
          </w:p>
        </w:tc>
        <w:tc>
          <w:tcPr>
            <w:tcW w:w="132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  <w:bookmarkStart w:id="377" w:name="f5r1030"/>
            <w:bookmarkEnd w:id="377"/>
          </w:p>
        </w:tc>
        <w:tc>
          <w:tcPr>
            <w:tcW w:w="13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  <w:r w:rsidRPr="002A6D4B">
              <w:rPr>
                <w:rFonts w:ascii="Times New Roman" w:hAnsi="Times New Roman"/>
                <w:b/>
                <w:caps/>
                <w:sz w:val="18"/>
                <w:szCs w:val="18"/>
              </w:rPr>
              <w:t>Х</w:t>
            </w:r>
          </w:p>
        </w:tc>
        <w:tc>
          <w:tcPr>
            <w:tcW w:w="1320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</w:p>
        </w:tc>
      </w:tr>
      <w:tr w:rsidR="002A3663" w:rsidRPr="00474E88" w:rsidTr="007B058C">
        <w:trPr>
          <w:trHeight w:val="199"/>
        </w:trPr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2A3663" w:rsidP="007B058C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2A6D4B">
              <w:rPr>
                <w:rFonts w:ascii="Times New Roman" w:hAnsi="Times New Roman"/>
                <w:sz w:val="16"/>
                <w:szCs w:val="16"/>
              </w:rPr>
              <w:t xml:space="preserve">Налог на доходы - всего 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2A3663" w:rsidP="007B058C">
            <w:pPr>
              <w:pStyle w:val="a3"/>
              <w:jc w:val="center"/>
              <w:rPr>
                <w:rFonts w:ascii="Times New Roman" w:hAnsi="Times New Roman"/>
                <w:caps/>
                <w:sz w:val="16"/>
                <w:szCs w:val="16"/>
                <w:lang w:val="en-US"/>
              </w:rPr>
            </w:pPr>
            <w:r w:rsidRPr="002A6D4B">
              <w:rPr>
                <w:rFonts w:ascii="Times New Roman" w:hAnsi="Times New Roman"/>
                <w:caps/>
                <w:sz w:val="16"/>
                <w:szCs w:val="16"/>
                <w:lang w:val="en-US"/>
              </w:rPr>
              <w:t>1040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  <w:bookmarkStart w:id="378" w:name="f5r1040"/>
            <w:bookmarkEnd w:id="378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  <w:r w:rsidRPr="002A6D4B">
              <w:rPr>
                <w:rFonts w:ascii="Times New Roman" w:hAnsi="Times New Roman"/>
                <w:b/>
                <w:caps/>
                <w:sz w:val="18"/>
                <w:szCs w:val="18"/>
              </w:rPr>
              <w:t>Х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</w:p>
        </w:tc>
      </w:tr>
      <w:tr w:rsidR="002A3663" w:rsidRPr="00474E88" w:rsidTr="007B058C">
        <w:trPr>
          <w:trHeight w:val="284"/>
        </w:trPr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2A3663" w:rsidP="007B058C">
            <w:pPr>
              <w:pStyle w:val="a3"/>
              <w:ind w:left="240"/>
              <w:rPr>
                <w:rFonts w:ascii="Times New Roman" w:hAnsi="Times New Roman"/>
                <w:sz w:val="16"/>
                <w:szCs w:val="16"/>
              </w:rPr>
            </w:pPr>
            <w:r w:rsidRPr="002A6D4B">
              <w:rPr>
                <w:rFonts w:ascii="Times New Roman" w:hAnsi="Times New Roman"/>
                <w:sz w:val="16"/>
                <w:szCs w:val="16"/>
              </w:rPr>
              <w:t>в том числе:</w:t>
            </w:r>
          </w:p>
          <w:p w:rsidR="002A3663" w:rsidRPr="002A6D4B" w:rsidRDefault="002A3663" w:rsidP="007B058C">
            <w:pPr>
              <w:pStyle w:val="a3"/>
              <w:ind w:left="240"/>
              <w:rPr>
                <w:rFonts w:ascii="Times New Roman" w:hAnsi="Times New Roman"/>
                <w:sz w:val="16"/>
                <w:szCs w:val="16"/>
              </w:rPr>
            </w:pPr>
            <w:r w:rsidRPr="002A6D4B">
              <w:rPr>
                <w:rFonts w:ascii="Times New Roman" w:hAnsi="Times New Roman"/>
                <w:sz w:val="16"/>
                <w:szCs w:val="16"/>
              </w:rPr>
              <w:t>налог на доход в виде дивидендов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2A3663" w:rsidP="007B058C">
            <w:pPr>
              <w:pStyle w:val="a3"/>
              <w:jc w:val="center"/>
              <w:rPr>
                <w:rFonts w:ascii="Times New Roman" w:hAnsi="Times New Roman"/>
                <w:caps/>
                <w:sz w:val="16"/>
                <w:szCs w:val="16"/>
                <w:lang w:val="en-US"/>
              </w:rPr>
            </w:pPr>
            <w:r w:rsidRPr="002A6D4B">
              <w:rPr>
                <w:rFonts w:ascii="Times New Roman" w:hAnsi="Times New Roman"/>
                <w:caps/>
                <w:sz w:val="16"/>
                <w:szCs w:val="16"/>
                <w:lang w:val="en-US"/>
              </w:rPr>
              <w:t>1041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  <w:bookmarkStart w:id="379" w:name="f5r1021"/>
            <w:bookmarkStart w:id="380" w:name="f5r1041"/>
            <w:bookmarkEnd w:id="379"/>
            <w:bookmarkEnd w:id="380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  <w:r w:rsidRPr="002A6D4B">
              <w:rPr>
                <w:rFonts w:ascii="Times New Roman" w:hAnsi="Times New Roman"/>
                <w:b/>
                <w:caps/>
                <w:sz w:val="18"/>
                <w:szCs w:val="18"/>
              </w:rPr>
              <w:t>Х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</w:p>
        </w:tc>
      </w:tr>
      <w:tr w:rsidR="002A3663" w:rsidRPr="00474E88" w:rsidTr="007B058C">
        <w:trPr>
          <w:trHeight w:val="192"/>
        </w:trPr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2A3663" w:rsidP="007B058C">
            <w:pPr>
              <w:pStyle w:val="a3"/>
              <w:ind w:left="240"/>
              <w:rPr>
                <w:rFonts w:ascii="Times New Roman" w:hAnsi="Times New Roman"/>
                <w:sz w:val="16"/>
                <w:szCs w:val="16"/>
              </w:rPr>
            </w:pPr>
            <w:r w:rsidRPr="002A6D4B">
              <w:rPr>
                <w:rFonts w:ascii="Times New Roman" w:hAnsi="Times New Roman"/>
                <w:sz w:val="16"/>
                <w:szCs w:val="16"/>
              </w:rPr>
              <w:t xml:space="preserve">налог на доходы от операций с ценными бумагами 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2A3663" w:rsidP="007B058C">
            <w:pPr>
              <w:pStyle w:val="a3"/>
              <w:jc w:val="center"/>
              <w:rPr>
                <w:rFonts w:ascii="Times New Roman" w:hAnsi="Times New Roman"/>
                <w:caps/>
                <w:sz w:val="16"/>
                <w:szCs w:val="16"/>
                <w:lang w:val="en-US"/>
              </w:rPr>
            </w:pPr>
            <w:r w:rsidRPr="002A6D4B">
              <w:rPr>
                <w:rFonts w:ascii="Times New Roman" w:hAnsi="Times New Roman"/>
                <w:caps/>
                <w:sz w:val="16"/>
                <w:szCs w:val="16"/>
                <w:lang w:val="en-US"/>
              </w:rPr>
              <w:t>1042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  <w:bookmarkStart w:id="381" w:name="f5r1022"/>
            <w:bookmarkStart w:id="382" w:name="f5r1042"/>
            <w:bookmarkEnd w:id="381"/>
            <w:bookmarkEnd w:id="382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  <w:r w:rsidRPr="002A6D4B">
              <w:rPr>
                <w:rFonts w:ascii="Times New Roman" w:hAnsi="Times New Roman"/>
                <w:b/>
                <w:caps/>
                <w:sz w:val="18"/>
                <w:szCs w:val="18"/>
              </w:rPr>
              <w:t>Х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</w:p>
        </w:tc>
      </w:tr>
      <w:tr w:rsidR="002A3663" w:rsidRPr="00474E88" w:rsidTr="007B058C">
        <w:trPr>
          <w:trHeight w:val="211"/>
        </w:trPr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2A3663" w:rsidP="007B058C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2A6D4B">
              <w:rPr>
                <w:rFonts w:ascii="Times New Roman" w:hAnsi="Times New Roman"/>
                <w:sz w:val="16"/>
                <w:szCs w:val="16"/>
              </w:rPr>
              <w:t>Налог на добавленную стоимость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2A3663" w:rsidP="007B058C">
            <w:pPr>
              <w:pStyle w:val="a3"/>
              <w:jc w:val="center"/>
              <w:rPr>
                <w:rFonts w:ascii="Times New Roman" w:hAnsi="Times New Roman"/>
                <w:caps/>
                <w:sz w:val="16"/>
                <w:szCs w:val="16"/>
                <w:lang w:val="en-US"/>
              </w:rPr>
            </w:pPr>
            <w:r w:rsidRPr="002A6D4B">
              <w:rPr>
                <w:rFonts w:ascii="Times New Roman" w:hAnsi="Times New Roman"/>
                <w:caps/>
                <w:sz w:val="16"/>
                <w:szCs w:val="16"/>
                <w:lang w:val="en-US"/>
              </w:rPr>
              <w:t>1050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98024A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  <w:bookmarkStart w:id="383" w:name="f5r1050"/>
            <w:bookmarkEnd w:id="383"/>
            <w:r>
              <w:rPr>
                <w:rFonts w:ascii="Times New Roman" w:hAnsi="Times New Roman"/>
                <w:b/>
                <w:caps/>
                <w:sz w:val="18"/>
                <w:szCs w:val="18"/>
              </w:rPr>
              <w:t>534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98024A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aps/>
                <w:sz w:val="18"/>
                <w:szCs w:val="18"/>
              </w:rPr>
              <w:t>297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98024A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aps/>
                <w:sz w:val="18"/>
                <w:szCs w:val="18"/>
              </w:rPr>
              <w:t>229</w:t>
            </w:r>
          </w:p>
        </w:tc>
      </w:tr>
      <w:tr w:rsidR="002A3663" w:rsidRPr="00474E88" w:rsidTr="007B058C">
        <w:trPr>
          <w:trHeight w:val="93"/>
        </w:trPr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2A3663" w:rsidP="007B058C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2A6D4B">
              <w:rPr>
                <w:rFonts w:ascii="Times New Roman" w:hAnsi="Times New Roman"/>
                <w:sz w:val="16"/>
                <w:szCs w:val="16"/>
              </w:rPr>
              <w:t>Акцизы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2A3663" w:rsidP="007B058C">
            <w:pPr>
              <w:pStyle w:val="a3"/>
              <w:jc w:val="center"/>
              <w:rPr>
                <w:rFonts w:ascii="Times New Roman" w:hAnsi="Times New Roman"/>
                <w:caps/>
                <w:sz w:val="16"/>
                <w:szCs w:val="16"/>
                <w:lang w:val="en-US"/>
              </w:rPr>
            </w:pPr>
            <w:r w:rsidRPr="002A6D4B">
              <w:rPr>
                <w:rFonts w:ascii="Times New Roman" w:hAnsi="Times New Roman"/>
                <w:caps/>
                <w:sz w:val="16"/>
                <w:szCs w:val="16"/>
                <w:lang w:val="en-US"/>
              </w:rPr>
              <w:t>1060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  <w:bookmarkStart w:id="384" w:name="f5r1060"/>
            <w:bookmarkEnd w:id="384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  <w:r w:rsidRPr="002A6D4B">
              <w:rPr>
                <w:rFonts w:ascii="Times New Roman" w:hAnsi="Times New Roman"/>
                <w:b/>
                <w:caps/>
                <w:sz w:val="18"/>
                <w:szCs w:val="18"/>
              </w:rPr>
              <w:t>Х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</w:p>
        </w:tc>
      </w:tr>
      <w:tr w:rsidR="002A3663" w:rsidRPr="00474E88" w:rsidTr="007B058C">
        <w:trPr>
          <w:trHeight w:val="284"/>
        </w:trPr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2A3663" w:rsidP="007B058C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2A6D4B">
              <w:rPr>
                <w:rFonts w:ascii="Times New Roman" w:hAnsi="Times New Roman"/>
                <w:sz w:val="16"/>
                <w:szCs w:val="16"/>
              </w:rPr>
              <w:t>Единый налог для производителей сельскохозяйственной продукции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2A3663" w:rsidP="007B058C">
            <w:pPr>
              <w:pStyle w:val="a3"/>
              <w:jc w:val="center"/>
              <w:rPr>
                <w:rFonts w:ascii="Times New Roman" w:hAnsi="Times New Roman"/>
                <w:caps/>
                <w:sz w:val="16"/>
                <w:szCs w:val="16"/>
                <w:lang w:val="en-US"/>
              </w:rPr>
            </w:pPr>
            <w:r w:rsidRPr="002A6D4B">
              <w:rPr>
                <w:rFonts w:ascii="Times New Roman" w:hAnsi="Times New Roman"/>
                <w:caps/>
                <w:sz w:val="16"/>
                <w:szCs w:val="16"/>
                <w:lang w:val="en-US"/>
              </w:rPr>
              <w:t>1070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  <w:bookmarkStart w:id="385" w:name="f5r1070"/>
            <w:bookmarkEnd w:id="385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  <w:r w:rsidRPr="002A6D4B">
              <w:rPr>
                <w:rFonts w:ascii="Times New Roman" w:hAnsi="Times New Roman"/>
                <w:b/>
                <w:caps/>
                <w:sz w:val="18"/>
                <w:szCs w:val="18"/>
              </w:rPr>
              <w:t>Х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</w:p>
        </w:tc>
      </w:tr>
      <w:tr w:rsidR="002A3663" w:rsidRPr="00474E88" w:rsidTr="007B058C">
        <w:trPr>
          <w:trHeight w:val="223"/>
        </w:trPr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2A3663" w:rsidP="007B058C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2A6D4B">
              <w:rPr>
                <w:rFonts w:ascii="Times New Roman" w:hAnsi="Times New Roman"/>
                <w:sz w:val="16"/>
                <w:szCs w:val="16"/>
              </w:rPr>
              <w:t>Единый налог при упрощенной системе налогообложения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2A3663" w:rsidP="007B058C">
            <w:pPr>
              <w:pStyle w:val="a3"/>
              <w:jc w:val="center"/>
              <w:rPr>
                <w:rFonts w:ascii="Times New Roman" w:hAnsi="Times New Roman"/>
                <w:caps/>
                <w:sz w:val="16"/>
                <w:szCs w:val="16"/>
                <w:lang w:val="en-US"/>
              </w:rPr>
            </w:pPr>
            <w:r w:rsidRPr="002A6D4B">
              <w:rPr>
                <w:rFonts w:ascii="Times New Roman" w:hAnsi="Times New Roman"/>
                <w:caps/>
                <w:sz w:val="16"/>
                <w:szCs w:val="16"/>
                <w:lang w:val="en-US"/>
              </w:rPr>
              <w:t>1080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  <w:bookmarkStart w:id="386" w:name="f5r1080"/>
            <w:bookmarkEnd w:id="386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  <w:r w:rsidRPr="002A6D4B">
              <w:rPr>
                <w:rFonts w:ascii="Times New Roman" w:hAnsi="Times New Roman"/>
                <w:b/>
                <w:caps/>
                <w:sz w:val="18"/>
                <w:szCs w:val="18"/>
              </w:rPr>
              <w:t>Х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</w:p>
        </w:tc>
      </w:tr>
      <w:tr w:rsidR="002A3663" w:rsidRPr="00474E88" w:rsidTr="007B058C">
        <w:trPr>
          <w:trHeight w:val="106"/>
        </w:trPr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2A3663" w:rsidP="007B058C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2A6D4B">
              <w:rPr>
                <w:rFonts w:ascii="Times New Roman" w:hAnsi="Times New Roman"/>
                <w:sz w:val="16"/>
                <w:szCs w:val="16"/>
              </w:rPr>
              <w:t>Налог на недвижимость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2A3663" w:rsidP="007B058C">
            <w:pPr>
              <w:pStyle w:val="a3"/>
              <w:jc w:val="center"/>
              <w:rPr>
                <w:rFonts w:ascii="Times New Roman" w:hAnsi="Times New Roman"/>
                <w:caps/>
                <w:sz w:val="16"/>
                <w:szCs w:val="16"/>
                <w:lang w:val="en-US"/>
              </w:rPr>
            </w:pPr>
            <w:r w:rsidRPr="002A6D4B">
              <w:rPr>
                <w:rFonts w:ascii="Times New Roman" w:hAnsi="Times New Roman"/>
                <w:caps/>
                <w:sz w:val="16"/>
                <w:szCs w:val="16"/>
                <w:lang w:val="en-US"/>
              </w:rPr>
              <w:t>1090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98024A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  <w:bookmarkStart w:id="387" w:name="f5r1090"/>
            <w:bookmarkEnd w:id="387"/>
            <w:r>
              <w:rPr>
                <w:rFonts w:ascii="Times New Roman" w:hAnsi="Times New Roman"/>
                <w:b/>
                <w:caps/>
                <w:sz w:val="18"/>
                <w:szCs w:val="18"/>
              </w:rPr>
              <w:t>6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  <w:r w:rsidRPr="002A6D4B">
              <w:rPr>
                <w:rFonts w:ascii="Times New Roman" w:hAnsi="Times New Roman"/>
                <w:b/>
                <w:caps/>
                <w:sz w:val="18"/>
                <w:szCs w:val="18"/>
              </w:rPr>
              <w:t>Х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98024A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aps/>
                <w:sz w:val="18"/>
                <w:szCs w:val="18"/>
              </w:rPr>
              <w:t>6</w:t>
            </w:r>
          </w:p>
        </w:tc>
      </w:tr>
      <w:tr w:rsidR="002A3663" w:rsidRPr="00474E88" w:rsidTr="007B058C">
        <w:trPr>
          <w:trHeight w:val="124"/>
        </w:trPr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2A3663" w:rsidP="007B058C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2A6D4B">
              <w:rPr>
                <w:rFonts w:ascii="Times New Roman" w:hAnsi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2A3663" w:rsidP="007B058C">
            <w:pPr>
              <w:pStyle w:val="a3"/>
              <w:jc w:val="center"/>
              <w:rPr>
                <w:rFonts w:ascii="Times New Roman" w:hAnsi="Times New Roman"/>
                <w:caps/>
                <w:sz w:val="16"/>
                <w:szCs w:val="16"/>
                <w:lang w:val="en-US"/>
              </w:rPr>
            </w:pPr>
            <w:r w:rsidRPr="002A6D4B">
              <w:rPr>
                <w:rFonts w:ascii="Times New Roman" w:hAnsi="Times New Roman"/>
                <w:caps/>
                <w:sz w:val="16"/>
                <w:szCs w:val="16"/>
                <w:lang w:val="en-US"/>
              </w:rPr>
              <w:t>1100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98024A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  <w:bookmarkStart w:id="388" w:name="f5r1100"/>
            <w:bookmarkEnd w:id="388"/>
            <w:r>
              <w:rPr>
                <w:rFonts w:ascii="Times New Roman" w:hAnsi="Times New Roman"/>
                <w:b/>
                <w:caps/>
                <w:sz w:val="18"/>
                <w:szCs w:val="18"/>
              </w:rPr>
              <w:t>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  <w:r w:rsidRPr="002A6D4B">
              <w:rPr>
                <w:rFonts w:ascii="Times New Roman" w:hAnsi="Times New Roman"/>
                <w:b/>
                <w:caps/>
                <w:sz w:val="18"/>
                <w:szCs w:val="18"/>
              </w:rPr>
              <w:t>Х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98024A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aps/>
                <w:sz w:val="18"/>
                <w:szCs w:val="18"/>
              </w:rPr>
              <w:t>5</w:t>
            </w:r>
          </w:p>
        </w:tc>
      </w:tr>
      <w:tr w:rsidR="002A3663" w:rsidRPr="00474E88" w:rsidTr="007B058C">
        <w:trPr>
          <w:trHeight w:val="284"/>
        </w:trPr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2A3663" w:rsidP="007B058C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2A6D4B">
              <w:rPr>
                <w:rFonts w:ascii="Times New Roman" w:hAnsi="Times New Roman"/>
                <w:sz w:val="16"/>
                <w:szCs w:val="16"/>
              </w:rPr>
              <w:t>Налог за пользование природными ресурсами (экологический налог)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2A3663" w:rsidP="007B058C">
            <w:pPr>
              <w:pStyle w:val="a3"/>
              <w:jc w:val="center"/>
              <w:rPr>
                <w:rFonts w:ascii="Times New Roman" w:hAnsi="Times New Roman"/>
                <w:caps/>
                <w:sz w:val="16"/>
                <w:szCs w:val="16"/>
                <w:lang w:val="en-US"/>
              </w:rPr>
            </w:pPr>
            <w:r w:rsidRPr="002A6D4B">
              <w:rPr>
                <w:rFonts w:ascii="Times New Roman" w:hAnsi="Times New Roman"/>
                <w:caps/>
                <w:sz w:val="16"/>
                <w:szCs w:val="16"/>
                <w:lang w:val="en-US"/>
              </w:rPr>
              <w:t>1110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98024A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  <w:bookmarkStart w:id="389" w:name="f5r1110"/>
            <w:bookmarkEnd w:id="389"/>
            <w:r>
              <w:rPr>
                <w:rFonts w:ascii="Times New Roman" w:hAnsi="Times New Roman"/>
                <w:b/>
                <w:caps/>
                <w:sz w:val="18"/>
                <w:szCs w:val="18"/>
              </w:rPr>
              <w:t>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  <w:r w:rsidRPr="002A6D4B">
              <w:rPr>
                <w:rFonts w:ascii="Times New Roman" w:hAnsi="Times New Roman"/>
                <w:b/>
                <w:caps/>
                <w:sz w:val="18"/>
                <w:szCs w:val="18"/>
              </w:rPr>
              <w:t>Х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98024A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aps/>
                <w:sz w:val="18"/>
                <w:szCs w:val="18"/>
              </w:rPr>
              <w:t>3</w:t>
            </w:r>
          </w:p>
        </w:tc>
      </w:tr>
      <w:tr w:rsidR="002A3663" w:rsidRPr="00474E88" w:rsidTr="007B058C">
        <w:trPr>
          <w:trHeight w:val="104"/>
        </w:trPr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2A3663" w:rsidP="007B058C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2A6D4B">
              <w:rPr>
                <w:rFonts w:ascii="Times New Roman" w:hAnsi="Times New Roman"/>
                <w:sz w:val="16"/>
                <w:szCs w:val="16"/>
              </w:rPr>
              <w:t>Местные налоги и сборы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2A3663" w:rsidP="007B058C">
            <w:pPr>
              <w:pStyle w:val="a3"/>
              <w:jc w:val="center"/>
              <w:rPr>
                <w:rFonts w:ascii="Times New Roman" w:hAnsi="Times New Roman"/>
                <w:caps/>
                <w:sz w:val="16"/>
                <w:szCs w:val="16"/>
                <w:lang w:val="en-US"/>
              </w:rPr>
            </w:pPr>
            <w:r w:rsidRPr="002A6D4B">
              <w:rPr>
                <w:rFonts w:ascii="Times New Roman" w:hAnsi="Times New Roman"/>
                <w:caps/>
                <w:sz w:val="16"/>
                <w:szCs w:val="16"/>
                <w:lang w:val="en-US"/>
              </w:rPr>
              <w:t>1120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  <w:bookmarkStart w:id="390" w:name="f5r1120"/>
            <w:bookmarkEnd w:id="390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  <w:r w:rsidRPr="002A6D4B">
              <w:rPr>
                <w:rFonts w:ascii="Times New Roman" w:hAnsi="Times New Roman"/>
                <w:b/>
                <w:caps/>
                <w:sz w:val="18"/>
                <w:szCs w:val="18"/>
              </w:rPr>
              <w:t>Х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</w:p>
        </w:tc>
      </w:tr>
      <w:tr w:rsidR="002A3663" w:rsidRPr="00474E88" w:rsidTr="007B058C">
        <w:trPr>
          <w:trHeight w:val="135"/>
        </w:trPr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2A3663" w:rsidP="007B058C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2A6D4B">
              <w:rPr>
                <w:rFonts w:ascii="Times New Roman" w:hAnsi="Times New Roman"/>
                <w:sz w:val="16"/>
                <w:szCs w:val="16"/>
              </w:rPr>
              <w:t>Подоходный налог с физических лиц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2A3663" w:rsidP="007B058C">
            <w:pPr>
              <w:pStyle w:val="a3"/>
              <w:jc w:val="center"/>
              <w:rPr>
                <w:rFonts w:ascii="Times New Roman" w:hAnsi="Times New Roman"/>
                <w:caps/>
                <w:sz w:val="16"/>
                <w:szCs w:val="16"/>
                <w:lang w:val="en-US"/>
              </w:rPr>
            </w:pPr>
            <w:r w:rsidRPr="002A6D4B">
              <w:rPr>
                <w:rFonts w:ascii="Times New Roman" w:hAnsi="Times New Roman"/>
                <w:caps/>
                <w:sz w:val="16"/>
                <w:szCs w:val="16"/>
                <w:lang w:val="en-US"/>
              </w:rPr>
              <w:t>1130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98024A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  <w:bookmarkStart w:id="391" w:name="f5r1130"/>
            <w:bookmarkEnd w:id="391"/>
            <w:r>
              <w:rPr>
                <w:rFonts w:ascii="Times New Roman" w:hAnsi="Times New Roman"/>
                <w:b/>
                <w:caps/>
                <w:sz w:val="18"/>
                <w:szCs w:val="18"/>
              </w:rPr>
              <w:t>79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  <w:r w:rsidRPr="002A6D4B">
              <w:rPr>
                <w:rFonts w:ascii="Times New Roman" w:hAnsi="Times New Roman"/>
                <w:b/>
                <w:caps/>
                <w:sz w:val="18"/>
                <w:szCs w:val="18"/>
              </w:rPr>
              <w:t>Х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98024A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aps/>
                <w:sz w:val="18"/>
                <w:szCs w:val="18"/>
              </w:rPr>
              <w:t>76</w:t>
            </w:r>
          </w:p>
        </w:tc>
      </w:tr>
      <w:tr w:rsidR="002A3663" w:rsidRPr="00474E88" w:rsidTr="007B058C">
        <w:trPr>
          <w:trHeight w:val="168"/>
        </w:trPr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2A3663" w:rsidP="007B058C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2A6D4B">
              <w:rPr>
                <w:rFonts w:ascii="Times New Roman" w:hAnsi="Times New Roman"/>
                <w:sz w:val="16"/>
                <w:szCs w:val="16"/>
              </w:rPr>
              <w:t>Экономические санкции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2A3663" w:rsidP="007B058C">
            <w:pPr>
              <w:pStyle w:val="a3"/>
              <w:jc w:val="center"/>
              <w:rPr>
                <w:rFonts w:ascii="Times New Roman" w:hAnsi="Times New Roman"/>
                <w:caps/>
                <w:sz w:val="16"/>
                <w:szCs w:val="16"/>
                <w:lang w:val="en-US"/>
              </w:rPr>
            </w:pPr>
            <w:r w:rsidRPr="002A6D4B">
              <w:rPr>
                <w:rFonts w:ascii="Times New Roman" w:hAnsi="Times New Roman"/>
                <w:caps/>
                <w:sz w:val="16"/>
                <w:szCs w:val="16"/>
                <w:lang w:val="en-US"/>
              </w:rPr>
              <w:t>1140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98024A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  <w:bookmarkStart w:id="392" w:name="f5r1140"/>
            <w:bookmarkEnd w:id="392"/>
            <w:r>
              <w:rPr>
                <w:rFonts w:ascii="Times New Roman" w:hAnsi="Times New Roman"/>
                <w:b/>
                <w:caps/>
                <w:sz w:val="18"/>
                <w:szCs w:val="18"/>
              </w:rPr>
              <w:t>7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  <w:r w:rsidRPr="002A6D4B">
              <w:rPr>
                <w:rFonts w:ascii="Times New Roman" w:hAnsi="Times New Roman"/>
                <w:b/>
                <w:caps/>
                <w:sz w:val="18"/>
                <w:szCs w:val="18"/>
              </w:rPr>
              <w:t>Х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98024A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aps/>
                <w:sz w:val="18"/>
                <w:szCs w:val="18"/>
              </w:rPr>
              <w:t>7</w:t>
            </w:r>
          </w:p>
        </w:tc>
      </w:tr>
      <w:tr w:rsidR="002A3663" w:rsidRPr="00474E88" w:rsidTr="007B058C">
        <w:trPr>
          <w:trHeight w:val="174"/>
        </w:trPr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2A3663" w:rsidP="007B058C">
            <w:pPr>
              <w:pStyle w:val="a3"/>
              <w:rPr>
                <w:rFonts w:ascii="Times New Roman" w:hAnsi="Times New Roman"/>
                <w:b/>
                <w:sz w:val="16"/>
                <w:szCs w:val="16"/>
              </w:rPr>
            </w:pPr>
            <w:r w:rsidRPr="002A6D4B">
              <w:rPr>
                <w:rFonts w:ascii="Times New Roman" w:hAnsi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</w:pPr>
            <w:r w:rsidRPr="002A6D4B">
              <w:rPr>
                <w:rFonts w:ascii="Times New Roman" w:hAnsi="Times New Roman"/>
                <w:b/>
                <w:caps/>
                <w:sz w:val="16"/>
                <w:szCs w:val="16"/>
                <w:lang w:val="en-US"/>
              </w:rPr>
              <w:t>1150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98024A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  <w:bookmarkStart w:id="393" w:name="f5r1150"/>
            <w:bookmarkEnd w:id="393"/>
            <w:r>
              <w:rPr>
                <w:rFonts w:ascii="Times New Roman" w:hAnsi="Times New Roman"/>
                <w:b/>
                <w:caps/>
                <w:sz w:val="18"/>
                <w:szCs w:val="18"/>
              </w:rPr>
              <w:t>651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98024A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aps/>
                <w:sz w:val="18"/>
                <w:szCs w:val="18"/>
              </w:rPr>
              <w:t>297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98024A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aps/>
                <w:sz w:val="18"/>
                <w:szCs w:val="18"/>
              </w:rPr>
              <w:t>344</w:t>
            </w:r>
          </w:p>
        </w:tc>
      </w:tr>
      <w:tr w:rsidR="002A3663" w:rsidRPr="00474E88" w:rsidTr="007B058C">
        <w:trPr>
          <w:trHeight w:val="284"/>
        </w:trPr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2A3663" w:rsidP="007B058C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2A6D4B">
              <w:rPr>
                <w:rFonts w:ascii="Times New Roman" w:hAnsi="Times New Roman"/>
                <w:sz w:val="16"/>
                <w:szCs w:val="16"/>
              </w:rPr>
              <w:t>Отчисления части прибыли унитарными предприятиями (хозяйственными обществами), имущество которых находится на праве хозяйственного ведения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2A3663" w:rsidP="007B058C">
            <w:pPr>
              <w:pStyle w:val="a3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  <w:r w:rsidRPr="002A6D4B">
              <w:rPr>
                <w:rFonts w:ascii="Times New Roman" w:hAnsi="Times New Roman"/>
                <w:caps/>
                <w:sz w:val="16"/>
                <w:szCs w:val="16"/>
              </w:rPr>
              <w:t>1180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98024A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  <w:bookmarkStart w:id="394" w:name="f5r1180"/>
            <w:bookmarkEnd w:id="394"/>
            <w:r>
              <w:rPr>
                <w:rFonts w:ascii="Times New Roman" w:hAnsi="Times New Roman"/>
                <w:b/>
                <w:caps/>
                <w:sz w:val="18"/>
                <w:szCs w:val="18"/>
              </w:rPr>
              <w:t>14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  <w:r w:rsidRPr="002A6D4B">
              <w:rPr>
                <w:rFonts w:ascii="Times New Roman" w:hAnsi="Times New Roman"/>
                <w:b/>
                <w:caps/>
                <w:sz w:val="18"/>
                <w:szCs w:val="18"/>
              </w:rPr>
              <w:t>Х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98024A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aps/>
                <w:sz w:val="18"/>
                <w:szCs w:val="18"/>
              </w:rPr>
              <w:t>14</w:t>
            </w:r>
          </w:p>
        </w:tc>
      </w:tr>
      <w:tr w:rsidR="002A3663" w:rsidRPr="00474E88" w:rsidTr="007B058C">
        <w:trPr>
          <w:trHeight w:val="284"/>
        </w:trPr>
        <w:tc>
          <w:tcPr>
            <w:tcW w:w="1042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A3663" w:rsidRPr="002A6D4B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  <w:r w:rsidRPr="002A6D4B">
              <w:rPr>
                <w:rFonts w:ascii="Times New Roman" w:hAnsi="Times New Roman"/>
                <w:b/>
                <w:caps/>
                <w:sz w:val="17"/>
                <w:szCs w:val="17"/>
              </w:rPr>
              <w:t>Справка о платежах в фонд социальной защиты</w:t>
            </w:r>
          </w:p>
        </w:tc>
      </w:tr>
      <w:tr w:rsidR="002A3663" w:rsidRPr="00474E88" w:rsidTr="007B058C">
        <w:trPr>
          <w:trHeight w:val="284"/>
        </w:trPr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A804DC" w:rsidRDefault="002A3663" w:rsidP="007B058C">
            <w:pPr>
              <w:pStyle w:val="a3"/>
              <w:ind w:left="-85" w:right="-85"/>
              <w:jc w:val="center"/>
              <w:rPr>
                <w:rFonts w:ascii="Times New Roman" w:hAnsi="Times New Roman"/>
                <w:caps/>
                <w:sz w:val="14"/>
                <w:szCs w:val="14"/>
              </w:rPr>
            </w:pPr>
            <w:r w:rsidRPr="00A804DC">
              <w:rPr>
                <w:rFonts w:ascii="Times New Roman" w:hAnsi="Times New Roman"/>
                <w:caps/>
                <w:sz w:val="14"/>
                <w:szCs w:val="14"/>
              </w:rPr>
              <w:t>наименование показателЕй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A804DC" w:rsidRDefault="002A3663" w:rsidP="007B058C">
            <w:pPr>
              <w:pStyle w:val="a3"/>
              <w:ind w:left="-85" w:right="-85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A804DC">
              <w:rPr>
                <w:rFonts w:ascii="Times New Roman" w:hAnsi="Times New Roman"/>
                <w:sz w:val="14"/>
                <w:szCs w:val="14"/>
              </w:rPr>
              <w:t xml:space="preserve">Код </w:t>
            </w:r>
          </w:p>
          <w:p w:rsidR="002A3663" w:rsidRPr="00A804DC" w:rsidRDefault="002A3663" w:rsidP="007B058C">
            <w:pPr>
              <w:pStyle w:val="a3"/>
              <w:ind w:left="-85" w:right="-85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804DC">
              <w:rPr>
                <w:rFonts w:ascii="Times New Roman" w:hAnsi="Times New Roman"/>
                <w:sz w:val="14"/>
                <w:szCs w:val="14"/>
              </w:rPr>
              <w:t>строки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A804DC" w:rsidRDefault="002A3663" w:rsidP="007B058C">
            <w:pPr>
              <w:pStyle w:val="a3"/>
              <w:ind w:left="-85" w:right="-85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804DC">
              <w:rPr>
                <w:rFonts w:ascii="Times New Roman" w:hAnsi="Times New Roman"/>
                <w:sz w:val="14"/>
                <w:szCs w:val="14"/>
              </w:rPr>
              <w:t>Причитается по расчету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A804DC" w:rsidRDefault="002A3663" w:rsidP="007B058C">
            <w:pPr>
              <w:pStyle w:val="a3"/>
              <w:ind w:left="-85" w:right="-85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804DC">
              <w:rPr>
                <w:rFonts w:ascii="Times New Roman" w:hAnsi="Times New Roman"/>
                <w:sz w:val="14"/>
                <w:szCs w:val="14"/>
              </w:rPr>
              <w:t>Израсходовано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A804DC" w:rsidRDefault="002A3663" w:rsidP="007B058C">
            <w:pPr>
              <w:pStyle w:val="a3"/>
              <w:ind w:left="-85" w:right="-85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804DC">
              <w:rPr>
                <w:rFonts w:ascii="Times New Roman" w:hAnsi="Times New Roman"/>
                <w:sz w:val="14"/>
                <w:szCs w:val="14"/>
              </w:rPr>
              <w:t>Зачтено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A804DC" w:rsidRDefault="002A3663" w:rsidP="007B058C">
            <w:pPr>
              <w:pStyle w:val="a3"/>
              <w:ind w:left="-85" w:right="-85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804DC">
              <w:rPr>
                <w:rFonts w:ascii="Times New Roman" w:hAnsi="Times New Roman"/>
                <w:sz w:val="14"/>
                <w:szCs w:val="14"/>
              </w:rPr>
              <w:t>Перечислено в бюджет и фонды</w:t>
            </w:r>
          </w:p>
        </w:tc>
      </w:tr>
      <w:tr w:rsidR="002A3663" w:rsidRPr="00474E88" w:rsidTr="007B058C">
        <w:trPr>
          <w:trHeight w:val="174"/>
        </w:trPr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A804DC" w:rsidRDefault="002A3663" w:rsidP="007B058C">
            <w:pPr>
              <w:pStyle w:val="a3"/>
              <w:jc w:val="center"/>
              <w:rPr>
                <w:rFonts w:ascii="Times New Roman" w:hAnsi="Times New Roman"/>
                <w:caps/>
                <w:sz w:val="14"/>
                <w:szCs w:val="14"/>
              </w:rPr>
            </w:pPr>
            <w:r w:rsidRPr="00A804DC">
              <w:rPr>
                <w:rFonts w:ascii="Times New Roman" w:hAnsi="Times New Roman"/>
                <w:caps/>
                <w:sz w:val="14"/>
                <w:szCs w:val="14"/>
              </w:rPr>
              <w:t>1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A804DC" w:rsidRDefault="002A3663" w:rsidP="007B058C">
            <w:pPr>
              <w:pStyle w:val="a3"/>
              <w:jc w:val="center"/>
              <w:rPr>
                <w:rFonts w:ascii="Times New Roman" w:hAnsi="Times New Roman"/>
                <w:caps/>
                <w:sz w:val="14"/>
                <w:szCs w:val="14"/>
              </w:rPr>
            </w:pPr>
            <w:r w:rsidRPr="00A804DC">
              <w:rPr>
                <w:rFonts w:ascii="Times New Roman" w:hAnsi="Times New Roman"/>
                <w:caps/>
                <w:sz w:val="14"/>
                <w:szCs w:val="14"/>
              </w:rPr>
              <w:t>2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A804DC" w:rsidRDefault="002A3663" w:rsidP="007B058C">
            <w:pPr>
              <w:pStyle w:val="a3"/>
              <w:jc w:val="center"/>
              <w:rPr>
                <w:rFonts w:ascii="Times New Roman" w:hAnsi="Times New Roman"/>
                <w:caps/>
                <w:sz w:val="14"/>
                <w:szCs w:val="14"/>
              </w:rPr>
            </w:pPr>
            <w:r w:rsidRPr="00A804DC">
              <w:rPr>
                <w:rFonts w:ascii="Times New Roman" w:hAnsi="Times New Roman"/>
                <w:caps/>
                <w:sz w:val="14"/>
                <w:szCs w:val="14"/>
              </w:rPr>
              <w:t>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A804DC" w:rsidRDefault="002A3663" w:rsidP="007B058C">
            <w:pPr>
              <w:pStyle w:val="a3"/>
              <w:jc w:val="center"/>
              <w:rPr>
                <w:rFonts w:ascii="Times New Roman" w:hAnsi="Times New Roman"/>
                <w:caps/>
                <w:sz w:val="14"/>
                <w:szCs w:val="14"/>
              </w:rPr>
            </w:pPr>
            <w:r w:rsidRPr="00A804DC">
              <w:rPr>
                <w:rFonts w:ascii="Times New Roman" w:hAnsi="Times New Roman"/>
                <w:caps/>
                <w:sz w:val="14"/>
                <w:szCs w:val="14"/>
              </w:rPr>
              <w:t>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A804DC" w:rsidRDefault="002A3663" w:rsidP="007B058C">
            <w:pPr>
              <w:pStyle w:val="a3"/>
              <w:jc w:val="center"/>
              <w:rPr>
                <w:rFonts w:ascii="Times New Roman" w:hAnsi="Times New Roman"/>
                <w:caps/>
                <w:sz w:val="14"/>
                <w:szCs w:val="14"/>
              </w:rPr>
            </w:pPr>
            <w:r w:rsidRPr="00A804DC">
              <w:rPr>
                <w:rFonts w:ascii="Times New Roman" w:hAnsi="Times New Roman"/>
                <w:caps/>
                <w:sz w:val="14"/>
                <w:szCs w:val="14"/>
              </w:rPr>
              <w:t>5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A804DC" w:rsidRDefault="002A3663" w:rsidP="007B058C">
            <w:pPr>
              <w:pStyle w:val="a3"/>
              <w:jc w:val="center"/>
              <w:rPr>
                <w:rFonts w:ascii="Times New Roman" w:hAnsi="Times New Roman"/>
                <w:caps/>
                <w:sz w:val="14"/>
                <w:szCs w:val="14"/>
              </w:rPr>
            </w:pPr>
            <w:r w:rsidRPr="00A804DC">
              <w:rPr>
                <w:rFonts w:ascii="Times New Roman" w:hAnsi="Times New Roman"/>
                <w:caps/>
                <w:sz w:val="14"/>
                <w:szCs w:val="14"/>
              </w:rPr>
              <w:t>6</w:t>
            </w:r>
          </w:p>
        </w:tc>
      </w:tr>
      <w:tr w:rsidR="002A3663" w:rsidRPr="00474E88" w:rsidTr="007B058C">
        <w:trPr>
          <w:trHeight w:val="284"/>
        </w:trPr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A804DC" w:rsidRDefault="002A3663" w:rsidP="007B058C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A804DC">
              <w:rPr>
                <w:rFonts w:ascii="Times New Roman" w:hAnsi="Times New Roman"/>
                <w:sz w:val="16"/>
                <w:szCs w:val="16"/>
              </w:rPr>
              <w:t>Отчисления на социальные нужды:</w:t>
            </w:r>
          </w:p>
          <w:p w:rsidR="002A3663" w:rsidRPr="002A6D4B" w:rsidRDefault="002A3663" w:rsidP="007B058C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A804DC">
              <w:rPr>
                <w:rFonts w:ascii="Times New Roman" w:hAnsi="Times New Roman"/>
                <w:sz w:val="16"/>
                <w:szCs w:val="16"/>
              </w:rPr>
              <w:t>в фонд социальной защиты населения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2A3663" w:rsidP="007B058C">
            <w:pPr>
              <w:pStyle w:val="a3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  <w:r w:rsidRPr="002A6D4B">
              <w:rPr>
                <w:rFonts w:ascii="Times New Roman" w:hAnsi="Times New Roman"/>
                <w:caps/>
                <w:sz w:val="16"/>
                <w:szCs w:val="16"/>
              </w:rPr>
              <w:t>1196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98024A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  <w:bookmarkStart w:id="395" w:name="f5r1196"/>
            <w:bookmarkEnd w:id="395"/>
            <w:r>
              <w:rPr>
                <w:rFonts w:ascii="Times New Roman" w:hAnsi="Times New Roman"/>
                <w:b/>
                <w:caps/>
                <w:sz w:val="18"/>
                <w:szCs w:val="18"/>
              </w:rPr>
              <w:t>246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98024A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aps/>
                <w:sz w:val="18"/>
                <w:szCs w:val="18"/>
              </w:rPr>
              <w:t>34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2A3663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98024A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aps/>
                <w:sz w:val="18"/>
                <w:szCs w:val="18"/>
              </w:rPr>
              <w:t>213</w:t>
            </w:r>
          </w:p>
        </w:tc>
      </w:tr>
      <w:tr w:rsidR="0098024A" w:rsidRPr="00474E88" w:rsidTr="007B058C">
        <w:trPr>
          <w:trHeight w:val="284"/>
        </w:trPr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24A" w:rsidRPr="00A804DC" w:rsidRDefault="0098024A" w:rsidP="007B058C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24A" w:rsidRPr="002A6D4B" w:rsidRDefault="0098024A" w:rsidP="007B058C">
            <w:pPr>
              <w:pStyle w:val="a3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24A" w:rsidRDefault="0098024A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24A" w:rsidRDefault="0098024A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24A" w:rsidRPr="002A6D4B" w:rsidRDefault="0098024A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24A" w:rsidRDefault="0098024A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</w:p>
        </w:tc>
      </w:tr>
    </w:tbl>
    <w:p w:rsidR="002A3663" w:rsidRDefault="002A3663" w:rsidP="002A3663">
      <w:pPr>
        <w:pStyle w:val="a3"/>
        <w:rPr>
          <w:rFonts w:ascii="Times New Roman" w:hAnsi="Times New Roman"/>
          <w:b/>
          <w:caps/>
          <w:sz w:val="18"/>
          <w:szCs w:val="18"/>
        </w:rPr>
      </w:pPr>
      <w:r>
        <w:rPr>
          <w:rFonts w:ascii="Times New Roman" w:hAnsi="Times New Roman"/>
          <w:b/>
          <w:caps/>
          <w:sz w:val="18"/>
          <w:szCs w:val="18"/>
        </w:rPr>
        <w:t>Справочно:</w:t>
      </w:r>
    </w:p>
    <w:tbl>
      <w:tblPr>
        <w:tblW w:w="1042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960"/>
        <w:gridCol w:w="2520"/>
        <w:gridCol w:w="2520"/>
      </w:tblGrid>
      <w:tr w:rsidR="002A3663" w:rsidRPr="00474E88" w:rsidTr="007B058C">
        <w:tc>
          <w:tcPr>
            <w:tcW w:w="442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A804DC" w:rsidRDefault="002A3663" w:rsidP="007B058C">
            <w:pPr>
              <w:pStyle w:val="a3"/>
              <w:jc w:val="center"/>
              <w:rPr>
                <w:rFonts w:ascii="Times New Roman" w:hAnsi="Times New Roman"/>
                <w:caps/>
                <w:sz w:val="14"/>
                <w:szCs w:val="14"/>
              </w:rPr>
            </w:pPr>
            <w:r w:rsidRPr="00A804DC">
              <w:rPr>
                <w:rFonts w:ascii="Times New Roman" w:hAnsi="Times New Roman"/>
                <w:caps/>
                <w:sz w:val="14"/>
                <w:szCs w:val="14"/>
              </w:rPr>
              <w:t>Наименование показателЕЙ</w:t>
            </w:r>
          </w:p>
        </w:tc>
        <w:tc>
          <w:tcPr>
            <w:tcW w:w="9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A804DC" w:rsidRDefault="002A3663" w:rsidP="007B058C">
            <w:pPr>
              <w:pStyle w:val="a3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804DC">
              <w:rPr>
                <w:rFonts w:ascii="Times New Roman" w:hAnsi="Times New Roman"/>
                <w:sz w:val="14"/>
                <w:szCs w:val="14"/>
              </w:rPr>
              <w:t>Код строки</w:t>
            </w:r>
          </w:p>
        </w:tc>
        <w:tc>
          <w:tcPr>
            <w:tcW w:w="25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A804DC" w:rsidRDefault="002A3663" w:rsidP="007B058C">
            <w:pPr>
              <w:pStyle w:val="a3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804DC">
              <w:rPr>
                <w:rFonts w:ascii="Times New Roman" w:hAnsi="Times New Roman"/>
                <w:sz w:val="14"/>
                <w:szCs w:val="14"/>
              </w:rPr>
              <w:t>На конец отчетного периода</w:t>
            </w:r>
          </w:p>
        </w:tc>
        <w:tc>
          <w:tcPr>
            <w:tcW w:w="25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A3663" w:rsidRPr="00A804DC" w:rsidRDefault="002A3663" w:rsidP="007B058C">
            <w:pPr>
              <w:pStyle w:val="a3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804DC">
              <w:rPr>
                <w:rFonts w:ascii="Times New Roman" w:hAnsi="Times New Roman"/>
                <w:sz w:val="14"/>
                <w:szCs w:val="14"/>
              </w:rPr>
              <w:t>На начало отчетного года</w:t>
            </w:r>
          </w:p>
        </w:tc>
      </w:tr>
      <w:tr w:rsidR="002A3663" w:rsidRPr="00474E88" w:rsidTr="007B058C">
        <w:tc>
          <w:tcPr>
            <w:tcW w:w="442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A3663" w:rsidRPr="00A804DC" w:rsidRDefault="002A3663" w:rsidP="007B058C">
            <w:pPr>
              <w:pStyle w:val="a3"/>
              <w:jc w:val="center"/>
              <w:rPr>
                <w:rFonts w:ascii="Times New Roman" w:hAnsi="Times New Roman"/>
                <w:caps/>
                <w:sz w:val="14"/>
                <w:szCs w:val="14"/>
              </w:rPr>
            </w:pPr>
            <w:r w:rsidRPr="00A804DC">
              <w:rPr>
                <w:rFonts w:ascii="Times New Roman" w:hAnsi="Times New Roman"/>
                <w:caps/>
                <w:sz w:val="14"/>
                <w:szCs w:val="14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A3663" w:rsidRPr="00A804DC" w:rsidRDefault="002A3663" w:rsidP="007B058C">
            <w:pPr>
              <w:pStyle w:val="a3"/>
              <w:jc w:val="center"/>
              <w:rPr>
                <w:rFonts w:ascii="Times New Roman" w:hAnsi="Times New Roman"/>
                <w:caps/>
                <w:sz w:val="14"/>
                <w:szCs w:val="14"/>
              </w:rPr>
            </w:pPr>
            <w:r w:rsidRPr="00A804DC">
              <w:rPr>
                <w:rFonts w:ascii="Times New Roman" w:hAnsi="Times New Roman"/>
                <w:caps/>
                <w:sz w:val="14"/>
                <w:szCs w:val="14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A3663" w:rsidRPr="00A804DC" w:rsidRDefault="002A3663" w:rsidP="007B058C">
            <w:pPr>
              <w:pStyle w:val="a3"/>
              <w:jc w:val="center"/>
              <w:rPr>
                <w:rFonts w:ascii="Times New Roman" w:hAnsi="Times New Roman"/>
                <w:caps/>
                <w:sz w:val="14"/>
                <w:szCs w:val="14"/>
              </w:rPr>
            </w:pPr>
            <w:r w:rsidRPr="00A804DC">
              <w:rPr>
                <w:rFonts w:ascii="Times New Roman" w:hAnsi="Times New Roman"/>
                <w:caps/>
                <w:sz w:val="14"/>
                <w:szCs w:val="14"/>
              </w:rPr>
              <w:t>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A3663" w:rsidRPr="00A804DC" w:rsidRDefault="002A3663" w:rsidP="007B058C">
            <w:pPr>
              <w:pStyle w:val="a3"/>
              <w:jc w:val="center"/>
              <w:rPr>
                <w:rFonts w:ascii="Times New Roman" w:hAnsi="Times New Roman"/>
                <w:caps/>
                <w:sz w:val="14"/>
                <w:szCs w:val="14"/>
              </w:rPr>
            </w:pPr>
            <w:r w:rsidRPr="00A804DC">
              <w:rPr>
                <w:rFonts w:ascii="Times New Roman" w:hAnsi="Times New Roman"/>
                <w:caps/>
                <w:sz w:val="14"/>
                <w:szCs w:val="14"/>
              </w:rPr>
              <w:t>4</w:t>
            </w:r>
          </w:p>
        </w:tc>
      </w:tr>
      <w:tr w:rsidR="002A3663" w:rsidRPr="00474E88" w:rsidTr="007B058C">
        <w:trPr>
          <w:trHeight w:val="227"/>
        </w:trPr>
        <w:tc>
          <w:tcPr>
            <w:tcW w:w="442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2A3663" w:rsidP="007B058C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2A6D4B">
              <w:rPr>
                <w:rFonts w:ascii="Times New Roman" w:hAnsi="Times New Roman"/>
                <w:sz w:val="16"/>
                <w:szCs w:val="16"/>
              </w:rPr>
              <w:t>Наличие собственных оборотных средств, тыс. руб.</w:t>
            </w:r>
          </w:p>
        </w:tc>
        <w:tc>
          <w:tcPr>
            <w:tcW w:w="9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2A3663" w:rsidP="007B058C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6D4B">
              <w:rPr>
                <w:rFonts w:ascii="Times New Roman" w:hAnsi="Times New Roman"/>
                <w:sz w:val="16"/>
                <w:szCs w:val="16"/>
              </w:rPr>
              <w:t>1200</w:t>
            </w:r>
          </w:p>
        </w:tc>
        <w:tc>
          <w:tcPr>
            <w:tcW w:w="25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98024A" w:rsidP="007B058C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396" w:name="f5r1200"/>
            <w:bookmarkEnd w:id="396"/>
            <w:r>
              <w:rPr>
                <w:rFonts w:ascii="Times New Roman" w:hAnsi="Times New Roman"/>
                <w:b/>
                <w:sz w:val="18"/>
                <w:szCs w:val="18"/>
              </w:rPr>
              <w:t>1 241</w:t>
            </w:r>
          </w:p>
        </w:tc>
        <w:tc>
          <w:tcPr>
            <w:tcW w:w="25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98024A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aps/>
                <w:sz w:val="18"/>
                <w:szCs w:val="18"/>
              </w:rPr>
              <w:t>1 246</w:t>
            </w:r>
          </w:p>
        </w:tc>
      </w:tr>
      <w:tr w:rsidR="002A3663" w:rsidRPr="00474E88" w:rsidTr="007B058C">
        <w:trPr>
          <w:trHeight w:val="227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2A3663" w:rsidP="007B058C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2A6D4B">
              <w:rPr>
                <w:rFonts w:ascii="Times New Roman" w:hAnsi="Times New Roman"/>
                <w:sz w:val="16"/>
                <w:szCs w:val="16"/>
              </w:rPr>
              <w:t>Коэффициент обеспеченности собственными оборотными средствами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2A3663" w:rsidP="007B058C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6D4B">
              <w:rPr>
                <w:rFonts w:ascii="Times New Roman" w:hAnsi="Times New Roman"/>
                <w:sz w:val="16"/>
                <w:szCs w:val="16"/>
              </w:rPr>
              <w:t>1210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98024A" w:rsidP="007B058C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397" w:name="f5r1210"/>
            <w:bookmarkEnd w:id="397"/>
            <w:r>
              <w:rPr>
                <w:rFonts w:ascii="Times New Roman" w:hAnsi="Times New Roman"/>
                <w:b/>
                <w:sz w:val="18"/>
                <w:szCs w:val="18"/>
              </w:rPr>
              <w:t>0,77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98024A" w:rsidP="007B058C">
            <w:pPr>
              <w:pStyle w:val="a3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aps/>
                <w:sz w:val="18"/>
                <w:szCs w:val="18"/>
              </w:rPr>
              <w:t>0,76</w:t>
            </w:r>
          </w:p>
        </w:tc>
      </w:tr>
      <w:tr w:rsidR="002A3663" w:rsidRPr="00474E88" w:rsidTr="007B058C">
        <w:trPr>
          <w:trHeight w:val="227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2A3663" w:rsidP="007B058C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2A6D4B">
              <w:rPr>
                <w:rFonts w:ascii="Times New Roman" w:hAnsi="Times New Roman"/>
                <w:sz w:val="16"/>
                <w:szCs w:val="16"/>
              </w:rPr>
              <w:t>Коэффициент текущей ликвидности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2A3663" w:rsidP="007B058C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6D4B">
              <w:rPr>
                <w:rFonts w:ascii="Times New Roman" w:hAnsi="Times New Roman"/>
                <w:sz w:val="16"/>
                <w:szCs w:val="16"/>
              </w:rPr>
              <w:t>1220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98024A" w:rsidP="007B058C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398" w:name="f5r1220"/>
            <w:bookmarkEnd w:id="398"/>
            <w:r>
              <w:rPr>
                <w:rFonts w:ascii="Times New Roman" w:hAnsi="Times New Roman"/>
                <w:b/>
                <w:sz w:val="18"/>
                <w:szCs w:val="18"/>
              </w:rPr>
              <w:t>4,27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98024A" w:rsidP="007B058C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4,21</w:t>
            </w:r>
          </w:p>
        </w:tc>
      </w:tr>
      <w:tr w:rsidR="002A3663" w:rsidRPr="00474E88" w:rsidTr="007B058C">
        <w:trPr>
          <w:trHeight w:val="227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2A3663" w:rsidP="007B058C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2A6D4B">
              <w:rPr>
                <w:rFonts w:ascii="Times New Roman" w:hAnsi="Times New Roman"/>
                <w:sz w:val="16"/>
                <w:szCs w:val="16"/>
              </w:rPr>
              <w:t>Коэффициент обеспеченности финансовых обязательств активами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2A3663" w:rsidP="007B058C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6D4B">
              <w:rPr>
                <w:rFonts w:ascii="Times New Roman" w:hAnsi="Times New Roman"/>
                <w:sz w:val="16"/>
                <w:szCs w:val="16"/>
              </w:rPr>
              <w:t>12</w:t>
            </w:r>
            <w:r w:rsidRPr="002A6D4B">
              <w:rPr>
                <w:rFonts w:ascii="Times New Roman" w:hAnsi="Times New Roman"/>
                <w:sz w:val="16"/>
                <w:szCs w:val="16"/>
                <w:lang w:val="en-US"/>
              </w:rPr>
              <w:t>3</w:t>
            </w:r>
            <w:r w:rsidRPr="002A6D4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98024A" w:rsidP="007B058C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399" w:name="f5r1230"/>
            <w:bookmarkEnd w:id="399"/>
            <w:r>
              <w:rPr>
                <w:rFonts w:ascii="Times New Roman" w:hAnsi="Times New Roman"/>
                <w:b/>
                <w:sz w:val="18"/>
                <w:szCs w:val="18"/>
              </w:rPr>
              <w:t>0,18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98024A" w:rsidP="007B058C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0,18</w:t>
            </w:r>
          </w:p>
        </w:tc>
      </w:tr>
      <w:tr w:rsidR="002A3663" w:rsidRPr="00474E88" w:rsidTr="007B058C">
        <w:trPr>
          <w:trHeight w:val="227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2A3663" w:rsidP="007B058C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2A6D4B">
              <w:rPr>
                <w:rFonts w:ascii="Times New Roman" w:hAnsi="Times New Roman"/>
                <w:sz w:val="16"/>
                <w:szCs w:val="16"/>
              </w:rPr>
              <w:t>Коэффициент абсолютной ликвидности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2A3663" w:rsidP="007B058C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6D4B">
              <w:rPr>
                <w:rFonts w:ascii="Times New Roman" w:hAnsi="Times New Roman"/>
                <w:sz w:val="16"/>
                <w:szCs w:val="16"/>
              </w:rPr>
              <w:t>1240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98024A" w:rsidP="007B058C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400" w:name="f5r1240"/>
            <w:bookmarkEnd w:id="400"/>
            <w:r>
              <w:rPr>
                <w:rFonts w:ascii="Times New Roman" w:hAnsi="Times New Roman"/>
                <w:b/>
                <w:sz w:val="18"/>
                <w:szCs w:val="18"/>
              </w:rPr>
              <w:t>0,82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98024A" w:rsidP="007B058C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1,25</w:t>
            </w:r>
          </w:p>
        </w:tc>
      </w:tr>
      <w:tr w:rsidR="002A3663" w:rsidRPr="00474E88" w:rsidTr="007B058C">
        <w:trPr>
          <w:trHeight w:val="227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2A3663" w:rsidP="007B058C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2A6D4B">
              <w:rPr>
                <w:rFonts w:ascii="Times New Roman" w:hAnsi="Times New Roman"/>
                <w:sz w:val="16"/>
                <w:szCs w:val="16"/>
              </w:rPr>
              <w:t>Чистые активы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2A3663" w:rsidP="007B058C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6D4B">
              <w:rPr>
                <w:rFonts w:ascii="Times New Roman" w:hAnsi="Times New Roman"/>
                <w:sz w:val="16"/>
                <w:szCs w:val="16"/>
              </w:rPr>
              <w:t>1250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98024A" w:rsidP="007B058C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401" w:name="f5r1250"/>
            <w:bookmarkEnd w:id="401"/>
            <w:r>
              <w:rPr>
                <w:rFonts w:ascii="Times New Roman" w:hAnsi="Times New Roman"/>
                <w:b/>
                <w:sz w:val="18"/>
                <w:szCs w:val="18"/>
              </w:rPr>
              <w:t>1 774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63" w:rsidRPr="002A6D4B" w:rsidRDefault="0098024A" w:rsidP="007B058C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1 830</w:t>
            </w:r>
          </w:p>
        </w:tc>
      </w:tr>
      <w:tr w:rsidR="0098024A" w:rsidRPr="00474E88" w:rsidTr="007B058C">
        <w:trPr>
          <w:trHeight w:val="227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24A" w:rsidRPr="002A6D4B" w:rsidRDefault="0098024A" w:rsidP="007B058C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24A" w:rsidRPr="002A6D4B" w:rsidRDefault="0098024A" w:rsidP="007B058C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24A" w:rsidRDefault="0098024A" w:rsidP="007B058C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24A" w:rsidRDefault="0098024A" w:rsidP="007B058C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:rsidR="002A3663" w:rsidRPr="004B5C07" w:rsidRDefault="002A3663" w:rsidP="002A3663">
      <w:pPr>
        <w:pStyle w:val="a3"/>
        <w:rPr>
          <w:rFonts w:ascii="Times New Roman" w:hAnsi="Times New Roman"/>
          <w:b/>
          <w:caps/>
          <w:sz w:val="17"/>
          <w:szCs w:val="17"/>
          <w:lang w:val="en-US"/>
        </w:rPr>
      </w:pPr>
      <w:r>
        <w:rPr>
          <w:rFonts w:ascii="Times New Roman" w:hAnsi="Times New Roman"/>
          <w:b/>
          <w:caps/>
          <w:sz w:val="17"/>
          <w:szCs w:val="17"/>
        </w:rPr>
        <w:t>Справочно: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1"/>
        <w:gridCol w:w="849"/>
        <w:gridCol w:w="3954"/>
      </w:tblGrid>
      <w:tr w:rsidR="002A3663" w:rsidRPr="006A2E55" w:rsidTr="007B058C">
        <w:trPr>
          <w:trHeight w:val="44"/>
        </w:trPr>
        <w:tc>
          <w:tcPr>
            <w:tcW w:w="5651" w:type="dxa"/>
            <w:shd w:val="clear" w:color="auto" w:fill="auto"/>
            <w:vAlign w:val="center"/>
          </w:tcPr>
          <w:p w:rsidR="002A3663" w:rsidRPr="00A804DC" w:rsidRDefault="002A3663" w:rsidP="007B058C">
            <w:pPr>
              <w:jc w:val="center"/>
              <w:rPr>
                <w:sz w:val="14"/>
                <w:szCs w:val="14"/>
              </w:rPr>
            </w:pPr>
            <w:r w:rsidRPr="00A804DC">
              <w:rPr>
                <w:sz w:val="14"/>
                <w:szCs w:val="14"/>
              </w:rPr>
              <w:t>Показатели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A3663" w:rsidRPr="00A804DC" w:rsidRDefault="002A3663" w:rsidP="007B058C">
            <w:pPr>
              <w:jc w:val="center"/>
              <w:rPr>
                <w:sz w:val="14"/>
                <w:szCs w:val="14"/>
              </w:rPr>
            </w:pPr>
            <w:r w:rsidRPr="00A804DC">
              <w:rPr>
                <w:sz w:val="14"/>
                <w:szCs w:val="14"/>
              </w:rPr>
              <w:t xml:space="preserve">Код </w:t>
            </w:r>
          </w:p>
          <w:p w:rsidR="002A3663" w:rsidRPr="00A804DC" w:rsidRDefault="002A3663" w:rsidP="007B058C">
            <w:pPr>
              <w:jc w:val="center"/>
              <w:rPr>
                <w:sz w:val="14"/>
                <w:szCs w:val="14"/>
              </w:rPr>
            </w:pPr>
            <w:r w:rsidRPr="00A804DC">
              <w:rPr>
                <w:sz w:val="14"/>
                <w:szCs w:val="14"/>
              </w:rPr>
              <w:t>строки</w:t>
            </w:r>
          </w:p>
        </w:tc>
        <w:tc>
          <w:tcPr>
            <w:tcW w:w="3954" w:type="dxa"/>
            <w:shd w:val="clear" w:color="auto" w:fill="auto"/>
            <w:vAlign w:val="center"/>
          </w:tcPr>
          <w:p w:rsidR="002A3663" w:rsidRPr="00A804DC" w:rsidRDefault="002A3663" w:rsidP="007B058C">
            <w:pPr>
              <w:jc w:val="center"/>
              <w:rPr>
                <w:sz w:val="14"/>
                <w:szCs w:val="14"/>
              </w:rPr>
            </w:pPr>
            <w:r w:rsidRPr="00A804DC">
              <w:rPr>
                <w:sz w:val="14"/>
                <w:szCs w:val="14"/>
              </w:rPr>
              <w:t>За отчётный период</w:t>
            </w:r>
          </w:p>
        </w:tc>
      </w:tr>
      <w:tr w:rsidR="002A3663" w:rsidRPr="006A2E55" w:rsidTr="007B058C">
        <w:trPr>
          <w:trHeight w:val="123"/>
        </w:trPr>
        <w:tc>
          <w:tcPr>
            <w:tcW w:w="5651" w:type="dxa"/>
            <w:shd w:val="clear" w:color="auto" w:fill="auto"/>
            <w:vAlign w:val="center"/>
          </w:tcPr>
          <w:p w:rsidR="002A3663" w:rsidRPr="00A804DC" w:rsidRDefault="002A3663" w:rsidP="007B058C">
            <w:pPr>
              <w:jc w:val="center"/>
              <w:rPr>
                <w:sz w:val="14"/>
                <w:szCs w:val="14"/>
              </w:rPr>
            </w:pPr>
            <w:r w:rsidRPr="00A804DC">
              <w:rPr>
                <w:sz w:val="14"/>
                <w:szCs w:val="14"/>
              </w:rPr>
              <w:t>А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A3663" w:rsidRPr="00A804DC" w:rsidRDefault="002A3663" w:rsidP="007B058C">
            <w:pPr>
              <w:jc w:val="center"/>
              <w:rPr>
                <w:sz w:val="14"/>
                <w:szCs w:val="14"/>
              </w:rPr>
            </w:pPr>
            <w:r w:rsidRPr="00A804DC">
              <w:rPr>
                <w:sz w:val="14"/>
                <w:szCs w:val="14"/>
              </w:rPr>
              <w:t>Б</w:t>
            </w:r>
          </w:p>
        </w:tc>
        <w:tc>
          <w:tcPr>
            <w:tcW w:w="3954" w:type="dxa"/>
            <w:shd w:val="clear" w:color="auto" w:fill="auto"/>
            <w:vAlign w:val="center"/>
          </w:tcPr>
          <w:p w:rsidR="002A3663" w:rsidRPr="00A804DC" w:rsidRDefault="002A3663" w:rsidP="007B058C">
            <w:pPr>
              <w:jc w:val="center"/>
              <w:rPr>
                <w:sz w:val="14"/>
                <w:szCs w:val="14"/>
              </w:rPr>
            </w:pPr>
            <w:r w:rsidRPr="00A804DC">
              <w:rPr>
                <w:sz w:val="14"/>
                <w:szCs w:val="14"/>
              </w:rPr>
              <w:t>1</w:t>
            </w:r>
          </w:p>
        </w:tc>
      </w:tr>
      <w:tr w:rsidR="002A3663" w:rsidRPr="006A2E55" w:rsidTr="007B058C">
        <w:trPr>
          <w:trHeight w:val="184"/>
        </w:trPr>
        <w:tc>
          <w:tcPr>
            <w:tcW w:w="5651" w:type="dxa"/>
            <w:shd w:val="clear" w:color="auto" w:fill="auto"/>
            <w:vAlign w:val="center"/>
          </w:tcPr>
          <w:p w:rsidR="002A3663" w:rsidRPr="002A6D4B" w:rsidRDefault="002A3663" w:rsidP="007B058C">
            <w:pPr>
              <w:rPr>
                <w:sz w:val="16"/>
              </w:rPr>
            </w:pPr>
            <w:r w:rsidRPr="002A6D4B">
              <w:rPr>
                <w:sz w:val="16"/>
              </w:rPr>
              <w:t xml:space="preserve">Сумма средств, полученная из </w:t>
            </w:r>
            <w:r>
              <w:rPr>
                <w:sz w:val="16"/>
              </w:rPr>
              <w:t>р</w:t>
            </w:r>
            <w:r w:rsidRPr="002A6D4B">
              <w:rPr>
                <w:sz w:val="16"/>
              </w:rPr>
              <w:t>еспубликанского и местных бюджетов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A3663" w:rsidRPr="002A6D4B" w:rsidRDefault="002A3663" w:rsidP="007B058C">
            <w:pPr>
              <w:jc w:val="center"/>
              <w:rPr>
                <w:sz w:val="16"/>
              </w:rPr>
            </w:pPr>
            <w:r w:rsidRPr="002A6D4B">
              <w:rPr>
                <w:sz w:val="16"/>
              </w:rPr>
              <w:t>1300</w:t>
            </w:r>
          </w:p>
        </w:tc>
        <w:tc>
          <w:tcPr>
            <w:tcW w:w="395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A3663" w:rsidRPr="002A6D4B" w:rsidRDefault="002A3663" w:rsidP="007B058C">
            <w:pPr>
              <w:jc w:val="center"/>
              <w:rPr>
                <w:b/>
                <w:sz w:val="18"/>
                <w:szCs w:val="18"/>
              </w:rPr>
            </w:pPr>
            <w:bookmarkStart w:id="402" w:name="f5r1300"/>
            <w:bookmarkEnd w:id="402"/>
          </w:p>
        </w:tc>
      </w:tr>
    </w:tbl>
    <w:p w:rsidR="002A3663" w:rsidRDefault="002A3663" w:rsidP="002A3663">
      <w:pPr>
        <w:pStyle w:val="a3"/>
        <w:widowControl w:val="0"/>
        <w:ind w:firstLine="567"/>
        <w:rPr>
          <w:rFonts w:ascii="Times New Roman" w:hAnsi="Times New Roman"/>
        </w:rPr>
      </w:pPr>
    </w:p>
    <w:bookmarkEnd w:id="219"/>
    <w:p w:rsidR="00D32A8A" w:rsidRPr="00D32A8A" w:rsidRDefault="00D32A8A" w:rsidP="00D32A8A">
      <w:pPr>
        <w:widowControl w:val="0"/>
        <w:ind w:firstLine="567"/>
        <w:rPr>
          <w:sz w:val="20"/>
          <w:szCs w:val="20"/>
        </w:rPr>
      </w:pPr>
      <w:r w:rsidRPr="00D32A8A">
        <w:rPr>
          <w:sz w:val="20"/>
          <w:szCs w:val="20"/>
        </w:rPr>
        <w:t xml:space="preserve">Руководитель </w:t>
      </w:r>
      <w:r w:rsidRPr="00D32A8A">
        <w:rPr>
          <w:sz w:val="20"/>
          <w:szCs w:val="20"/>
          <w:lang w:val="en-US"/>
        </w:rPr>
        <w:t>_______________</w:t>
      </w:r>
      <w:r w:rsidRPr="00D32A8A">
        <w:rPr>
          <w:sz w:val="20"/>
          <w:szCs w:val="20"/>
        </w:rPr>
        <w:t>Г.Б. Бубен</w:t>
      </w:r>
    </w:p>
    <w:p w:rsidR="00D32A8A" w:rsidRPr="00D32A8A" w:rsidRDefault="00D32A8A" w:rsidP="00D32A8A">
      <w:pPr>
        <w:widowControl w:val="0"/>
        <w:ind w:firstLine="567"/>
        <w:rPr>
          <w:sz w:val="20"/>
          <w:szCs w:val="20"/>
        </w:rPr>
      </w:pPr>
    </w:p>
    <w:p w:rsidR="00D32A8A" w:rsidRPr="00D32A8A" w:rsidRDefault="00D32A8A" w:rsidP="00D32A8A">
      <w:pPr>
        <w:widowControl w:val="0"/>
        <w:ind w:firstLine="567"/>
        <w:rPr>
          <w:sz w:val="20"/>
          <w:szCs w:val="20"/>
        </w:rPr>
      </w:pPr>
      <w:r w:rsidRPr="00D32A8A">
        <w:rPr>
          <w:sz w:val="20"/>
          <w:szCs w:val="20"/>
        </w:rPr>
        <w:t>Главный бухгалтер</w:t>
      </w:r>
      <w:r w:rsidRPr="007814CD">
        <w:rPr>
          <w:sz w:val="20"/>
          <w:szCs w:val="20"/>
        </w:rPr>
        <w:t xml:space="preserve"> __________</w:t>
      </w:r>
      <w:r w:rsidRPr="00D32A8A">
        <w:rPr>
          <w:sz w:val="20"/>
          <w:szCs w:val="20"/>
        </w:rPr>
        <w:t>С.В. Ступакевич</w:t>
      </w:r>
    </w:p>
    <w:p w:rsidR="00A64B43" w:rsidRDefault="00A64B43" w:rsidP="00DE360D">
      <w:pPr>
        <w:pStyle w:val="a3"/>
        <w:widowControl w:val="0"/>
        <w:tabs>
          <w:tab w:val="right" w:pos="10206"/>
        </w:tabs>
        <w:ind w:left="6663"/>
        <w:outlineLvl w:val="0"/>
      </w:pPr>
    </w:p>
    <w:sectPr w:rsidR="00A64B43" w:rsidSect="005D02CE">
      <w:headerReference w:type="default" r:id="rId9"/>
      <w:footnotePr>
        <w:numStart w:val="2"/>
      </w:footnotePr>
      <w:pgSz w:w="11907" w:h="16840" w:code="9"/>
      <w:pgMar w:top="541" w:right="567" w:bottom="567" w:left="1134" w:header="284" w:footer="264" w:gutter="0"/>
      <w:pgNumType w:start="1"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7C55" w:rsidRDefault="00737C55" w:rsidP="00D868CA">
      <w:r>
        <w:separator/>
      </w:r>
    </w:p>
  </w:endnote>
  <w:endnote w:type="continuationSeparator" w:id="0">
    <w:p w:rsidR="00737C55" w:rsidRDefault="00737C55" w:rsidP="00D86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7C55" w:rsidRDefault="00737C55" w:rsidP="00D868CA">
      <w:r>
        <w:separator/>
      </w:r>
    </w:p>
  </w:footnote>
  <w:footnote w:type="continuationSeparator" w:id="0">
    <w:p w:rsidR="00737C55" w:rsidRDefault="00737C55" w:rsidP="00D868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14CD" w:rsidRPr="00285C87" w:rsidRDefault="007814CD" w:rsidP="00285C87">
    <w:pPr>
      <w:pStyle w:val="a6"/>
      <w:rPr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C05E8CE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FA2E3F"/>
    <w:multiLevelType w:val="hybridMultilevel"/>
    <w:tmpl w:val="9F805780"/>
    <w:lvl w:ilvl="0" w:tplc="58D8D0D8">
      <w:start w:val="200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1C35397"/>
    <w:multiLevelType w:val="singleLevel"/>
    <w:tmpl w:val="96B4E49E"/>
    <w:lvl w:ilvl="0">
      <w:start w:val="1"/>
      <w:numFmt w:val="bullet"/>
      <w:lvlText w:val="-"/>
      <w:lvlJc w:val="left"/>
      <w:pPr>
        <w:tabs>
          <w:tab w:val="num" w:pos="465"/>
        </w:tabs>
        <w:ind w:left="465" w:hanging="360"/>
      </w:pPr>
      <w:rPr>
        <w:rFonts w:ascii="Times New Roman" w:hAnsi="Times New Roman" w:hint="default"/>
      </w:rPr>
    </w:lvl>
  </w:abstractNum>
  <w:abstractNum w:abstractNumId="3">
    <w:nsid w:val="031559C8"/>
    <w:multiLevelType w:val="singleLevel"/>
    <w:tmpl w:val="3572D1B6"/>
    <w:lvl w:ilvl="0">
      <w:start w:val="1"/>
      <w:numFmt w:val="decimal"/>
      <w:lvlText w:val="%1."/>
      <w:lvlJc w:val="left"/>
      <w:pPr>
        <w:tabs>
          <w:tab w:val="num" w:pos="-774"/>
        </w:tabs>
        <w:ind w:left="-774" w:hanging="360"/>
      </w:pPr>
      <w:rPr>
        <w:rFonts w:hint="default"/>
      </w:rPr>
    </w:lvl>
  </w:abstractNum>
  <w:abstractNum w:abstractNumId="4">
    <w:nsid w:val="05843A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99833E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9F23623"/>
    <w:multiLevelType w:val="hybridMultilevel"/>
    <w:tmpl w:val="E28A81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B158F8"/>
    <w:multiLevelType w:val="singleLevel"/>
    <w:tmpl w:val="04190001"/>
    <w:lvl w:ilvl="0">
      <w:start w:val="113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F2528F7"/>
    <w:multiLevelType w:val="hybridMultilevel"/>
    <w:tmpl w:val="ED5A2850"/>
    <w:lvl w:ilvl="0" w:tplc="CA8E5E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3BA6C9D"/>
    <w:multiLevelType w:val="hybridMultilevel"/>
    <w:tmpl w:val="3A8EB822"/>
    <w:lvl w:ilvl="0" w:tplc="BF2A3FFC">
      <w:start w:val="1"/>
      <w:numFmt w:val="upperRoman"/>
      <w:lvlText w:val="%1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0">
    <w:nsid w:val="1C063ACD"/>
    <w:multiLevelType w:val="hybridMultilevel"/>
    <w:tmpl w:val="C93A5984"/>
    <w:lvl w:ilvl="0" w:tplc="F84E7F30">
      <w:start w:val="1"/>
      <w:numFmt w:val="upperRoman"/>
      <w:lvlText w:val="%1."/>
      <w:lvlJc w:val="left"/>
      <w:pPr>
        <w:tabs>
          <w:tab w:val="num" w:pos="1386"/>
        </w:tabs>
        <w:ind w:left="138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6"/>
        </w:tabs>
        <w:ind w:left="174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6"/>
        </w:tabs>
        <w:ind w:left="24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6"/>
        </w:tabs>
        <w:ind w:left="31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6"/>
        </w:tabs>
        <w:ind w:left="39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6"/>
        </w:tabs>
        <w:ind w:left="46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6"/>
        </w:tabs>
        <w:ind w:left="53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6"/>
        </w:tabs>
        <w:ind w:left="60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6"/>
        </w:tabs>
        <w:ind w:left="6786" w:hanging="180"/>
      </w:pPr>
    </w:lvl>
  </w:abstractNum>
  <w:abstractNum w:abstractNumId="11">
    <w:nsid w:val="1C0E032F"/>
    <w:multiLevelType w:val="multilevel"/>
    <w:tmpl w:val="489A8B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C1741F7"/>
    <w:multiLevelType w:val="hybridMultilevel"/>
    <w:tmpl w:val="F932A624"/>
    <w:lvl w:ilvl="0" w:tplc="DFD0C8A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1544446"/>
    <w:multiLevelType w:val="hybridMultilevel"/>
    <w:tmpl w:val="1A1C1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FE39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27A92BD0"/>
    <w:multiLevelType w:val="hybridMultilevel"/>
    <w:tmpl w:val="5ACA8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8C438D"/>
    <w:multiLevelType w:val="hybridMultilevel"/>
    <w:tmpl w:val="6FF211BE"/>
    <w:lvl w:ilvl="0" w:tplc="E996A93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BAB78CB"/>
    <w:multiLevelType w:val="hybridMultilevel"/>
    <w:tmpl w:val="FF46B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D4A3CCC"/>
    <w:multiLevelType w:val="hybridMultilevel"/>
    <w:tmpl w:val="C810BE6C"/>
    <w:lvl w:ilvl="0" w:tplc="C7E40F2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C54A2DF2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plc="293643F6">
      <w:start w:val="1"/>
      <w:numFmt w:val="decimal"/>
      <w:lvlText w:val="%3."/>
      <w:lvlJc w:val="left"/>
      <w:pPr>
        <w:tabs>
          <w:tab w:val="num" w:pos="2820"/>
        </w:tabs>
        <w:ind w:left="282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9">
    <w:nsid w:val="2E203AC5"/>
    <w:multiLevelType w:val="hybridMultilevel"/>
    <w:tmpl w:val="BFE0813A"/>
    <w:lvl w:ilvl="0" w:tplc="C54A2DF2">
      <w:start w:val="1"/>
      <w:numFmt w:val="decimal"/>
      <w:lvlText w:val="%1."/>
      <w:lvlJc w:val="left"/>
      <w:pPr>
        <w:tabs>
          <w:tab w:val="num" w:pos="3480"/>
        </w:tabs>
        <w:ind w:left="3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00"/>
        </w:tabs>
        <w:ind w:left="30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720"/>
        </w:tabs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440"/>
        </w:tabs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160"/>
        </w:tabs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880"/>
        </w:tabs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00"/>
        </w:tabs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20"/>
        </w:tabs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040"/>
        </w:tabs>
        <w:ind w:left="8040" w:hanging="180"/>
      </w:pPr>
    </w:lvl>
  </w:abstractNum>
  <w:abstractNum w:abstractNumId="20">
    <w:nsid w:val="2F1445B2"/>
    <w:multiLevelType w:val="hybridMultilevel"/>
    <w:tmpl w:val="9E70D9CC"/>
    <w:lvl w:ilvl="0" w:tplc="04190001">
      <w:start w:val="6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59D0BCD"/>
    <w:multiLevelType w:val="singleLevel"/>
    <w:tmpl w:val="EB78E56A"/>
    <w:lvl w:ilvl="0">
      <w:start w:val="17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</w:abstractNum>
  <w:abstractNum w:abstractNumId="22">
    <w:nsid w:val="35EF5524"/>
    <w:multiLevelType w:val="hybridMultilevel"/>
    <w:tmpl w:val="7F08C0C4"/>
    <w:lvl w:ilvl="0" w:tplc="2E862E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3C3501C9"/>
    <w:multiLevelType w:val="multilevel"/>
    <w:tmpl w:val="6FF211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1D55691"/>
    <w:multiLevelType w:val="hybridMultilevel"/>
    <w:tmpl w:val="AF362184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5A21973"/>
    <w:multiLevelType w:val="hybridMultilevel"/>
    <w:tmpl w:val="7622953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8BA3A7C"/>
    <w:multiLevelType w:val="hybridMultilevel"/>
    <w:tmpl w:val="625AAE9A"/>
    <w:lvl w:ilvl="0" w:tplc="8486A24A"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7">
    <w:nsid w:val="4BA66F26"/>
    <w:multiLevelType w:val="singleLevel"/>
    <w:tmpl w:val="ADA65DB8"/>
    <w:lvl w:ilvl="0">
      <w:numFmt w:val="bullet"/>
      <w:lvlText w:val=""/>
      <w:lvlJc w:val="left"/>
      <w:pPr>
        <w:tabs>
          <w:tab w:val="num" w:pos="495"/>
        </w:tabs>
        <w:ind w:left="495" w:hanging="360"/>
      </w:pPr>
      <w:rPr>
        <w:rFonts w:ascii="Symbol" w:hAnsi="Symbol" w:hint="default"/>
        <w:b/>
      </w:rPr>
    </w:lvl>
  </w:abstractNum>
  <w:abstractNum w:abstractNumId="28">
    <w:nsid w:val="4E402229"/>
    <w:multiLevelType w:val="hybridMultilevel"/>
    <w:tmpl w:val="32CAD138"/>
    <w:lvl w:ilvl="0" w:tplc="952661D8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9">
    <w:nsid w:val="57AA5335"/>
    <w:multiLevelType w:val="hybridMultilevel"/>
    <w:tmpl w:val="86F02750"/>
    <w:lvl w:ilvl="0" w:tplc="9892C636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BC028B2"/>
    <w:multiLevelType w:val="hybridMultilevel"/>
    <w:tmpl w:val="D82253A4"/>
    <w:lvl w:ilvl="0" w:tplc="293643F6">
      <w:start w:val="1"/>
      <w:numFmt w:val="decimal"/>
      <w:lvlText w:val="%1."/>
      <w:lvlJc w:val="left"/>
      <w:pPr>
        <w:tabs>
          <w:tab w:val="num" w:pos="5460"/>
        </w:tabs>
        <w:ind w:left="5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D183445"/>
    <w:multiLevelType w:val="multilevel"/>
    <w:tmpl w:val="69402D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EDF6558"/>
    <w:multiLevelType w:val="singleLevel"/>
    <w:tmpl w:val="C9D44C02"/>
    <w:lvl w:ilvl="0">
      <w:start w:val="1"/>
      <w:numFmt w:val="upperRoman"/>
      <w:pStyle w:val="4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33">
    <w:nsid w:val="5F2C5E75"/>
    <w:multiLevelType w:val="hybridMultilevel"/>
    <w:tmpl w:val="F04880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5E716C4"/>
    <w:multiLevelType w:val="hybridMultilevel"/>
    <w:tmpl w:val="466C23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BB66887"/>
    <w:multiLevelType w:val="singleLevel"/>
    <w:tmpl w:val="96B4E49E"/>
    <w:lvl w:ilvl="0">
      <w:start w:val="1"/>
      <w:numFmt w:val="bullet"/>
      <w:lvlText w:val="-"/>
      <w:lvlJc w:val="left"/>
      <w:pPr>
        <w:tabs>
          <w:tab w:val="num" w:pos="465"/>
        </w:tabs>
        <w:ind w:left="465" w:hanging="360"/>
      </w:pPr>
      <w:rPr>
        <w:rFonts w:ascii="Times New Roman" w:hAnsi="Times New Roman" w:hint="default"/>
      </w:rPr>
    </w:lvl>
  </w:abstractNum>
  <w:abstractNum w:abstractNumId="36">
    <w:nsid w:val="6C4F4FF5"/>
    <w:multiLevelType w:val="hybridMultilevel"/>
    <w:tmpl w:val="058635A2"/>
    <w:lvl w:ilvl="0" w:tplc="D26C1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CE54C65"/>
    <w:multiLevelType w:val="singleLevel"/>
    <w:tmpl w:val="EFC86520"/>
    <w:lvl w:ilvl="0">
      <w:start w:val="17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sz w:val="18"/>
      </w:rPr>
    </w:lvl>
  </w:abstractNum>
  <w:abstractNum w:abstractNumId="38">
    <w:nsid w:val="6D4F3E87"/>
    <w:multiLevelType w:val="multilevel"/>
    <w:tmpl w:val="C810BE6C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820"/>
        </w:tabs>
        <w:ind w:left="28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9">
    <w:nsid w:val="76126EA0"/>
    <w:multiLevelType w:val="hybridMultilevel"/>
    <w:tmpl w:val="09EE5290"/>
    <w:lvl w:ilvl="0" w:tplc="F810360E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40">
    <w:nsid w:val="781D3D01"/>
    <w:multiLevelType w:val="hybridMultilevel"/>
    <w:tmpl w:val="A4B8A73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6"/>
  </w:num>
  <w:num w:numId="3">
    <w:abstractNumId w:val="23"/>
  </w:num>
  <w:num w:numId="4">
    <w:abstractNumId w:val="19"/>
  </w:num>
  <w:num w:numId="5">
    <w:abstractNumId w:val="30"/>
  </w:num>
  <w:num w:numId="6">
    <w:abstractNumId w:val="8"/>
  </w:num>
  <w:num w:numId="7">
    <w:abstractNumId w:val="38"/>
  </w:num>
  <w:num w:numId="8">
    <w:abstractNumId w:val="22"/>
  </w:num>
  <w:num w:numId="9">
    <w:abstractNumId w:val="29"/>
  </w:num>
  <w:num w:numId="10">
    <w:abstractNumId w:val="28"/>
  </w:num>
  <w:num w:numId="11">
    <w:abstractNumId w:val="4"/>
  </w:num>
  <w:num w:numId="12">
    <w:abstractNumId w:val="32"/>
  </w:num>
  <w:num w:numId="13">
    <w:abstractNumId w:val="35"/>
  </w:num>
  <w:num w:numId="14">
    <w:abstractNumId w:val="2"/>
  </w:num>
  <w:num w:numId="15">
    <w:abstractNumId w:val="7"/>
  </w:num>
  <w:num w:numId="16">
    <w:abstractNumId w:val="37"/>
  </w:num>
  <w:num w:numId="17">
    <w:abstractNumId w:val="21"/>
  </w:num>
  <w:num w:numId="18">
    <w:abstractNumId w:val="5"/>
  </w:num>
  <w:num w:numId="19">
    <w:abstractNumId w:val="14"/>
  </w:num>
  <w:num w:numId="20">
    <w:abstractNumId w:val="27"/>
  </w:num>
  <w:num w:numId="21">
    <w:abstractNumId w:val="11"/>
  </w:num>
  <w:num w:numId="22">
    <w:abstractNumId w:val="31"/>
  </w:num>
  <w:num w:numId="23">
    <w:abstractNumId w:val="3"/>
  </w:num>
  <w:num w:numId="24">
    <w:abstractNumId w:val="25"/>
  </w:num>
  <w:num w:numId="25">
    <w:abstractNumId w:val="32"/>
    <w:lvlOverride w:ilvl="0">
      <w:startOverride w:val="1"/>
    </w:lvlOverride>
  </w:num>
  <w:num w:numId="26">
    <w:abstractNumId w:val="35"/>
  </w:num>
  <w:num w:numId="27">
    <w:abstractNumId w:val="10"/>
  </w:num>
  <w:num w:numId="28">
    <w:abstractNumId w:val="12"/>
  </w:num>
  <w:num w:numId="29">
    <w:abstractNumId w:val="17"/>
  </w:num>
  <w:num w:numId="30">
    <w:abstractNumId w:val="36"/>
  </w:num>
  <w:num w:numId="31">
    <w:abstractNumId w:val="40"/>
  </w:num>
  <w:num w:numId="32">
    <w:abstractNumId w:val="20"/>
  </w:num>
  <w:num w:numId="33">
    <w:abstractNumId w:val="1"/>
  </w:num>
  <w:num w:numId="34">
    <w:abstractNumId w:val="32"/>
    <w:lvlOverride w:ilvl="0">
      <w:startOverride w:val="1"/>
    </w:lvlOverride>
  </w:num>
  <w:num w:numId="35">
    <w:abstractNumId w:val="35"/>
  </w:num>
  <w:num w:numId="36">
    <w:abstractNumId w:val="9"/>
  </w:num>
  <w:num w:numId="37">
    <w:abstractNumId w:val="32"/>
    <w:lvlOverride w:ilvl="0">
      <w:startOverride w:val="1"/>
    </w:lvlOverride>
  </w:num>
  <w:num w:numId="38">
    <w:abstractNumId w:val="35"/>
  </w:num>
  <w:num w:numId="39">
    <w:abstractNumId w:val="32"/>
    <w:lvlOverride w:ilvl="0">
      <w:startOverride w:val="1"/>
    </w:lvlOverride>
  </w:num>
  <w:num w:numId="40">
    <w:abstractNumId w:val="35"/>
  </w:num>
  <w:num w:numId="41">
    <w:abstractNumId w:val="34"/>
  </w:num>
  <w:num w:numId="42">
    <w:abstractNumId w:val="33"/>
  </w:num>
  <w:num w:numId="43">
    <w:abstractNumId w:val="26"/>
  </w:num>
  <w:num w:numId="44">
    <w:abstractNumId w:val="15"/>
  </w:num>
  <w:num w:numId="45">
    <w:abstractNumId w:val="6"/>
  </w:num>
  <w:num w:numId="46">
    <w:abstractNumId w:val="24"/>
  </w:num>
  <w:num w:numId="47">
    <w:abstractNumId w:val="13"/>
  </w:num>
  <w:num w:numId="48">
    <w:abstractNumId w:val="39"/>
  </w:num>
  <w:num w:numId="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24A"/>
    <w:rsid w:val="00001F79"/>
    <w:rsid w:val="00003096"/>
    <w:rsid w:val="00003C31"/>
    <w:rsid w:val="0000559F"/>
    <w:rsid w:val="00005EC6"/>
    <w:rsid w:val="00007638"/>
    <w:rsid w:val="000133C7"/>
    <w:rsid w:val="00015E7F"/>
    <w:rsid w:val="00016799"/>
    <w:rsid w:val="00021D82"/>
    <w:rsid w:val="00025BE1"/>
    <w:rsid w:val="00033A1C"/>
    <w:rsid w:val="000346F3"/>
    <w:rsid w:val="00041295"/>
    <w:rsid w:val="000413FD"/>
    <w:rsid w:val="00042857"/>
    <w:rsid w:val="00043C95"/>
    <w:rsid w:val="00044566"/>
    <w:rsid w:val="00047EFD"/>
    <w:rsid w:val="00050536"/>
    <w:rsid w:val="00050905"/>
    <w:rsid w:val="00050BD3"/>
    <w:rsid w:val="00051677"/>
    <w:rsid w:val="0005296E"/>
    <w:rsid w:val="00052B87"/>
    <w:rsid w:val="000530BB"/>
    <w:rsid w:val="0005707A"/>
    <w:rsid w:val="00064225"/>
    <w:rsid w:val="00065011"/>
    <w:rsid w:val="0006547D"/>
    <w:rsid w:val="00070204"/>
    <w:rsid w:val="000709F0"/>
    <w:rsid w:val="0007244A"/>
    <w:rsid w:val="00080A63"/>
    <w:rsid w:val="00081D9B"/>
    <w:rsid w:val="00082F99"/>
    <w:rsid w:val="0009449F"/>
    <w:rsid w:val="0009591B"/>
    <w:rsid w:val="00096DE2"/>
    <w:rsid w:val="000A3052"/>
    <w:rsid w:val="000A5C9D"/>
    <w:rsid w:val="000B3538"/>
    <w:rsid w:val="000B47F4"/>
    <w:rsid w:val="000C195C"/>
    <w:rsid w:val="000C719A"/>
    <w:rsid w:val="000D0216"/>
    <w:rsid w:val="000D3D49"/>
    <w:rsid w:val="000D3E0A"/>
    <w:rsid w:val="000D546B"/>
    <w:rsid w:val="000D7C64"/>
    <w:rsid w:val="000E0034"/>
    <w:rsid w:val="000F0281"/>
    <w:rsid w:val="000F21B6"/>
    <w:rsid w:val="000F2311"/>
    <w:rsid w:val="000F4212"/>
    <w:rsid w:val="000F4841"/>
    <w:rsid w:val="00104393"/>
    <w:rsid w:val="00104E3A"/>
    <w:rsid w:val="00104E97"/>
    <w:rsid w:val="0010586B"/>
    <w:rsid w:val="0011548E"/>
    <w:rsid w:val="001254B8"/>
    <w:rsid w:val="00131AB4"/>
    <w:rsid w:val="00136151"/>
    <w:rsid w:val="00141A93"/>
    <w:rsid w:val="001423C9"/>
    <w:rsid w:val="00142C71"/>
    <w:rsid w:val="00143632"/>
    <w:rsid w:val="00146AF1"/>
    <w:rsid w:val="00146C09"/>
    <w:rsid w:val="001519E6"/>
    <w:rsid w:val="001542DC"/>
    <w:rsid w:val="00154E01"/>
    <w:rsid w:val="0015577E"/>
    <w:rsid w:val="00162572"/>
    <w:rsid w:val="00166C51"/>
    <w:rsid w:val="001672C9"/>
    <w:rsid w:val="00170FCF"/>
    <w:rsid w:val="0017209E"/>
    <w:rsid w:val="001724F4"/>
    <w:rsid w:val="00173AE0"/>
    <w:rsid w:val="0017400B"/>
    <w:rsid w:val="00174B50"/>
    <w:rsid w:val="00174BD5"/>
    <w:rsid w:val="001778C1"/>
    <w:rsid w:val="00182922"/>
    <w:rsid w:val="0018621E"/>
    <w:rsid w:val="0018771B"/>
    <w:rsid w:val="001A05E2"/>
    <w:rsid w:val="001A25EB"/>
    <w:rsid w:val="001A4113"/>
    <w:rsid w:val="001A5106"/>
    <w:rsid w:val="001A6050"/>
    <w:rsid w:val="001A7CED"/>
    <w:rsid w:val="001B09A1"/>
    <w:rsid w:val="001B419A"/>
    <w:rsid w:val="001B4E59"/>
    <w:rsid w:val="001B62A7"/>
    <w:rsid w:val="001B7AEC"/>
    <w:rsid w:val="001C2062"/>
    <w:rsid w:val="001C6077"/>
    <w:rsid w:val="001D0481"/>
    <w:rsid w:val="001D0646"/>
    <w:rsid w:val="001D55AE"/>
    <w:rsid w:val="001E0333"/>
    <w:rsid w:val="001E40A3"/>
    <w:rsid w:val="001E5BE8"/>
    <w:rsid w:val="001F1C5B"/>
    <w:rsid w:val="001F352D"/>
    <w:rsid w:val="001F382D"/>
    <w:rsid w:val="001F3CB9"/>
    <w:rsid w:val="001F48A5"/>
    <w:rsid w:val="001F56C0"/>
    <w:rsid w:val="001F5BE6"/>
    <w:rsid w:val="001F66A5"/>
    <w:rsid w:val="002007C8"/>
    <w:rsid w:val="00206E17"/>
    <w:rsid w:val="00207137"/>
    <w:rsid w:val="00210D8B"/>
    <w:rsid w:val="00211C25"/>
    <w:rsid w:val="00211CE0"/>
    <w:rsid w:val="0021200A"/>
    <w:rsid w:val="002136CD"/>
    <w:rsid w:val="0021403E"/>
    <w:rsid w:val="00214554"/>
    <w:rsid w:val="0021595A"/>
    <w:rsid w:val="00215F4B"/>
    <w:rsid w:val="00220686"/>
    <w:rsid w:val="002210B7"/>
    <w:rsid w:val="00221C46"/>
    <w:rsid w:val="00222A9A"/>
    <w:rsid w:val="002272C3"/>
    <w:rsid w:val="00232657"/>
    <w:rsid w:val="00232884"/>
    <w:rsid w:val="00235A41"/>
    <w:rsid w:val="002365C9"/>
    <w:rsid w:val="002370F4"/>
    <w:rsid w:val="0024027E"/>
    <w:rsid w:val="0024638D"/>
    <w:rsid w:val="0024704C"/>
    <w:rsid w:val="00251301"/>
    <w:rsid w:val="002533F3"/>
    <w:rsid w:val="002563B0"/>
    <w:rsid w:val="00261FAA"/>
    <w:rsid w:val="00262A0E"/>
    <w:rsid w:val="00262B13"/>
    <w:rsid w:val="0026388B"/>
    <w:rsid w:val="002669AB"/>
    <w:rsid w:val="00267B57"/>
    <w:rsid w:val="00274EC9"/>
    <w:rsid w:val="00276703"/>
    <w:rsid w:val="00280778"/>
    <w:rsid w:val="00282195"/>
    <w:rsid w:val="00284444"/>
    <w:rsid w:val="00284C24"/>
    <w:rsid w:val="00285275"/>
    <w:rsid w:val="00285C87"/>
    <w:rsid w:val="002871DE"/>
    <w:rsid w:val="00287480"/>
    <w:rsid w:val="002900FC"/>
    <w:rsid w:val="002920A4"/>
    <w:rsid w:val="0029660B"/>
    <w:rsid w:val="00297972"/>
    <w:rsid w:val="00297B54"/>
    <w:rsid w:val="002A0DE9"/>
    <w:rsid w:val="002A3663"/>
    <w:rsid w:val="002A40A2"/>
    <w:rsid w:val="002A7685"/>
    <w:rsid w:val="002B43E5"/>
    <w:rsid w:val="002B511F"/>
    <w:rsid w:val="002B7260"/>
    <w:rsid w:val="002C43A0"/>
    <w:rsid w:val="002C547E"/>
    <w:rsid w:val="002C6A37"/>
    <w:rsid w:val="002D0611"/>
    <w:rsid w:val="002D36B8"/>
    <w:rsid w:val="002D51CF"/>
    <w:rsid w:val="002D5869"/>
    <w:rsid w:val="002D587D"/>
    <w:rsid w:val="002D612A"/>
    <w:rsid w:val="002E162E"/>
    <w:rsid w:val="002E2943"/>
    <w:rsid w:val="002E2AB2"/>
    <w:rsid w:val="002E3735"/>
    <w:rsid w:val="002F31DF"/>
    <w:rsid w:val="002F5199"/>
    <w:rsid w:val="002F5B99"/>
    <w:rsid w:val="002F6EAA"/>
    <w:rsid w:val="00300889"/>
    <w:rsid w:val="00300A13"/>
    <w:rsid w:val="003012A9"/>
    <w:rsid w:val="00303126"/>
    <w:rsid w:val="003033D4"/>
    <w:rsid w:val="003034AA"/>
    <w:rsid w:val="00307873"/>
    <w:rsid w:val="00310399"/>
    <w:rsid w:val="003103D9"/>
    <w:rsid w:val="00310CEF"/>
    <w:rsid w:val="00317133"/>
    <w:rsid w:val="00317C10"/>
    <w:rsid w:val="003207F6"/>
    <w:rsid w:val="00321D93"/>
    <w:rsid w:val="00321E87"/>
    <w:rsid w:val="00322B24"/>
    <w:rsid w:val="003231AD"/>
    <w:rsid w:val="003310F0"/>
    <w:rsid w:val="003327A6"/>
    <w:rsid w:val="00333BD7"/>
    <w:rsid w:val="00343806"/>
    <w:rsid w:val="00345E71"/>
    <w:rsid w:val="003505E9"/>
    <w:rsid w:val="003543B9"/>
    <w:rsid w:val="00354D41"/>
    <w:rsid w:val="00355F94"/>
    <w:rsid w:val="00361359"/>
    <w:rsid w:val="00363485"/>
    <w:rsid w:val="0036479B"/>
    <w:rsid w:val="00365A54"/>
    <w:rsid w:val="00365E6C"/>
    <w:rsid w:val="003758C9"/>
    <w:rsid w:val="0037610F"/>
    <w:rsid w:val="00376FF8"/>
    <w:rsid w:val="00380430"/>
    <w:rsid w:val="00380770"/>
    <w:rsid w:val="003811A3"/>
    <w:rsid w:val="003825AB"/>
    <w:rsid w:val="00382812"/>
    <w:rsid w:val="003828ED"/>
    <w:rsid w:val="00383618"/>
    <w:rsid w:val="00385463"/>
    <w:rsid w:val="00385E2E"/>
    <w:rsid w:val="0039034C"/>
    <w:rsid w:val="00392BAA"/>
    <w:rsid w:val="0039511E"/>
    <w:rsid w:val="00396181"/>
    <w:rsid w:val="003971F8"/>
    <w:rsid w:val="00397BB0"/>
    <w:rsid w:val="003A4111"/>
    <w:rsid w:val="003A41F1"/>
    <w:rsid w:val="003A45BE"/>
    <w:rsid w:val="003B07AD"/>
    <w:rsid w:val="003B17E1"/>
    <w:rsid w:val="003B27CA"/>
    <w:rsid w:val="003B6DAF"/>
    <w:rsid w:val="003C2104"/>
    <w:rsid w:val="003C309E"/>
    <w:rsid w:val="003C45D8"/>
    <w:rsid w:val="003C57FF"/>
    <w:rsid w:val="003D5860"/>
    <w:rsid w:val="003E0615"/>
    <w:rsid w:val="003E3BB1"/>
    <w:rsid w:val="003E5DC9"/>
    <w:rsid w:val="003E7545"/>
    <w:rsid w:val="003F2DAA"/>
    <w:rsid w:val="003F3736"/>
    <w:rsid w:val="00402D14"/>
    <w:rsid w:val="004033CB"/>
    <w:rsid w:val="00406948"/>
    <w:rsid w:val="004144D1"/>
    <w:rsid w:val="00416E0C"/>
    <w:rsid w:val="004170FD"/>
    <w:rsid w:val="004171D3"/>
    <w:rsid w:val="00417337"/>
    <w:rsid w:val="00424BD8"/>
    <w:rsid w:val="00426E92"/>
    <w:rsid w:val="00434BBE"/>
    <w:rsid w:val="0043729B"/>
    <w:rsid w:val="00437984"/>
    <w:rsid w:val="004414A6"/>
    <w:rsid w:val="00442CF1"/>
    <w:rsid w:val="00454E5E"/>
    <w:rsid w:val="004556DD"/>
    <w:rsid w:val="00456FF2"/>
    <w:rsid w:val="004600D2"/>
    <w:rsid w:val="00465FE2"/>
    <w:rsid w:val="00471234"/>
    <w:rsid w:val="004726CF"/>
    <w:rsid w:val="00473B8E"/>
    <w:rsid w:val="0048108F"/>
    <w:rsid w:val="00485599"/>
    <w:rsid w:val="004946BA"/>
    <w:rsid w:val="004A0494"/>
    <w:rsid w:val="004A1731"/>
    <w:rsid w:val="004A6FFF"/>
    <w:rsid w:val="004A7FF9"/>
    <w:rsid w:val="004B0006"/>
    <w:rsid w:val="004B1FC1"/>
    <w:rsid w:val="004B463D"/>
    <w:rsid w:val="004B57B4"/>
    <w:rsid w:val="004C479B"/>
    <w:rsid w:val="004C6199"/>
    <w:rsid w:val="004D1576"/>
    <w:rsid w:val="004D2D3D"/>
    <w:rsid w:val="004D2EAA"/>
    <w:rsid w:val="004D3FC5"/>
    <w:rsid w:val="004D718B"/>
    <w:rsid w:val="004E1187"/>
    <w:rsid w:val="004E1C99"/>
    <w:rsid w:val="004E2785"/>
    <w:rsid w:val="004E440A"/>
    <w:rsid w:val="004E4FDB"/>
    <w:rsid w:val="004E59AD"/>
    <w:rsid w:val="00501350"/>
    <w:rsid w:val="0051009F"/>
    <w:rsid w:val="005101D0"/>
    <w:rsid w:val="00511124"/>
    <w:rsid w:val="00513FA8"/>
    <w:rsid w:val="00520119"/>
    <w:rsid w:val="00522581"/>
    <w:rsid w:val="00523DB8"/>
    <w:rsid w:val="00524B9D"/>
    <w:rsid w:val="005258F2"/>
    <w:rsid w:val="005261F1"/>
    <w:rsid w:val="00531147"/>
    <w:rsid w:val="005343BC"/>
    <w:rsid w:val="005400FD"/>
    <w:rsid w:val="00542D4C"/>
    <w:rsid w:val="00543D97"/>
    <w:rsid w:val="00554713"/>
    <w:rsid w:val="00554EB1"/>
    <w:rsid w:val="00555F6E"/>
    <w:rsid w:val="005626BE"/>
    <w:rsid w:val="00564407"/>
    <w:rsid w:val="0056532A"/>
    <w:rsid w:val="00565A37"/>
    <w:rsid w:val="00566955"/>
    <w:rsid w:val="00566AB9"/>
    <w:rsid w:val="00573CC3"/>
    <w:rsid w:val="00574405"/>
    <w:rsid w:val="00577EA0"/>
    <w:rsid w:val="00581F7C"/>
    <w:rsid w:val="00583B33"/>
    <w:rsid w:val="00584382"/>
    <w:rsid w:val="005859C9"/>
    <w:rsid w:val="00586117"/>
    <w:rsid w:val="005861DB"/>
    <w:rsid w:val="00587A73"/>
    <w:rsid w:val="00592346"/>
    <w:rsid w:val="00594C10"/>
    <w:rsid w:val="005A1ADB"/>
    <w:rsid w:val="005A25D3"/>
    <w:rsid w:val="005A2B38"/>
    <w:rsid w:val="005A5330"/>
    <w:rsid w:val="005A62A5"/>
    <w:rsid w:val="005A70AB"/>
    <w:rsid w:val="005B06B2"/>
    <w:rsid w:val="005B2C29"/>
    <w:rsid w:val="005B2E9A"/>
    <w:rsid w:val="005B7AB6"/>
    <w:rsid w:val="005C4629"/>
    <w:rsid w:val="005C76F8"/>
    <w:rsid w:val="005D02CE"/>
    <w:rsid w:val="005D1B6A"/>
    <w:rsid w:val="005D3458"/>
    <w:rsid w:val="005D4322"/>
    <w:rsid w:val="005D51D1"/>
    <w:rsid w:val="005E0023"/>
    <w:rsid w:val="005E0242"/>
    <w:rsid w:val="005E1E98"/>
    <w:rsid w:val="005E216C"/>
    <w:rsid w:val="005E2B0B"/>
    <w:rsid w:val="005E4086"/>
    <w:rsid w:val="005E53F6"/>
    <w:rsid w:val="005F14E1"/>
    <w:rsid w:val="005F249E"/>
    <w:rsid w:val="005F6E7F"/>
    <w:rsid w:val="00600742"/>
    <w:rsid w:val="006013DD"/>
    <w:rsid w:val="00603836"/>
    <w:rsid w:val="00604538"/>
    <w:rsid w:val="00606707"/>
    <w:rsid w:val="00607C9C"/>
    <w:rsid w:val="006112EE"/>
    <w:rsid w:val="0061148C"/>
    <w:rsid w:val="00611E9B"/>
    <w:rsid w:val="00612829"/>
    <w:rsid w:val="00612E26"/>
    <w:rsid w:val="00616BBD"/>
    <w:rsid w:val="00616C18"/>
    <w:rsid w:val="006215C6"/>
    <w:rsid w:val="006215DE"/>
    <w:rsid w:val="00621962"/>
    <w:rsid w:val="006247B3"/>
    <w:rsid w:val="0062578D"/>
    <w:rsid w:val="00627358"/>
    <w:rsid w:val="00630986"/>
    <w:rsid w:val="0063172B"/>
    <w:rsid w:val="00631F72"/>
    <w:rsid w:val="00636FDD"/>
    <w:rsid w:val="00640514"/>
    <w:rsid w:val="006413A8"/>
    <w:rsid w:val="0064314F"/>
    <w:rsid w:val="0064388F"/>
    <w:rsid w:val="00643F20"/>
    <w:rsid w:val="00650EA3"/>
    <w:rsid w:val="006537BD"/>
    <w:rsid w:val="00654B66"/>
    <w:rsid w:val="00657D89"/>
    <w:rsid w:val="00661474"/>
    <w:rsid w:val="00662332"/>
    <w:rsid w:val="00662A29"/>
    <w:rsid w:val="00664A8F"/>
    <w:rsid w:val="00664E07"/>
    <w:rsid w:val="00665601"/>
    <w:rsid w:val="00666018"/>
    <w:rsid w:val="006673A8"/>
    <w:rsid w:val="00667938"/>
    <w:rsid w:val="00667EE1"/>
    <w:rsid w:val="00671F5F"/>
    <w:rsid w:val="00672AE1"/>
    <w:rsid w:val="00673983"/>
    <w:rsid w:val="0067463A"/>
    <w:rsid w:val="006754B2"/>
    <w:rsid w:val="00677818"/>
    <w:rsid w:val="00680BD8"/>
    <w:rsid w:val="006830C3"/>
    <w:rsid w:val="006834FE"/>
    <w:rsid w:val="00684A4B"/>
    <w:rsid w:val="00685059"/>
    <w:rsid w:val="00687A4F"/>
    <w:rsid w:val="00691F0A"/>
    <w:rsid w:val="00697ACA"/>
    <w:rsid w:val="006A643B"/>
    <w:rsid w:val="006B2428"/>
    <w:rsid w:val="006B332C"/>
    <w:rsid w:val="006B483C"/>
    <w:rsid w:val="006B734A"/>
    <w:rsid w:val="006C2455"/>
    <w:rsid w:val="006C5510"/>
    <w:rsid w:val="006C5FEF"/>
    <w:rsid w:val="006D2CE9"/>
    <w:rsid w:val="006D3694"/>
    <w:rsid w:val="006D631B"/>
    <w:rsid w:val="006E491D"/>
    <w:rsid w:val="006F0323"/>
    <w:rsid w:val="006F14F7"/>
    <w:rsid w:val="006F2257"/>
    <w:rsid w:val="006F2C66"/>
    <w:rsid w:val="006F5DE1"/>
    <w:rsid w:val="006F6407"/>
    <w:rsid w:val="006F6CF2"/>
    <w:rsid w:val="006F7F38"/>
    <w:rsid w:val="0070241D"/>
    <w:rsid w:val="0070269A"/>
    <w:rsid w:val="0071702B"/>
    <w:rsid w:val="00717D55"/>
    <w:rsid w:val="0072023C"/>
    <w:rsid w:val="007234EF"/>
    <w:rsid w:val="00725411"/>
    <w:rsid w:val="00730CE5"/>
    <w:rsid w:val="00732480"/>
    <w:rsid w:val="007362A8"/>
    <w:rsid w:val="00736683"/>
    <w:rsid w:val="00736EC0"/>
    <w:rsid w:val="007377BC"/>
    <w:rsid w:val="00737C55"/>
    <w:rsid w:val="0074256E"/>
    <w:rsid w:val="00742BAF"/>
    <w:rsid w:val="00743DF1"/>
    <w:rsid w:val="00752658"/>
    <w:rsid w:val="00752C83"/>
    <w:rsid w:val="00755BEC"/>
    <w:rsid w:val="007566EB"/>
    <w:rsid w:val="00761BE2"/>
    <w:rsid w:val="00764178"/>
    <w:rsid w:val="00770D6F"/>
    <w:rsid w:val="00771C08"/>
    <w:rsid w:val="00771EC8"/>
    <w:rsid w:val="00773057"/>
    <w:rsid w:val="00780BB8"/>
    <w:rsid w:val="007814CD"/>
    <w:rsid w:val="007822CD"/>
    <w:rsid w:val="007836DF"/>
    <w:rsid w:val="00783DE1"/>
    <w:rsid w:val="007859F5"/>
    <w:rsid w:val="0079148C"/>
    <w:rsid w:val="00792D5A"/>
    <w:rsid w:val="007935D9"/>
    <w:rsid w:val="00793675"/>
    <w:rsid w:val="00795A96"/>
    <w:rsid w:val="00796E17"/>
    <w:rsid w:val="007A0193"/>
    <w:rsid w:val="007A0E8E"/>
    <w:rsid w:val="007A1CA9"/>
    <w:rsid w:val="007A2781"/>
    <w:rsid w:val="007A7190"/>
    <w:rsid w:val="007A749B"/>
    <w:rsid w:val="007B058C"/>
    <w:rsid w:val="007B3702"/>
    <w:rsid w:val="007C1259"/>
    <w:rsid w:val="007C1624"/>
    <w:rsid w:val="007C27F4"/>
    <w:rsid w:val="007D0EEC"/>
    <w:rsid w:val="007D33DD"/>
    <w:rsid w:val="007D44D1"/>
    <w:rsid w:val="007E0302"/>
    <w:rsid w:val="007E0F6A"/>
    <w:rsid w:val="007E2A00"/>
    <w:rsid w:val="007E42AF"/>
    <w:rsid w:val="007E4E8B"/>
    <w:rsid w:val="007E5A8B"/>
    <w:rsid w:val="007E6E70"/>
    <w:rsid w:val="007F2E5D"/>
    <w:rsid w:val="007F4091"/>
    <w:rsid w:val="007F6465"/>
    <w:rsid w:val="00801124"/>
    <w:rsid w:val="008036DD"/>
    <w:rsid w:val="008053A7"/>
    <w:rsid w:val="00811615"/>
    <w:rsid w:val="0081292B"/>
    <w:rsid w:val="008133F9"/>
    <w:rsid w:val="00814028"/>
    <w:rsid w:val="00816955"/>
    <w:rsid w:val="0082049B"/>
    <w:rsid w:val="00820824"/>
    <w:rsid w:val="008219DD"/>
    <w:rsid w:val="00823E9B"/>
    <w:rsid w:val="00824BF3"/>
    <w:rsid w:val="0082530E"/>
    <w:rsid w:val="008278E2"/>
    <w:rsid w:val="00827BFB"/>
    <w:rsid w:val="00830C6B"/>
    <w:rsid w:val="00834D26"/>
    <w:rsid w:val="008365AD"/>
    <w:rsid w:val="00836F9E"/>
    <w:rsid w:val="008407BF"/>
    <w:rsid w:val="00846C90"/>
    <w:rsid w:val="00850275"/>
    <w:rsid w:val="00851BAE"/>
    <w:rsid w:val="0085470B"/>
    <w:rsid w:val="00856E83"/>
    <w:rsid w:val="00860CFF"/>
    <w:rsid w:val="00861EF8"/>
    <w:rsid w:val="0086350D"/>
    <w:rsid w:val="00863913"/>
    <w:rsid w:val="00876E02"/>
    <w:rsid w:val="00884EF5"/>
    <w:rsid w:val="00885DE2"/>
    <w:rsid w:val="008919CD"/>
    <w:rsid w:val="008926AD"/>
    <w:rsid w:val="00894425"/>
    <w:rsid w:val="00896CD4"/>
    <w:rsid w:val="00897CD2"/>
    <w:rsid w:val="008A222E"/>
    <w:rsid w:val="008A73DC"/>
    <w:rsid w:val="008A7C6C"/>
    <w:rsid w:val="008B435A"/>
    <w:rsid w:val="008C1B36"/>
    <w:rsid w:val="008C2832"/>
    <w:rsid w:val="008C367D"/>
    <w:rsid w:val="008C372B"/>
    <w:rsid w:val="008C60BB"/>
    <w:rsid w:val="008C6616"/>
    <w:rsid w:val="008C6F6A"/>
    <w:rsid w:val="008D20DF"/>
    <w:rsid w:val="008D3AF2"/>
    <w:rsid w:val="008E051D"/>
    <w:rsid w:val="008E08FB"/>
    <w:rsid w:val="008E1C3F"/>
    <w:rsid w:val="008E2BE3"/>
    <w:rsid w:val="008E4FE7"/>
    <w:rsid w:val="008E5053"/>
    <w:rsid w:val="008E515A"/>
    <w:rsid w:val="008F5D38"/>
    <w:rsid w:val="008F5F10"/>
    <w:rsid w:val="008F773E"/>
    <w:rsid w:val="008F7F84"/>
    <w:rsid w:val="0090278B"/>
    <w:rsid w:val="00902E19"/>
    <w:rsid w:val="0090333C"/>
    <w:rsid w:val="0090639E"/>
    <w:rsid w:val="00907952"/>
    <w:rsid w:val="00907F11"/>
    <w:rsid w:val="0091016B"/>
    <w:rsid w:val="0091291C"/>
    <w:rsid w:val="00912B6B"/>
    <w:rsid w:val="0091393E"/>
    <w:rsid w:val="0091633A"/>
    <w:rsid w:val="009165AA"/>
    <w:rsid w:val="00917688"/>
    <w:rsid w:val="00920F01"/>
    <w:rsid w:val="00923D2F"/>
    <w:rsid w:val="00925722"/>
    <w:rsid w:val="009336D4"/>
    <w:rsid w:val="009367E0"/>
    <w:rsid w:val="00941B99"/>
    <w:rsid w:val="00946660"/>
    <w:rsid w:val="00950287"/>
    <w:rsid w:val="0095269F"/>
    <w:rsid w:val="00962209"/>
    <w:rsid w:val="0096246E"/>
    <w:rsid w:val="00962EE9"/>
    <w:rsid w:val="0096308B"/>
    <w:rsid w:val="00965DCC"/>
    <w:rsid w:val="009663F6"/>
    <w:rsid w:val="00966FAA"/>
    <w:rsid w:val="00967243"/>
    <w:rsid w:val="009672AC"/>
    <w:rsid w:val="00967BE2"/>
    <w:rsid w:val="0097227F"/>
    <w:rsid w:val="009735EF"/>
    <w:rsid w:val="00974031"/>
    <w:rsid w:val="0098024A"/>
    <w:rsid w:val="00981ABF"/>
    <w:rsid w:val="0098261A"/>
    <w:rsid w:val="0098424C"/>
    <w:rsid w:val="00986BA1"/>
    <w:rsid w:val="00986BB7"/>
    <w:rsid w:val="009878EB"/>
    <w:rsid w:val="00990EAA"/>
    <w:rsid w:val="00995E7F"/>
    <w:rsid w:val="00996C95"/>
    <w:rsid w:val="009A2A28"/>
    <w:rsid w:val="009A3E24"/>
    <w:rsid w:val="009A5F56"/>
    <w:rsid w:val="009A74E4"/>
    <w:rsid w:val="009B35D5"/>
    <w:rsid w:val="009B4BAD"/>
    <w:rsid w:val="009B5AF8"/>
    <w:rsid w:val="009B6990"/>
    <w:rsid w:val="009C5669"/>
    <w:rsid w:val="009C57F9"/>
    <w:rsid w:val="009C6713"/>
    <w:rsid w:val="009C78F7"/>
    <w:rsid w:val="009D3A6B"/>
    <w:rsid w:val="009D52EC"/>
    <w:rsid w:val="009D7ED3"/>
    <w:rsid w:val="009E0BC9"/>
    <w:rsid w:val="009E5109"/>
    <w:rsid w:val="009E5E46"/>
    <w:rsid w:val="009F0AE4"/>
    <w:rsid w:val="00A003E6"/>
    <w:rsid w:val="00A05793"/>
    <w:rsid w:val="00A0597E"/>
    <w:rsid w:val="00A05C1A"/>
    <w:rsid w:val="00A0600B"/>
    <w:rsid w:val="00A066AD"/>
    <w:rsid w:val="00A12463"/>
    <w:rsid w:val="00A1356D"/>
    <w:rsid w:val="00A15DCA"/>
    <w:rsid w:val="00A15DF4"/>
    <w:rsid w:val="00A16B3A"/>
    <w:rsid w:val="00A21442"/>
    <w:rsid w:val="00A2614E"/>
    <w:rsid w:val="00A27942"/>
    <w:rsid w:val="00A3496E"/>
    <w:rsid w:val="00A34F8B"/>
    <w:rsid w:val="00A350C6"/>
    <w:rsid w:val="00A36409"/>
    <w:rsid w:val="00A36B77"/>
    <w:rsid w:val="00A379E1"/>
    <w:rsid w:val="00A410DC"/>
    <w:rsid w:val="00A44C44"/>
    <w:rsid w:val="00A53ED0"/>
    <w:rsid w:val="00A56897"/>
    <w:rsid w:val="00A604C3"/>
    <w:rsid w:val="00A60E05"/>
    <w:rsid w:val="00A62D21"/>
    <w:rsid w:val="00A64B43"/>
    <w:rsid w:val="00A65DE5"/>
    <w:rsid w:val="00A65E29"/>
    <w:rsid w:val="00A667FB"/>
    <w:rsid w:val="00A67EA8"/>
    <w:rsid w:val="00A7216A"/>
    <w:rsid w:val="00A72A8F"/>
    <w:rsid w:val="00A77C06"/>
    <w:rsid w:val="00A77E3C"/>
    <w:rsid w:val="00A8002C"/>
    <w:rsid w:val="00A84428"/>
    <w:rsid w:val="00A849D8"/>
    <w:rsid w:val="00A85A40"/>
    <w:rsid w:val="00A86220"/>
    <w:rsid w:val="00A9380B"/>
    <w:rsid w:val="00A9699E"/>
    <w:rsid w:val="00A9759F"/>
    <w:rsid w:val="00A978C9"/>
    <w:rsid w:val="00AA2365"/>
    <w:rsid w:val="00AA42AF"/>
    <w:rsid w:val="00AA4B48"/>
    <w:rsid w:val="00AA6438"/>
    <w:rsid w:val="00AB24AD"/>
    <w:rsid w:val="00AD2E3D"/>
    <w:rsid w:val="00AD3339"/>
    <w:rsid w:val="00AD3538"/>
    <w:rsid w:val="00AD7693"/>
    <w:rsid w:val="00AD79D8"/>
    <w:rsid w:val="00AE4390"/>
    <w:rsid w:val="00AE56BD"/>
    <w:rsid w:val="00AF4D9A"/>
    <w:rsid w:val="00AF5570"/>
    <w:rsid w:val="00AF667D"/>
    <w:rsid w:val="00AF700B"/>
    <w:rsid w:val="00B0151E"/>
    <w:rsid w:val="00B01916"/>
    <w:rsid w:val="00B031D5"/>
    <w:rsid w:val="00B079EB"/>
    <w:rsid w:val="00B10A28"/>
    <w:rsid w:val="00B117B7"/>
    <w:rsid w:val="00B16656"/>
    <w:rsid w:val="00B23896"/>
    <w:rsid w:val="00B23D75"/>
    <w:rsid w:val="00B24833"/>
    <w:rsid w:val="00B25D72"/>
    <w:rsid w:val="00B31366"/>
    <w:rsid w:val="00B366C8"/>
    <w:rsid w:val="00B43007"/>
    <w:rsid w:val="00B446DD"/>
    <w:rsid w:val="00B45DBC"/>
    <w:rsid w:val="00B50256"/>
    <w:rsid w:val="00B548CA"/>
    <w:rsid w:val="00B57537"/>
    <w:rsid w:val="00B60915"/>
    <w:rsid w:val="00B633AE"/>
    <w:rsid w:val="00B63FE6"/>
    <w:rsid w:val="00B66A75"/>
    <w:rsid w:val="00B71148"/>
    <w:rsid w:val="00B7191B"/>
    <w:rsid w:val="00B73F0D"/>
    <w:rsid w:val="00B74022"/>
    <w:rsid w:val="00B74AA0"/>
    <w:rsid w:val="00B81AF1"/>
    <w:rsid w:val="00B82F0A"/>
    <w:rsid w:val="00B84C76"/>
    <w:rsid w:val="00B85879"/>
    <w:rsid w:val="00B950E5"/>
    <w:rsid w:val="00B95F85"/>
    <w:rsid w:val="00B96708"/>
    <w:rsid w:val="00B96A18"/>
    <w:rsid w:val="00BA12DD"/>
    <w:rsid w:val="00BA14B6"/>
    <w:rsid w:val="00BA16CF"/>
    <w:rsid w:val="00BA1AE9"/>
    <w:rsid w:val="00BA1CD7"/>
    <w:rsid w:val="00BA2B4B"/>
    <w:rsid w:val="00BA347B"/>
    <w:rsid w:val="00BA490F"/>
    <w:rsid w:val="00BA668F"/>
    <w:rsid w:val="00BA676F"/>
    <w:rsid w:val="00BA6A52"/>
    <w:rsid w:val="00BA707A"/>
    <w:rsid w:val="00BB00F7"/>
    <w:rsid w:val="00BB5D50"/>
    <w:rsid w:val="00BB6508"/>
    <w:rsid w:val="00BC08C7"/>
    <w:rsid w:val="00BC3E00"/>
    <w:rsid w:val="00BC6AFB"/>
    <w:rsid w:val="00BC712C"/>
    <w:rsid w:val="00BD18BD"/>
    <w:rsid w:val="00BD357E"/>
    <w:rsid w:val="00BD5DDC"/>
    <w:rsid w:val="00BE27FB"/>
    <w:rsid w:val="00BE51CE"/>
    <w:rsid w:val="00BE51E9"/>
    <w:rsid w:val="00BF1CD2"/>
    <w:rsid w:val="00BF3825"/>
    <w:rsid w:val="00BF7F8B"/>
    <w:rsid w:val="00C0032D"/>
    <w:rsid w:val="00C01869"/>
    <w:rsid w:val="00C044CA"/>
    <w:rsid w:val="00C04E7E"/>
    <w:rsid w:val="00C05554"/>
    <w:rsid w:val="00C05772"/>
    <w:rsid w:val="00C103EC"/>
    <w:rsid w:val="00C112C4"/>
    <w:rsid w:val="00C144CE"/>
    <w:rsid w:val="00C15F5F"/>
    <w:rsid w:val="00C167BB"/>
    <w:rsid w:val="00C17978"/>
    <w:rsid w:val="00C220C5"/>
    <w:rsid w:val="00C24EE3"/>
    <w:rsid w:val="00C259AE"/>
    <w:rsid w:val="00C33379"/>
    <w:rsid w:val="00C34DAE"/>
    <w:rsid w:val="00C360C9"/>
    <w:rsid w:val="00C41DB6"/>
    <w:rsid w:val="00C42DF9"/>
    <w:rsid w:val="00C43A4D"/>
    <w:rsid w:val="00C45A09"/>
    <w:rsid w:val="00C50F42"/>
    <w:rsid w:val="00C51AEB"/>
    <w:rsid w:val="00C51ECA"/>
    <w:rsid w:val="00C53008"/>
    <w:rsid w:val="00C53BC5"/>
    <w:rsid w:val="00C54B79"/>
    <w:rsid w:val="00C5682A"/>
    <w:rsid w:val="00C6282F"/>
    <w:rsid w:val="00C64106"/>
    <w:rsid w:val="00C65733"/>
    <w:rsid w:val="00C67F66"/>
    <w:rsid w:val="00C760B5"/>
    <w:rsid w:val="00C760E1"/>
    <w:rsid w:val="00C762E6"/>
    <w:rsid w:val="00C76FE1"/>
    <w:rsid w:val="00C77929"/>
    <w:rsid w:val="00C80190"/>
    <w:rsid w:val="00C81AD8"/>
    <w:rsid w:val="00C83087"/>
    <w:rsid w:val="00C84217"/>
    <w:rsid w:val="00C84703"/>
    <w:rsid w:val="00C90616"/>
    <w:rsid w:val="00C9080F"/>
    <w:rsid w:val="00C91A78"/>
    <w:rsid w:val="00C92650"/>
    <w:rsid w:val="00C93E3B"/>
    <w:rsid w:val="00C96AE0"/>
    <w:rsid w:val="00CA00D9"/>
    <w:rsid w:val="00CA02F5"/>
    <w:rsid w:val="00CA07C8"/>
    <w:rsid w:val="00CB342D"/>
    <w:rsid w:val="00CB4B91"/>
    <w:rsid w:val="00CB65EE"/>
    <w:rsid w:val="00CB6B9B"/>
    <w:rsid w:val="00CB7C52"/>
    <w:rsid w:val="00CC1827"/>
    <w:rsid w:val="00CC4EA4"/>
    <w:rsid w:val="00CC59E0"/>
    <w:rsid w:val="00CD03FA"/>
    <w:rsid w:val="00CD2539"/>
    <w:rsid w:val="00CD4783"/>
    <w:rsid w:val="00CE1C87"/>
    <w:rsid w:val="00CE4144"/>
    <w:rsid w:val="00CF2A19"/>
    <w:rsid w:val="00CF5DDE"/>
    <w:rsid w:val="00CF60C8"/>
    <w:rsid w:val="00CF7835"/>
    <w:rsid w:val="00CF7C5A"/>
    <w:rsid w:val="00D00336"/>
    <w:rsid w:val="00D03661"/>
    <w:rsid w:val="00D050E7"/>
    <w:rsid w:val="00D0569E"/>
    <w:rsid w:val="00D108CF"/>
    <w:rsid w:val="00D13424"/>
    <w:rsid w:val="00D13E35"/>
    <w:rsid w:val="00D142C1"/>
    <w:rsid w:val="00D17E10"/>
    <w:rsid w:val="00D17F2F"/>
    <w:rsid w:val="00D2342B"/>
    <w:rsid w:val="00D265E4"/>
    <w:rsid w:val="00D31066"/>
    <w:rsid w:val="00D32A8A"/>
    <w:rsid w:val="00D34F09"/>
    <w:rsid w:val="00D36E84"/>
    <w:rsid w:val="00D37F1F"/>
    <w:rsid w:val="00D4248E"/>
    <w:rsid w:val="00D463A5"/>
    <w:rsid w:val="00D503DF"/>
    <w:rsid w:val="00D533E7"/>
    <w:rsid w:val="00D5390E"/>
    <w:rsid w:val="00D55EAF"/>
    <w:rsid w:val="00D60400"/>
    <w:rsid w:val="00D613E6"/>
    <w:rsid w:val="00D64CF7"/>
    <w:rsid w:val="00D65247"/>
    <w:rsid w:val="00D654DC"/>
    <w:rsid w:val="00D71DC7"/>
    <w:rsid w:val="00D7254F"/>
    <w:rsid w:val="00D728F1"/>
    <w:rsid w:val="00D74B33"/>
    <w:rsid w:val="00D77AB9"/>
    <w:rsid w:val="00D82D42"/>
    <w:rsid w:val="00D83A55"/>
    <w:rsid w:val="00D868CA"/>
    <w:rsid w:val="00D90F59"/>
    <w:rsid w:val="00D96808"/>
    <w:rsid w:val="00D96C11"/>
    <w:rsid w:val="00DA52B1"/>
    <w:rsid w:val="00DA52FD"/>
    <w:rsid w:val="00DA6D29"/>
    <w:rsid w:val="00DB0631"/>
    <w:rsid w:val="00DB0E1E"/>
    <w:rsid w:val="00DB5409"/>
    <w:rsid w:val="00DB661F"/>
    <w:rsid w:val="00DC16B5"/>
    <w:rsid w:val="00DC2A90"/>
    <w:rsid w:val="00DC689E"/>
    <w:rsid w:val="00DC6C96"/>
    <w:rsid w:val="00DD09BF"/>
    <w:rsid w:val="00DD1073"/>
    <w:rsid w:val="00DD1701"/>
    <w:rsid w:val="00DD45B0"/>
    <w:rsid w:val="00DD4D60"/>
    <w:rsid w:val="00DD4F82"/>
    <w:rsid w:val="00DD5285"/>
    <w:rsid w:val="00DD61FD"/>
    <w:rsid w:val="00DD6735"/>
    <w:rsid w:val="00DD6CC7"/>
    <w:rsid w:val="00DE1D1C"/>
    <w:rsid w:val="00DE23B3"/>
    <w:rsid w:val="00DE2AB8"/>
    <w:rsid w:val="00DE360D"/>
    <w:rsid w:val="00DF1A7D"/>
    <w:rsid w:val="00DF4CC1"/>
    <w:rsid w:val="00DF5C52"/>
    <w:rsid w:val="00E015BC"/>
    <w:rsid w:val="00E0693F"/>
    <w:rsid w:val="00E07A68"/>
    <w:rsid w:val="00E10E6D"/>
    <w:rsid w:val="00E11FFB"/>
    <w:rsid w:val="00E142B8"/>
    <w:rsid w:val="00E15E81"/>
    <w:rsid w:val="00E160DC"/>
    <w:rsid w:val="00E21546"/>
    <w:rsid w:val="00E22E0C"/>
    <w:rsid w:val="00E23FD2"/>
    <w:rsid w:val="00E26459"/>
    <w:rsid w:val="00E26DD3"/>
    <w:rsid w:val="00E31164"/>
    <w:rsid w:val="00E378B8"/>
    <w:rsid w:val="00E4002D"/>
    <w:rsid w:val="00E40C5F"/>
    <w:rsid w:val="00E51FD5"/>
    <w:rsid w:val="00E536F2"/>
    <w:rsid w:val="00E53B0D"/>
    <w:rsid w:val="00E5452D"/>
    <w:rsid w:val="00E54592"/>
    <w:rsid w:val="00E55381"/>
    <w:rsid w:val="00E5751F"/>
    <w:rsid w:val="00E57CA0"/>
    <w:rsid w:val="00E601A9"/>
    <w:rsid w:val="00E602D4"/>
    <w:rsid w:val="00E620D4"/>
    <w:rsid w:val="00E62578"/>
    <w:rsid w:val="00E655B6"/>
    <w:rsid w:val="00E70395"/>
    <w:rsid w:val="00E71578"/>
    <w:rsid w:val="00E75966"/>
    <w:rsid w:val="00E80091"/>
    <w:rsid w:val="00E82076"/>
    <w:rsid w:val="00E822BC"/>
    <w:rsid w:val="00E8365B"/>
    <w:rsid w:val="00E841E1"/>
    <w:rsid w:val="00E86C4B"/>
    <w:rsid w:val="00EA7BBE"/>
    <w:rsid w:val="00EB0200"/>
    <w:rsid w:val="00EB0F41"/>
    <w:rsid w:val="00EB26D3"/>
    <w:rsid w:val="00EB75DC"/>
    <w:rsid w:val="00EB7D63"/>
    <w:rsid w:val="00EC1A53"/>
    <w:rsid w:val="00EC5D67"/>
    <w:rsid w:val="00EC5FF3"/>
    <w:rsid w:val="00ED0C61"/>
    <w:rsid w:val="00ED1878"/>
    <w:rsid w:val="00ED2693"/>
    <w:rsid w:val="00ED6E5C"/>
    <w:rsid w:val="00EE3A91"/>
    <w:rsid w:val="00EE4F5B"/>
    <w:rsid w:val="00EE55EE"/>
    <w:rsid w:val="00EE5A0D"/>
    <w:rsid w:val="00EE642F"/>
    <w:rsid w:val="00EE644D"/>
    <w:rsid w:val="00EE6D6D"/>
    <w:rsid w:val="00EE752F"/>
    <w:rsid w:val="00EF0165"/>
    <w:rsid w:val="00EF0CD6"/>
    <w:rsid w:val="00EF10EC"/>
    <w:rsid w:val="00EF1F59"/>
    <w:rsid w:val="00EF2856"/>
    <w:rsid w:val="00EF6CF7"/>
    <w:rsid w:val="00F052D3"/>
    <w:rsid w:val="00F05723"/>
    <w:rsid w:val="00F05D6E"/>
    <w:rsid w:val="00F05E44"/>
    <w:rsid w:val="00F07ECF"/>
    <w:rsid w:val="00F10C81"/>
    <w:rsid w:val="00F13E76"/>
    <w:rsid w:val="00F160BB"/>
    <w:rsid w:val="00F203BD"/>
    <w:rsid w:val="00F20B8E"/>
    <w:rsid w:val="00F214B2"/>
    <w:rsid w:val="00F2518E"/>
    <w:rsid w:val="00F312E3"/>
    <w:rsid w:val="00F31EBD"/>
    <w:rsid w:val="00F32B1E"/>
    <w:rsid w:val="00F36335"/>
    <w:rsid w:val="00F413BD"/>
    <w:rsid w:val="00F44544"/>
    <w:rsid w:val="00F44C03"/>
    <w:rsid w:val="00F4656A"/>
    <w:rsid w:val="00F55064"/>
    <w:rsid w:val="00F561DD"/>
    <w:rsid w:val="00F56EE8"/>
    <w:rsid w:val="00F61350"/>
    <w:rsid w:val="00F621C2"/>
    <w:rsid w:val="00F639B5"/>
    <w:rsid w:val="00F65160"/>
    <w:rsid w:val="00F70183"/>
    <w:rsid w:val="00F70599"/>
    <w:rsid w:val="00F710D0"/>
    <w:rsid w:val="00F7164B"/>
    <w:rsid w:val="00F71826"/>
    <w:rsid w:val="00F735B3"/>
    <w:rsid w:val="00F75D14"/>
    <w:rsid w:val="00F7633F"/>
    <w:rsid w:val="00F80074"/>
    <w:rsid w:val="00F85456"/>
    <w:rsid w:val="00F8580A"/>
    <w:rsid w:val="00F85A81"/>
    <w:rsid w:val="00F9022F"/>
    <w:rsid w:val="00F90E6B"/>
    <w:rsid w:val="00F91DBC"/>
    <w:rsid w:val="00F93628"/>
    <w:rsid w:val="00F94E95"/>
    <w:rsid w:val="00F95092"/>
    <w:rsid w:val="00F95130"/>
    <w:rsid w:val="00F961C1"/>
    <w:rsid w:val="00F969AB"/>
    <w:rsid w:val="00F97297"/>
    <w:rsid w:val="00F975B2"/>
    <w:rsid w:val="00FA2F8F"/>
    <w:rsid w:val="00FA3E0C"/>
    <w:rsid w:val="00FA6C1F"/>
    <w:rsid w:val="00FB17E1"/>
    <w:rsid w:val="00FB5FCB"/>
    <w:rsid w:val="00FB668D"/>
    <w:rsid w:val="00FB6AF0"/>
    <w:rsid w:val="00FB7544"/>
    <w:rsid w:val="00FC006A"/>
    <w:rsid w:val="00FC1225"/>
    <w:rsid w:val="00FC2258"/>
    <w:rsid w:val="00FC350D"/>
    <w:rsid w:val="00FC4D39"/>
    <w:rsid w:val="00FC5AF4"/>
    <w:rsid w:val="00FC6CF2"/>
    <w:rsid w:val="00FC70DD"/>
    <w:rsid w:val="00FD3A94"/>
    <w:rsid w:val="00FD66B4"/>
    <w:rsid w:val="00FD6FC4"/>
    <w:rsid w:val="00FE6F5E"/>
    <w:rsid w:val="00FE742E"/>
    <w:rsid w:val="00FF0728"/>
    <w:rsid w:val="00FF10DB"/>
    <w:rsid w:val="00FF1C6F"/>
    <w:rsid w:val="00FF326B"/>
    <w:rsid w:val="00FF568C"/>
    <w:rsid w:val="00FF7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5:docId w15:val="{CF5A0A68-633C-443C-B293-E1F3AE85E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A8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F0323"/>
    <w:pPr>
      <w:keepNext/>
      <w:outlineLvl w:val="0"/>
    </w:pPr>
    <w:rPr>
      <w:b/>
      <w:sz w:val="18"/>
      <w:szCs w:val="20"/>
    </w:rPr>
  </w:style>
  <w:style w:type="paragraph" w:styleId="20">
    <w:name w:val="heading 2"/>
    <w:basedOn w:val="a"/>
    <w:next w:val="a"/>
    <w:link w:val="21"/>
    <w:qFormat/>
    <w:rsid w:val="006F0323"/>
    <w:pPr>
      <w:keepNext/>
      <w:tabs>
        <w:tab w:val="num" w:pos="720"/>
      </w:tabs>
      <w:ind w:left="720" w:hanging="720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6F0323"/>
    <w:pPr>
      <w:keepNext/>
      <w:tabs>
        <w:tab w:val="num" w:pos="720"/>
      </w:tabs>
      <w:ind w:left="720" w:hanging="720"/>
      <w:jc w:val="center"/>
      <w:outlineLvl w:val="2"/>
    </w:pPr>
    <w:rPr>
      <w:b/>
      <w:sz w:val="20"/>
      <w:szCs w:val="20"/>
    </w:rPr>
  </w:style>
  <w:style w:type="paragraph" w:styleId="4">
    <w:name w:val="heading 4"/>
    <w:basedOn w:val="a"/>
    <w:next w:val="a"/>
    <w:link w:val="40"/>
    <w:qFormat/>
    <w:rsid w:val="006F0323"/>
    <w:pPr>
      <w:keepNext/>
      <w:numPr>
        <w:numId w:val="12"/>
      </w:numPr>
      <w:outlineLvl w:val="3"/>
    </w:pPr>
    <w:rPr>
      <w:b/>
      <w:sz w:val="18"/>
      <w:szCs w:val="20"/>
    </w:rPr>
  </w:style>
  <w:style w:type="paragraph" w:styleId="5">
    <w:name w:val="heading 5"/>
    <w:basedOn w:val="a"/>
    <w:next w:val="a"/>
    <w:link w:val="50"/>
    <w:qFormat/>
    <w:rsid w:val="006F0323"/>
    <w:pPr>
      <w:keepNext/>
      <w:jc w:val="right"/>
      <w:outlineLvl w:val="4"/>
    </w:pPr>
    <w:rPr>
      <w:b/>
      <w:sz w:val="20"/>
      <w:szCs w:val="20"/>
    </w:rPr>
  </w:style>
  <w:style w:type="paragraph" w:styleId="6">
    <w:name w:val="heading 6"/>
    <w:basedOn w:val="a"/>
    <w:next w:val="a"/>
    <w:link w:val="60"/>
    <w:qFormat/>
    <w:rsid w:val="006F0323"/>
    <w:pPr>
      <w:keepNext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qFormat/>
    <w:rsid w:val="006F0323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282195"/>
    <w:rPr>
      <w:b/>
      <w:lang w:val="ru-RU" w:eastAsia="ru-RU" w:bidi="ar-SA"/>
    </w:rPr>
  </w:style>
  <w:style w:type="paragraph" w:styleId="a3">
    <w:name w:val="Plain Text"/>
    <w:basedOn w:val="a"/>
    <w:link w:val="a4"/>
    <w:rsid w:val="002A7685"/>
    <w:rPr>
      <w:rFonts w:ascii="Courier New" w:hAnsi="Courier New"/>
      <w:sz w:val="20"/>
      <w:szCs w:val="20"/>
    </w:rPr>
  </w:style>
  <w:style w:type="character" w:customStyle="1" w:styleId="a4">
    <w:name w:val="Текст Знак"/>
    <w:link w:val="a3"/>
    <w:rsid w:val="00836F9E"/>
    <w:rPr>
      <w:rFonts w:ascii="Courier New" w:hAnsi="Courier New"/>
      <w:lang w:val="ru-RU" w:eastAsia="ru-RU" w:bidi="ar-SA"/>
    </w:rPr>
  </w:style>
  <w:style w:type="table" w:styleId="a5">
    <w:name w:val="Table Grid"/>
    <w:basedOn w:val="a1"/>
    <w:rsid w:val="002A76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2A768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7">
    <w:name w:val="Верхний колонтитул Знак"/>
    <w:link w:val="a6"/>
    <w:uiPriority w:val="99"/>
    <w:rsid w:val="00C81AD8"/>
    <w:rPr>
      <w:lang w:val="ru-RU" w:eastAsia="ru-RU" w:bidi="ar-SA"/>
    </w:rPr>
  </w:style>
  <w:style w:type="paragraph" w:styleId="a8">
    <w:name w:val="footer"/>
    <w:basedOn w:val="a"/>
    <w:link w:val="a9"/>
    <w:rsid w:val="009A5F56"/>
    <w:pPr>
      <w:tabs>
        <w:tab w:val="center" w:pos="4677"/>
        <w:tab w:val="right" w:pos="9355"/>
      </w:tabs>
    </w:pPr>
  </w:style>
  <w:style w:type="paragraph" w:styleId="aa">
    <w:name w:val="Title"/>
    <w:basedOn w:val="a"/>
    <w:link w:val="ab"/>
    <w:qFormat/>
    <w:rsid w:val="00285275"/>
    <w:pPr>
      <w:jc w:val="center"/>
    </w:pPr>
    <w:rPr>
      <w:sz w:val="28"/>
      <w:szCs w:val="20"/>
    </w:rPr>
  </w:style>
  <w:style w:type="paragraph" w:styleId="ac">
    <w:name w:val="Body Text"/>
    <w:basedOn w:val="a"/>
    <w:link w:val="ad"/>
    <w:rsid w:val="006F0323"/>
    <w:rPr>
      <w:sz w:val="16"/>
      <w:szCs w:val="20"/>
    </w:rPr>
  </w:style>
  <w:style w:type="paragraph" w:styleId="22">
    <w:name w:val="Body Text 2"/>
    <w:basedOn w:val="a"/>
    <w:link w:val="23"/>
    <w:rsid w:val="006F0323"/>
    <w:pPr>
      <w:jc w:val="center"/>
    </w:pPr>
    <w:rPr>
      <w:b/>
      <w:sz w:val="18"/>
      <w:szCs w:val="20"/>
    </w:rPr>
  </w:style>
  <w:style w:type="character" w:styleId="ae">
    <w:name w:val="page number"/>
    <w:basedOn w:val="a0"/>
    <w:rsid w:val="006F0323"/>
  </w:style>
  <w:style w:type="paragraph" w:styleId="31">
    <w:name w:val="Body Text 3"/>
    <w:basedOn w:val="a"/>
    <w:link w:val="32"/>
    <w:rsid w:val="006F0323"/>
    <w:pPr>
      <w:spacing w:after="120"/>
    </w:pPr>
    <w:rPr>
      <w:sz w:val="16"/>
      <w:szCs w:val="16"/>
    </w:rPr>
  </w:style>
  <w:style w:type="paragraph" w:styleId="af">
    <w:name w:val="caption"/>
    <w:basedOn w:val="a"/>
    <w:next w:val="a"/>
    <w:qFormat/>
    <w:rsid w:val="00F07ECF"/>
    <w:pPr>
      <w:jc w:val="center"/>
    </w:pPr>
    <w:rPr>
      <w:b/>
      <w:sz w:val="18"/>
      <w:szCs w:val="20"/>
    </w:rPr>
  </w:style>
  <w:style w:type="paragraph" w:styleId="af0">
    <w:name w:val="annotation text"/>
    <w:basedOn w:val="a"/>
    <w:link w:val="af1"/>
    <w:semiHidden/>
    <w:rsid w:val="00627358"/>
    <w:rPr>
      <w:sz w:val="20"/>
      <w:szCs w:val="20"/>
    </w:rPr>
  </w:style>
  <w:style w:type="character" w:customStyle="1" w:styleId="af2">
    <w:name w:val="Знак Знак"/>
    <w:rsid w:val="00D7254F"/>
    <w:rPr>
      <w:rFonts w:ascii="Courier New" w:hAnsi="Courier New"/>
    </w:rPr>
  </w:style>
  <w:style w:type="paragraph" w:styleId="af3">
    <w:name w:val="Balloon Text"/>
    <w:basedOn w:val="a"/>
    <w:link w:val="af4"/>
    <w:rsid w:val="00BF3825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rsid w:val="00BF3825"/>
    <w:rPr>
      <w:rFonts w:ascii="Tahoma" w:hAnsi="Tahoma" w:cs="Tahoma"/>
      <w:sz w:val="16"/>
      <w:szCs w:val="16"/>
    </w:rPr>
  </w:style>
  <w:style w:type="character" w:customStyle="1" w:styleId="9">
    <w:name w:val="Знак Знак9"/>
    <w:rsid w:val="0021403E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PlainTextChar">
    <w:name w:val="Plain Text Char"/>
    <w:locked/>
    <w:rsid w:val="00282195"/>
    <w:rPr>
      <w:rFonts w:ascii="Courier New" w:hAnsi="Courier New" w:cs="Times New Roman"/>
      <w:lang w:val="ru-RU" w:eastAsia="ru-RU" w:bidi="ar-SA"/>
    </w:rPr>
  </w:style>
  <w:style w:type="character" w:customStyle="1" w:styleId="71">
    <w:name w:val="Знак Знак7"/>
    <w:rsid w:val="00282195"/>
    <w:rPr>
      <w:rFonts w:ascii="Courier New" w:hAnsi="Courier New"/>
    </w:rPr>
  </w:style>
  <w:style w:type="character" w:customStyle="1" w:styleId="33">
    <w:name w:val="Знак Знак3"/>
    <w:locked/>
    <w:rsid w:val="00D050E7"/>
    <w:rPr>
      <w:rFonts w:ascii="Courier New" w:hAnsi="Courier New" w:cs="Courier New"/>
      <w:lang w:val="ru-RU" w:eastAsia="ru-RU" w:bidi="ar-SA"/>
    </w:rPr>
  </w:style>
  <w:style w:type="paragraph" w:customStyle="1" w:styleId="8">
    <w:name w:val="Обычный + 8 пт"/>
    <w:basedOn w:val="a"/>
    <w:rsid w:val="00D050E7"/>
    <w:rPr>
      <w:sz w:val="16"/>
      <w:szCs w:val="16"/>
    </w:rPr>
  </w:style>
  <w:style w:type="character" w:styleId="af5">
    <w:name w:val="annotation reference"/>
    <w:rsid w:val="0018771B"/>
    <w:rPr>
      <w:sz w:val="16"/>
      <w:szCs w:val="16"/>
    </w:rPr>
  </w:style>
  <w:style w:type="character" w:customStyle="1" w:styleId="a9">
    <w:name w:val="Нижний колонтитул Знак"/>
    <w:link w:val="a8"/>
    <w:rsid w:val="0018771B"/>
    <w:rPr>
      <w:sz w:val="24"/>
      <w:szCs w:val="24"/>
    </w:rPr>
  </w:style>
  <w:style w:type="character" w:customStyle="1" w:styleId="34">
    <w:name w:val="Знак Знак3"/>
    <w:rsid w:val="0018771B"/>
    <w:rPr>
      <w:rFonts w:ascii="Courier New" w:hAnsi="Courier New"/>
      <w:lang w:val="ru-RU" w:eastAsia="ru-RU" w:bidi="ar-SA"/>
    </w:rPr>
  </w:style>
  <w:style w:type="character" w:customStyle="1" w:styleId="41">
    <w:name w:val="Знак Знак4"/>
    <w:rsid w:val="0018771B"/>
    <w:rPr>
      <w:b/>
      <w:lang w:val="ru-RU" w:eastAsia="ru-RU" w:bidi="ar-SA"/>
    </w:rPr>
  </w:style>
  <w:style w:type="character" w:customStyle="1" w:styleId="10">
    <w:name w:val="Заголовок 1 Знак"/>
    <w:link w:val="1"/>
    <w:rsid w:val="0018771B"/>
    <w:rPr>
      <w:b/>
      <w:sz w:val="18"/>
    </w:rPr>
  </w:style>
  <w:style w:type="paragraph" w:styleId="2">
    <w:name w:val="List Bullet 2"/>
    <w:basedOn w:val="a"/>
    <w:autoRedefine/>
    <w:rsid w:val="0018771B"/>
    <w:pPr>
      <w:numPr>
        <w:numId w:val="49"/>
      </w:numPr>
    </w:pPr>
    <w:rPr>
      <w:sz w:val="20"/>
      <w:szCs w:val="20"/>
    </w:rPr>
  </w:style>
  <w:style w:type="paragraph" w:styleId="af6">
    <w:name w:val="Normal Indent"/>
    <w:basedOn w:val="a"/>
    <w:rsid w:val="0018771B"/>
    <w:pPr>
      <w:ind w:left="720"/>
    </w:pPr>
    <w:rPr>
      <w:sz w:val="20"/>
      <w:szCs w:val="20"/>
    </w:rPr>
  </w:style>
  <w:style w:type="paragraph" w:styleId="af7">
    <w:name w:val="footnote text"/>
    <w:basedOn w:val="a"/>
    <w:link w:val="af8"/>
    <w:rsid w:val="0018771B"/>
    <w:rPr>
      <w:sz w:val="20"/>
      <w:szCs w:val="20"/>
    </w:rPr>
  </w:style>
  <w:style w:type="character" w:customStyle="1" w:styleId="af8">
    <w:name w:val="Текст сноски Знак"/>
    <w:basedOn w:val="a0"/>
    <w:link w:val="af7"/>
    <w:rsid w:val="0018771B"/>
  </w:style>
  <w:style w:type="character" w:styleId="af9">
    <w:name w:val="footnote reference"/>
    <w:rsid w:val="0018771B"/>
    <w:rPr>
      <w:vertAlign w:val="superscript"/>
    </w:rPr>
  </w:style>
  <w:style w:type="character" w:styleId="afa">
    <w:name w:val="Hyperlink"/>
    <w:rsid w:val="0018771B"/>
    <w:rPr>
      <w:color w:val="0000FF"/>
      <w:u w:val="single"/>
    </w:rPr>
  </w:style>
  <w:style w:type="character" w:styleId="afb">
    <w:name w:val="FollowedHyperlink"/>
    <w:rsid w:val="0018771B"/>
    <w:rPr>
      <w:color w:val="800080"/>
      <w:u w:val="single"/>
    </w:rPr>
  </w:style>
  <w:style w:type="character" w:customStyle="1" w:styleId="51">
    <w:name w:val="Знак Знак5"/>
    <w:rsid w:val="004556DD"/>
    <w:rPr>
      <w:b/>
      <w:lang w:val="ru-RU" w:eastAsia="ru-RU" w:bidi="ar-SA"/>
    </w:rPr>
  </w:style>
  <w:style w:type="character" w:customStyle="1" w:styleId="21">
    <w:name w:val="Заголовок 2 Знак"/>
    <w:link w:val="20"/>
    <w:rsid w:val="001F1C5B"/>
    <w:rPr>
      <w:b/>
    </w:rPr>
  </w:style>
  <w:style w:type="character" w:customStyle="1" w:styleId="40">
    <w:name w:val="Заголовок 4 Знак"/>
    <w:link w:val="4"/>
    <w:rsid w:val="001F1C5B"/>
    <w:rPr>
      <w:b/>
      <w:sz w:val="18"/>
    </w:rPr>
  </w:style>
  <w:style w:type="character" w:customStyle="1" w:styleId="50">
    <w:name w:val="Заголовок 5 Знак"/>
    <w:link w:val="5"/>
    <w:rsid w:val="001F1C5B"/>
    <w:rPr>
      <w:b/>
    </w:rPr>
  </w:style>
  <w:style w:type="character" w:customStyle="1" w:styleId="60">
    <w:name w:val="Заголовок 6 Знак"/>
    <w:link w:val="6"/>
    <w:rsid w:val="001F1C5B"/>
    <w:rPr>
      <w:b/>
    </w:rPr>
  </w:style>
  <w:style w:type="character" w:customStyle="1" w:styleId="70">
    <w:name w:val="Заголовок 7 Знак"/>
    <w:link w:val="7"/>
    <w:rsid w:val="001F1C5B"/>
    <w:rPr>
      <w:sz w:val="24"/>
      <w:szCs w:val="24"/>
    </w:rPr>
  </w:style>
  <w:style w:type="character" w:customStyle="1" w:styleId="af1">
    <w:name w:val="Текст примечания Знак"/>
    <w:link w:val="af0"/>
    <w:semiHidden/>
    <w:rsid w:val="001F1C5B"/>
  </w:style>
  <w:style w:type="character" w:customStyle="1" w:styleId="ab">
    <w:name w:val="Название Знак"/>
    <w:link w:val="aa"/>
    <w:rsid w:val="001F1C5B"/>
    <w:rPr>
      <w:sz w:val="28"/>
    </w:rPr>
  </w:style>
  <w:style w:type="character" w:customStyle="1" w:styleId="ad">
    <w:name w:val="Основной текст Знак"/>
    <w:link w:val="ac"/>
    <w:rsid w:val="001F1C5B"/>
    <w:rPr>
      <w:sz w:val="16"/>
    </w:rPr>
  </w:style>
  <w:style w:type="character" w:customStyle="1" w:styleId="23">
    <w:name w:val="Основной текст 2 Знак"/>
    <w:link w:val="22"/>
    <w:rsid w:val="001F1C5B"/>
    <w:rPr>
      <w:b/>
      <w:sz w:val="18"/>
    </w:rPr>
  </w:style>
  <w:style w:type="character" w:customStyle="1" w:styleId="32">
    <w:name w:val="Основной текст 3 Знак"/>
    <w:link w:val="31"/>
    <w:rsid w:val="001F1C5B"/>
    <w:rPr>
      <w:sz w:val="16"/>
      <w:szCs w:val="16"/>
    </w:rPr>
  </w:style>
  <w:style w:type="character" w:customStyle="1" w:styleId="72">
    <w:name w:val="Знак Знак7"/>
    <w:rsid w:val="001F1C5B"/>
    <w:rPr>
      <w:rFonts w:ascii="Courier New" w:hAnsi="Courier New" w:cs="Courier New" w:hint="default"/>
    </w:rPr>
  </w:style>
  <w:style w:type="character" w:customStyle="1" w:styleId="42">
    <w:name w:val="Знак Знак4"/>
    <w:rsid w:val="001F1C5B"/>
    <w:rPr>
      <w:b/>
      <w:bCs w:val="0"/>
      <w:lang w:val="ru-RU" w:eastAsia="ru-RU" w:bidi="ar-SA"/>
    </w:rPr>
  </w:style>
  <w:style w:type="character" w:customStyle="1" w:styleId="90">
    <w:name w:val="Знак Знак9"/>
    <w:rsid w:val="001F1C5B"/>
    <w:rPr>
      <w:rFonts w:ascii="Courier New" w:eastAsia="Times New Roman" w:hAnsi="Courier New" w:cs="Times New Roman" w:hint="default"/>
      <w:sz w:val="20"/>
      <w:szCs w:val="20"/>
      <w:lang w:eastAsia="ru-RU"/>
    </w:rPr>
  </w:style>
  <w:style w:type="paragraph" w:styleId="afc">
    <w:name w:val="Body Text Indent"/>
    <w:basedOn w:val="a"/>
    <w:link w:val="afd"/>
    <w:rsid w:val="00E822BC"/>
    <w:pPr>
      <w:spacing w:after="120"/>
      <w:ind w:left="283"/>
    </w:pPr>
  </w:style>
  <w:style w:type="character" w:customStyle="1" w:styleId="afd">
    <w:name w:val="Основной текст с отступом Знак"/>
    <w:basedOn w:val="a0"/>
    <w:link w:val="afc"/>
    <w:rsid w:val="00E822BC"/>
    <w:rPr>
      <w:sz w:val="24"/>
      <w:szCs w:val="24"/>
    </w:rPr>
  </w:style>
  <w:style w:type="paragraph" w:customStyle="1" w:styleId="ConsPlusNonformat">
    <w:name w:val="ConsPlusNonformat"/>
    <w:rsid w:val="00E822BC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40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52D2E4B2E5DE84930702159438C9310BA137D286C6E899CFBF5AC54069FB5D499x5OA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GIVC\Mshp\TEMPLATE\blank20180pr_&#1082;&#1086;&#1088;&#1086;&#1090;&#1082;&#1080;&#108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blank20180pr_короткий</Template>
  <TotalTime>0</TotalTime>
  <Pages>16</Pages>
  <Words>5322</Words>
  <Characters>30342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О Д Ы</vt:lpstr>
    </vt:vector>
  </TitlesOfParts>
  <Company>Организация</Company>
  <LinksUpToDate>false</LinksUpToDate>
  <CharactersWithSpaces>35593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О Д Ы</dc:title>
  <dc:creator>User1</dc:creator>
  <cp:lastModifiedBy>Tolochko Ekaterina</cp:lastModifiedBy>
  <cp:revision>2</cp:revision>
  <cp:lastPrinted>2019-02-12T07:54:00Z</cp:lastPrinted>
  <dcterms:created xsi:type="dcterms:W3CDTF">2019-04-04T11:39:00Z</dcterms:created>
  <dcterms:modified xsi:type="dcterms:W3CDTF">2019-04-04T11:39:00Z</dcterms:modified>
</cp:coreProperties>
</file>