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BC" w:rsidRPr="00923D2F" w:rsidRDefault="000D79BC" w:rsidP="000D79BC">
      <w:pPr>
        <w:pStyle w:val="a3"/>
        <w:rPr>
          <w:rFonts w:ascii="Times New Roman" w:hAnsi="Times New Roman"/>
        </w:rPr>
      </w:pPr>
      <w:bookmarkStart w:id="0" w:name="f2"/>
      <w:bookmarkStart w:id="1" w:name="f6"/>
      <w:bookmarkStart w:id="2" w:name="F6A"/>
      <w:bookmarkStart w:id="3" w:name="_GoBack"/>
      <w:bookmarkEnd w:id="3"/>
    </w:p>
    <w:bookmarkEnd w:id="0"/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0D79BC" w:rsidTr="00B844E0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0D79BC" w:rsidTr="00B844E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D79BC" w:rsidTr="00B844E0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D79BC" w:rsidRPr="000D79BC" w:rsidRDefault="000D79BC" w:rsidP="000D79BC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D79BC" w:rsidTr="00B844E0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0D79BC" w:rsidTr="00B844E0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3808FC" w:rsidRDefault="000D79BC" w:rsidP="00B844E0">
            <w:pPr>
              <w:ind w:firstLineChars="300" w:firstLine="663"/>
              <w:rPr>
                <w:b/>
                <w:sz w:val="22"/>
                <w:szCs w:val="22"/>
              </w:rPr>
            </w:pPr>
            <w:r w:rsidRPr="003808FC">
              <w:rPr>
                <w:b/>
                <w:sz w:val="22"/>
                <w:szCs w:val="22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3808FC" w:rsidRDefault="000D79BC" w:rsidP="000D79BC">
            <w:pPr>
              <w:jc w:val="both"/>
              <w:rPr>
                <w:b/>
                <w:sz w:val="22"/>
                <w:szCs w:val="22"/>
              </w:rPr>
            </w:pPr>
            <w:r w:rsidRPr="003808FC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января</w:t>
            </w:r>
            <w:r w:rsidRPr="003808FC">
              <w:rPr>
                <w:b/>
                <w:sz w:val="22"/>
                <w:szCs w:val="22"/>
              </w:rPr>
              <w:t xml:space="preserve"> 201</w:t>
            </w:r>
            <w:r w:rsidR="008179EC">
              <w:rPr>
                <w:b/>
                <w:sz w:val="22"/>
                <w:szCs w:val="22"/>
              </w:rPr>
              <w:t>9</w:t>
            </w:r>
            <w:r w:rsidRPr="003808FC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842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DB4DB6">
              <w:rPr>
                <w:sz w:val="20"/>
                <w:szCs w:val="20"/>
              </w:rPr>
              <w:t>ОАО «Брагинка</w:t>
            </w:r>
            <w:r w:rsidR="00842A7B">
              <w:rPr>
                <w:sz w:val="20"/>
                <w:szCs w:val="20"/>
              </w:rPr>
              <w:t>»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400</w:t>
            </w:r>
            <w:r w:rsidR="00DB4DB6">
              <w:rPr>
                <w:sz w:val="20"/>
                <w:szCs w:val="20"/>
              </w:rPr>
              <w:t>032193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Сельское хозяйство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Открытое акционерное общество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42A7B">
              <w:rPr>
                <w:sz w:val="20"/>
                <w:szCs w:val="20"/>
              </w:rPr>
              <w:t>Управлениес\хозяйства и продовольствия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Pr="00B305F0" w:rsidRDefault="000D79BC" w:rsidP="00B844E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0D79BC" w:rsidTr="00B844E0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0D79BC" w:rsidRDefault="00B13B8F" w:rsidP="00842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0D79BC" w:rsidRPr="00670171" w:rsidRDefault="000D79BC" w:rsidP="00B844E0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0D79BC" w:rsidTr="00B844E0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F8617A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0D79B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FE03DB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0D79B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FE03DB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0D79BC" w:rsidTr="00B844E0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D79BC" w:rsidTr="00B844E0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bookmarkStart w:id="4" w:name="f1r110"/>
            <w:bookmarkEnd w:id="4"/>
            <w:r>
              <w:rPr>
                <w:b/>
                <w:sz w:val="20"/>
                <w:szCs w:val="20"/>
              </w:rPr>
              <w:t>9 134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7 644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5" w:name="f1r120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6" w:name="f1r130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7" w:name="f1r131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8" w:name="f1r132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9" w:name="f1r133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10" w:name="f1r14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11" w:name="f1r15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12" w:name="f1r16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13" w:name="f1r170"/>
            <w:bookmarkEnd w:id="1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14" w:name="f1r180"/>
            <w:bookmarkEnd w:id="1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5" w:name="f1r190"/>
            <w:bookmarkEnd w:id="15"/>
            <w:r>
              <w:rPr>
                <w:b/>
                <w:bCs/>
                <w:sz w:val="20"/>
                <w:szCs w:val="20"/>
              </w:rPr>
              <w:t>9 134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7 644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E95246" w:rsidRDefault="00DB4DB6" w:rsidP="00B844E0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bookmarkStart w:id="16" w:name="f1r210"/>
            <w:bookmarkEnd w:id="16"/>
            <w:r>
              <w:rPr>
                <w:b/>
                <w:sz w:val="20"/>
                <w:szCs w:val="20"/>
              </w:rPr>
              <w:t>3 780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3 362</w:t>
            </w:r>
          </w:p>
        </w:tc>
      </w:tr>
      <w:tr w:rsidR="00DB4DB6" w:rsidTr="00B844E0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E95246" w:rsidRDefault="00DB4DB6" w:rsidP="00B844E0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FE03DB" w:rsidP="00A97FF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1"/>
            <w:bookmarkEnd w:id="17"/>
            <w:r>
              <w:rPr>
                <w:rFonts w:ascii="Times New Roman" w:hAnsi="Times New Roman"/>
                <w:b/>
              </w:rPr>
              <w:t>627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726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FE03DB" w:rsidP="00A97FF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2"/>
            <w:bookmarkEnd w:id="18"/>
            <w:r>
              <w:rPr>
                <w:rFonts w:ascii="Times New Roman" w:hAnsi="Times New Roman"/>
                <w:b/>
              </w:rPr>
              <w:t>1 371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927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FE03DB" w:rsidP="00A97FF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3"/>
            <w:bookmarkEnd w:id="19"/>
            <w:r>
              <w:rPr>
                <w:rFonts w:ascii="Times New Roman" w:hAnsi="Times New Roman"/>
                <w:b/>
              </w:rPr>
              <w:t>1 781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1 708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FE03DB" w:rsidP="00A97FF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4"/>
            <w:bookmarkEnd w:id="20"/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DB4DB6" w:rsidP="00A97FF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5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DB4DB6" w:rsidP="00A97FF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2" w:name="f1r216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2676D3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23" w:name="f1r220"/>
            <w:bookmarkEnd w:id="2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24" w:name="f1r230"/>
            <w:bookmarkEnd w:id="2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bookmarkStart w:id="25" w:name="f1r240"/>
            <w:bookmarkEnd w:id="25"/>
            <w:r>
              <w:rPr>
                <w:b/>
                <w:sz w:val="20"/>
                <w:szCs w:val="20"/>
              </w:rPr>
              <w:t>398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bookmarkStart w:id="26" w:name="f1r250"/>
            <w:bookmarkEnd w:id="26"/>
            <w:r>
              <w:rPr>
                <w:b/>
                <w:sz w:val="20"/>
                <w:szCs w:val="20"/>
              </w:rPr>
              <w:t>178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27" w:name="f1r260"/>
            <w:bookmarkEnd w:id="27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28" w:name="f1r270"/>
            <w:bookmarkEnd w:id="28"/>
            <w:r>
              <w:rPr>
                <w:b/>
                <w:sz w:val="20"/>
                <w:szCs w:val="20"/>
              </w:rPr>
              <w:t>1</w:t>
            </w:r>
            <w:r w:rsidR="00FE03D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29" w:name="f1r280"/>
            <w:bookmarkEnd w:id="2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0" w:name="f1r290"/>
            <w:bookmarkEnd w:id="30"/>
            <w:r>
              <w:rPr>
                <w:b/>
                <w:bCs/>
                <w:sz w:val="20"/>
                <w:szCs w:val="20"/>
              </w:rPr>
              <w:t>4 369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3 777</w:t>
            </w:r>
          </w:p>
        </w:tc>
      </w:tr>
      <w:tr w:rsidR="00DB4DB6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1" w:name="f1r300"/>
            <w:bookmarkEnd w:id="31"/>
            <w:r>
              <w:rPr>
                <w:b/>
                <w:bCs/>
                <w:sz w:val="20"/>
                <w:szCs w:val="20"/>
              </w:rPr>
              <w:t>13 503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FE03DB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11 421</w:t>
            </w:r>
          </w:p>
        </w:tc>
      </w:tr>
      <w:tr w:rsidR="007B3F99" w:rsidTr="00B844E0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B3F99" w:rsidRDefault="007B3F99" w:rsidP="00B844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D79BC" w:rsidRDefault="000D79BC" w:rsidP="000D79BC">
      <w: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0D79BC" w:rsidTr="00B844E0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9F36D0" w:rsidRDefault="000D79BC" w:rsidP="00B844E0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9F36D0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2E5C65">
              <w:rPr>
                <w:rFonts w:ascii="Times New Roman" w:hAnsi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743169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2E5C65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0D79BC" w:rsidTr="00B844E0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670171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0D79BC" w:rsidTr="00B844E0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bookmarkStart w:id="32" w:name="f1r410"/>
            <w:bookmarkEnd w:id="32"/>
            <w:r>
              <w:rPr>
                <w:b/>
                <w:sz w:val="20"/>
                <w:szCs w:val="20"/>
              </w:rPr>
              <w:t>4 947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3 058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33" w:name="f1r420"/>
            <w:bookmarkEnd w:id="33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BD615C" w:rsidRDefault="00DB4DB6" w:rsidP="00A97FF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B4DB6" w:rsidRPr="003C732E" w:rsidTr="00B844E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BD615C" w:rsidRDefault="00DB4DB6" w:rsidP="00A97FFB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4" w:name="f1r430"/>
            <w:bookmarkEnd w:id="34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BD615C" w:rsidRDefault="00DB4DB6" w:rsidP="00A97FF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35" w:name="f1r44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36" w:name="f1r45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bookmarkStart w:id="37" w:name="f1r460"/>
            <w:bookmarkEnd w:id="37"/>
            <w:r>
              <w:rPr>
                <w:b/>
                <w:sz w:val="20"/>
                <w:szCs w:val="20"/>
              </w:rPr>
              <w:t>626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1 390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0D79BC" w:rsidRDefault="00DB4DB6" w:rsidP="00A97FFB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8" w:name="f1r470"/>
            <w:bookmarkEnd w:id="38"/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0D79BC" w:rsidRDefault="00DB4DB6" w:rsidP="00A97FF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39" w:name="f1r480"/>
            <w:bookmarkEnd w:id="3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bookmarkStart w:id="40" w:name="f1r490"/>
            <w:bookmarkEnd w:id="40"/>
            <w:r>
              <w:rPr>
                <w:b/>
                <w:sz w:val="20"/>
                <w:szCs w:val="20"/>
              </w:rPr>
              <w:t>5 573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4 842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bookmarkStart w:id="41" w:name="f1r510"/>
            <w:bookmarkEnd w:id="41"/>
            <w:r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</w:t>
            </w:r>
          </w:p>
        </w:tc>
      </w:tr>
      <w:tr w:rsidR="00DB4DB6" w:rsidRPr="003C732E" w:rsidTr="00B844E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bookmarkStart w:id="42" w:name="f1r520"/>
            <w:bookmarkEnd w:id="42"/>
            <w:r>
              <w:rPr>
                <w:b/>
                <w:sz w:val="20"/>
                <w:szCs w:val="20"/>
              </w:rPr>
              <w:t>953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1 041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43" w:name="f1r53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bookmarkStart w:id="44" w:name="f1r540"/>
            <w:bookmarkEnd w:id="44"/>
            <w:r>
              <w:rPr>
                <w:b/>
                <w:sz w:val="20"/>
                <w:szCs w:val="20"/>
              </w:rPr>
              <w:t>2 877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1 191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45" w:name="f1r550"/>
            <w:bookmarkEnd w:id="4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bookmarkStart w:id="46" w:name="f1r560"/>
            <w:bookmarkEnd w:id="46"/>
            <w:r>
              <w:rPr>
                <w:b/>
                <w:sz w:val="20"/>
                <w:szCs w:val="20"/>
              </w:rPr>
              <w:t>494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7" w:name="f1r590"/>
            <w:bookmarkEnd w:id="47"/>
            <w:r>
              <w:rPr>
                <w:b/>
                <w:bCs/>
                <w:sz w:val="20"/>
                <w:szCs w:val="20"/>
              </w:rPr>
              <w:t>4 664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2E5C65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3 088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48" w:name="f1r610"/>
            <w:bookmarkEnd w:id="4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49" w:name="f1r620"/>
            <w:bookmarkEnd w:id="49"/>
            <w:r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50" w:name="f1r630"/>
            <w:bookmarkEnd w:id="50"/>
            <w:r>
              <w:rPr>
                <w:b/>
                <w:sz w:val="20"/>
                <w:szCs w:val="20"/>
              </w:rPr>
              <w:t>3</w:t>
            </w:r>
            <w:r w:rsidR="00B1159A">
              <w:rPr>
                <w:b/>
                <w:sz w:val="20"/>
                <w:szCs w:val="20"/>
              </w:rPr>
              <w:t xml:space="preserve"> 005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3 292</w:t>
            </w:r>
          </w:p>
        </w:tc>
      </w:tr>
      <w:tr w:rsidR="00DB4DB6" w:rsidRPr="003C732E" w:rsidTr="00B844E0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B4DB6" w:rsidRPr="00A20493" w:rsidRDefault="00DB4DB6" w:rsidP="00B844E0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bookmarkStart w:id="51" w:name="f1r631"/>
            <w:bookmarkEnd w:id="51"/>
            <w:r>
              <w:rPr>
                <w:b/>
                <w:sz w:val="20"/>
                <w:szCs w:val="20"/>
              </w:rPr>
              <w:t>1 810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1 834</w:t>
            </w:r>
          </w:p>
        </w:tc>
      </w:tr>
      <w:tr w:rsidR="00DB4DB6" w:rsidRPr="003C732E" w:rsidTr="00B844E0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DB6" w:rsidRPr="003C732E" w:rsidRDefault="00DB4DB6" w:rsidP="00B844E0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4DB6" w:rsidRPr="003C732E" w:rsidRDefault="00DB4DB6" w:rsidP="00B844E0">
            <w:pPr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bookmarkStart w:id="52" w:name="f1r632"/>
            <w:bookmarkEnd w:id="52"/>
            <w:r>
              <w:rPr>
                <w:b/>
                <w:sz w:val="20"/>
                <w:szCs w:val="20"/>
              </w:rPr>
              <w:t>958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1 204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bookmarkStart w:id="53" w:name="f1r633"/>
            <w:bookmarkEnd w:id="53"/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54" w:name="f1r634"/>
            <w:bookmarkEnd w:id="54"/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bookmarkStart w:id="55" w:name="f1r635"/>
            <w:bookmarkEnd w:id="55"/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bookmarkStart w:id="56" w:name="f1r636"/>
            <w:bookmarkEnd w:id="56"/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</w:t>
            </w:r>
          </w:p>
        </w:tc>
      </w:tr>
      <w:tr w:rsidR="00DB4DB6" w:rsidRPr="003C732E" w:rsidTr="00B844E0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57" w:name="f1r637"/>
            <w:bookmarkEnd w:id="5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bookmarkStart w:id="58" w:name="f1r638"/>
            <w:bookmarkEnd w:id="58"/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59" w:name="f1r64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bookmarkStart w:id="60" w:name="f1r650"/>
            <w:bookmarkEnd w:id="60"/>
            <w:r>
              <w:rPr>
                <w:b/>
                <w:sz w:val="20"/>
                <w:szCs w:val="20"/>
              </w:rPr>
              <w:t>158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61" w:name="f1r660"/>
            <w:bookmarkEnd w:id="6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  <w:bookmarkStart w:id="62" w:name="f1r670"/>
            <w:bookmarkEnd w:id="6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Pr="003C732E" w:rsidRDefault="00DB4DB6" w:rsidP="00A97FF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3" w:name="f1r690"/>
            <w:bookmarkEnd w:id="63"/>
            <w:r>
              <w:rPr>
                <w:b/>
                <w:bCs/>
                <w:sz w:val="20"/>
                <w:szCs w:val="20"/>
              </w:rPr>
              <w:t>3 266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3 491</w:t>
            </w:r>
          </w:p>
        </w:tc>
      </w:tr>
      <w:tr w:rsidR="00DB4DB6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4DB6" w:rsidRDefault="00DB4DB6" w:rsidP="00B844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B4DB6" w:rsidRDefault="00DB4DB6" w:rsidP="00B844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4" w:name="f1r700"/>
            <w:bookmarkEnd w:id="64"/>
            <w:r>
              <w:rPr>
                <w:b/>
                <w:bCs/>
                <w:sz w:val="20"/>
                <w:szCs w:val="20"/>
              </w:rPr>
              <w:t>13 503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DB6" w:rsidRPr="003C732E" w:rsidRDefault="00B1159A" w:rsidP="00A97F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11 421</w:t>
            </w:r>
          </w:p>
        </w:tc>
      </w:tr>
      <w:tr w:rsidR="007B3F99" w:rsidRPr="003C732E" w:rsidTr="00B844E0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Default="007B3F99" w:rsidP="00B844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0D79BC" w:rsidRPr="0005360B" w:rsidRDefault="000D79BC" w:rsidP="000D79BC">
      <w:pPr>
        <w:pStyle w:val="a3"/>
        <w:tabs>
          <w:tab w:val="left" w:pos="2340"/>
        </w:tabs>
        <w:rPr>
          <w:rFonts w:ascii="Times New Roman" w:hAnsi="Times New Roman"/>
          <w:sz w:val="16"/>
        </w:rPr>
      </w:pPr>
    </w:p>
    <w:p w:rsidR="000D79BC" w:rsidRPr="006C77BE" w:rsidRDefault="000D79BC" w:rsidP="000D79BC">
      <w:pPr>
        <w:pStyle w:val="a3"/>
        <w:tabs>
          <w:tab w:val="left" w:pos="2340"/>
        </w:tabs>
        <w:rPr>
          <w:rFonts w:ascii="Times New Roman" w:hAnsi="Times New Roman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0D79BC" w:rsidTr="00B844E0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D79BC" w:rsidRPr="00000891" w:rsidRDefault="000D79BC" w:rsidP="00B844E0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0D79BC" w:rsidTr="00B844E0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79BC" w:rsidRDefault="000D79BC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0D79BC" w:rsidTr="00B844E0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D79BC" w:rsidRDefault="0068698F" w:rsidP="00B844E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0D79BC" w:rsidTr="00B844E0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ОТЧЕТ</w:t>
            </w:r>
          </w:p>
        </w:tc>
      </w:tr>
      <w:tr w:rsidR="000D79BC" w:rsidTr="00B844E0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прибылях и убытках</w:t>
            </w:r>
          </w:p>
        </w:tc>
      </w:tr>
      <w:tr w:rsidR="000D79BC" w:rsidTr="00B844E0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9F36D0" w:rsidRDefault="000D79BC" w:rsidP="00B844E0">
            <w:pPr>
              <w:ind w:firstLineChars="300" w:firstLine="663"/>
              <w:jc w:val="right"/>
              <w:rPr>
                <w:b/>
                <w:sz w:val="22"/>
                <w:szCs w:val="22"/>
              </w:rPr>
            </w:pPr>
            <w:r w:rsidRPr="009F36D0">
              <w:rPr>
                <w:b/>
                <w:sz w:val="22"/>
                <w:szCs w:val="22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D79BC" w:rsidRPr="009F36D0" w:rsidRDefault="000D79BC" w:rsidP="000D79BC">
            <w:pPr>
              <w:ind w:leftChars="-3" w:hangingChars="3" w:hanging="7"/>
              <w:rPr>
                <w:b/>
                <w:sz w:val="22"/>
                <w:szCs w:val="22"/>
              </w:rPr>
            </w:pPr>
            <w:r w:rsidRPr="009F36D0">
              <w:rPr>
                <w:b/>
                <w:sz w:val="22"/>
                <w:szCs w:val="22"/>
              </w:rPr>
              <w:t>январь-</w:t>
            </w:r>
            <w:r>
              <w:rPr>
                <w:b/>
                <w:sz w:val="22"/>
                <w:szCs w:val="22"/>
              </w:rPr>
              <w:t>декабрь</w:t>
            </w:r>
            <w:r w:rsidRPr="009F36D0">
              <w:rPr>
                <w:b/>
                <w:sz w:val="22"/>
                <w:szCs w:val="22"/>
              </w:rPr>
              <w:t xml:space="preserve"> 201</w:t>
            </w:r>
            <w:r w:rsidR="006C77BE">
              <w:rPr>
                <w:b/>
                <w:sz w:val="22"/>
                <w:szCs w:val="22"/>
              </w:rPr>
              <w:t>8</w:t>
            </w:r>
            <w:r w:rsidRPr="009F36D0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D79BC" w:rsidTr="00B844E0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0D79BC" w:rsidRPr="00692C37" w:rsidRDefault="000D79BC" w:rsidP="00B844E0">
            <w:pPr>
              <w:rPr>
                <w:sz w:val="14"/>
                <w:szCs w:val="14"/>
              </w:rPr>
            </w:pPr>
            <w:r w:rsidRPr="00692C37">
              <w:rPr>
                <w:sz w:val="14"/>
                <w:szCs w:val="14"/>
              </w:rPr>
              <w:t> 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A97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ОАО «Брагинка»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A97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400032193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A97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Сельское хозяйство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A97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A97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Управлениес\хозяйства и продовольствия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Pr="00B305F0" w:rsidRDefault="00B13B8F" w:rsidP="00A97FF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B305F0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B13B8F" w:rsidTr="00B844E0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84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B13B8F" w:rsidRDefault="00B13B8F" w:rsidP="00A97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Гомельская обл., Брагинский р-н, д.Шкураты, Угловский с/с</w:t>
            </w:r>
          </w:p>
        </w:tc>
      </w:tr>
      <w:tr w:rsidR="000D79BC" w:rsidTr="00B844E0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E63ED4" w:rsidRDefault="000D79BC" w:rsidP="0068698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 w:rsidR="0068698F"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="006C77BE">
              <w:rPr>
                <w:rFonts w:ascii="Times New Roman" w:hAnsi="Times New Roman"/>
                <w:b/>
                <w:sz w:val="18"/>
                <w:szCs w:val="18"/>
              </w:rPr>
              <w:t xml:space="preserve"> 2018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г</w:t>
            </w:r>
            <w:r w:rsidRPr="00B305F0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D79BC" w:rsidRPr="00B305F0" w:rsidRDefault="000D79BC" w:rsidP="0068698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 январь-</w:t>
            </w:r>
            <w:r w:rsidR="0068698F"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  <w:r w:rsidR="006C77BE">
              <w:rPr>
                <w:rFonts w:ascii="Times New Roman" w:hAnsi="Times New Roman"/>
                <w:b/>
                <w:sz w:val="18"/>
                <w:szCs w:val="18"/>
              </w:rPr>
              <w:t>2017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г</w:t>
            </w:r>
          </w:p>
        </w:tc>
      </w:tr>
      <w:tr w:rsidR="000D79BC" w:rsidTr="00B844E0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5D7707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5D7707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B13B8F" w:rsidTr="00B844E0">
        <w:trPr>
          <w:trHeight w:val="446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65" w:name="f2r10"/>
            <w:bookmarkEnd w:id="65"/>
            <w:r>
              <w:rPr>
                <w:b/>
                <w:sz w:val="20"/>
                <w:szCs w:val="20"/>
              </w:rPr>
              <w:t>2 495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2 146</w:t>
            </w:r>
          </w:p>
        </w:tc>
      </w:tr>
      <w:tr w:rsidR="00B13B8F" w:rsidTr="00B844E0">
        <w:trPr>
          <w:trHeight w:val="282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66" w:name="f2r20"/>
            <w:bookmarkEnd w:id="66"/>
            <w:r>
              <w:rPr>
                <w:b/>
                <w:sz w:val="20"/>
                <w:szCs w:val="20"/>
              </w:rPr>
              <w:t>2 344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2 001</w:t>
            </w:r>
          </w:p>
        </w:tc>
      </w:tr>
      <w:tr w:rsidR="00B13B8F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67" w:name="f2r30"/>
            <w:bookmarkEnd w:id="67"/>
            <w:r>
              <w:rPr>
                <w:b/>
                <w:sz w:val="20"/>
                <w:szCs w:val="20"/>
              </w:rPr>
              <w:t>151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</w:t>
            </w:r>
          </w:p>
        </w:tc>
      </w:tr>
      <w:tr w:rsidR="00B13B8F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68" w:name="f2r40"/>
            <w:bookmarkEnd w:id="68"/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B13B8F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69" w:name="f2r50"/>
            <w:bookmarkEnd w:id="69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6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70" w:name="f2r60"/>
            <w:bookmarkEnd w:id="70"/>
            <w:r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</w:tr>
      <w:tr w:rsidR="00B13B8F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71" w:name="f2r70"/>
            <w:bookmarkEnd w:id="71"/>
            <w:r>
              <w:rPr>
                <w:b/>
                <w:sz w:val="20"/>
                <w:szCs w:val="20"/>
              </w:rPr>
              <w:t>819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1 067</w:t>
            </w:r>
          </w:p>
        </w:tc>
      </w:tr>
      <w:tr w:rsidR="00B13B8F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72" w:name="f2r80"/>
            <w:bookmarkEnd w:id="72"/>
            <w:r>
              <w:rPr>
                <w:b/>
                <w:sz w:val="20"/>
                <w:szCs w:val="20"/>
              </w:rPr>
              <w:t>284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</w:t>
            </w:r>
          </w:p>
        </w:tc>
      </w:tr>
      <w:tr w:rsidR="00B13B8F" w:rsidTr="00B844E0">
        <w:trPr>
          <w:trHeight w:val="5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текущей деятельности</w:t>
            </w:r>
            <w:r>
              <w:rPr>
                <w:sz w:val="20"/>
                <w:szCs w:val="20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73" w:name="f2r90"/>
            <w:bookmarkEnd w:id="73"/>
            <w:r>
              <w:rPr>
                <w:b/>
                <w:sz w:val="20"/>
                <w:szCs w:val="20"/>
              </w:rPr>
              <w:t>653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862</w:t>
            </w:r>
          </w:p>
        </w:tc>
      </w:tr>
      <w:tr w:rsidR="00B13B8F" w:rsidTr="00B844E0">
        <w:trPr>
          <w:trHeight w:val="19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74" w:name="f2r100"/>
            <w:bookmarkEnd w:id="74"/>
            <w:r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6C77BE">
              <w:rPr>
                <w:b/>
                <w:sz w:val="20"/>
                <w:szCs w:val="20"/>
              </w:rPr>
              <w:t>7</w:t>
            </w:r>
          </w:p>
        </w:tc>
      </w:tr>
      <w:tr w:rsidR="00B13B8F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3B8F" w:rsidRPr="00E95246" w:rsidRDefault="00B13B8F" w:rsidP="00B13B8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55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75" w:name="f2r101"/>
            <w:bookmarkEnd w:id="7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229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76" w:name="f2r102"/>
            <w:bookmarkEnd w:id="7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19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77" w:name="f2r103"/>
            <w:bookmarkEnd w:id="7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8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78" w:name="f2r104"/>
            <w:bookmarkEnd w:id="78"/>
            <w:r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</w:p>
        </w:tc>
      </w:tr>
      <w:tr w:rsidR="00B13B8F" w:rsidTr="00B844E0">
        <w:trPr>
          <w:trHeight w:val="13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79" w:name="f2r110"/>
            <w:bookmarkEnd w:id="79"/>
            <w:r>
              <w:rPr>
                <w:b/>
                <w:sz w:val="20"/>
                <w:szCs w:val="20"/>
              </w:rPr>
              <w:t>199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13B8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43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80" w:name="f2r111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24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81" w:name="f2r112"/>
            <w:bookmarkEnd w:id="81"/>
            <w:r>
              <w:rPr>
                <w:b/>
                <w:sz w:val="20"/>
                <w:szCs w:val="20"/>
              </w:rPr>
              <w:t>199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121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82" w:name="f2r120"/>
            <w:bookmarkEnd w:id="8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0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13B8F" w:rsidRPr="00E95246" w:rsidRDefault="00B13B8F" w:rsidP="00B13B8F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423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83" w:name="f2r121"/>
            <w:bookmarkEnd w:id="8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108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84" w:name="f2r122"/>
            <w:bookmarkEnd w:id="8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15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85" w:name="f2r130"/>
            <w:bookmarkEnd w:id="85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B13B8F" w:rsidTr="00B844E0">
        <w:trPr>
          <w:trHeight w:val="18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B13B8F" w:rsidRDefault="00B13B8F" w:rsidP="00B13B8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86" w:name="f2r131"/>
            <w:bookmarkEnd w:id="86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B13B8F" w:rsidTr="00B844E0">
        <w:trPr>
          <w:trHeight w:val="373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87" w:name="f2r132"/>
            <w:bookmarkEnd w:id="87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79BC" w:rsidTr="00B844E0">
        <w:trPr>
          <w:trHeight w:val="196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D79BC" w:rsidRDefault="000D79BC" w:rsidP="00B844E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Default="000D79BC" w:rsidP="00B844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7C7E6F" w:rsidRDefault="000D79BC" w:rsidP="00B844E0">
            <w:pPr>
              <w:jc w:val="center"/>
              <w:rPr>
                <w:b/>
                <w:sz w:val="20"/>
                <w:szCs w:val="20"/>
              </w:rPr>
            </w:pPr>
            <w:bookmarkStart w:id="88" w:name="f2r133"/>
            <w:bookmarkEnd w:id="88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7C7E6F" w:rsidRDefault="000D79BC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D79BC" w:rsidRDefault="000D79BC" w:rsidP="000D79BC">
      <w:pPr>
        <w:jc w:val="right"/>
      </w:pPr>
      <w:r>
        <w:br w:type="page"/>
      </w:r>
      <w:r w:rsidRPr="00856335">
        <w:rPr>
          <w:b/>
          <w:sz w:val="16"/>
        </w:rPr>
        <w:t>Форма  №2 лист 2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68698F" w:rsidTr="00B844E0">
        <w:trPr>
          <w:trHeight w:val="207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8698F" w:rsidRPr="000939AD" w:rsidRDefault="0068698F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8F" w:rsidRPr="000939AD" w:rsidRDefault="0068698F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698F" w:rsidRPr="000939AD" w:rsidRDefault="006C77BE" w:rsidP="00B844E0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январь-декабрь 2018</w:t>
            </w:r>
            <w:r w:rsidR="0068698F" w:rsidRPr="000939AD">
              <w:rPr>
                <w:rFonts w:ascii="Times New Roman" w:hAnsi="Times New Roman"/>
                <w:b/>
                <w:sz w:val="16"/>
                <w:szCs w:val="16"/>
              </w:rPr>
              <w:t>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698F" w:rsidRPr="000939AD" w:rsidRDefault="006C77BE" w:rsidP="00B844E0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За январь-декабрь2017</w:t>
            </w:r>
            <w:r w:rsidR="0068698F" w:rsidRPr="000939AD">
              <w:rPr>
                <w:rFonts w:ascii="Times New Roman" w:hAnsi="Times New Roman"/>
                <w:b/>
                <w:sz w:val="16"/>
                <w:szCs w:val="16"/>
              </w:rPr>
              <w:t xml:space="preserve"> г</w:t>
            </w:r>
          </w:p>
        </w:tc>
      </w:tr>
      <w:tr w:rsidR="000D79BC" w:rsidTr="00B844E0">
        <w:trPr>
          <w:trHeight w:val="7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89" w:name="f2r140"/>
            <w:bookmarkEnd w:id="89"/>
            <w:r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B13B8F" w:rsidTr="00B844E0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90" w:name="f2r150"/>
            <w:bookmarkEnd w:id="90"/>
            <w:r>
              <w:rPr>
                <w:b/>
                <w:sz w:val="20"/>
                <w:szCs w:val="20"/>
              </w:rPr>
              <w:t>743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912</w:t>
            </w:r>
          </w:p>
        </w:tc>
      </w:tr>
      <w:tr w:rsidR="00B13B8F" w:rsidTr="00B844E0">
        <w:trPr>
          <w:trHeight w:val="24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91" w:name="f2r16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92" w:name="f2r17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93" w:name="f2r180"/>
            <w:bookmarkEnd w:id="93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94" w:name="f2r19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95" w:name="f2r20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</w:t>
            </w:r>
            <w:r>
              <w:rPr>
                <w:sz w:val="20"/>
                <w:szCs w:val="20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96" w:name="f2r210"/>
            <w:bookmarkEnd w:id="96"/>
            <w:r>
              <w:rPr>
                <w:b/>
                <w:sz w:val="20"/>
                <w:szCs w:val="20"/>
              </w:rPr>
              <w:t>743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912</w:t>
            </w: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97" w:name="f2r220"/>
            <w:bookmarkEnd w:id="9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98" w:name="f2r230"/>
            <w:bookmarkEnd w:id="9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99" w:name="f2r240"/>
            <w:bookmarkEnd w:id="99"/>
            <w:r>
              <w:rPr>
                <w:b/>
                <w:sz w:val="20"/>
                <w:szCs w:val="20"/>
              </w:rPr>
              <w:t>743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912</w:t>
            </w:r>
          </w:p>
        </w:tc>
      </w:tr>
      <w:tr w:rsidR="00B13B8F" w:rsidTr="00B844E0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0" w:name="f2r250"/>
            <w:bookmarkEnd w:id="100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1" w:name="f2r260"/>
            <w:bookmarkEnd w:id="101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2" w:name="f2r270"/>
            <w:bookmarkEnd w:id="102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103" w:name="f2r270A"/>
            <w:bookmarkEnd w:id="103"/>
            <w:r>
              <w:rPr>
                <w:b/>
                <w:sz w:val="20"/>
                <w:szCs w:val="20"/>
              </w:rPr>
              <w:t>743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912</w:t>
            </w: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4" w:name="f2r280"/>
            <w:bookmarkEnd w:id="10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5" w:name="f2r280A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прибыль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106" w:name="f2r290"/>
            <w:bookmarkEnd w:id="106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полученной прибыли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107" w:name="f"/>
            <w:bookmarkStart w:id="108" w:name="f2r290A"/>
            <w:bookmarkEnd w:id="107"/>
            <w:bookmarkEnd w:id="108"/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</w:p>
        </w:tc>
      </w:tr>
      <w:tr w:rsidR="00B13B8F" w:rsidTr="00B844E0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Количество  организаций получивших убыток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09" w:name="f2r295"/>
            <w:bookmarkEnd w:id="10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Pr="007469AE" w:rsidRDefault="00B13B8F" w:rsidP="00B13B8F">
            <w:pPr>
              <w:rPr>
                <w:sz w:val="20"/>
                <w:szCs w:val="20"/>
              </w:rPr>
            </w:pPr>
            <w:r w:rsidRPr="007469AE">
              <w:rPr>
                <w:sz w:val="20"/>
                <w:szCs w:val="20"/>
              </w:rPr>
              <w:t>Сумма полученного убытка по конечному финансовому результату</w:t>
            </w:r>
            <w:r>
              <w:rPr>
                <w:sz w:val="20"/>
                <w:szCs w:val="20"/>
              </w:rPr>
              <w:t>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10" w:name="f2r295A"/>
            <w:bookmarkEnd w:id="110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B8F" w:rsidRPr="007C7E6F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B3F99" w:rsidTr="00B844E0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Pr="007469AE" w:rsidRDefault="007B3F99" w:rsidP="00B844E0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F99" w:rsidRDefault="007B3F99" w:rsidP="00B84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D79BC" w:rsidRPr="006D3694" w:rsidRDefault="000D79BC" w:rsidP="000D79BC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0D79BC" w:rsidTr="00B844E0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bCs/>
                <w:sz w:val="16"/>
                <w:szCs w:val="16"/>
              </w:rPr>
            </w:pPr>
            <w:r w:rsidRPr="000939AD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0D79BC" w:rsidTr="00B844E0">
        <w:trPr>
          <w:trHeight w:val="172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0D79BC" w:rsidRPr="000939AD" w:rsidRDefault="000D79BC" w:rsidP="00B844E0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0D79BC" w:rsidTr="00B844E0">
        <w:trPr>
          <w:trHeight w:val="251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</w:rPr>
            </w:pPr>
            <w:r w:rsidRPr="000939AD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0D79BC" w:rsidTr="00B844E0">
        <w:trPr>
          <w:trHeight w:val="19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0D79BC" w:rsidRPr="000939AD" w:rsidRDefault="000D79BC" w:rsidP="00B844E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0939AD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B13B8F" w:rsidTr="00B844E0">
        <w:trPr>
          <w:trHeight w:val="71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6C77BE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 </w:t>
            </w:r>
            <w:bookmarkStart w:id="111" w:name="f2r300"/>
            <w:bookmarkEnd w:id="111"/>
            <w:r w:rsidR="006C77BE">
              <w:rPr>
                <w:b/>
                <w:sz w:val="20"/>
                <w:szCs w:val="20"/>
              </w:rPr>
              <w:t>701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788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</w:tr>
      <w:tr w:rsidR="00B13B8F" w:rsidTr="00B844E0">
        <w:trPr>
          <w:trHeight w:val="71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13B8F" w:rsidRPr="00E26DD3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связанные с государственной поддержкой, направленнойна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12" w:name="f2r301"/>
            <w:bookmarkEnd w:id="112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Х</w:t>
            </w:r>
          </w:p>
        </w:tc>
      </w:tr>
      <w:tr w:rsidR="00B13B8F" w:rsidTr="00B844E0">
        <w:trPr>
          <w:trHeight w:val="569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13" w:name="f2r310"/>
            <w:bookmarkEnd w:id="113"/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r w:rsidRPr="00A20C77">
              <w:rPr>
                <w:b/>
                <w:sz w:val="20"/>
                <w:szCs w:val="20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B13B8F" w:rsidTr="00B844E0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13B8F" w:rsidRPr="00EE338D" w:rsidRDefault="00B13B8F" w:rsidP="00B13B8F">
            <w:pPr>
              <w:rPr>
                <w:b/>
                <w:bCs/>
                <w:sz w:val="20"/>
                <w:szCs w:val="20"/>
              </w:rPr>
            </w:pPr>
            <w:r w:rsidRPr="00EE338D">
              <w:rPr>
                <w:b/>
                <w:bCs/>
                <w:sz w:val="20"/>
                <w:szCs w:val="20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Pr="003D1598" w:rsidRDefault="00B13B8F" w:rsidP="00B13B8F">
            <w:pPr>
              <w:jc w:val="center"/>
              <w:rPr>
                <w:b/>
                <w:bCs/>
                <w:sz w:val="20"/>
                <w:szCs w:val="20"/>
              </w:rPr>
            </w:pPr>
            <w:r w:rsidRPr="003D159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Pr="003D1598" w:rsidRDefault="00B13B8F" w:rsidP="00B13B8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Pr="003D1598" w:rsidRDefault="00B13B8F" w:rsidP="00B13B8F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1598"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B13B8F" w:rsidTr="00B844E0">
        <w:trPr>
          <w:trHeight w:val="469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114" w:name="f2r400"/>
            <w:bookmarkEnd w:id="114"/>
            <w:r>
              <w:rPr>
                <w:b/>
                <w:sz w:val="20"/>
                <w:szCs w:val="20"/>
              </w:rPr>
              <w:t>2 772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2 385</w:t>
            </w:r>
          </w:p>
        </w:tc>
      </w:tr>
      <w:tr w:rsidR="00B13B8F" w:rsidTr="00B844E0">
        <w:trPr>
          <w:trHeight w:val="136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выручка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  <w:bookmarkStart w:id="115" w:name="f2r400A"/>
            <w:bookmarkEnd w:id="115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Pr="00A20C77" w:rsidRDefault="00B13B8F" w:rsidP="00B13B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13B8F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116" w:name="f2r410"/>
            <w:bookmarkEnd w:id="116"/>
            <w:r>
              <w:rPr>
                <w:b/>
                <w:sz w:val="20"/>
                <w:szCs w:val="20"/>
              </w:rPr>
              <w:t>4,3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4,4</w:t>
            </w:r>
          </w:p>
        </w:tc>
      </w:tr>
      <w:tr w:rsidR="00B13B8F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13B8F" w:rsidRPr="00E32FCB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117" w:name="f2r411"/>
            <w:bookmarkEnd w:id="117"/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5,1</w:t>
            </w:r>
          </w:p>
        </w:tc>
      </w:tr>
      <w:tr w:rsidR="00B13B8F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118" w:name="f2r412"/>
            <w:bookmarkEnd w:id="118"/>
            <w:r>
              <w:rPr>
                <w:b/>
                <w:sz w:val="20"/>
                <w:szCs w:val="20"/>
              </w:rPr>
              <w:t>31,3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44,7</w:t>
            </w:r>
          </w:p>
        </w:tc>
      </w:tr>
      <w:tr w:rsidR="00B13B8F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B13B8F" w:rsidRDefault="00B13B8F" w:rsidP="00B13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3B8F" w:rsidRDefault="00B13B8F" w:rsidP="00B1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bookmarkStart w:id="119" w:name="f2r413"/>
            <w:bookmarkEnd w:id="119"/>
            <w:r>
              <w:rPr>
                <w:b/>
                <w:sz w:val="20"/>
                <w:szCs w:val="20"/>
              </w:rPr>
              <w:t>1,8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3B8F" w:rsidRPr="00A20C77" w:rsidRDefault="006C77BE" w:rsidP="00B13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6,1</w:t>
            </w:r>
          </w:p>
        </w:tc>
      </w:tr>
      <w:tr w:rsidR="007B3F99" w:rsidTr="00B844E0">
        <w:trPr>
          <w:trHeight w:val="6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B3F99" w:rsidRDefault="007B3F99" w:rsidP="00B844E0">
            <w:pPr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3F99" w:rsidRDefault="007B3F99" w:rsidP="00B84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3F99" w:rsidRDefault="007B3F99" w:rsidP="00B844E0">
            <w:pPr>
              <w:jc w:val="center"/>
              <w:rPr>
                <w:b/>
                <w:sz w:val="20"/>
                <w:szCs w:val="20"/>
              </w:rPr>
            </w:pPr>
          </w:p>
        </w:tc>
      </w:tr>
      <w:bookmarkEnd w:id="1"/>
      <w:bookmarkEnd w:id="2"/>
    </w:tbl>
    <w:p w:rsidR="00604DB2" w:rsidRDefault="00604DB2" w:rsidP="00657E5F">
      <w:pPr>
        <w:pStyle w:val="a3"/>
        <w:rPr>
          <w:sz w:val="18"/>
          <w:szCs w:val="18"/>
        </w:rPr>
      </w:pPr>
    </w:p>
    <w:p w:rsidR="00604DB2" w:rsidRDefault="00604DB2" w:rsidP="00C8182D">
      <w:pPr>
        <w:ind w:firstLine="7680"/>
        <w:rPr>
          <w:sz w:val="18"/>
          <w:szCs w:val="18"/>
        </w:rPr>
      </w:pPr>
    </w:p>
    <w:p w:rsidR="00604DB2" w:rsidRDefault="00604DB2" w:rsidP="00604DB2">
      <w:pPr>
        <w:rPr>
          <w:sz w:val="18"/>
          <w:szCs w:val="18"/>
        </w:rPr>
      </w:pPr>
    </w:p>
    <w:p w:rsidR="007F1245" w:rsidRDefault="007F1245" w:rsidP="00604DB2">
      <w:pPr>
        <w:rPr>
          <w:sz w:val="18"/>
          <w:szCs w:val="18"/>
        </w:rPr>
      </w:pPr>
    </w:p>
    <w:p w:rsidR="007F1245" w:rsidRPr="007F1245" w:rsidRDefault="007F1245" w:rsidP="007F1245">
      <w:pPr>
        <w:pStyle w:val="newncpi0"/>
        <w:rPr>
          <w:b/>
        </w:rPr>
      </w:pPr>
      <w:bookmarkStart w:id="120" w:name="a35"/>
      <w:bookmarkEnd w:id="120"/>
      <w:r w:rsidRPr="007F1245">
        <w:rPr>
          <w:b/>
        </w:rPr>
        <w:t xml:space="preserve">4. Доля государства в уставном фонде эмитента </w:t>
      </w:r>
      <w:r w:rsidR="007B20B3">
        <w:rPr>
          <w:b/>
        </w:rPr>
        <w:t xml:space="preserve">100 </w:t>
      </w:r>
      <w:r w:rsidRPr="007F1245">
        <w:rPr>
          <w:b/>
        </w:rPr>
        <w:t>% (всего в процентах), в том числе: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2"/>
        <w:gridCol w:w="2830"/>
        <w:gridCol w:w="2793"/>
      </w:tblGrid>
      <w:tr w:rsidR="007F1245" w:rsidRPr="007F1245" w:rsidTr="002E1403">
        <w:trPr>
          <w:trHeight w:val="240"/>
        </w:trPr>
        <w:tc>
          <w:tcPr>
            <w:tcW w:w="22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Вид собственности</w:t>
            </w:r>
          </w:p>
        </w:tc>
        <w:tc>
          <w:tcPr>
            <w:tcW w:w="1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Количество акций, штук</w:t>
            </w:r>
          </w:p>
        </w:tc>
        <w:tc>
          <w:tcPr>
            <w:tcW w:w="13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Доля в уставном фонде, 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Республиканская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Коммунальная - всего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BD4496" w:rsidP="007F12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9 893 054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B20B3" w:rsidP="007F12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8D297F">
              <w:rPr>
                <w:sz w:val="20"/>
                <w:szCs w:val="20"/>
              </w:rPr>
              <w:t>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1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BD4496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  <w:r w:rsidR="008D297F">
              <w:rPr>
                <w:sz w:val="20"/>
                <w:szCs w:val="20"/>
              </w:rPr>
              <w:t xml:space="preserve">                </w:t>
            </w:r>
            <w:r w:rsidR="007B20B3">
              <w:rPr>
                <w:sz w:val="20"/>
                <w:szCs w:val="20"/>
              </w:rPr>
              <w:t xml:space="preserve"> </w:t>
            </w:r>
            <w:r w:rsidR="008D297F">
              <w:rPr>
                <w:sz w:val="20"/>
                <w:szCs w:val="20"/>
              </w:rPr>
              <w:t xml:space="preserve">   </w:t>
            </w:r>
            <w:r w:rsidR="00BD4496">
              <w:rPr>
                <w:sz w:val="20"/>
                <w:szCs w:val="20"/>
              </w:rPr>
              <w:t>9 893 054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  <w:r w:rsidR="007B20B3">
              <w:rPr>
                <w:sz w:val="20"/>
                <w:szCs w:val="20"/>
              </w:rPr>
              <w:t xml:space="preserve">                      100</w:t>
            </w:r>
            <w:r w:rsidR="008D297F">
              <w:rPr>
                <w:sz w:val="20"/>
                <w:szCs w:val="20"/>
              </w:rPr>
              <w:t>%</w:t>
            </w:r>
          </w:p>
        </w:tc>
      </w:tr>
      <w:tr w:rsidR="007F1245" w:rsidRPr="007F1245" w:rsidTr="002E1403">
        <w:trPr>
          <w:trHeight w:val="240"/>
        </w:trPr>
        <w:tc>
          <w:tcPr>
            <w:tcW w:w="224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городская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</w:tbl>
    <w:p w:rsidR="007F1245" w:rsidRPr="007F1245" w:rsidRDefault="007F1245" w:rsidP="007F1245">
      <w:pPr>
        <w:spacing w:before="160" w:after="160"/>
        <w:ind w:firstLine="567"/>
        <w:jc w:val="both"/>
      </w:pPr>
      <w:r w:rsidRPr="007F1245">
        <w:t> </w:t>
      </w:r>
    </w:p>
    <w:p w:rsidR="007F1245" w:rsidRPr="007F1245" w:rsidRDefault="007F1245" w:rsidP="007F1245">
      <w:pPr>
        <w:spacing w:before="160" w:after="160"/>
        <w:jc w:val="both"/>
      </w:pPr>
      <w:r w:rsidRPr="007F1245">
        <w:rPr>
          <w:b/>
        </w:rPr>
        <w:t>5. Количество акционеров</w:t>
      </w:r>
      <w:r w:rsidRPr="007F1245">
        <w:t xml:space="preserve"> - всего </w:t>
      </w:r>
      <w:r w:rsidR="007B20B3">
        <w:t>1</w:t>
      </w:r>
    </w:p>
    <w:p w:rsidR="007F1245" w:rsidRPr="007F1245" w:rsidRDefault="007F1245" w:rsidP="007F1245">
      <w:pPr>
        <w:jc w:val="both"/>
      </w:pPr>
      <w:r w:rsidRPr="007F1245">
        <w:t>В том числе:</w:t>
      </w:r>
    </w:p>
    <w:p w:rsidR="007F1245" w:rsidRPr="007F1245" w:rsidRDefault="007F1245" w:rsidP="007F1245">
      <w:pPr>
        <w:jc w:val="both"/>
      </w:pPr>
      <w:r w:rsidRPr="007F1245">
        <w:t xml:space="preserve">юридических лиц 1, из них нерезидентов Республики Беларусь _________, </w:t>
      </w:r>
    </w:p>
    <w:p w:rsidR="007F1245" w:rsidRPr="007F1245" w:rsidRDefault="007F1245" w:rsidP="007F1245">
      <w:pPr>
        <w:jc w:val="both"/>
      </w:pPr>
      <w:r w:rsidRPr="007F1245">
        <w:t>физических лиц _____, из них нерезидентов Республики Беларусь _________</w:t>
      </w:r>
    </w:p>
    <w:p w:rsidR="007F1245" w:rsidRPr="007F1245" w:rsidRDefault="007F1245" w:rsidP="007F1245">
      <w:pPr>
        <w:spacing w:before="160" w:after="160"/>
        <w:jc w:val="both"/>
        <w:rPr>
          <w:b/>
        </w:rPr>
      </w:pPr>
      <w:r w:rsidRPr="007F1245">
        <w:rPr>
          <w:b/>
        </w:rPr>
        <w:t>6. Информация о дивидендах и акциях:</w:t>
      </w:r>
    </w:p>
    <w:p w:rsidR="007F1245" w:rsidRPr="007F1245" w:rsidRDefault="007F1245" w:rsidP="007F1245">
      <w:pPr>
        <w:spacing w:before="160" w:after="160"/>
        <w:ind w:firstLine="567"/>
        <w:jc w:val="both"/>
      </w:pPr>
      <w:r w:rsidRPr="007F1245">
        <w:t> 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1"/>
        <w:gridCol w:w="2634"/>
        <w:gridCol w:w="1893"/>
        <w:gridCol w:w="1234"/>
        <w:gridCol w:w="2151"/>
      </w:tblGrid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105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</w:p>
          <w:p w:rsidR="007F1245" w:rsidRPr="007F1245" w:rsidRDefault="002E1403" w:rsidP="00A63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="00A63063">
              <w:rPr>
                <w:sz w:val="20"/>
                <w:szCs w:val="20"/>
              </w:rPr>
              <w:t>5,90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-</w:t>
            </w:r>
          </w:p>
          <w:p w:rsidR="007F1245" w:rsidRPr="007F1245" w:rsidRDefault="00A63063" w:rsidP="007F12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тысяч 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A63063" w:rsidP="007F12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Дивиденды, приходящиеся на одну простую (обыкновенную) акцию (включая налоги)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2E1403" w:rsidP="007F12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A63063">
              <w:rPr>
                <w:sz w:val="20"/>
                <w:szCs w:val="20"/>
              </w:rPr>
              <w:t>59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A63063" w:rsidP="002E14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0,0012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приходящиеся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A63063" w:rsidP="007F12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0,0012</w:t>
            </w:r>
            <w:r w:rsidR="007F1245"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 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типа_______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after="60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152807" w:rsidRDefault="007B20B3" w:rsidP="007F124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 201</w:t>
            </w:r>
            <w:r w:rsidR="00A6306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A63063" w:rsidP="00D7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152807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  <w:lang w:val="en-US"/>
              </w:rPr>
              <w:t>3</w:t>
            </w:r>
            <w:r w:rsidR="00152807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  <w:lang w:val="en-US"/>
              </w:rPr>
              <w:t>8</w:t>
            </w:r>
            <w:r w:rsidR="007F1245"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A63063" w:rsidP="00D7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7B20B3">
              <w:rPr>
                <w:sz w:val="20"/>
                <w:szCs w:val="20"/>
              </w:rPr>
              <w:t>.05</w:t>
            </w:r>
            <w:r w:rsidR="007F1245" w:rsidRPr="007F1245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  <w:lang w:val="en-US"/>
              </w:rPr>
              <w:t>8</w:t>
            </w:r>
            <w:r w:rsidR="007F1245"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Обеспеченность акции имуществом общества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рублей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A63063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  <w:r w:rsidR="00A63063">
              <w:rPr>
                <w:sz w:val="20"/>
                <w:szCs w:val="20"/>
              </w:rPr>
              <w:t>5,63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A63063" w:rsidP="008256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 xml:space="preserve">Количество акций, находящихся на балансе общества, - всего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В том числе:</w:t>
            </w:r>
            <w:r w:rsidRPr="007F1245">
              <w:rPr>
                <w:sz w:val="20"/>
                <w:szCs w:val="20"/>
              </w:rPr>
              <w:br/>
              <w:t>поступившие в распоряжение общества: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штук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</w:tr>
      <w:tr w:rsidR="007F1245" w:rsidRPr="007F1245" w:rsidTr="002E1403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238"/>
        </w:trPr>
        <w:tc>
          <w:tcPr>
            <w:tcW w:w="24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приобретенные в целях сокращения общего количества акций: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</w:tr>
      <w:tr w:rsidR="007F1245" w:rsidRPr="007F1245" w:rsidTr="002E1403">
        <w:trPr>
          <w:trHeight w:val="198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дата зачисления акций на счет «депо» общества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штук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121"/>
        </w:trPr>
        <w:tc>
          <w:tcPr>
            <w:tcW w:w="11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line="121" w:lineRule="atLeast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line="121" w:lineRule="atLeast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spacing w:line="121" w:lineRule="atLeast"/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</w:tr>
      <w:tr w:rsidR="007F1245" w:rsidRPr="007F1245" w:rsidTr="002E1403">
        <w:trPr>
          <w:trHeight w:val="238"/>
        </w:trPr>
        <w:tc>
          <w:tcPr>
            <w:tcW w:w="11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 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F1245" w:rsidRPr="007F1245" w:rsidRDefault="007F1245" w:rsidP="007F1245">
            <w:pPr>
              <w:jc w:val="center"/>
              <w:rPr>
                <w:sz w:val="20"/>
                <w:szCs w:val="20"/>
              </w:rPr>
            </w:pPr>
            <w:r w:rsidRPr="007F1245">
              <w:rPr>
                <w:sz w:val="20"/>
                <w:szCs w:val="20"/>
              </w:rPr>
              <w:t>Х</w:t>
            </w:r>
          </w:p>
        </w:tc>
      </w:tr>
    </w:tbl>
    <w:p w:rsidR="007F1245" w:rsidRPr="007F1245" w:rsidRDefault="007F1245" w:rsidP="007F1245">
      <w:pPr>
        <w:spacing w:before="160" w:after="160"/>
        <w:ind w:firstLine="567"/>
        <w:jc w:val="both"/>
      </w:pPr>
      <w:r w:rsidRPr="007F1245">
        <w:t> </w:t>
      </w:r>
    </w:p>
    <w:p w:rsidR="007F1245" w:rsidRPr="007B20B3" w:rsidRDefault="007F1245" w:rsidP="007F1245">
      <w:pPr>
        <w:spacing w:before="160" w:after="160"/>
        <w:jc w:val="both"/>
        <w:rPr>
          <w:u w:val="single"/>
        </w:rPr>
      </w:pPr>
      <w:bookmarkStart w:id="121" w:name="a36"/>
      <w:bookmarkEnd w:id="121"/>
      <w:r w:rsidRPr="007F1245">
        <w:rPr>
          <w:b/>
        </w:rPr>
        <w:t>8. Среднесписочная численность работающих (человек)</w:t>
      </w:r>
      <w:r w:rsidR="007B20B3">
        <w:t xml:space="preserve">  </w:t>
      </w:r>
      <w:r w:rsidR="00A63063">
        <w:rPr>
          <w:u w:val="single"/>
        </w:rPr>
        <w:t>__70</w:t>
      </w:r>
      <w:r w:rsidR="007B20B3">
        <w:rPr>
          <w:u w:val="single"/>
        </w:rPr>
        <w:t>__</w:t>
      </w:r>
    </w:p>
    <w:p w:rsidR="007F1245" w:rsidRPr="007F1245" w:rsidRDefault="007F1245" w:rsidP="007F1245">
      <w:pPr>
        <w:spacing w:before="160" w:after="160"/>
        <w:jc w:val="both"/>
      </w:pPr>
      <w:r w:rsidRPr="007F1245">
        <w:rPr>
          <w:b/>
        </w:rPr>
        <w:t>9. Основные виды продукции или виды деятельности, по которым получено 20 и более процентов выручки от реализации товаров, продукции, работ, услуг (только в составе годового отчета):</w:t>
      </w:r>
      <w:r w:rsidR="00DB4DB6">
        <w:rPr>
          <w:b/>
        </w:rPr>
        <w:t xml:space="preserve"> </w:t>
      </w:r>
      <w:r w:rsidR="00A63063">
        <w:rPr>
          <w:u w:val="single"/>
        </w:rPr>
        <w:t>производство и реализация молока – 48,2%, мясо – 25,8%</w:t>
      </w:r>
      <w:r w:rsidRPr="00DB4DB6">
        <w:rPr>
          <w:u w:val="single"/>
        </w:rPr>
        <w:t>_______________</w:t>
      </w:r>
      <w:r w:rsidR="00DB4DB6">
        <w:rPr>
          <w:u w:val="single"/>
        </w:rPr>
        <w:t xml:space="preserve"> </w:t>
      </w:r>
      <w:r w:rsidRPr="00DB4DB6">
        <w:rPr>
          <w:u w:val="single"/>
        </w:rPr>
        <w:t>_____________________</w:t>
      </w:r>
    </w:p>
    <w:p w:rsidR="007F1245" w:rsidRPr="007F1245" w:rsidRDefault="007F1245" w:rsidP="007F1245">
      <w:pPr>
        <w:spacing w:before="160" w:after="160"/>
        <w:jc w:val="both"/>
      </w:pPr>
      <w:r w:rsidRPr="007F1245">
        <w:t>___________________________________________________________________________________</w:t>
      </w:r>
    </w:p>
    <w:p w:rsidR="007F1245" w:rsidRPr="007F1245" w:rsidRDefault="007F1245" w:rsidP="007F1245">
      <w:pPr>
        <w:spacing w:before="160" w:after="160"/>
        <w:jc w:val="both"/>
      </w:pPr>
      <w:bookmarkStart w:id="122" w:name="a75"/>
      <w:bookmarkEnd w:id="122"/>
      <w:r w:rsidRPr="007F1245">
        <w:rPr>
          <w:b/>
        </w:rPr>
        <w:t>10. Дата проведения годового общего собрания акционеров, на котором утверждены годовой отчет, бухгалтерский баланс, отчет о прибылях и убытках за отчетный</w:t>
      </w:r>
      <w:r w:rsidRPr="007F1245">
        <w:rPr>
          <w:u w:val="single"/>
        </w:rPr>
        <w:t>201</w:t>
      </w:r>
      <w:r w:rsidR="00A63063">
        <w:rPr>
          <w:u w:val="single"/>
        </w:rPr>
        <w:t>8</w:t>
      </w:r>
      <w:r w:rsidRPr="007F1245">
        <w:t> год: </w:t>
      </w:r>
      <w:r w:rsidR="00A63063">
        <w:t>23</w:t>
      </w:r>
      <w:r w:rsidR="00DB4DB6">
        <w:rPr>
          <w:u w:val="single"/>
        </w:rPr>
        <w:t xml:space="preserve"> февраля</w:t>
      </w:r>
      <w:r w:rsidR="00A63063">
        <w:rPr>
          <w:u w:val="single"/>
        </w:rPr>
        <w:t xml:space="preserve"> 2019</w:t>
      </w:r>
      <w:r w:rsidRPr="007F1245">
        <w:rPr>
          <w:u w:val="single"/>
        </w:rPr>
        <w:t xml:space="preserve">г. </w:t>
      </w:r>
      <w:r w:rsidRPr="007F1245">
        <w:t>_____________________________________________________________________________</w:t>
      </w:r>
    </w:p>
    <w:p w:rsidR="007F1245" w:rsidRPr="007F1245" w:rsidRDefault="007F1245" w:rsidP="007F1245">
      <w:pPr>
        <w:spacing w:before="160" w:after="160"/>
        <w:jc w:val="both"/>
        <w:rPr>
          <w:b/>
        </w:rPr>
      </w:pPr>
      <w:bookmarkStart w:id="123" w:name="a37"/>
      <w:bookmarkEnd w:id="123"/>
      <w:r w:rsidRPr="007F1245">
        <w:rPr>
          <w:b/>
        </w:rPr>
        <w:t xml:space="preserve">13. Сведения о применении открытым акционерным обществом Свода правил корпоративного поведения (только в составе годового отчета): </w:t>
      </w:r>
    </w:p>
    <w:p w:rsidR="007F1245" w:rsidRPr="003B72D4" w:rsidRDefault="00DB4DB6" w:rsidP="007F1245">
      <w:pPr>
        <w:spacing w:before="160" w:after="160"/>
        <w:jc w:val="both"/>
        <w:rPr>
          <w:u w:val="single"/>
        </w:rPr>
      </w:pPr>
      <w:r>
        <w:rPr>
          <w:u w:val="single"/>
        </w:rPr>
        <w:t xml:space="preserve">Не применяются   </w:t>
      </w:r>
    </w:p>
    <w:p w:rsidR="007F1245" w:rsidRPr="007F1245" w:rsidRDefault="007F1245" w:rsidP="007F1245">
      <w:pPr>
        <w:spacing w:before="160" w:after="160"/>
        <w:jc w:val="both"/>
      </w:pPr>
      <w:r w:rsidRPr="007F1245">
        <w:rPr>
          <w:b/>
        </w:rPr>
        <w:t>14. Адрес официального сайта открытого акционерного общества в глобальной компьютерной сети Интернет</w:t>
      </w:r>
      <w:r w:rsidRPr="007F1245">
        <w:t xml:space="preserve">  ___________</w:t>
      </w:r>
      <w:r w:rsidR="00DB4DB6">
        <w:rPr>
          <w:u w:val="single"/>
        </w:rPr>
        <w:t>-</w:t>
      </w:r>
      <w:r w:rsidRPr="007F1245">
        <w:t>_______________________________</w:t>
      </w:r>
    </w:p>
    <w:p w:rsidR="007F1245" w:rsidRPr="007F1245" w:rsidRDefault="007F1245" w:rsidP="007F1245">
      <w:pPr>
        <w:spacing w:before="160" w:after="160"/>
        <w:jc w:val="both"/>
      </w:pPr>
    </w:p>
    <w:p w:rsidR="007F1245" w:rsidRPr="007F1245" w:rsidRDefault="007F1245" w:rsidP="007F1245">
      <w:pPr>
        <w:spacing w:before="160" w:after="160"/>
        <w:jc w:val="both"/>
      </w:pPr>
    </w:p>
    <w:p w:rsidR="007F1245" w:rsidRPr="007F1245" w:rsidRDefault="007F1245" w:rsidP="007F1245">
      <w:pPr>
        <w:spacing w:before="160" w:after="160"/>
        <w:jc w:val="both"/>
      </w:pPr>
    </w:p>
    <w:p w:rsidR="007F1245" w:rsidRDefault="00657E5F" w:rsidP="00DB4DB6">
      <w:pPr>
        <w:spacing w:before="160" w:after="160"/>
      </w:pPr>
      <w:r>
        <w:t xml:space="preserve">Руководитель         </w:t>
      </w:r>
      <w:r w:rsidR="00DB4DB6">
        <w:t xml:space="preserve">  ______________________  Т.С. Кудан</w:t>
      </w:r>
    </w:p>
    <w:p w:rsidR="00657E5F" w:rsidRDefault="00657E5F" w:rsidP="00657E5F">
      <w:pPr>
        <w:spacing w:before="160" w:after="160"/>
        <w:jc w:val="center"/>
      </w:pPr>
    </w:p>
    <w:p w:rsidR="00657E5F" w:rsidRPr="007F1245" w:rsidRDefault="00DB4DB6" w:rsidP="00DB4DB6">
      <w:pPr>
        <w:spacing w:before="160" w:after="160"/>
      </w:pPr>
      <w:r>
        <w:t xml:space="preserve">Гл. бухгалтер           </w:t>
      </w:r>
      <w:r w:rsidR="00657E5F">
        <w:t>__</w:t>
      </w:r>
      <w:r>
        <w:t>_____________________ Д.С. Коробейникова</w:t>
      </w:r>
    </w:p>
    <w:p w:rsidR="007F1245" w:rsidRPr="007F1245" w:rsidRDefault="007F1245" w:rsidP="00657E5F">
      <w:pPr>
        <w:spacing w:before="160" w:after="160"/>
        <w:jc w:val="center"/>
      </w:pPr>
    </w:p>
    <w:p w:rsidR="007F1245" w:rsidRPr="007F1245" w:rsidRDefault="007F1245" w:rsidP="007F1245">
      <w:pPr>
        <w:spacing w:before="160" w:after="160"/>
        <w:jc w:val="both"/>
      </w:pPr>
    </w:p>
    <w:p w:rsidR="007F1245" w:rsidRPr="007F1245" w:rsidRDefault="007F1245" w:rsidP="007F1245">
      <w:pPr>
        <w:spacing w:before="160" w:after="160"/>
        <w:jc w:val="both"/>
      </w:pPr>
    </w:p>
    <w:p w:rsidR="007F1245" w:rsidRPr="007F1245" w:rsidRDefault="007F1245" w:rsidP="007F1245">
      <w:pPr>
        <w:spacing w:before="160" w:after="160"/>
        <w:jc w:val="both"/>
      </w:pPr>
    </w:p>
    <w:p w:rsidR="007F1245" w:rsidRPr="007F1245" w:rsidRDefault="007F1245" w:rsidP="007F1245">
      <w:pPr>
        <w:spacing w:before="160" w:after="160"/>
        <w:jc w:val="both"/>
      </w:pPr>
    </w:p>
    <w:p w:rsidR="007F1245" w:rsidRPr="007F1245" w:rsidRDefault="007F1245" w:rsidP="007F1245">
      <w:pPr>
        <w:spacing w:before="160" w:after="160"/>
        <w:jc w:val="both"/>
      </w:pPr>
    </w:p>
    <w:p w:rsidR="007F1245" w:rsidRPr="007F1245" w:rsidRDefault="007F1245" w:rsidP="007F1245">
      <w:pPr>
        <w:spacing w:before="160" w:after="160"/>
        <w:jc w:val="both"/>
      </w:pPr>
    </w:p>
    <w:p w:rsidR="007F1245" w:rsidRPr="007F1245" w:rsidRDefault="007F1245" w:rsidP="007F1245">
      <w:pPr>
        <w:spacing w:before="160" w:after="160"/>
        <w:jc w:val="both"/>
      </w:pPr>
    </w:p>
    <w:p w:rsidR="007F1245" w:rsidRPr="007F1245" w:rsidRDefault="007F1245" w:rsidP="007F1245">
      <w:pPr>
        <w:spacing w:before="160" w:after="160"/>
        <w:jc w:val="both"/>
      </w:pPr>
    </w:p>
    <w:p w:rsidR="00604DB2" w:rsidRPr="00545198" w:rsidRDefault="00604DB2" w:rsidP="00604DB2">
      <w:pPr>
        <w:rPr>
          <w:sz w:val="18"/>
          <w:szCs w:val="18"/>
        </w:rPr>
      </w:pPr>
    </w:p>
    <w:sectPr w:rsidR="00604DB2" w:rsidRPr="00545198" w:rsidSect="00657E5F">
      <w:headerReference w:type="even" r:id="rId8"/>
      <w:footerReference w:type="even" r:id="rId9"/>
      <w:headerReference w:type="first" r:id="rId10"/>
      <w:pgSz w:w="11905" w:h="16837" w:code="9"/>
      <w:pgMar w:top="142" w:right="851" w:bottom="567" w:left="85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8FE" w:rsidRDefault="002178FE" w:rsidP="00D868CA">
      <w:r>
        <w:separator/>
      </w:r>
    </w:p>
  </w:endnote>
  <w:endnote w:type="continuationSeparator" w:id="0">
    <w:p w:rsidR="002178FE" w:rsidRDefault="002178FE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0B3" w:rsidRDefault="00D021E8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B20B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B20B3">
      <w:rPr>
        <w:rStyle w:val="ae"/>
        <w:noProof/>
      </w:rPr>
      <w:t>10</w:t>
    </w:r>
    <w:r>
      <w:rPr>
        <w:rStyle w:val="ae"/>
      </w:rPr>
      <w:fldChar w:fldCharType="end"/>
    </w:r>
  </w:p>
  <w:p w:rsidR="007B20B3" w:rsidRDefault="007B20B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8FE" w:rsidRDefault="002178FE" w:rsidP="00D868CA">
      <w:r>
        <w:separator/>
      </w:r>
    </w:p>
  </w:footnote>
  <w:footnote w:type="continuationSeparator" w:id="0">
    <w:p w:rsidR="002178FE" w:rsidRDefault="002178FE" w:rsidP="00D86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0B3" w:rsidRDefault="00D021E8" w:rsidP="00B844E0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B20B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20B3" w:rsidRDefault="007B20B3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0B3" w:rsidRDefault="007B20B3">
    <w:pPr>
      <w:pStyle w:val="a6"/>
      <w:jc w:val="center"/>
    </w:pPr>
  </w:p>
  <w:p w:rsidR="007B20B3" w:rsidRDefault="007B20B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153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4F85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7EFD"/>
    <w:rsid w:val="00050B08"/>
    <w:rsid w:val="00050BD3"/>
    <w:rsid w:val="00051677"/>
    <w:rsid w:val="0005296E"/>
    <w:rsid w:val="00052B87"/>
    <w:rsid w:val="000530BB"/>
    <w:rsid w:val="00053850"/>
    <w:rsid w:val="00060F03"/>
    <w:rsid w:val="0006360D"/>
    <w:rsid w:val="0006547D"/>
    <w:rsid w:val="00070204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11BC"/>
    <w:rsid w:val="00092AF4"/>
    <w:rsid w:val="000939AD"/>
    <w:rsid w:val="00094A4E"/>
    <w:rsid w:val="000A0C4C"/>
    <w:rsid w:val="000A5D15"/>
    <w:rsid w:val="000A64C3"/>
    <w:rsid w:val="000A6FBD"/>
    <w:rsid w:val="000B0380"/>
    <w:rsid w:val="000B3538"/>
    <w:rsid w:val="000B421A"/>
    <w:rsid w:val="000C195C"/>
    <w:rsid w:val="000C4108"/>
    <w:rsid w:val="000C4C38"/>
    <w:rsid w:val="000C719A"/>
    <w:rsid w:val="000D0216"/>
    <w:rsid w:val="000D0B13"/>
    <w:rsid w:val="000D3B41"/>
    <w:rsid w:val="000D6481"/>
    <w:rsid w:val="000D7437"/>
    <w:rsid w:val="000D79BC"/>
    <w:rsid w:val="000D7C64"/>
    <w:rsid w:val="000E24B4"/>
    <w:rsid w:val="000E3F53"/>
    <w:rsid w:val="000F1AA2"/>
    <w:rsid w:val="000F21B6"/>
    <w:rsid w:val="000F5C1F"/>
    <w:rsid w:val="000F634F"/>
    <w:rsid w:val="000F708D"/>
    <w:rsid w:val="00103968"/>
    <w:rsid w:val="00104E3A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43E9"/>
    <w:rsid w:val="00135A20"/>
    <w:rsid w:val="00136151"/>
    <w:rsid w:val="0013798A"/>
    <w:rsid w:val="00142C71"/>
    <w:rsid w:val="00142D91"/>
    <w:rsid w:val="00143632"/>
    <w:rsid w:val="00145476"/>
    <w:rsid w:val="00146C09"/>
    <w:rsid w:val="00147ADA"/>
    <w:rsid w:val="00150C4A"/>
    <w:rsid w:val="001519E6"/>
    <w:rsid w:val="00152807"/>
    <w:rsid w:val="00154E01"/>
    <w:rsid w:val="00155F63"/>
    <w:rsid w:val="00162572"/>
    <w:rsid w:val="00166621"/>
    <w:rsid w:val="00170C17"/>
    <w:rsid w:val="001724D4"/>
    <w:rsid w:val="00173AE0"/>
    <w:rsid w:val="00174BD5"/>
    <w:rsid w:val="00181AD3"/>
    <w:rsid w:val="00183675"/>
    <w:rsid w:val="001854D0"/>
    <w:rsid w:val="00185E16"/>
    <w:rsid w:val="0018621E"/>
    <w:rsid w:val="00186247"/>
    <w:rsid w:val="00196C79"/>
    <w:rsid w:val="001A05E2"/>
    <w:rsid w:val="001A1617"/>
    <w:rsid w:val="001A4113"/>
    <w:rsid w:val="001A4376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497A"/>
    <w:rsid w:val="002053EF"/>
    <w:rsid w:val="00206B90"/>
    <w:rsid w:val="00206E17"/>
    <w:rsid w:val="00211CE0"/>
    <w:rsid w:val="0021595A"/>
    <w:rsid w:val="00215D61"/>
    <w:rsid w:val="002178FE"/>
    <w:rsid w:val="00220198"/>
    <w:rsid w:val="00220686"/>
    <w:rsid w:val="00221C46"/>
    <w:rsid w:val="00227984"/>
    <w:rsid w:val="00235A41"/>
    <w:rsid w:val="002370F4"/>
    <w:rsid w:val="0024027E"/>
    <w:rsid w:val="00245185"/>
    <w:rsid w:val="00247DE9"/>
    <w:rsid w:val="0025040F"/>
    <w:rsid w:val="00250C71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76EA6"/>
    <w:rsid w:val="00277A60"/>
    <w:rsid w:val="002826B0"/>
    <w:rsid w:val="00282C11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2142"/>
    <w:rsid w:val="002D36B8"/>
    <w:rsid w:val="002D51CF"/>
    <w:rsid w:val="002D5869"/>
    <w:rsid w:val="002E1403"/>
    <w:rsid w:val="002E162E"/>
    <w:rsid w:val="002E1FC8"/>
    <w:rsid w:val="002E2AB2"/>
    <w:rsid w:val="002E5C65"/>
    <w:rsid w:val="002E655A"/>
    <w:rsid w:val="002E7942"/>
    <w:rsid w:val="002F2857"/>
    <w:rsid w:val="002F31DF"/>
    <w:rsid w:val="002F4427"/>
    <w:rsid w:val="002F5199"/>
    <w:rsid w:val="00300C11"/>
    <w:rsid w:val="00301926"/>
    <w:rsid w:val="00303126"/>
    <w:rsid w:val="00305A35"/>
    <w:rsid w:val="00311BDF"/>
    <w:rsid w:val="00312337"/>
    <w:rsid w:val="003154C8"/>
    <w:rsid w:val="00317013"/>
    <w:rsid w:val="003207F6"/>
    <w:rsid w:val="00321E87"/>
    <w:rsid w:val="00323498"/>
    <w:rsid w:val="00324BF1"/>
    <w:rsid w:val="00326122"/>
    <w:rsid w:val="003272D0"/>
    <w:rsid w:val="003310ED"/>
    <w:rsid w:val="00333B05"/>
    <w:rsid w:val="00343806"/>
    <w:rsid w:val="0034568B"/>
    <w:rsid w:val="00345E71"/>
    <w:rsid w:val="003505E9"/>
    <w:rsid w:val="003508BD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32FD"/>
    <w:rsid w:val="0038692D"/>
    <w:rsid w:val="0039511E"/>
    <w:rsid w:val="00396181"/>
    <w:rsid w:val="00397BB0"/>
    <w:rsid w:val="003A041D"/>
    <w:rsid w:val="003A4111"/>
    <w:rsid w:val="003A41F1"/>
    <w:rsid w:val="003A435A"/>
    <w:rsid w:val="003B07AD"/>
    <w:rsid w:val="003B17E1"/>
    <w:rsid w:val="003B72D4"/>
    <w:rsid w:val="003C2104"/>
    <w:rsid w:val="003C309E"/>
    <w:rsid w:val="003C3484"/>
    <w:rsid w:val="003C362B"/>
    <w:rsid w:val="003C423D"/>
    <w:rsid w:val="003C57FF"/>
    <w:rsid w:val="003C6222"/>
    <w:rsid w:val="003D1598"/>
    <w:rsid w:val="003D49CD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7676"/>
    <w:rsid w:val="0043182D"/>
    <w:rsid w:val="00432770"/>
    <w:rsid w:val="00436EA0"/>
    <w:rsid w:val="00442CF1"/>
    <w:rsid w:val="004444D6"/>
    <w:rsid w:val="0044454E"/>
    <w:rsid w:val="0044529E"/>
    <w:rsid w:val="00454E5E"/>
    <w:rsid w:val="0045540D"/>
    <w:rsid w:val="00455D75"/>
    <w:rsid w:val="004575CD"/>
    <w:rsid w:val="004603CC"/>
    <w:rsid w:val="004643C4"/>
    <w:rsid w:val="00465FE2"/>
    <w:rsid w:val="00466A5F"/>
    <w:rsid w:val="00471234"/>
    <w:rsid w:val="00471A63"/>
    <w:rsid w:val="00472628"/>
    <w:rsid w:val="004726CF"/>
    <w:rsid w:val="00473A67"/>
    <w:rsid w:val="00473B8E"/>
    <w:rsid w:val="00476D28"/>
    <w:rsid w:val="004776E5"/>
    <w:rsid w:val="00480B26"/>
    <w:rsid w:val="00480F2D"/>
    <w:rsid w:val="00481658"/>
    <w:rsid w:val="0048431B"/>
    <w:rsid w:val="00485599"/>
    <w:rsid w:val="00493507"/>
    <w:rsid w:val="00495D77"/>
    <w:rsid w:val="004A040C"/>
    <w:rsid w:val="004A1731"/>
    <w:rsid w:val="004A3313"/>
    <w:rsid w:val="004A41E8"/>
    <w:rsid w:val="004A4B84"/>
    <w:rsid w:val="004A7897"/>
    <w:rsid w:val="004A7FF9"/>
    <w:rsid w:val="004B0006"/>
    <w:rsid w:val="004B0273"/>
    <w:rsid w:val="004B3E05"/>
    <w:rsid w:val="004B4317"/>
    <w:rsid w:val="004B463D"/>
    <w:rsid w:val="004C0B1E"/>
    <w:rsid w:val="004C18EA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3640"/>
    <w:rsid w:val="004E4FDB"/>
    <w:rsid w:val="004E59AD"/>
    <w:rsid w:val="004E6147"/>
    <w:rsid w:val="004E6D7A"/>
    <w:rsid w:val="004E71BB"/>
    <w:rsid w:val="004F3D2E"/>
    <w:rsid w:val="004F40A1"/>
    <w:rsid w:val="004F41BF"/>
    <w:rsid w:val="004F4994"/>
    <w:rsid w:val="00502BF5"/>
    <w:rsid w:val="005075F8"/>
    <w:rsid w:val="0051009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E9A"/>
    <w:rsid w:val="005B6673"/>
    <w:rsid w:val="005B7AB6"/>
    <w:rsid w:val="005C153A"/>
    <w:rsid w:val="005C5B1D"/>
    <w:rsid w:val="005C7DB2"/>
    <w:rsid w:val="005C7EE0"/>
    <w:rsid w:val="005D0ACE"/>
    <w:rsid w:val="005D203C"/>
    <w:rsid w:val="005D4322"/>
    <w:rsid w:val="005D4C21"/>
    <w:rsid w:val="005E0023"/>
    <w:rsid w:val="005E2248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DB2"/>
    <w:rsid w:val="006061FE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314F"/>
    <w:rsid w:val="00643F20"/>
    <w:rsid w:val="0065091D"/>
    <w:rsid w:val="00657C73"/>
    <w:rsid w:val="00657E5F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5DFE"/>
    <w:rsid w:val="0068698F"/>
    <w:rsid w:val="0069118F"/>
    <w:rsid w:val="006A26AA"/>
    <w:rsid w:val="006A41B7"/>
    <w:rsid w:val="006A77DC"/>
    <w:rsid w:val="006A785A"/>
    <w:rsid w:val="006C5510"/>
    <w:rsid w:val="006C77BE"/>
    <w:rsid w:val="006D18CB"/>
    <w:rsid w:val="006D2CE9"/>
    <w:rsid w:val="006D4180"/>
    <w:rsid w:val="006D4BB0"/>
    <w:rsid w:val="006D596F"/>
    <w:rsid w:val="006D5C45"/>
    <w:rsid w:val="006D631B"/>
    <w:rsid w:val="006D76A0"/>
    <w:rsid w:val="006E342A"/>
    <w:rsid w:val="006E491D"/>
    <w:rsid w:val="006E79BB"/>
    <w:rsid w:val="006E7BC5"/>
    <w:rsid w:val="006F0323"/>
    <w:rsid w:val="006F1284"/>
    <w:rsid w:val="006F7E0A"/>
    <w:rsid w:val="00701BDA"/>
    <w:rsid w:val="00701BFF"/>
    <w:rsid w:val="0070269A"/>
    <w:rsid w:val="0070609E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16D1"/>
    <w:rsid w:val="00752C83"/>
    <w:rsid w:val="00754647"/>
    <w:rsid w:val="00754E43"/>
    <w:rsid w:val="007559DB"/>
    <w:rsid w:val="00755BEC"/>
    <w:rsid w:val="00761BE2"/>
    <w:rsid w:val="00762B6B"/>
    <w:rsid w:val="00764178"/>
    <w:rsid w:val="00766153"/>
    <w:rsid w:val="00771518"/>
    <w:rsid w:val="00771EC8"/>
    <w:rsid w:val="007751EE"/>
    <w:rsid w:val="007751F3"/>
    <w:rsid w:val="00775462"/>
    <w:rsid w:val="00780BB8"/>
    <w:rsid w:val="007810CB"/>
    <w:rsid w:val="0078171F"/>
    <w:rsid w:val="00784670"/>
    <w:rsid w:val="007859F5"/>
    <w:rsid w:val="007868F6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A02B0"/>
    <w:rsid w:val="007A2781"/>
    <w:rsid w:val="007A60E2"/>
    <w:rsid w:val="007B20B3"/>
    <w:rsid w:val="007B3702"/>
    <w:rsid w:val="007B3F99"/>
    <w:rsid w:val="007C0C19"/>
    <w:rsid w:val="007C1624"/>
    <w:rsid w:val="007C1CC1"/>
    <w:rsid w:val="007C1F78"/>
    <w:rsid w:val="007C27F4"/>
    <w:rsid w:val="007D0EEC"/>
    <w:rsid w:val="007D33DD"/>
    <w:rsid w:val="007D5D2F"/>
    <w:rsid w:val="007E5A8B"/>
    <w:rsid w:val="007F1245"/>
    <w:rsid w:val="007F2A56"/>
    <w:rsid w:val="007F73D2"/>
    <w:rsid w:val="007F7DEF"/>
    <w:rsid w:val="00804EC8"/>
    <w:rsid w:val="008053A7"/>
    <w:rsid w:val="008119A6"/>
    <w:rsid w:val="0081292B"/>
    <w:rsid w:val="008172A5"/>
    <w:rsid w:val="008179EC"/>
    <w:rsid w:val="008209B4"/>
    <w:rsid w:val="008220CD"/>
    <w:rsid w:val="00823E9B"/>
    <w:rsid w:val="0082530E"/>
    <w:rsid w:val="0082566E"/>
    <w:rsid w:val="008259B2"/>
    <w:rsid w:val="00834D26"/>
    <w:rsid w:val="00836A80"/>
    <w:rsid w:val="00841102"/>
    <w:rsid w:val="00842A7B"/>
    <w:rsid w:val="0084514C"/>
    <w:rsid w:val="00845C3A"/>
    <w:rsid w:val="00854E75"/>
    <w:rsid w:val="008565B2"/>
    <w:rsid w:val="00860CFF"/>
    <w:rsid w:val="00861EF8"/>
    <w:rsid w:val="00863913"/>
    <w:rsid w:val="00867EAB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89F"/>
    <w:rsid w:val="008A13A8"/>
    <w:rsid w:val="008A44A2"/>
    <w:rsid w:val="008A73DC"/>
    <w:rsid w:val="008A7C6C"/>
    <w:rsid w:val="008B2FE4"/>
    <w:rsid w:val="008C2832"/>
    <w:rsid w:val="008C367D"/>
    <w:rsid w:val="008C60BB"/>
    <w:rsid w:val="008C6616"/>
    <w:rsid w:val="008C798C"/>
    <w:rsid w:val="008D297F"/>
    <w:rsid w:val="008D3C53"/>
    <w:rsid w:val="008D6F27"/>
    <w:rsid w:val="008E1C3F"/>
    <w:rsid w:val="008E2BE3"/>
    <w:rsid w:val="008E31AA"/>
    <w:rsid w:val="008E7F3B"/>
    <w:rsid w:val="008F57A4"/>
    <w:rsid w:val="008F5D38"/>
    <w:rsid w:val="008F5F10"/>
    <w:rsid w:val="009010EC"/>
    <w:rsid w:val="00901440"/>
    <w:rsid w:val="00902E19"/>
    <w:rsid w:val="0090639E"/>
    <w:rsid w:val="00907952"/>
    <w:rsid w:val="0091016B"/>
    <w:rsid w:val="00910D85"/>
    <w:rsid w:val="009122DD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5094"/>
    <w:rsid w:val="009663F6"/>
    <w:rsid w:val="00966FAA"/>
    <w:rsid w:val="00967243"/>
    <w:rsid w:val="00970E5C"/>
    <w:rsid w:val="0097341C"/>
    <w:rsid w:val="009735EF"/>
    <w:rsid w:val="00986BB7"/>
    <w:rsid w:val="009878EB"/>
    <w:rsid w:val="009879CA"/>
    <w:rsid w:val="00995A12"/>
    <w:rsid w:val="009973C7"/>
    <w:rsid w:val="00997EBE"/>
    <w:rsid w:val="009A0CF7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43B8"/>
    <w:rsid w:val="009C5669"/>
    <w:rsid w:val="009C6773"/>
    <w:rsid w:val="009C78F7"/>
    <w:rsid w:val="009D136C"/>
    <w:rsid w:val="009D2F7C"/>
    <w:rsid w:val="009D3A6B"/>
    <w:rsid w:val="009D52EC"/>
    <w:rsid w:val="009D7410"/>
    <w:rsid w:val="009E7B15"/>
    <w:rsid w:val="009F0188"/>
    <w:rsid w:val="009F1C1B"/>
    <w:rsid w:val="009F5F06"/>
    <w:rsid w:val="00A003E6"/>
    <w:rsid w:val="00A05793"/>
    <w:rsid w:val="00A05F00"/>
    <w:rsid w:val="00A12317"/>
    <w:rsid w:val="00A12463"/>
    <w:rsid w:val="00A12E2F"/>
    <w:rsid w:val="00A13C37"/>
    <w:rsid w:val="00A13DEC"/>
    <w:rsid w:val="00A21442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3063"/>
    <w:rsid w:val="00A6342A"/>
    <w:rsid w:val="00A63512"/>
    <w:rsid w:val="00A6448A"/>
    <w:rsid w:val="00A6588D"/>
    <w:rsid w:val="00A667FB"/>
    <w:rsid w:val="00A712A7"/>
    <w:rsid w:val="00A7216A"/>
    <w:rsid w:val="00A77C06"/>
    <w:rsid w:val="00A77E3C"/>
    <w:rsid w:val="00A8002C"/>
    <w:rsid w:val="00A812C9"/>
    <w:rsid w:val="00A834B5"/>
    <w:rsid w:val="00A84358"/>
    <w:rsid w:val="00A872FC"/>
    <w:rsid w:val="00A9699E"/>
    <w:rsid w:val="00AA094C"/>
    <w:rsid w:val="00AA407E"/>
    <w:rsid w:val="00AA42AF"/>
    <w:rsid w:val="00AA4B48"/>
    <w:rsid w:val="00AA4BE2"/>
    <w:rsid w:val="00AA772D"/>
    <w:rsid w:val="00AB3309"/>
    <w:rsid w:val="00AB3708"/>
    <w:rsid w:val="00AC06A3"/>
    <w:rsid w:val="00AC453C"/>
    <w:rsid w:val="00AC55F6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159A"/>
    <w:rsid w:val="00B13B8F"/>
    <w:rsid w:val="00B16F4F"/>
    <w:rsid w:val="00B23D75"/>
    <w:rsid w:val="00B25D72"/>
    <w:rsid w:val="00B27AA0"/>
    <w:rsid w:val="00B318F8"/>
    <w:rsid w:val="00B33DBC"/>
    <w:rsid w:val="00B34093"/>
    <w:rsid w:val="00B3446C"/>
    <w:rsid w:val="00B34C40"/>
    <w:rsid w:val="00B3593A"/>
    <w:rsid w:val="00B446DD"/>
    <w:rsid w:val="00B46A38"/>
    <w:rsid w:val="00B47368"/>
    <w:rsid w:val="00B4788E"/>
    <w:rsid w:val="00B525AF"/>
    <w:rsid w:val="00B5364F"/>
    <w:rsid w:val="00B54D67"/>
    <w:rsid w:val="00B5582C"/>
    <w:rsid w:val="00B56934"/>
    <w:rsid w:val="00B60915"/>
    <w:rsid w:val="00B63FE6"/>
    <w:rsid w:val="00B64A9F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12CC"/>
    <w:rsid w:val="00B94763"/>
    <w:rsid w:val="00B950E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4B45"/>
    <w:rsid w:val="00BB5C8E"/>
    <w:rsid w:val="00BB7C50"/>
    <w:rsid w:val="00BC08C7"/>
    <w:rsid w:val="00BC2DFC"/>
    <w:rsid w:val="00BC3E00"/>
    <w:rsid w:val="00BC3F3E"/>
    <w:rsid w:val="00BC6AFB"/>
    <w:rsid w:val="00BC712C"/>
    <w:rsid w:val="00BD08CC"/>
    <w:rsid w:val="00BD4496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53C6"/>
    <w:rsid w:val="00C175BA"/>
    <w:rsid w:val="00C277EA"/>
    <w:rsid w:val="00C30484"/>
    <w:rsid w:val="00C31178"/>
    <w:rsid w:val="00C32869"/>
    <w:rsid w:val="00C33F70"/>
    <w:rsid w:val="00C34B92"/>
    <w:rsid w:val="00C34DE2"/>
    <w:rsid w:val="00C4088C"/>
    <w:rsid w:val="00C42DF9"/>
    <w:rsid w:val="00C43A4D"/>
    <w:rsid w:val="00C45A09"/>
    <w:rsid w:val="00C50DC3"/>
    <w:rsid w:val="00C51ECA"/>
    <w:rsid w:val="00C53BC5"/>
    <w:rsid w:val="00C5667E"/>
    <w:rsid w:val="00C5682A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21E8"/>
    <w:rsid w:val="00D0312B"/>
    <w:rsid w:val="00D03661"/>
    <w:rsid w:val="00D07527"/>
    <w:rsid w:val="00D1084B"/>
    <w:rsid w:val="00D108CF"/>
    <w:rsid w:val="00D12C5A"/>
    <w:rsid w:val="00D12D86"/>
    <w:rsid w:val="00D133CB"/>
    <w:rsid w:val="00D13424"/>
    <w:rsid w:val="00D13E35"/>
    <w:rsid w:val="00D142C1"/>
    <w:rsid w:val="00D15461"/>
    <w:rsid w:val="00D165F1"/>
    <w:rsid w:val="00D17192"/>
    <w:rsid w:val="00D17E10"/>
    <w:rsid w:val="00D20BB4"/>
    <w:rsid w:val="00D22248"/>
    <w:rsid w:val="00D23E6C"/>
    <w:rsid w:val="00D248E0"/>
    <w:rsid w:val="00D24B27"/>
    <w:rsid w:val="00D305BE"/>
    <w:rsid w:val="00D31066"/>
    <w:rsid w:val="00D41C04"/>
    <w:rsid w:val="00D45BC4"/>
    <w:rsid w:val="00D47878"/>
    <w:rsid w:val="00D533E7"/>
    <w:rsid w:val="00D53FE2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3AB6"/>
    <w:rsid w:val="00D74B33"/>
    <w:rsid w:val="00D77AB9"/>
    <w:rsid w:val="00D84F65"/>
    <w:rsid w:val="00D853F5"/>
    <w:rsid w:val="00D85BF9"/>
    <w:rsid w:val="00D868CA"/>
    <w:rsid w:val="00D86AB3"/>
    <w:rsid w:val="00D9016D"/>
    <w:rsid w:val="00D92BBE"/>
    <w:rsid w:val="00D96808"/>
    <w:rsid w:val="00DB0631"/>
    <w:rsid w:val="00DB421B"/>
    <w:rsid w:val="00DB4DB6"/>
    <w:rsid w:val="00DB5409"/>
    <w:rsid w:val="00DB59D6"/>
    <w:rsid w:val="00DC0BED"/>
    <w:rsid w:val="00DC16B5"/>
    <w:rsid w:val="00DC4573"/>
    <w:rsid w:val="00DC55FB"/>
    <w:rsid w:val="00DD1701"/>
    <w:rsid w:val="00DD21AB"/>
    <w:rsid w:val="00DD5285"/>
    <w:rsid w:val="00DE1D1C"/>
    <w:rsid w:val="00DE2540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07906"/>
    <w:rsid w:val="00E11FFB"/>
    <w:rsid w:val="00E17834"/>
    <w:rsid w:val="00E208AD"/>
    <w:rsid w:val="00E22F53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52D17"/>
    <w:rsid w:val="00E54263"/>
    <w:rsid w:val="00E54592"/>
    <w:rsid w:val="00E5507A"/>
    <w:rsid w:val="00E55381"/>
    <w:rsid w:val="00E601A9"/>
    <w:rsid w:val="00E602D4"/>
    <w:rsid w:val="00E620D4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2920"/>
    <w:rsid w:val="00E95246"/>
    <w:rsid w:val="00E9660F"/>
    <w:rsid w:val="00EA053C"/>
    <w:rsid w:val="00EA179D"/>
    <w:rsid w:val="00EA2CF7"/>
    <w:rsid w:val="00EA3428"/>
    <w:rsid w:val="00EA47C4"/>
    <w:rsid w:val="00EB0200"/>
    <w:rsid w:val="00EB645B"/>
    <w:rsid w:val="00EB75DC"/>
    <w:rsid w:val="00EC1E20"/>
    <w:rsid w:val="00EC39E1"/>
    <w:rsid w:val="00EC5D67"/>
    <w:rsid w:val="00ED5493"/>
    <w:rsid w:val="00EE338D"/>
    <w:rsid w:val="00EE3759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4544"/>
    <w:rsid w:val="00F45A90"/>
    <w:rsid w:val="00F46B52"/>
    <w:rsid w:val="00F50AE5"/>
    <w:rsid w:val="00F515C8"/>
    <w:rsid w:val="00F51DD6"/>
    <w:rsid w:val="00F54B20"/>
    <w:rsid w:val="00F55064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5FF4"/>
    <w:rsid w:val="00FB668D"/>
    <w:rsid w:val="00FB6AF0"/>
    <w:rsid w:val="00FB7544"/>
    <w:rsid w:val="00FC270A"/>
    <w:rsid w:val="00FC3DD8"/>
    <w:rsid w:val="00FC4D39"/>
    <w:rsid w:val="00FC69C3"/>
    <w:rsid w:val="00FD1A33"/>
    <w:rsid w:val="00FD3A94"/>
    <w:rsid w:val="00FD66B4"/>
    <w:rsid w:val="00FD687E"/>
    <w:rsid w:val="00FE03DB"/>
    <w:rsid w:val="00FE34C6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7C7359-DA61-40B9-8A4A-0BF046B8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semiHidden/>
    <w:rsid w:val="00C82253"/>
    <w:rPr>
      <w:sz w:val="16"/>
      <w:szCs w:val="16"/>
    </w:rPr>
  </w:style>
  <w:style w:type="paragraph" w:styleId="af1">
    <w:name w:val="annotation text"/>
    <w:basedOn w:val="a"/>
    <w:link w:val="af2"/>
    <w:semiHidden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semiHidden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customStyle="1" w:styleId="newncpi0">
    <w:name w:val="newncpi0"/>
    <w:basedOn w:val="a"/>
    <w:rsid w:val="007F1245"/>
    <w:pPr>
      <w:spacing w:before="160" w:after="1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IVC\Mshp\TEMPLATE\&#1073;&#1083;&#1072;&#1085;&#1082;_20160sx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5AD9C-4DF3-4D6D-861D-327EFA99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бланк_20160sx</Template>
  <TotalTime>0</TotalTime>
  <Pages>6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11553</CharactersWithSpaces>
  <SharedDoc>false</SharedDoc>
  <HLinks>
    <vt:vector size="6" baseType="variant"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http://ww.belstat.gov.dy/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Borbet</dc:creator>
  <cp:lastModifiedBy>Tolochko Ekaterina</cp:lastModifiedBy>
  <cp:revision>2</cp:revision>
  <cp:lastPrinted>2016-01-21T08:05:00Z</cp:lastPrinted>
  <dcterms:created xsi:type="dcterms:W3CDTF">2019-02-25T12:35:00Z</dcterms:created>
  <dcterms:modified xsi:type="dcterms:W3CDTF">2019-02-25T12:35:00Z</dcterms:modified>
</cp:coreProperties>
</file>