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771" w:rsidRDefault="00312771" w:rsidP="00CB718F">
      <w:pPr>
        <w:jc w:val="center"/>
        <w:rPr>
          <w:b/>
          <w:bCs/>
        </w:rPr>
      </w:pPr>
      <w:r w:rsidRPr="002E38F3">
        <w:rPr>
          <w:b/>
          <w:bCs/>
        </w:rPr>
        <w:t>Информационное сообщение</w:t>
      </w:r>
    </w:p>
    <w:p w:rsidR="00312771" w:rsidRPr="00CB718F" w:rsidRDefault="00312771" w:rsidP="00CB718F">
      <w:pPr>
        <w:jc w:val="center"/>
        <w:rPr>
          <w:b/>
          <w:bCs/>
          <w:sz w:val="16"/>
          <w:szCs w:val="16"/>
        </w:rPr>
      </w:pPr>
    </w:p>
    <w:p w:rsidR="00312771" w:rsidRDefault="00312771" w:rsidP="00CB718F">
      <w:pPr>
        <w:jc w:val="center"/>
      </w:pPr>
      <w:r>
        <w:t>о формировании реестра владельцев ценных бумаг ОАО «ОРС Гомель» для составления списка лиц, имеющих право на участие в очередном общем собрании акционеров</w:t>
      </w:r>
    </w:p>
    <w:p w:rsidR="00312771" w:rsidRDefault="00312771" w:rsidP="00CB718F"/>
    <w:p w:rsidR="00312771" w:rsidRPr="002E38F3" w:rsidRDefault="00312771" w:rsidP="00CB718F">
      <w:pPr>
        <w:ind w:firstLine="709"/>
        <w:jc w:val="both"/>
      </w:pPr>
      <w:r w:rsidRPr="003D3228">
        <w:t>ОАО «</w:t>
      </w:r>
      <w:r>
        <w:t>ОРС Гомель</w:t>
      </w:r>
      <w:r w:rsidRPr="003D3228">
        <w:t>»</w:t>
      </w:r>
      <w:r>
        <w:t>, расположенное по адресу</w:t>
      </w:r>
      <w:r w:rsidRPr="002E38F3">
        <w:t xml:space="preserve">: </w:t>
      </w:r>
      <w:r w:rsidRPr="003D3228">
        <w:t>г.</w:t>
      </w:r>
      <w:r>
        <w:t xml:space="preserve"> Гомель</w:t>
      </w:r>
      <w:r w:rsidRPr="003D3228">
        <w:t>, ул.</w:t>
      </w:r>
      <w:r>
        <w:t xml:space="preserve"> Калинина, 14</w:t>
      </w:r>
      <w:r w:rsidRPr="002E38F3">
        <w:t xml:space="preserve"> </w:t>
      </w:r>
      <w:r>
        <w:t xml:space="preserve">настоящим информирует, что на основании решения наблюдательного совета (протокол от </w:t>
      </w:r>
      <w:r w:rsidRPr="0026444B">
        <w:t>28.02.2018 №32)</w:t>
      </w:r>
      <w:r>
        <w:t xml:space="preserve"> осуществляется формирование реестра владельцев ценных бумаг по состоянию на 01 марта 2018 года для проведения очередного общего собрания акционеров, которое состоится 30 марта 2018 года.</w:t>
      </w:r>
    </w:p>
    <w:p w:rsidR="00312771" w:rsidRDefault="00312771" w:rsidP="00CB718F">
      <w:pPr>
        <w:rPr>
          <w:sz w:val="26"/>
          <w:szCs w:val="26"/>
        </w:rPr>
      </w:pPr>
    </w:p>
    <w:p w:rsidR="00312771" w:rsidRDefault="00312771" w:rsidP="00CB718F">
      <w:pPr>
        <w:rPr>
          <w:sz w:val="26"/>
          <w:szCs w:val="26"/>
        </w:rPr>
      </w:pPr>
    </w:p>
    <w:p w:rsidR="00312771" w:rsidRPr="00CB718F" w:rsidRDefault="00312771" w:rsidP="00CB718F">
      <w:r w:rsidRPr="00CB718F">
        <w:t>Директор</w:t>
      </w:r>
      <w:r w:rsidRPr="00CB718F">
        <w:tab/>
      </w:r>
      <w:r w:rsidRPr="00CB718F">
        <w:tab/>
      </w:r>
      <w:r w:rsidRPr="00CB718F">
        <w:tab/>
      </w:r>
      <w:r w:rsidRPr="00CB718F">
        <w:tab/>
      </w:r>
      <w:r w:rsidRPr="00CB718F">
        <w:tab/>
      </w:r>
      <w:r w:rsidRPr="00CB718F">
        <w:tab/>
      </w:r>
      <w:r w:rsidRPr="00CB718F">
        <w:tab/>
      </w:r>
      <w:r w:rsidRPr="00CB718F">
        <w:tab/>
      </w:r>
      <w:r w:rsidRPr="00CB718F">
        <w:tab/>
        <w:t>А.В. Доличев</w:t>
      </w:r>
    </w:p>
    <w:p w:rsidR="00312771" w:rsidRDefault="00312771" w:rsidP="004746BC"/>
    <w:p w:rsidR="00312771" w:rsidRDefault="00312771" w:rsidP="004746BC"/>
    <w:p w:rsidR="00312771" w:rsidRDefault="00312771" w:rsidP="004746BC"/>
    <w:p w:rsidR="00312771" w:rsidRDefault="00312771" w:rsidP="004746BC"/>
    <w:p w:rsidR="00312771" w:rsidRDefault="00312771" w:rsidP="004746BC"/>
    <w:p w:rsidR="00312771" w:rsidRDefault="00312771" w:rsidP="004746BC"/>
    <w:p w:rsidR="00312771" w:rsidRDefault="00312771" w:rsidP="004746BC"/>
    <w:p w:rsidR="00312771" w:rsidRDefault="00312771" w:rsidP="004746BC"/>
    <w:p w:rsidR="00312771" w:rsidRDefault="00312771" w:rsidP="004746BC"/>
    <w:p w:rsidR="00312771" w:rsidRDefault="00312771" w:rsidP="004746BC"/>
    <w:p w:rsidR="00312771" w:rsidRDefault="00312771" w:rsidP="004746BC"/>
    <w:p w:rsidR="00312771" w:rsidRDefault="00312771" w:rsidP="004746BC"/>
    <w:p w:rsidR="00312771" w:rsidRDefault="00312771" w:rsidP="004746BC"/>
    <w:p w:rsidR="00312771" w:rsidRPr="004746BC" w:rsidRDefault="00312771" w:rsidP="004746BC">
      <w:pPr>
        <w:rPr>
          <w:vanish/>
        </w:rPr>
      </w:pPr>
    </w:p>
    <w:p w:rsidR="00312771" w:rsidRDefault="00312771"/>
    <w:sectPr w:rsidR="00312771" w:rsidSect="0026444B">
      <w:pgSz w:w="11906" w:h="16838"/>
      <w:pgMar w:top="1079" w:right="566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3484"/>
    <w:rsid w:val="00003290"/>
    <w:rsid w:val="00011545"/>
    <w:rsid w:val="00044BCD"/>
    <w:rsid w:val="0006127C"/>
    <w:rsid w:val="00080DBC"/>
    <w:rsid w:val="000A74A8"/>
    <w:rsid w:val="000B36AE"/>
    <w:rsid w:val="00120A17"/>
    <w:rsid w:val="0012403C"/>
    <w:rsid w:val="001247BF"/>
    <w:rsid w:val="00132E32"/>
    <w:rsid w:val="00147FE4"/>
    <w:rsid w:val="00153C79"/>
    <w:rsid w:val="00156EF0"/>
    <w:rsid w:val="001A53E8"/>
    <w:rsid w:val="001B1825"/>
    <w:rsid w:val="001E081D"/>
    <w:rsid w:val="00210AE0"/>
    <w:rsid w:val="00210B4F"/>
    <w:rsid w:val="002256B4"/>
    <w:rsid w:val="00247B41"/>
    <w:rsid w:val="0026444B"/>
    <w:rsid w:val="00282442"/>
    <w:rsid w:val="00282B6A"/>
    <w:rsid w:val="002C675A"/>
    <w:rsid w:val="002E38F3"/>
    <w:rsid w:val="002E3D56"/>
    <w:rsid w:val="00312771"/>
    <w:rsid w:val="00316D2F"/>
    <w:rsid w:val="0032587A"/>
    <w:rsid w:val="00386AC8"/>
    <w:rsid w:val="003B0B14"/>
    <w:rsid w:val="003C44D7"/>
    <w:rsid w:val="003D3228"/>
    <w:rsid w:val="003D52CD"/>
    <w:rsid w:val="004240FC"/>
    <w:rsid w:val="0043145E"/>
    <w:rsid w:val="00445034"/>
    <w:rsid w:val="00454C66"/>
    <w:rsid w:val="004722F2"/>
    <w:rsid w:val="004746BC"/>
    <w:rsid w:val="0052761D"/>
    <w:rsid w:val="00540BC4"/>
    <w:rsid w:val="00596A59"/>
    <w:rsid w:val="005A307F"/>
    <w:rsid w:val="006165FC"/>
    <w:rsid w:val="0067177C"/>
    <w:rsid w:val="00675FC9"/>
    <w:rsid w:val="00686C71"/>
    <w:rsid w:val="006A55AB"/>
    <w:rsid w:val="00703573"/>
    <w:rsid w:val="00721A59"/>
    <w:rsid w:val="007678A5"/>
    <w:rsid w:val="00781766"/>
    <w:rsid w:val="00794650"/>
    <w:rsid w:val="007A3A6C"/>
    <w:rsid w:val="007E56D5"/>
    <w:rsid w:val="00822DCC"/>
    <w:rsid w:val="00852DA4"/>
    <w:rsid w:val="00861594"/>
    <w:rsid w:val="00873484"/>
    <w:rsid w:val="00875FB6"/>
    <w:rsid w:val="00891F41"/>
    <w:rsid w:val="0089395A"/>
    <w:rsid w:val="008B3F47"/>
    <w:rsid w:val="008D61E5"/>
    <w:rsid w:val="00920149"/>
    <w:rsid w:val="009470DB"/>
    <w:rsid w:val="0098749C"/>
    <w:rsid w:val="009A5261"/>
    <w:rsid w:val="009B249F"/>
    <w:rsid w:val="00A02C5A"/>
    <w:rsid w:val="00A20A5A"/>
    <w:rsid w:val="00A21215"/>
    <w:rsid w:val="00A35270"/>
    <w:rsid w:val="00A57D8C"/>
    <w:rsid w:val="00AA04F6"/>
    <w:rsid w:val="00AC2BF4"/>
    <w:rsid w:val="00B13805"/>
    <w:rsid w:val="00B37037"/>
    <w:rsid w:val="00B459D6"/>
    <w:rsid w:val="00B515D9"/>
    <w:rsid w:val="00B53941"/>
    <w:rsid w:val="00B65AB8"/>
    <w:rsid w:val="00B71751"/>
    <w:rsid w:val="00B72C29"/>
    <w:rsid w:val="00B841A1"/>
    <w:rsid w:val="00BB070D"/>
    <w:rsid w:val="00BC331E"/>
    <w:rsid w:val="00BC5066"/>
    <w:rsid w:val="00C70C56"/>
    <w:rsid w:val="00C86240"/>
    <w:rsid w:val="00C95E5F"/>
    <w:rsid w:val="00CB6933"/>
    <w:rsid w:val="00CB718F"/>
    <w:rsid w:val="00CC47FD"/>
    <w:rsid w:val="00CD0356"/>
    <w:rsid w:val="00CF46E1"/>
    <w:rsid w:val="00D42240"/>
    <w:rsid w:val="00DB2488"/>
    <w:rsid w:val="00DC6B3C"/>
    <w:rsid w:val="00DD2179"/>
    <w:rsid w:val="00E1285E"/>
    <w:rsid w:val="00E419C5"/>
    <w:rsid w:val="00E5238E"/>
    <w:rsid w:val="00E60DB6"/>
    <w:rsid w:val="00E9034F"/>
    <w:rsid w:val="00F00E6E"/>
    <w:rsid w:val="00F145F3"/>
    <w:rsid w:val="00F22E4C"/>
    <w:rsid w:val="00F264D1"/>
    <w:rsid w:val="00F317D8"/>
    <w:rsid w:val="00FF2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484"/>
    <w:rPr>
      <w:sz w:val="30"/>
      <w:szCs w:val="30"/>
    </w:rPr>
  </w:style>
  <w:style w:type="character" w:default="1" w:styleId="DefaultParagraphFont">
    <w:name w:val="Default Paragraph Font"/>
    <w:aliases w:val="Знак Знак"/>
    <w:link w:val="Style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basedOn w:val="Normal"/>
    <w:link w:val="DefaultParagraphFont"/>
    <w:autoRedefine/>
    <w:uiPriority w:val="99"/>
    <w:rsid w:val="00873484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ConsPlusNonformat">
    <w:name w:val="ConsPlusNonformat"/>
    <w:uiPriority w:val="99"/>
    <w:rsid w:val="00873484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1A53E8"/>
    <w:pPr>
      <w:spacing w:after="120" w:line="480" w:lineRule="auto"/>
    </w:pPr>
    <w:rPr>
      <w:rFonts w:eastAsia="SimSun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07C53"/>
    <w:rPr>
      <w:sz w:val="30"/>
      <w:szCs w:val="30"/>
    </w:rPr>
  </w:style>
  <w:style w:type="paragraph" w:customStyle="1" w:styleId="newncpi">
    <w:name w:val="newncpi"/>
    <w:basedOn w:val="Normal"/>
    <w:uiPriority w:val="99"/>
    <w:rsid w:val="00B37037"/>
    <w:pPr>
      <w:spacing w:before="160" w:after="160"/>
      <w:ind w:firstLine="567"/>
      <w:jc w:val="both"/>
    </w:pPr>
    <w:rPr>
      <w:sz w:val="24"/>
      <w:szCs w:val="24"/>
    </w:rPr>
  </w:style>
  <w:style w:type="paragraph" w:customStyle="1" w:styleId="title">
    <w:name w:val="title"/>
    <w:basedOn w:val="Normal"/>
    <w:uiPriority w:val="99"/>
    <w:rsid w:val="00B37037"/>
    <w:pPr>
      <w:spacing w:before="360" w:after="360"/>
      <w:ind w:right="2268"/>
    </w:pPr>
    <w:rPr>
      <w:b/>
      <w:bCs/>
      <w:sz w:val="24"/>
      <w:szCs w:val="24"/>
    </w:rPr>
  </w:style>
  <w:style w:type="character" w:customStyle="1" w:styleId="datepr">
    <w:name w:val="datepr"/>
    <w:uiPriority w:val="99"/>
    <w:rsid w:val="00B37037"/>
    <w:rPr>
      <w:rFonts w:ascii="Times New Roman" w:hAnsi="Times New Roman" w:cs="Times New Roman"/>
      <w:i/>
      <w:iCs/>
    </w:rPr>
  </w:style>
  <w:style w:type="character" w:customStyle="1" w:styleId="number">
    <w:name w:val="number"/>
    <w:uiPriority w:val="99"/>
    <w:rsid w:val="00B37037"/>
    <w:rPr>
      <w:rFonts w:ascii="Times New Roman" w:hAnsi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87</Words>
  <Characters>500</Characters>
  <Application>Microsoft Office Outlook</Application>
  <DocSecurity>0</DocSecurity>
  <Lines>0</Lines>
  <Paragraphs>0</Paragraphs>
  <ScaleCrop>false</ScaleCrop>
  <Company>ORS GOMEL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МІНІСТЭРСТВА   ТРАНСПАРТУ  І   КАМУНІКАЦЫЙ</dc:title>
  <dc:subject/>
  <dc:creator>Admin</dc:creator>
  <cp:keywords/>
  <dc:description/>
  <cp:lastModifiedBy>Admin</cp:lastModifiedBy>
  <cp:revision>2</cp:revision>
  <cp:lastPrinted>2017-09-20T12:27:00Z</cp:lastPrinted>
  <dcterms:created xsi:type="dcterms:W3CDTF">2018-03-27T10:29:00Z</dcterms:created>
  <dcterms:modified xsi:type="dcterms:W3CDTF">2018-03-27T10:29:00Z</dcterms:modified>
</cp:coreProperties>
</file>