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487" w:rsidRDefault="004D6487" w:rsidP="00C87923">
      <w:pPr>
        <w:jc w:val="center"/>
        <w:rPr>
          <w:lang w:val="en-US"/>
        </w:rPr>
      </w:pPr>
    </w:p>
    <w:p w:rsidR="004D6487" w:rsidRDefault="004D6487" w:rsidP="00C8792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D6487" w:rsidRDefault="004D6487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D6487" w:rsidRDefault="004D6487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D6487" w:rsidRDefault="004D6487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D6487" w:rsidRDefault="004D6487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D6487" w:rsidRDefault="004D6487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D6487" w:rsidRDefault="004D6487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D6487" w:rsidRDefault="004D6487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D6487" w:rsidRDefault="004D6487" w:rsidP="00C87923">
      <w:pPr>
        <w:jc w:val="center"/>
        <w:rPr>
          <w:rFonts w:ascii="Times New Roman" w:hAnsi="Times New Roman"/>
          <w:b/>
          <w:sz w:val="28"/>
          <w:szCs w:val="28"/>
        </w:rPr>
      </w:pPr>
      <w:r w:rsidRPr="000651CF">
        <w:rPr>
          <w:rFonts w:ascii="Times New Roman" w:hAnsi="Times New Roman"/>
          <w:b/>
          <w:sz w:val="28"/>
          <w:szCs w:val="28"/>
        </w:rPr>
        <w:t>Информационное сообщение о формировании реестра владельце</w:t>
      </w:r>
      <w:r>
        <w:rPr>
          <w:rFonts w:ascii="Times New Roman" w:hAnsi="Times New Roman"/>
          <w:b/>
          <w:sz w:val="28"/>
          <w:szCs w:val="28"/>
        </w:rPr>
        <w:t>в</w:t>
      </w:r>
      <w:r w:rsidRPr="000651CF">
        <w:rPr>
          <w:rFonts w:ascii="Times New Roman" w:hAnsi="Times New Roman"/>
          <w:b/>
          <w:sz w:val="28"/>
          <w:szCs w:val="28"/>
        </w:rPr>
        <w:t xml:space="preserve"> ценных бумаг </w:t>
      </w:r>
      <w:r>
        <w:rPr>
          <w:rFonts w:ascii="Times New Roman" w:hAnsi="Times New Roman"/>
          <w:b/>
          <w:sz w:val="28"/>
          <w:szCs w:val="28"/>
        </w:rPr>
        <w:t xml:space="preserve">ЗАО «Белбизнеспресс» </w:t>
      </w:r>
      <w:r w:rsidRPr="000651CF">
        <w:rPr>
          <w:rFonts w:ascii="Times New Roman" w:hAnsi="Times New Roman"/>
          <w:b/>
          <w:sz w:val="28"/>
          <w:szCs w:val="28"/>
        </w:rPr>
        <w:t xml:space="preserve">для составления списка лиц, имеющих право на участие </w:t>
      </w:r>
      <w:r>
        <w:rPr>
          <w:rFonts w:ascii="Times New Roman" w:hAnsi="Times New Roman"/>
          <w:b/>
          <w:sz w:val="28"/>
          <w:szCs w:val="28"/>
        </w:rPr>
        <w:t>в</w:t>
      </w:r>
      <w:r w:rsidRPr="000651CF">
        <w:rPr>
          <w:rFonts w:ascii="Times New Roman" w:hAnsi="Times New Roman"/>
          <w:b/>
          <w:sz w:val="28"/>
          <w:szCs w:val="28"/>
        </w:rPr>
        <w:t xml:space="preserve"> общем собрании акционеров</w:t>
      </w:r>
    </w:p>
    <w:p w:rsidR="004D6487" w:rsidRPr="00095BF3" w:rsidRDefault="004D6487" w:rsidP="00C879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Закрытое акционерное общество «Белбизнеспресс», расположенное по адресу: г.Минск, ул. Козыревская 15, настоящим информирует, что на основании приказа генерального директора от 16.12.20</w:t>
      </w:r>
      <w:r w:rsidRPr="002D13E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2</w:t>
      </w:r>
      <w:r w:rsidRPr="004731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4731E4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137 осуществляется </w:t>
      </w:r>
      <w:r w:rsidRPr="006D00A4">
        <w:rPr>
          <w:rFonts w:ascii="Times New Roman" w:hAnsi="Times New Roman"/>
          <w:sz w:val="28"/>
          <w:szCs w:val="28"/>
        </w:rPr>
        <w:t xml:space="preserve">формирование реестра владельцев ценных бумаг по состоянию на </w:t>
      </w:r>
      <w:r>
        <w:rPr>
          <w:rFonts w:ascii="Times New Roman" w:hAnsi="Times New Roman"/>
          <w:sz w:val="28"/>
          <w:szCs w:val="28"/>
        </w:rPr>
        <w:t>07</w:t>
      </w:r>
      <w:r w:rsidRPr="00E9515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02.20</w:t>
      </w:r>
      <w:r w:rsidRPr="002D13E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 года для проведения общего собрания, которое состоится  08.02.20</w:t>
      </w:r>
      <w:r w:rsidRPr="002D13E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 года.</w:t>
      </w:r>
    </w:p>
    <w:p w:rsidR="004D6487" w:rsidRDefault="004D6487" w:rsidP="00C879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4D6487" w:rsidRPr="00AF59CB" w:rsidRDefault="004D6487" w:rsidP="00C87923">
      <w:pPr>
        <w:jc w:val="both"/>
        <w:rPr>
          <w:rFonts w:ascii="Times New Roman" w:hAnsi="Times New Roman"/>
          <w:sz w:val="28"/>
          <w:szCs w:val="28"/>
        </w:rPr>
      </w:pPr>
      <w:r w:rsidRPr="00AF59CB">
        <w:rPr>
          <w:rFonts w:ascii="Times New Roman" w:hAnsi="Times New Roman"/>
          <w:sz w:val="28"/>
          <w:szCs w:val="28"/>
        </w:rPr>
        <w:t xml:space="preserve">Генеральный директор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AF59CB">
        <w:rPr>
          <w:rFonts w:ascii="Times New Roman" w:hAnsi="Times New Roman"/>
          <w:sz w:val="28"/>
          <w:szCs w:val="28"/>
        </w:rPr>
        <w:t>О.П. Великоселец</w:t>
      </w:r>
    </w:p>
    <w:p w:rsidR="004D6487" w:rsidRDefault="004D6487" w:rsidP="00C87923">
      <w:pPr>
        <w:jc w:val="both"/>
        <w:rPr>
          <w:rFonts w:ascii="Times New Roman" w:hAnsi="Times New Roman"/>
          <w:sz w:val="28"/>
          <w:szCs w:val="28"/>
        </w:rPr>
      </w:pPr>
    </w:p>
    <w:p w:rsidR="004D6487" w:rsidRPr="00C1557E" w:rsidRDefault="004D6487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4D6487" w:rsidRDefault="004D6487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4D6487" w:rsidRPr="00BA0B54" w:rsidRDefault="004D6487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4D6487" w:rsidRPr="00BA0B54" w:rsidRDefault="004D6487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4D6487" w:rsidRPr="00C87923" w:rsidRDefault="004D6487"/>
    <w:sectPr w:rsidR="004D6487" w:rsidRPr="00C87923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7923"/>
    <w:rsid w:val="00011A9B"/>
    <w:rsid w:val="0002570D"/>
    <w:rsid w:val="00027EDF"/>
    <w:rsid w:val="00036E2F"/>
    <w:rsid w:val="000521A6"/>
    <w:rsid w:val="00053A17"/>
    <w:rsid w:val="000651CF"/>
    <w:rsid w:val="00070B9B"/>
    <w:rsid w:val="00071EC6"/>
    <w:rsid w:val="00080177"/>
    <w:rsid w:val="00081B09"/>
    <w:rsid w:val="0008492C"/>
    <w:rsid w:val="00084FAE"/>
    <w:rsid w:val="00095BF3"/>
    <w:rsid w:val="001010C0"/>
    <w:rsid w:val="00137D42"/>
    <w:rsid w:val="00152B8B"/>
    <w:rsid w:val="00164E96"/>
    <w:rsid w:val="00167DB3"/>
    <w:rsid w:val="00194B47"/>
    <w:rsid w:val="001950A2"/>
    <w:rsid w:val="001D234D"/>
    <w:rsid w:val="0027511E"/>
    <w:rsid w:val="002B0099"/>
    <w:rsid w:val="002B55F0"/>
    <w:rsid w:val="002C0D0A"/>
    <w:rsid w:val="002C6A1F"/>
    <w:rsid w:val="002D13ED"/>
    <w:rsid w:val="00302E88"/>
    <w:rsid w:val="003847D9"/>
    <w:rsid w:val="003C6B30"/>
    <w:rsid w:val="003E3CBD"/>
    <w:rsid w:val="00400CB9"/>
    <w:rsid w:val="00406D09"/>
    <w:rsid w:val="00444609"/>
    <w:rsid w:val="004503E3"/>
    <w:rsid w:val="0045191A"/>
    <w:rsid w:val="00454602"/>
    <w:rsid w:val="004731E4"/>
    <w:rsid w:val="004B461A"/>
    <w:rsid w:val="004B62A0"/>
    <w:rsid w:val="004C3D0C"/>
    <w:rsid w:val="004D6487"/>
    <w:rsid w:val="00531B47"/>
    <w:rsid w:val="005654CE"/>
    <w:rsid w:val="0056675A"/>
    <w:rsid w:val="00593075"/>
    <w:rsid w:val="005B630A"/>
    <w:rsid w:val="005C2429"/>
    <w:rsid w:val="005D22CE"/>
    <w:rsid w:val="005E139F"/>
    <w:rsid w:val="005F6687"/>
    <w:rsid w:val="00603840"/>
    <w:rsid w:val="00630997"/>
    <w:rsid w:val="00630B47"/>
    <w:rsid w:val="00657A77"/>
    <w:rsid w:val="00660C83"/>
    <w:rsid w:val="006877AA"/>
    <w:rsid w:val="006B02F0"/>
    <w:rsid w:val="006C5F31"/>
    <w:rsid w:val="006C6C59"/>
    <w:rsid w:val="006D00A4"/>
    <w:rsid w:val="006E78C8"/>
    <w:rsid w:val="00701453"/>
    <w:rsid w:val="00707DB9"/>
    <w:rsid w:val="007100F8"/>
    <w:rsid w:val="00714DBE"/>
    <w:rsid w:val="0073227F"/>
    <w:rsid w:val="007337D6"/>
    <w:rsid w:val="00756BC3"/>
    <w:rsid w:val="00765796"/>
    <w:rsid w:val="00765F3F"/>
    <w:rsid w:val="00795272"/>
    <w:rsid w:val="007A0A45"/>
    <w:rsid w:val="007A1060"/>
    <w:rsid w:val="007C375B"/>
    <w:rsid w:val="007D6414"/>
    <w:rsid w:val="00800C6F"/>
    <w:rsid w:val="00807C88"/>
    <w:rsid w:val="0081305C"/>
    <w:rsid w:val="0082517C"/>
    <w:rsid w:val="0084679C"/>
    <w:rsid w:val="008730D7"/>
    <w:rsid w:val="00874037"/>
    <w:rsid w:val="0088331C"/>
    <w:rsid w:val="00891AAE"/>
    <w:rsid w:val="008B166C"/>
    <w:rsid w:val="008D5636"/>
    <w:rsid w:val="008F6B63"/>
    <w:rsid w:val="0090123A"/>
    <w:rsid w:val="00932E4D"/>
    <w:rsid w:val="00945FF9"/>
    <w:rsid w:val="00960A1A"/>
    <w:rsid w:val="00987776"/>
    <w:rsid w:val="009943BF"/>
    <w:rsid w:val="009A556F"/>
    <w:rsid w:val="009A7D54"/>
    <w:rsid w:val="009D72E6"/>
    <w:rsid w:val="009E7424"/>
    <w:rsid w:val="00A04E67"/>
    <w:rsid w:val="00A469D6"/>
    <w:rsid w:val="00A9335E"/>
    <w:rsid w:val="00A94179"/>
    <w:rsid w:val="00AC3D38"/>
    <w:rsid w:val="00AD57E4"/>
    <w:rsid w:val="00AE0B22"/>
    <w:rsid w:val="00AF59CB"/>
    <w:rsid w:val="00B41717"/>
    <w:rsid w:val="00BA0B54"/>
    <w:rsid w:val="00BA6972"/>
    <w:rsid w:val="00BC680F"/>
    <w:rsid w:val="00BD489D"/>
    <w:rsid w:val="00BD55FD"/>
    <w:rsid w:val="00BE5CBD"/>
    <w:rsid w:val="00BF6162"/>
    <w:rsid w:val="00C07391"/>
    <w:rsid w:val="00C1079E"/>
    <w:rsid w:val="00C1557E"/>
    <w:rsid w:val="00C24003"/>
    <w:rsid w:val="00C24FB5"/>
    <w:rsid w:val="00C43C93"/>
    <w:rsid w:val="00C75205"/>
    <w:rsid w:val="00C87923"/>
    <w:rsid w:val="00C92DE1"/>
    <w:rsid w:val="00CC68CE"/>
    <w:rsid w:val="00CC701F"/>
    <w:rsid w:val="00CD4909"/>
    <w:rsid w:val="00CD60DA"/>
    <w:rsid w:val="00CE2721"/>
    <w:rsid w:val="00CE2BE2"/>
    <w:rsid w:val="00D24312"/>
    <w:rsid w:val="00D52E1C"/>
    <w:rsid w:val="00D556AA"/>
    <w:rsid w:val="00D61943"/>
    <w:rsid w:val="00D8719C"/>
    <w:rsid w:val="00D93F77"/>
    <w:rsid w:val="00DA2440"/>
    <w:rsid w:val="00E17A83"/>
    <w:rsid w:val="00E3031C"/>
    <w:rsid w:val="00E345B8"/>
    <w:rsid w:val="00E35E83"/>
    <w:rsid w:val="00E507CD"/>
    <w:rsid w:val="00E861DB"/>
    <w:rsid w:val="00E95154"/>
    <w:rsid w:val="00E97FA9"/>
    <w:rsid w:val="00EF0836"/>
    <w:rsid w:val="00F55783"/>
    <w:rsid w:val="00F6326B"/>
    <w:rsid w:val="00F76432"/>
    <w:rsid w:val="00FD191B"/>
    <w:rsid w:val="00FD6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92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96</Words>
  <Characters>551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 о формировании реестра владельцев ценных бумаг ЗАО «Белбизнеспресс» для составления списка лиц, имеющих право на участие в общем собрании акционеров</dc:title>
  <dc:subject/>
  <dc:creator>Zhukowskaya</dc:creator>
  <cp:keywords/>
  <dc:description/>
  <cp:lastModifiedBy>ref</cp:lastModifiedBy>
  <cp:revision>2</cp:revision>
  <dcterms:created xsi:type="dcterms:W3CDTF">2022-12-16T08:49:00Z</dcterms:created>
  <dcterms:modified xsi:type="dcterms:W3CDTF">2022-12-16T08:49:00Z</dcterms:modified>
</cp:coreProperties>
</file>