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99" w:rsidRDefault="00374199" w:rsidP="00C87923">
      <w:pPr>
        <w:jc w:val="center"/>
        <w:rPr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74199" w:rsidRDefault="00374199" w:rsidP="009A6465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общем собрании акционеров</w:t>
      </w:r>
    </w:p>
    <w:p w:rsidR="00374199" w:rsidRPr="00095BF3" w:rsidRDefault="00374199" w:rsidP="009A64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г.Минск, ул. Козыревская 15, настоящим информирует, что на основании приказа генерального директора от 23.09.20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473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4731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105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25</w:t>
      </w:r>
      <w:r w:rsidRPr="00E951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2 года для проведения общего собрания, которое состоится  </w:t>
      </w:r>
      <w:r w:rsidRPr="004546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6.10.20</w:t>
      </w:r>
      <w:r w:rsidRPr="002D1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года.</w:t>
      </w:r>
    </w:p>
    <w:p w:rsidR="00374199" w:rsidRDefault="00374199" w:rsidP="009A64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74199" w:rsidRPr="00AF59CB" w:rsidRDefault="00374199" w:rsidP="009A6465">
      <w:pPr>
        <w:jc w:val="both"/>
        <w:rPr>
          <w:rFonts w:ascii="Times New Roman" w:hAnsi="Times New Roman"/>
          <w:sz w:val="28"/>
          <w:szCs w:val="28"/>
        </w:rPr>
      </w:pPr>
      <w:r w:rsidRPr="00AF59CB">
        <w:rPr>
          <w:rFonts w:ascii="Times New Roman" w:hAnsi="Times New Roman"/>
          <w:sz w:val="28"/>
          <w:szCs w:val="28"/>
        </w:rPr>
        <w:t xml:space="preserve">Генеральный директор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AF59CB">
        <w:rPr>
          <w:rFonts w:ascii="Times New Roman" w:hAnsi="Times New Roman"/>
          <w:sz w:val="28"/>
          <w:szCs w:val="28"/>
        </w:rPr>
        <w:t>О.П. Великоселец</w:t>
      </w:r>
    </w:p>
    <w:p w:rsidR="00374199" w:rsidRDefault="00374199" w:rsidP="00C87923">
      <w:pPr>
        <w:jc w:val="both"/>
        <w:rPr>
          <w:rFonts w:ascii="Times New Roman" w:hAnsi="Times New Roman"/>
          <w:sz w:val="28"/>
          <w:szCs w:val="28"/>
        </w:rPr>
      </w:pPr>
    </w:p>
    <w:p w:rsidR="00374199" w:rsidRPr="00C1557E" w:rsidRDefault="00374199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74199" w:rsidRDefault="00374199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74199" w:rsidRPr="00BA0B54" w:rsidRDefault="00374199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74199" w:rsidRPr="00BA0B54" w:rsidRDefault="00374199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374199" w:rsidRPr="00C87923" w:rsidRDefault="00374199"/>
    <w:sectPr w:rsidR="00374199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11A9B"/>
    <w:rsid w:val="0002570D"/>
    <w:rsid w:val="00027EDF"/>
    <w:rsid w:val="00036E2F"/>
    <w:rsid w:val="000521A6"/>
    <w:rsid w:val="00053A17"/>
    <w:rsid w:val="000651CF"/>
    <w:rsid w:val="00070B9B"/>
    <w:rsid w:val="00071EC6"/>
    <w:rsid w:val="00080177"/>
    <w:rsid w:val="0008492C"/>
    <w:rsid w:val="00084FAE"/>
    <w:rsid w:val="00095BF3"/>
    <w:rsid w:val="000A6D95"/>
    <w:rsid w:val="001010C0"/>
    <w:rsid w:val="00137D42"/>
    <w:rsid w:val="00152B8B"/>
    <w:rsid w:val="00164E96"/>
    <w:rsid w:val="00167DB3"/>
    <w:rsid w:val="00194B47"/>
    <w:rsid w:val="001950A2"/>
    <w:rsid w:val="001D234D"/>
    <w:rsid w:val="0027511E"/>
    <w:rsid w:val="002B55F0"/>
    <w:rsid w:val="002C0D0A"/>
    <w:rsid w:val="002C6A1F"/>
    <w:rsid w:val="002D13ED"/>
    <w:rsid w:val="00302E88"/>
    <w:rsid w:val="00374199"/>
    <w:rsid w:val="003847D9"/>
    <w:rsid w:val="003C6B30"/>
    <w:rsid w:val="003E3CBD"/>
    <w:rsid w:val="00400CB9"/>
    <w:rsid w:val="00406D09"/>
    <w:rsid w:val="00444609"/>
    <w:rsid w:val="004503E3"/>
    <w:rsid w:val="0045191A"/>
    <w:rsid w:val="00454602"/>
    <w:rsid w:val="004731E4"/>
    <w:rsid w:val="004B461A"/>
    <w:rsid w:val="004B62A0"/>
    <w:rsid w:val="004C3D0C"/>
    <w:rsid w:val="00531B47"/>
    <w:rsid w:val="005654CE"/>
    <w:rsid w:val="0056675A"/>
    <w:rsid w:val="00593075"/>
    <w:rsid w:val="005B630A"/>
    <w:rsid w:val="005C2429"/>
    <w:rsid w:val="005D22CE"/>
    <w:rsid w:val="005E139F"/>
    <w:rsid w:val="005F6687"/>
    <w:rsid w:val="00603840"/>
    <w:rsid w:val="00630997"/>
    <w:rsid w:val="00630B47"/>
    <w:rsid w:val="00657A77"/>
    <w:rsid w:val="00660C83"/>
    <w:rsid w:val="006877AA"/>
    <w:rsid w:val="006A3956"/>
    <w:rsid w:val="006B02F0"/>
    <w:rsid w:val="006C5F31"/>
    <w:rsid w:val="006C6C59"/>
    <w:rsid w:val="006D00A4"/>
    <w:rsid w:val="006E78C8"/>
    <w:rsid w:val="00701453"/>
    <w:rsid w:val="007100F8"/>
    <w:rsid w:val="00714DBE"/>
    <w:rsid w:val="0073227F"/>
    <w:rsid w:val="007337D6"/>
    <w:rsid w:val="00756BC3"/>
    <w:rsid w:val="00765796"/>
    <w:rsid w:val="00765F3F"/>
    <w:rsid w:val="00795272"/>
    <w:rsid w:val="007A0A45"/>
    <w:rsid w:val="007A1060"/>
    <w:rsid w:val="007C375B"/>
    <w:rsid w:val="007D6414"/>
    <w:rsid w:val="00800C6F"/>
    <w:rsid w:val="00807C88"/>
    <w:rsid w:val="0081305C"/>
    <w:rsid w:val="0082517C"/>
    <w:rsid w:val="0084679C"/>
    <w:rsid w:val="008730D7"/>
    <w:rsid w:val="00874037"/>
    <w:rsid w:val="0088331C"/>
    <w:rsid w:val="00891AAE"/>
    <w:rsid w:val="008B166C"/>
    <w:rsid w:val="008D5636"/>
    <w:rsid w:val="008F6B63"/>
    <w:rsid w:val="0090123A"/>
    <w:rsid w:val="00932E4D"/>
    <w:rsid w:val="00945FF9"/>
    <w:rsid w:val="00987776"/>
    <w:rsid w:val="009943BF"/>
    <w:rsid w:val="009A556F"/>
    <w:rsid w:val="009A6465"/>
    <w:rsid w:val="009A7D54"/>
    <w:rsid w:val="009E7424"/>
    <w:rsid w:val="00A04E67"/>
    <w:rsid w:val="00A9335E"/>
    <w:rsid w:val="00A94179"/>
    <w:rsid w:val="00AC3D38"/>
    <w:rsid w:val="00AD57E4"/>
    <w:rsid w:val="00AE0B22"/>
    <w:rsid w:val="00AF59CB"/>
    <w:rsid w:val="00B41717"/>
    <w:rsid w:val="00BA0B54"/>
    <w:rsid w:val="00BA6972"/>
    <w:rsid w:val="00BC680F"/>
    <w:rsid w:val="00BD489D"/>
    <w:rsid w:val="00BD55FD"/>
    <w:rsid w:val="00BE5CBD"/>
    <w:rsid w:val="00BF6162"/>
    <w:rsid w:val="00C07391"/>
    <w:rsid w:val="00C1557E"/>
    <w:rsid w:val="00C24003"/>
    <w:rsid w:val="00C43C93"/>
    <w:rsid w:val="00C75205"/>
    <w:rsid w:val="00C87923"/>
    <w:rsid w:val="00C92DE1"/>
    <w:rsid w:val="00CC68CE"/>
    <w:rsid w:val="00CC701F"/>
    <w:rsid w:val="00CD4909"/>
    <w:rsid w:val="00CD60DA"/>
    <w:rsid w:val="00CE2721"/>
    <w:rsid w:val="00D24312"/>
    <w:rsid w:val="00D52E1C"/>
    <w:rsid w:val="00D556AA"/>
    <w:rsid w:val="00D61943"/>
    <w:rsid w:val="00D8719C"/>
    <w:rsid w:val="00D93F77"/>
    <w:rsid w:val="00DA2440"/>
    <w:rsid w:val="00E17A83"/>
    <w:rsid w:val="00E3031C"/>
    <w:rsid w:val="00E345B8"/>
    <w:rsid w:val="00E35E83"/>
    <w:rsid w:val="00E507CD"/>
    <w:rsid w:val="00E861DB"/>
    <w:rsid w:val="00E95154"/>
    <w:rsid w:val="00E97FA9"/>
    <w:rsid w:val="00EF0836"/>
    <w:rsid w:val="00F55783"/>
    <w:rsid w:val="00F6326B"/>
    <w:rsid w:val="00F76432"/>
    <w:rsid w:val="00FD191B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A6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6E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96</Words>
  <Characters>551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 общем собрании акционеров</dc:title>
  <dc:subject/>
  <dc:creator>Zhukowskaya</dc:creator>
  <cp:keywords/>
  <dc:description/>
  <cp:lastModifiedBy>ref</cp:lastModifiedBy>
  <cp:revision>5</cp:revision>
  <cp:lastPrinted>2022-09-27T08:40:00Z</cp:lastPrinted>
  <dcterms:created xsi:type="dcterms:W3CDTF">2022-06-17T07:50:00Z</dcterms:created>
  <dcterms:modified xsi:type="dcterms:W3CDTF">2022-09-27T08:42:00Z</dcterms:modified>
</cp:coreProperties>
</file>