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72" w:rsidRDefault="00CA6972" w:rsidP="00C87923">
      <w:pPr>
        <w:jc w:val="center"/>
        <w:rPr>
          <w:lang w:val="en-US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A6972" w:rsidRDefault="00CA6972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A6972" w:rsidRDefault="00CA6972" w:rsidP="00103DDD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CA6972" w:rsidRPr="000917F9" w:rsidRDefault="00CA6972" w:rsidP="0010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Закрытое акционерное общество «Белбизнеспресс», расположенное по адресу: г. Минск, ул. Козыревская 15, настоящим информирует, что на основании приказа генерального директора от </w:t>
      </w:r>
      <w:r w:rsidRPr="00016C5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</w:t>
      </w:r>
      <w:r w:rsidRPr="00016C56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.2022 года № 28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18.0</w:t>
      </w:r>
      <w:r w:rsidRPr="00016C5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.2022 года для проведения внеочередного общего собрания, которое состоится  19.0</w:t>
      </w:r>
      <w:r w:rsidRPr="00016C5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.2022</w:t>
      </w:r>
      <w:r w:rsidRPr="006B0602">
        <w:rPr>
          <w:rFonts w:ascii="Times New Roman" w:hAnsi="Times New Roman"/>
          <w:sz w:val="28"/>
          <w:szCs w:val="28"/>
        </w:rPr>
        <w:t xml:space="preserve"> года.</w:t>
      </w:r>
    </w:p>
    <w:p w:rsidR="00CA6972" w:rsidRDefault="00CA6972" w:rsidP="0010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A6972" w:rsidRPr="000917F9" w:rsidRDefault="00CA6972" w:rsidP="0010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Великоселец</w:t>
      </w:r>
    </w:p>
    <w:p w:rsidR="00CA6972" w:rsidRDefault="00CA6972" w:rsidP="00C87923">
      <w:pPr>
        <w:jc w:val="both"/>
        <w:rPr>
          <w:rFonts w:ascii="Times New Roman" w:hAnsi="Times New Roman"/>
          <w:sz w:val="28"/>
          <w:szCs w:val="28"/>
        </w:rPr>
      </w:pPr>
    </w:p>
    <w:p w:rsidR="00CA6972" w:rsidRPr="00C1557E" w:rsidRDefault="00CA6972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A6972" w:rsidRDefault="00CA6972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A6972" w:rsidRPr="00BA0B54" w:rsidRDefault="00CA6972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A6972" w:rsidRPr="00BA0B54" w:rsidRDefault="00CA6972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A6972" w:rsidRPr="00C87923" w:rsidRDefault="00CA6972"/>
    <w:sectPr w:rsidR="00CA6972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04853"/>
    <w:rsid w:val="00016C56"/>
    <w:rsid w:val="00027EDF"/>
    <w:rsid w:val="00036E2F"/>
    <w:rsid w:val="000521A6"/>
    <w:rsid w:val="000651CF"/>
    <w:rsid w:val="00070B9B"/>
    <w:rsid w:val="00080177"/>
    <w:rsid w:val="0008492C"/>
    <w:rsid w:val="00084FAE"/>
    <w:rsid w:val="000917F9"/>
    <w:rsid w:val="001010C0"/>
    <w:rsid w:val="00103DDD"/>
    <w:rsid w:val="00137D42"/>
    <w:rsid w:val="00143827"/>
    <w:rsid w:val="00164E96"/>
    <w:rsid w:val="00167DB3"/>
    <w:rsid w:val="00176019"/>
    <w:rsid w:val="00186B74"/>
    <w:rsid w:val="001D161F"/>
    <w:rsid w:val="001D234D"/>
    <w:rsid w:val="00206CC5"/>
    <w:rsid w:val="0027511E"/>
    <w:rsid w:val="002B55F0"/>
    <w:rsid w:val="002C6A1F"/>
    <w:rsid w:val="00302E88"/>
    <w:rsid w:val="00305A6F"/>
    <w:rsid w:val="00307997"/>
    <w:rsid w:val="003847D9"/>
    <w:rsid w:val="003962F1"/>
    <w:rsid w:val="003C236F"/>
    <w:rsid w:val="003C6B30"/>
    <w:rsid w:val="00400CB9"/>
    <w:rsid w:val="00406D09"/>
    <w:rsid w:val="0043127D"/>
    <w:rsid w:val="004503E3"/>
    <w:rsid w:val="0045191A"/>
    <w:rsid w:val="004650EA"/>
    <w:rsid w:val="004B461A"/>
    <w:rsid w:val="004C3D0C"/>
    <w:rsid w:val="004D4C73"/>
    <w:rsid w:val="00502FE6"/>
    <w:rsid w:val="005654CE"/>
    <w:rsid w:val="0056675A"/>
    <w:rsid w:val="00596207"/>
    <w:rsid w:val="005B630A"/>
    <w:rsid w:val="005C2429"/>
    <w:rsid w:val="005F6687"/>
    <w:rsid w:val="00603840"/>
    <w:rsid w:val="00622F14"/>
    <w:rsid w:val="00630997"/>
    <w:rsid w:val="00630B47"/>
    <w:rsid w:val="006462B6"/>
    <w:rsid w:val="006877AA"/>
    <w:rsid w:val="00692679"/>
    <w:rsid w:val="00695941"/>
    <w:rsid w:val="006B0602"/>
    <w:rsid w:val="006C6C59"/>
    <w:rsid w:val="006D00A4"/>
    <w:rsid w:val="006D4866"/>
    <w:rsid w:val="006E5297"/>
    <w:rsid w:val="007531C4"/>
    <w:rsid w:val="00756BC3"/>
    <w:rsid w:val="00765F3F"/>
    <w:rsid w:val="00770C84"/>
    <w:rsid w:val="00786D07"/>
    <w:rsid w:val="00795272"/>
    <w:rsid w:val="0079580E"/>
    <w:rsid w:val="007A1060"/>
    <w:rsid w:val="007E7B7F"/>
    <w:rsid w:val="007F36F1"/>
    <w:rsid w:val="0080035D"/>
    <w:rsid w:val="00800C6F"/>
    <w:rsid w:val="0082517C"/>
    <w:rsid w:val="0084679C"/>
    <w:rsid w:val="008C6CCC"/>
    <w:rsid w:val="008D5636"/>
    <w:rsid w:val="008F6B63"/>
    <w:rsid w:val="008F71C1"/>
    <w:rsid w:val="00904B41"/>
    <w:rsid w:val="00916840"/>
    <w:rsid w:val="00931E73"/>
    <w:rsid w:val="009426D0"/>
    <w:rsid w:val="00945FF9"/>
    <w:rsid w:val="009642FF"/>
    <w:rsid w:val="00981761"/>
    <w:rsid w:val="00982590"/>
    <w:rsid w:val="009856F3"/>
    <w:rsid w:val="00987776"/>
    <w:rsid w:val="009943BF"/>
    <w:rsid w:val="009A556F"/>
    <w:rsid w:val="009B3A5B"/>
    <w:rsid w:val="009B7CEA"/>
    <w:rsid w:val="009D149C"/>
    <w:rsid w:val="009F76C7"/>
    <w:rsid w:val="00A23296"/>
    <w:rsid w:val="00A3060B"/>
    <w:rsid w:val="00A34EA5"/>
    <w:rsid w:val="00A73E12"/>
    <w:rsid w:val="00A94179"/>
    <w:rsid w:val="00AC3D38"/>
    <w:rsid w:val="00AD57E4"/>
    <w:rsid w:val="00AE53A2"/>
    <w:rsid w:val="00B41717"/>
    <w:rsid w:val="00B417E0"/>
    <w:rsid w:val="00B422E5"/>
    <w:rsid w:val="00B64F71"/>
    <w:rsid w:val="00BA0B54"/>
    <w:rsid w:val="00BA6972"/>
    <w:rsid w:val="00BD489D"/>
    <w:rsid w:val="00BD55FD"/>
    <w:rsid w:val="00BD6AD1"/>
    <w:rsid w:val="00BE5CBD"/>
    <w:rsid w:val="00BF19C6"/>
    <w:rsid w:val="00BF6162"/>
    <w:rsid w:val="00C1557E"/>
    <w:rsid w:val="00C24003"/>
    <w:rsid w:val="00C36EAD"/>
    <w:rsid w:val="00C43C93"/>
    <w:rsid w:val="00C63660"/>
    <w:rsid w:val="00C87923"/>
    <w:rsid w:val="00C92DE1"/>
    <w:rsid w:val="00CA6972"/>
    <w:rsid w:val="00CC68CE"/>
    <w:rsid w:val="00CC701F"/>
    <w:rsid w:val="00CD4909"/>
    <w:rsid w:val="00CE2721"/>
    <w:rsid w:val="00D556AA"/>
    <w:rsid w:val="00D820A6"/>
    <w:rsid w:val="00D863D2"/>
    <w:rsid w:val="00DA2440"/>
    <w:rsid w:val="00DA42FB"/>
    <w:rsid w:val="00DC3FB2"/>
    <w:rsid w:val="00DC442B"/>
    <w:rsid w:val="00DC5C71"/>
    <w:rsid w:val="00E17A83"/>
    <w:rsid w:val="00E345B8"/>
    <w:rsid w:val="00E35E83"/>
    <w:rsid w:val="00E447E6"/>
    <w:rsid w:val="00E465C7"/>
    <w:rsid w:val="00E56E93"/>
    <w:rsid w:val="00E70933"/>
    <w:rsid w:val="00E861DB"/>
    <w:rsid w:val="00E95154"/>
    <w:rsid w:val="00E97FA9"/>
    <w:rsid w:val="00EA3D26"/>
    <w:rsid w:val="00EF0836"/>
    <w:rsid w:val="00F52FB1"/>
    <w:rsid w:val="00F55783"/>
    <w:rsid w:val="00F6326B"/>
    <w:rsid w:val="00F71F02"/>
    <w:rsid w:val="00F76AE0"/>
    <w:rsid w:val="00FA0600"/>
    <w:rsid w:val="00FB2DD4"/>
    <w:rsid w:val="00FD191B"/>
    <w:rsid w:val="00FD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102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ref</cp:lastModifiedBy>
  <cp:revision>3</cp:revision>
  <cp:lastPrinted>2021-06-15T08:19:00Z</cp:lastPrinted>
  <dcterms:created xsi:type="dcterms:W3CDTF">2022-03-14T09:02:00Z</dcterms:created>
  <dcterms:modified xsi:type="dcterms:W3CDTF">2022-03-14T09:03:00Z</dcterms:modified>
</cp:coreProperties>
</file>