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03" w:rsidRDefault="00AD7D03" w:rsidP="00C87923">
      <w:pPr>
        <w:jc w:val="center"/>
        <w:rPr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D7D03" w:rsidRDefault="00AD7D03" w:rsidP="00CE2BE4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AD7D03" w:rsidRPr="000917F9" w:rsidRDefault="00AD7D03" w:rsidP="00CE2B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</w:t>
      </w:r>
      <w:r w:rsidRPr="00BB6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Минск, ул. Козыревская 15, настоящим информирует, что на основании приказа генерального директора от 1</w:t>
      </w:r>
      <w:r w:rsidRPr="007F759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7F7591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</w:t>
      </w:r>
      <w:r w:rsidRPr="007F759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1</w:t>
      </w:r>
      <w:r w:rsidRPr="007F759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7F759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 w:rsidRPr="007F759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.2020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годового общего собрания, которое состоится  </w:t>
      </w:r>
      <w:r w:rsidRPr="007F7591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 w:rsidRPr="007F759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.2020 года.</w:t>
      </w:r>
    </w:p>
    <w:p w:rsidR="00AD7D03" w:rsidRDefault="00AD7D03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AD7D03" w:rsidRPr="000917F9" w:rsidRDefault="00AD7D03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AD7D03" w:rsidRDefault="00AD7D03" w:rsidP="00C87923">
      <w:pPr>
        <w:jc w:val="both"/>
        <w:rPr>
          <w:rFonts w:ascii="Times New Roman" w:hAnsi="Times New Roman"/>
          <w:sz w:val="28"/>
          <w:szCs w:val="28"/>
        </w:rPr>
      </w:pPr>
    </w:p>
    <w:p w:rsidR="00AD7D03" w:rsidRPr="00C1557E" w:rsidRDefault="00AD7D0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D7D03" w:rsidRDefault="00AD7D0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D7D03" w:rsidRPr="00BA0B54" w:rsidRDefault="00AD7D0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D7D03" w:rsidRPr="00BA0B54" w:rsidRDefault="00AD7D03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D7D03" w:rsidRPr="00C87923" w:rsidRDefault="00AD7D03"/>
    <w:sectPr w:rsidR="00AD7D0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27EDF"/>
    <w:rsid w:val="00036E2F"/>
    <w:rsid w:val="0004354C"/>
    <w:rsid w:val="000521A6"/>
    <w:rsid w:val="000651CF"/>
    <w:rsid w:val="00070B9B"/>
    <w:rsid w:val="00080177"/>
    <w:rsid w:val="00083C99"/>
    <w:rsid w:val="0008492C"/>
    <w:rsid w:val="00084FAE"/>
    <w:rsid w:val="000917F9"/>
    <w:rsid w:val="000B2DA3"/>
    <w:rsid w:val="001010C0"/>
    <w:rsid w:val="00137D42"/>
    <w:rsid w:val="00164E96"/>
    <w:rsid w:val="00167DB3"/>
    <w:rsid w:val="00176019"/>
    <w:rsid w:val="00186B74"/>
    <w:rsid w:val="001D234D"/>
    <w:rsid w:val="001D662C"/>
    <w:rsid w:val="002743EA"/>
    <w:rsid w:val="0027511E"/>
    <w:rsid w:val="002B55F0"/>
    <w:rsid w:val="002C6A1F"/>
    <w:rsid w:val="00302E88"/>
    <w:rsid w:val="003847D9"/>
    <w:rsid w:val="003C6B30"/>
    <w:rsid w:val="00400CB9"/>
    <w:rsid w:val="00406D09"/>
    <w:rsid w:val="004503E3"/>
    <w:rsid w:val="0045191A"/>
    <w:rsid w:val="00455140"/>
    <w:rsid w:val="004B461A"/>
    <w:rsid w:val="004C3D0C"/>
    <w:rsid w:val="004F4CEF"/>
    <w:rsid w:val="005654CE"/>
    <w:rsid w:val="0056675A"/>
    <w:rsid w:val="005B630A"/>
    <w:rsid w:val="005C2429"/>
    <w:rsid w:val="005F6687"/>
    <w:rsid w:val="00603840"/>
    <w:rsid w:val="006202AB"/>
    <w:rsid w:val="00622F14"/>
    <w:rsid w:val="00630997"/>
    <w:rsid w:val="00630B47"/>
    <w:rsid w:val="006877AA"/>
    <w:rsid w:val="00692679"/>
    <w:rsid w:val="006A55DB"/>
    <w:rsid w:val="006C6C59"/>
    <w:rsid w:val="006D00A4"/>
    <w:rsid w:val="006D4866"/>
    <w:rsid w:val="006E5297"/>
    <w:rsid w:val="00740E59"/>
    <w:rsid w:val="00756BC3"/>
    <w:rsid w:val="00765F3F"/>
    <w:rsid w:val="00770C84"/>
    <w:rsid w:val="00795272"/>
    <w:rsid w:val="0079580E"/>
    <w:rsid w:val="007A1060"/>
    <w:rsid w:val="007F7591"/>
    <w:rsid w:val="00800C6F"/>
    <w:rsid w:val="0082517C"/>
    <w:rsid w:val="0084679C"/>
    <w:rsid w:val="008B5F3F"/>
    <w:rsid w:val="008C6CCC"/>
    <w:rsid w:val="008D5636"/>
    <w:rsid w:val="008F6B63"/>
    <w:rsid w:val="009426D0"/>
    <w:rsid w:val="00945FF9"/>
    <w:rsid w:val="00987776"/>
    <w:rsid w:val="009943BF"/>
    <w:rsid w:val="009A556F"/>
    <w:rsid w:val="009B3A5B"/>
    <w:rsid w:val="009B7CEA"/>
    <w:rsid w:val="00A23296"/>
    <w:rsid w:val="00A618BB"/>
    <w:rsid w:val="00A94179"/>
    <w:rsid w:val="00AA5158"/>
    <w:rsid w:val="00AC3D38"/>
    <w:rsid w:val="00AD57E4"/>
    <w:rsid w:val="00AD7D03"/>
    <w:rsid w:val="00AE53A2"/>
    <w:rsid w:val="00B41717"/>
    <w:rsid w:val="00B64F71"/>
    <w:rsid w:val="00BA0B54"/>
    <w:rsid w:val="00BA6972"/>
    <w:rsid w:val="00BB63C3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CE2BE4"/>
    <w:rsid w:val="00D556AA"/>
    <w:rsid w:val="00D820A6"/>
    <w:rsid w:val="00D83476"/>
    <w:rsid w:val="00DA2440"/>
    <w:rsid w:val="00DC442B"/>
    <w:rsid w:val="00DC5C71"/>
    <w:rsid w:val="00DD2B27"/>
    <w:rsid w:val="00E17A83"/>
    <w:rsid w:val="00E345B8"/>
    <w:rsid w:val="00E35E83"/>
    <w:rsid w:val="00E861DB"/>
    <w:rsid w:val="00E95154"/>
    <w:rsid w:val="00E97FA9"/>
    <w:rsid w:val="00EF0836"/>
    <w:rsid w:val="00F52FB1"/>
    <w:rsid w:val="00F55783"/>
    <w:rsid w:val="00F6326B"/>
    <w:rsid w:val="00FA0600"/>
    <w:rsid w:val="00FD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101</Words>
  <Characters>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ref</cp:lastModifiedBy>
  <cp:revision>2</cp:revision>
  <dcterms:created xsi:type="dcterms:W3CDTF">2020-03-17T13:05:00Z</dcterms:created>
  <dcterms:modified xsi:type="dcterms:W3CDTF">2020-03-17T13:05:00Z</dcterms:modified>
</cp:coreProperties>
</file>