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1A1" w:rsidRDefault="00F651A1" w:rsidP="00C87923">
      <w:pPr>
        <w:jc w:val="center"/>
        <w:rPr>
          <w:lang w:val="en-US"/>
        </w:rPr>
      </w:pPr>
    </w:p>
    <w:p w:rsidR="00F651A1" w:rsidRDefault="00F651A1" w:rsidP="00C87923">
      <w:pPr>
        <w:jc w:val="center"/>
        <w:rPr>
          <w:rFonts w:ascii="Times New Roman" w:hAnsi="Times New Roman"/>
          <w:b/>
          <w:sz w:val="28"/>
          <w:szCs w:val="28"/>
        </w:rPr>
      </w:pPr>
    </w:p>
    <w:p w:rsidR="00F651A1" w:rsidRDefault="00F651A1" w:rsidP="00C87923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F651A1" w:rsidRDefault="00F651A1" w:rsidP="00C87923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F651A1" w:rsidRDefault="00F651A1" w:rsidP="00C87923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F651A1" w:rsidRDefault="00F651A1" w:rsidP="00C87923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F651A1" w:rsidRDefault="00F651A1" w:rsidP="00C87923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F651A1" w:rsidRDefault="00F651A1" w:rsidP="00C87923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F651A1" w:rsidRDefault="00F651A1" w:rsidP="00C87923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F651A1" w:rsidRDefault="00F651A1" w:rsidP="00C87923">
      <w:pPr>
        <w:jc w:val="center"/>
        <w:rPr>
          <w:rFonts w:ascii="Times New Roman" w:hAnsi="Times New Roman"/>
          <w:b/>
          <w:sz w:val="28"/>
          <w:szCs w:val="28"/>
        </w:rPr>
      </w:pPr>
      <w:r w:rsidRPr="000651CF">
        <w:rPr>
          <w:rFonts w:ascii="Times New Roman" w:hAnsi="Times New Roman"/>
          <w:b/>
          <w:sz w:val="28"/>
          <w:szCs w:val="28"/>
        </w:rPr>
        <w:t>Информационное сообщение о формировании реестра владельце</w:t>
      </w:r>
      <w:r>
        <w:rPr>
          <w:rFonts w:ascii="Times New Roman" w:hAnsi="Times New Roman"/>
          <w:b/>
          <w:sz w:val="28"/>
          <w:szCs w:val="28"/>
        </w:rPr>
        <w:t>в</w:t>
      </w:r>
      <w:r w:rsidRPr="000651CF">
        <w:rPr>
          <w:rFonts w:ascii="Times New Roman" w:hAnsi="Times New Roman"/>
          <w:b/>
          <w:sz w:val="28"/>
          <w:szCs w:val="28"/>
        </w:rPr>
        <w:t xml:space="preserve"> ценных бумаг </w:t>
      </w:r>
      <w:r>
        <w:rPr>
          <w:rFonts w:ascii="Times New Roman" w:hAnsi="Times New Roman"/>
          <w:b/>
          <w:sz w:val="28"/>
          <w:szCs w:val="28"/>
        </w:rPr>
        <w:t xml:space="preserve">ЗАО «Белбизнеспресс» </w:t>
      </w:r>
      <w:r w:rsidRPr="000651CF">
        <w:rPr>
          <w:rFonts w:ascii="Times New Roman" w:hAnsi="Times New Roman"/>
          <w:b/>
          <w:sz w:val="28"/>
          <w:szCs w:val="28"/>
        </w:rPr>
        <w:t xml:space="preserve">для составления списка лиц, имеющих право на участие </w:t>
      </w:r>
      <w:r w:rsidRPr="00CE7701">
        <w:rPr>
          <w:rFonts w:ascii="Times New Roman" w:hAnsi="Times New Roman"/>
          <w:b/>
          <w:sz w:val="28"/>
          <w:szCs w:val="28"/>
        </w:rPr>
        <w:t>в годовом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D677A1">
        <w:rPr>
          <w:rFonts w:ascii="Times New Roman" w:hAnsi="Times New Roman"/>
          <w:b/>
          <w:sz w:val="28"/>
          <w:szCs w:val="28"/>
        </w:rPr>
        <w:t>О</w:t>
      </w:r>
      <w:r w:rsidRPr="000651CF">
        <w:rPr>
          <w:rFonts w:ascii="Times New Roman" w:hAnsi="Times New Roman"/>
          <w:b/>
          <w:sz w:val="28"/>
          <w:szCs w:val="28"/>
        </w:rPr>
        <w:t>бщем собрании акционеров</w:t>
      </w:r>
    </w:p>
    <w:p w:rsidR="00F651A1" w:rsidRDefault="00F651A1" w:rsidP="00C8792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Закрытое акционерное общество «Белбизнеспресс», расположенное по адресу: г.</w:t>
      </w:r>
      <w:r w:rsidRPr="00742DB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Минск, ул. Козыревская 15, настоящим информирует, что на основании приказа генерального директора от 1</w:t>
      </w:r>
      <w:r w:rsidRPr="00AC71A9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.12.201</w:t>
      </w:r>
      <w:r w:rsidRPr="00AC71A9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года №106 осуществляется </w:t>
      </w:r>
      <w:r w:rsidRPr="006D00A4">
        <w:rPr>
          <w:rFonts w:ascii="Times New Roman" w:hAnsi="Times New Roman"/>
          <w:sz w:val="28"/>
          <w:szCs w:val="28"/>
        </w:rPr>
        <w:t xml:space="preserve">формирование реестра владельцев ценных бумаг по состоянию на </w:t>
      </w:r>
      <w:r>
        <w:rPr>
          <w:rFonts w:ascii="Times New Roman" w:hAnsi="Times New Roman"/>
          <w:sz w:val="28"/>
          <w:szCs w:val="28"/>
        </w:rPr>
        <w:t>29.01.2019</w:t>
      </w:r>
      <w:r w:rsidRPr="006D00A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года для проведения годового Общего собрания, которое состоится  30.01.2019 года.</w:t>
      </w:r>
      <w:r w:rsidRPr="00F97509">
        <w:rPr>
          <w:rFonts w:ascii="Times New Roman" w:hAnsi="Times New Roman"/>
          <w:sz w:val="28"/>
          <w:szCs w:val="28"/>
        </w:rPr>
        <w:t xml:space="preserve"> </w:t>
      </w:r>
    </w:p>
    <w:p w:rsidR="00F651A1" w:rsidRDefault="00F651A1" w:rsidP="00C87923">
      <w:pPr>
        <w:jc w:val="both"/>
        <w:rPr>
          <w:rFonts w:ascii="Times New Roman" w:hAnsi="Times New Roman"/>
          <w:sz w:val="28"/>
          <w:szCs w:val="28"/>
        </w:rPr>
      </w:pPr>
    </w:p>
    <w:p w:rsidR="00F651A1" w:rsidRPr="00F97509" w:rsidRDefault="00F651A1" w:rsidP="00C87923">
      <w:pPr>
        <w:jc w:val="both"/>
        <w:rPr>
          <w:rFonts w:ascii="Times New Roman" w:hAnsi="Times New Roman"/>
          <w:sz w:val="28"/>
          <w:szCs w:val="28"/>
        </w:rPr>
      </w:pPr>
      <w:r w:rsidRPr="00F97509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 xml:space="preserve">енеральный директор                                                         </w:t>
      </w:r>
      <w:r w:rsidRPr="00742DB6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Ф.Ф. Великоселец</w:t>
      </w:r>
    </w:p>
    <w:p w:rsidR="00F651A1" w:rsidRDefault="00F651A1" w:rsidP="00C87923">
      <w:pPr>
        <w:jc w:val="both"/>
        <w:rPr>
          <w:rFonts w:ascii="Times New Roman" w:hAnsi="Times New Roman"/>
          <w:sz w:val="28"/>
          <w:szCs w:val="28"/>
        </w:rPr>
      </w:pPr>
    </w:p>
    <w:p w:rsidR="00F651A1" w:rsidRPr="00C1557E" w:rsidRDefault="00F651A1" w:rsidP="00C87923">
      <w:pPr>
        <w:jc w:val="both"/>
        <w:rPr>
          <w:rFonts w:ascii="Times New Roman" w:hAnsi="Times New Roman"/>
          <w:i/>
          <w:sz w:val="28"/>
          <w:szCs w:val="28"/>
        </w:rPr>
      </w:pPr>
    </w:p>
    <w:p w:rsidR="00F651A1" w:rsidRPr="00BA0B54" w:rsidRDefault="00F651A1" w:rsidP="00C87923">
      <w:pPr>
        <w:jc w:val="both"/>
        <w:rPr>
          <w:rFonts w:ascii="Times New Roman" w:hAnsi="Times New Roman"/>
          <w:i/>
          <w:sz w:val="28"/>
          <w:szCs w:val="28"/>
        </w:rPr>
      </w:pPr>
    </w:p>
    <w:p w:rsidR="00F651A1" w:rsidRPr="00BA0B54" w:rsidRDefault="00F651A1" w:rsidP="00C87923">
      <w:pPr>
        <w:jc w:val="both"/>
        <w:rPr>
          <w:rFonts w:ascii="Times New Roman" w:hAnsi="Times New Roman"/>
          <w:i/>
          <w:sz w:val="28"/>
          <w:szCs w:val="28"/>
        </w:rPr>
      </w:pPr>
    </w:p>
    <w:p w:rsidR="00F651A1" w:rsidRPr="00C87923" w:rsidRDefault="00F651A1"/>
    <w:sectPr w:rsidR="00F651A1" w:rsidRPr="00C87923" w:rsidSect="00756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7923"/>
    <w:rsid w:val="000521A6"/>
    <w:rsid w:val="000651CF"/>
    <w:rsid w:val="00070B9B"/>
    <w:rsid w:val="00080177"/>
    <w:rsid w:val="00084FAE"/>
    <w:rsid w:val="00164E96"/>
    <w:rsid w:val="00167DB3"/>
    <w:rsid w:val="00197035"/>
    <w:rsid w:val="0027511E"/>
    <w:rsid w:val="0034068B"/>
    <w:rsid w:val="00353853"/>
    <w:rsid w:val="00356492"/>
    <w:rsid w:val="0035749D"/>
    <w:rsid w:val="003847D9"/>
    <w:rsid w:val="003C1628"/>
    <w:rsid w:val="003C6B30"/>
    <w:rsid w:val="00406D09"/>
    <w:rsid w:val="00435C33"/>
    <w:rsid w:val="00474801"/>
    <w:rsid w:val="00497F24"/>
    <w:rsid w:val="005B630A"/>
    <w:rsid w:val="005C2429"/>
    <w:rsid w:val="005D51B6"/>
    <w:rsid w:val="005F6687"/>
    <w:rsid w:val="00630997"/>
    <w:rsid w:val="006C6C59"/>
    <w:rsid w:val="006D00A4"/>
    <w:rsid w:val="006D2CB0"/>
    <w:rsid w:val="007050C7"/>
    <w:rsid w:val="00721248"/>
    <w:rsid w:val="00742DB6"/>
    <w:rsid w:val="00756BC3"/>
    <w:rsid w:val="00765F3F"/>
    <w:rsid w:val="00766ED2"/>
    <w:rsid w:val="00795272"/>
    <w:rsid w:val="007A18B0"/>
    <w:rsid w:val="007B5540"/>
    <w:rsid w:val="00800C6F"/>
    <w:rsid w:val="0082517C"/>
    <w:rsid w:val="009943BF"/>
    <w:rsid w:val="009F7A6B"/>
    <w:rsid w:val="00A22C1B"/>
    <w:rsid w:val="00A918F5"/>
    <w:rsid w:val="00A94179"/>
    <w:rsid w:val="00AC71A9"/>
    <w:rsid w:val="00AD57E4"/>
    <w:rsid w:val="00B41717"/>
    <w:rsid w:val="00BA0B54"/>
    <w:rsid w:val="00BD489D"/>
    <w:rsid w:val="00BE5CBD"/>
    <w:rsid w:val="00C05310"/>
    <w:rsid w:val="00C1557E"/>
    <w:rsid w:val="00C43C93"/>
    <w:rsid w:val="00C87923"/>
    <w:rsid w:val="00C92DE1"/>
    <w:rsid w:val="00CC68CE"/>
    <w:rsid w:val="00CD4909"/>
    <w:rsid w:val="00CE7701"/>
    <w:rsid w:val="00CF7683"/>
    <w:rsid w:val="00D677A1"/>
    <w:rsid w:val="00D73F7C"/>
    <w:rsid w:val="00DA7927"/>
    <w:rsid w:val="00E27244"/>
    <w:rsid w:val="00E345B8"/>
    <w:rsid w:val="00E35E83"/>
    <w:rsid w:val="00E87856"/>
    <w:rsid w:val="00E97B64"/>
    <w:rsid w:val="00F50B7D"/>
    <w:rsid w:val="00F55783"/>
    <w:rsid w:val="00F651A1"/>
    <w:rsid w:val="00F7064F"/>
    <w:rsid w:val="00F97509"/>
    <w:rsid w:val="00FF20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792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742D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98</Words>
  <Characters>565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Информационное сообщение о формировании реестра владельцев ценных бумаг ЗАО «Белбизнеспресс» для составления списка лиц, имеющих право на участие в годовом Общем собрании акционеров</dc:title>
  <dc:subject/>
  <dc:creator>Zhukowskaya</dc:creator>
  <cp:keywords/>
  <dc:description/>
  <cp:lastModifiedBy>ref</cp:lastModifiedBy>
  <cp:revision>2</cp:revision>
  <cp:lastPrinted>2018-12-17T08:51:00Z</cp:lastPrinted>
  <dcterms:created xsi:type="dcterms:W3CDTF">2018-12-17T08:52:00Z</dcterms:created>
  <dcterms:modified xsi:type="dcterms:W3CDTF">2018-12-17T08:52:00Z</dcterms:modified>
</cp:coreProperties>
</file>