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17" w:rsidRDefault="001C5717" w:rsidP="00C87923">
      <w:pPr>
        <w:jc w:val="center"/>
        <w:rPr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1C5717" w:rsidRDefault="001C5717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</w:t>
      </w:r>
      <w:r w:rsidRPr="000651CF">
        <w:rPr>
          <w:rFonts w:ascii="Times New Roman" w:hAnsi="Times New Roman"/>
          <w:b/>
          <w:sz w:val="28"/>
          <w:szCs w:val="28"/>
        </w:rPr>
        <w:t>н</w:t>
      </w:r>
      <w:r w:rsidRPr="000651CF">
        <w:rPr>
          <w:rFonts w:ascii="Times New Roman" w:hAnsi="Times New Roman"/>
          <w:b/>
          <w:sz w:val="28"/>
          <w:szCs w:val="28"/>
        </w:rPr>
        <w:t xml:space="preserve">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 годовом</w:t>
      </w:r>
      <w:r w:rsidRPr="000651CF">
        <w:rPr>
          <w:rFonts w:ascii="Times New Roman" w:hAnsi="Times New Roman"/>
          <w:b/>
          <w:sz w:val="28"/>
          <w:szCs w:val="28"/>
        </w:rPr>
        <w:t xml:space="preserve"> общем собрании акционеров</w:t>
      </w:r>
    </w:p>
    <w:p w:rsidR="001C5717" w:rsidRPr="00557561" w:rsidRDefault="001C5717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</w:t>
      </w:r>
      <w:r w:rsidRPr="006432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Минск, ул. Козыревская 15, настоящим информирует, что на осн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вании приказа генерального директора от 1</w:t>
      </w:r>
      <w:r w:rsidRPr="005575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.12.2017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>
        <w:rPr>
          <w:rFonts w:ascii="Times New Roman" w:hAnsi="Times New Roman"/>
          <w:sz w:val="28"/>
          <w:szCs w:val="28"/>
        </w:rPr>
        <w:t>30.01.2018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для проведения годового общего собрания, которое состоится  31.01.2018 года.</w:t>
      </w:r>
    </w:p>
    <w:p w:rsidR="001C5717" w:rsidRPr="00557561" w:rsidRDefault="001C5717" w:rsidP="00C87923">
      <w:pPr>
        <w:jc w:val="both"/>
        <w:rPr>
          <w:rFonts w:ascii="Times New Roman" w:hAnsi="Times New Roman"/>
          <w:sz w:val="28"/>
          <w:szCs w:val="28"/>
        </w:rPr>
      </w:pPr>
    </w:p>
    <w:p w:rsidR="001C5717" w:rsidRPr="0046478A" w:rsidRDefault="001C5717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Генеральный директор                                                      Ф.Ф.</w:t>
      </w:r>
      <w:r w:rsidRPr="00557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Великоселец</w:t>
      </w:r>
    </w:p>
    <w:p w:rsidR="001C5717" w:rsidRDefault="001C5717" w:rsidP="00C87923">
      <w:pPr>
        <w:jc w:val="both"/>
        <w:rPr>
          <w:rFonts w:ascii="Times New Roman" w:hAnsi="Times New Roman"/>
          <w:sz w:val="28"/>
          <w:szCs w:val="28"/>
        </w:rPr>
      </w:pPr>
    </w:p>
    <w:p w:rsidR="001C5717" w:rsidRPr="00C1557E" w:rsidRDefault="001C571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1C5717" w:rsidRDefault="001C571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1C5717" w:rsidRPr="00BA0B54" w:rsidRDefault="001C571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1C5717" w:rsidRPr="00BA0B54" w:rsidRDefault="001C5717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1C5717" w:rsidRPr="00C87923" w:rsidRDefault="001C5717"/>
    <w:sectPr w:rsidR="001C5717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27EDF"/>
    <w:rsid w:val="000521A6"/>
    <w:rsid w:val="000651CF"/>
    <w:rsid w:val="00070B9B"/>
    <w:rsid w:val="00080177"/>
    <w:rsid w:val="00084FAE"/>
    <w:rsid w:val="00164E96"/>
    <w:rsid w:val="00167DB3"/>
    <w:rsid w:val="001C5717"/>
    <w:rsid w:val="00236FBD"/>
    <w:rsid w:val="0027511E"/>
    <w:rsid w:val="003847D9"/>
    <w:rsid w:val="003C6B30"/>
    <w:rsid w:val="00406D09"/>
    <w:rsid w:val="004475EE"/>
    <w:rsid w:val="004503E3"/>
    <w:rsid w:val="0046478A"/>
    <w:rsid w:val="004B461A"/>
    <w:rsid w:val="00557561"/>
    <w:rsid w:val="005B630A"/>
    <w:rsid w:val="005C2429"/>
    <w:rsid w:val="005F6687"/>
    <w:rsid w:val="00630997"/>
    <w:rsid w:val="00630B47"/>
    <w:rsid w:val="00643208"/>
    <w:rsid w:val="006C6C59"/>
    <w:rsid w:val="006D00A4"/>
    <w:rsid w:val="00734F72"/>
    <w:rsid w:val="00756BC3"/>
    <w:rsid w:val="00765F3F"/>
    <w:rsid w:val="00795272"/>
    <w:rsid w:val="007F7900"/>
    <w:rsid w:val="00800C6F"/>
    <w:rsid w:val="0082517C"/>
    <w:rsid w:val="0084679C"/>
    <w:rsid w:val="008D5636"/>
    <w:rsid w:val="008F6B63"/>
    <w:rsid w:val="00905569"/>
    <w:rsid w:val="00984C1B"/>
    <w:rsid w:val="009943BF"/>
    <w:rsid w:val="009A556F"/>
    <w:rsid w:val="00A94179"/>
    <w:rsid w:val="00AD57E4"/>
    <w:rsid w:val="00B236C9"/>
    <w:rsid w:val="00B41717"/>
    <w:rsid w:val="00BA0598"/>
    <w:rsid w:val="00BA0B54"/>
    <w:rsid w:val="00BD489D"/>
    <w:rsid w:val="00BD55FD"/>
    <w:rsid w:val="00BE5CBD"/>
    <w:rsid w:val="00BF6162"/>
    <w:rsid w:val="00C1557E"/>
    <w:rsid w:val="00C24003"/>
    <w:rsid w:val="00C43C93"/>
    <w:rsid w:val="00C87923"/>
    <w:rsid w:val="00C92DE1"/>
    <w:rsid w:val="00CC68CE"/>
    <w:rsid w:val="00CD4909"/>
    <w:rsid w:val="00CE2721"/>
    <w:rsid w:val="00D556AA"/>
    <w:rsid w:val="00D95122"/>
    <w:rsid w:val="00DA2440"/>
    <w:rsid w:val="00E345B8"/>
    <w:rsid w:val="00E35E83"/>
    <w:rsid w:val="00E861DB"/>
    <w:rsid w:val="00E91E93"/>
    <w:rsid w:val="00E97FA9"/>
    <w:rsid w:val="00F5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97</Words>
  <Characters>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 годовом общем собрании акционеров</dc:title>
  <dc:subject/>
  <dc:creator>Zhukowskaya</dc:creator>
  <cp:keywords/>
  <dc:description/>
  <cp:lastModifiedBy>ref</cp:lastModifiedBy>
  <cp:revision>3</cp:revision>
  <dcterms:created xsi:type="dcterms:W3CDTF">2017-12-19T06:47:00Z</dcterms:created>
  <dcterms:modified xsi:type="dcterms:W3CDTF">2017-12-19T06:47:00Z</dcterms:modified>
</cp:coreProperties>
</file>