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583A" w:rsidRDefault="00AA583A" w:rsidP="00C87923">
      <w:pPr>
        <w:jc w:val="center"/>
        <w:rPr>
          <w:lang w:val="en-US"/>
        </w:rPr>
      </w:pPr>
    </w:p>
    <w:p w:rsidR="00AA583A" w:rsidRDefault="00AA583A" w:rsidP="00C87923">
      <w:pPr>
        <w:jc w:val="center"/>
        <w:rPr>
          <w:rFonts w:ascii="Times New Roman" w:hAnsi="Times New Roman"/>
          <w:b/>
          <w:sz w:val="28"/>
          <w:szCs w:val="28"/>
          <w:lang w:val="en-US"/>
        </w:rPr>
      </w:pPr>
    </w:p>
    <w:p w:rsidR="00AA583A" w:rsidRDefault="00AA583A" w:rsidP="00C87923">
      <w:pPr>
        <w:jc w:val="center"/>
        <w:rPr>
          <w:rFonts w:ascii="Times New Roman" w:hAnsi="Times New Roman"/>
          <w:b/>
          <w:sz w:val="28"/>
          <w:szCs w:val="28"/>
        </w:rPr>
      </w:pPr>
      <w:r w:rsidRPr="000651CF">
        <w:rPr>
          <w:rFonts w:ascii="Times New Roman" w:hAnsi="Times New Roman"/>
          <w:b/>
          <w:sz w:val="28"/>
          <w:szCs w:val="28"/>
        </w:rPr>
        <w:t>Информационное сообщение о формировании реестра владельце</w:t>
      </w:r>
      <w:r>
        <w:rPr>
          <w:rFonts w:ascii="Times New Roman" w:hAnsi="Times New Roman"/>
          <w:b/>
          <w:sz w:val="28"/>
          <w:szCs w:val="28"/>
        </w:rPr>
        <w:t>в</w:t>
      </w:r>
      <w:r w:rsidRPr="000651CF">
        <w:rPr>
          <w:rFonts w:ascii="Times New Roman" w:hAnsi="Times New Roman"/>
          <w:b/>
          <w:sz w:val="28"/>
          <w:szCs w:val="28"/>
        </w:rPr>
        <w:t xml:space="preserve"> це</w:t>
      </w:r>
      <w:r w:rsidRPr="000651CF">
        <w:rPr>
          <w:rFonts w:ascii="Times New Roman" w:hAnsi="Times New Roman"/>
          <w:b/>
          <w:sz w:val="28"/>
          <w:szCs w:val="28"/>
        </w:rPr>
        <w:t>н</w:t>
      </w:r>
      <w:r w:rsidRPr="000651CF">
        <w:rPr>
          <w:rFonts w:ascii="Times New Roman" w:hAnsi="Times New Roman"/>
          <w:b/>
          <w:sz w:val="28"/>
          <w:szCs w:val="28"/>
        </w:rPr>
        <w:t xml:space="preserve">ных бумаг </w:t>
      </w:r>
      <w:r>
        <w:rPr>
          <w:rFonts w:ascii="Times New Roman" w:hAnsi="Times New Roman"/>
          <w:b/>
          <w:sz w:val="28"/>
          <w:szCs w:val="28"/>
        </w:rPr>
        <w:t xml:space="preserve">ЗАО «Белбизнеспресс» </w:t>
      </w:r>
      <w:r w:rsidRPr="000651CF">
        <w:rPr>
          <w:rFonts w:ascii="Times New Roman" w:hAnsi="Times New Roman"/>
          <w:b/>
          <w:sz w:val="28"/>
          <w:szCs w:val="28"/>
        </w:rPr>
        <w:t xml:space="preserve">для составления списка лиц, имеющих право на участие </w:t>
      </w:r>
      <w:r>
        <w:rPr>
          <w:rFonts w:ascii="Times New Roman" w:hAnsi="Times New Roman"/>
          <w:b/>
          <w:sz w:val="28"/>
          <w:szCs w:val="28"/>
        </w:rPr>
        <w:t>во</w:t>
      </w:r>
      <w:r w:rsidRPr="000651CF">
        <w:rPr>
          <w:rFonts w:ascii="Times New Roman" w:hAnsi="Times New Roman"/>
          <w:b/>
          <w:sz w:val="28"/>
          <w:szCs w:val="28"/>
        </w:rPr>
        <w:t xml:space="preserve"> внеочередном общем собрании акционеров</w:t>
      </w:r>
    </w:p>
    <w:p w:rsidR="00AA583A" w:rsidRDefault="00AA583A" w:rsidP="00C8792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Закрытое акционерное общество «Белбизнеспресс», расположенное по адресу: г.</w:t>
      </w:r>
      <w:r w:rsidRPr="005B4F8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Минск, ул. Козыревская 15, настоящим информирует, что на осн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вании приказа генерального директора от </w:t>
      </w:r>
      <w:r w:rsidRPr="00102281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.0</w:t>
      </w:r>
      <w:r w:rsidRPr="00102281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.2017 года осуществляется </w:t>
      </w:r>
      <w:r w:rsidRPr="006D00A4">
        <w:rPr>
          <w:rFonts w:ascii="Times New Roman" w:hAnsi="Times New Roman"/>
          <w:sz w:val="28"/>
          <w:szCs w:val="28"/>
        </w:rPr>
        <w:t xml:space="preserve">формирование реестра владельцев ценных бумаг по состоянию на </w:t>
      </w:r>
      <w:r w:rsidRPr="00102281">
        <w:rPr>
          <w:rFonts w:ascii="Times New Roman" w:hAnsi="Times New Roman"/>
          <w:sz w:val="28"/>
          <w:szCs w:val="28"/>
        </w:rPr>
        <w:t>18</w:t>
      </w:r>
      <w:r>
        <w:rPr>
          <w:rFonts w:ascii="Times New Roman" w:hAnsi="Times New Roman"/>
          <w:sz w:val="28"/>
          <w:szCs w:val="28"/>
        </w:rPr>
        <w:t>.0</w:t>
      </w:r>
      <w:r w:rsidRPr="0010228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.2017</w:t>
      </w:r>
      <w:r w:rsidRPr="006D00A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 для проведения внеочередного общего собрания, которое состоится  2</w:t>
      </w:r>
      <w:r w:rsidRPr="00102281">
        <w:rPr>
          <w:rFonts w:ascii="Times New Roman" w:hAnsi="Times New Roman"/>
          <w:sz w:val="28"/>
          <w:szCs w:val="28"/>
        </w:rPr>
        <w:t>0</w:t>
      </w:r>
      <w:r>
        <w:rPr>
          <w:rFonts w:ascii="Times New Roman" w:hAnsi="Times New Roman"/>
          <w:sz w:val="28"/>
          <w:szCs w:val="28"/>
        </w:rPr>
        <w:t>.0</w:t>
      </w:r>
      <w:r w:rsidRPr="00102281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>.2017 года.</w:t>
      </w:r>
      <w:r w:rsidRPr="00F97509">
        <w:rPr>
          <w:rFonts w:ascii="Times New Roman" w:hAnsi="Times New Roman"/>
          <w:sz w:val="28"/>
          <w:szCs w:val="28"/>
        </w:rPr>
        <w:t xml:space="preserve"> </w:t>
      </w:r>
    </w:p>
    <w:p w:rsidR="00AA583A" w:rsidRDefault="00AA583A" w:rsidP="00C87923">
      <w:pPr>
        <w:jc w:val="both"/>
        <w:rPr>
          <w:rFonts w:ascii="Times New Roman" w:hAnsi="Times New Roman"/>
          <w:sz w:val="28"/>
          <w:szCs w:val="28"/>
        </w:rPr>
      </w:pPr>
    </w:p>
    <w:p w:rsidR="00AA583A" w:rsidRDefault="00AA583A" w:rsidP="00C87923">
      <w:pPr>
        <w:jc w:val="both"/>
        <w:rPr>
          <w:rFonts w:ascii="Times New Roman" w:hAnsi="Times New Roman"/>
          <w:sz w:val="28"/>
          <w:szCs w:val="28"/>
        </w:rPr>
      </w:pPr>
    </w:p>
    <w:p w:rsidR="00AA583A" w:rsidRPr="00C1557E" w:rsidRDefault="00AA583A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AA583A" w:rsidRPr="00BA0B54" w:rsidRDefault="00AA583A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AA583A" w:rsidRPr="00BA0B54" w:rsidRDefault="00AA583A" w:rsidP="00C87923">
      <w:pPr>
        <w:jc w:val="both"/>
        <w:rPr>
          <w:rFonts w:ascii="Times New Roman" w:hAnsi="Times New Roman"/>
          <w:i/>
          <w:sz w:val="28"/>
          <w:szCs w:val="28"/>
        </w:rPr>
      </w:pPr>
    </w:p>
    <w:p w:rsidR="00AA583A" w:rsidRPr="00C87923" w:rsidRDefault="00AA583A"/>
    <w:sectPr w:rsidR="00AA583A" w:rsidRPr="00C87923" w:rsidSect="00756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7923"/>
    <w:rsid w:val="00031395"/>
    <w:rsid w:val="000521A6"/>
    <w:rsid w:val="000651CF"/>
    <w:rsid w:val="00070B9B"/>
    <w:rsid w:val="00080177"/>
    <w:rsid w:val="00084FAE"/>
    <w:rsid w:val="000D24E8"/>
    <w:rsid w:val="00102281"/>
    <w:rsid w:val="00162375"/>
    <w:rsid w:val="00164E96"/>
    <w:rsid w:val="00167DB3"/>
    <w:rsid w:val="001764F1"/>
    <w:rsid w:val="0027511E"/>
    <w:rsid w:val="00333C75"/>
    <w:rsid w:val="003847D9"/>
    <w:rsid w:val="003C6B30"/>
    <w:rsid w:val="00406D09"/>
    <w:rsid w:val="00562DD9"/>
    <w:rsid w:val="005B4F81"/>
    <w:rsid w:val="005B630A"/>
    <w:rsid w:val="005C2429"/>
    <w:rsid w:val="005D51B6"/>
    <w:rsid w:val="005F6687"/>
    <w:rsid w:val="00622C39"/>
    <w:rsid w:val="00630997"/>
    <w:rsid w:val="006C6C59"/>
    <w:rsid w:val="006D00A4"/>
    <w:rsid w:val="00756BC3"/>
    <w:rsid w:val="00765F3F"/>
    <w:rsid w:val="00766ED2"/>
    <w:rsid w:val="00795272"/>
    <w:rsid w:val="00800C6F"/>
    <w:rsid w:val="0082517C"/>
    <w:rsid w:val="0091367C"/>
    <w:rsid w:val="009456B3"/>
    <w:rsid w:val="009943BF"/>
    <w:rsid w:val="00A3440E"/>
    <w:rsid w:val="00A94179"/>
    <w:rsid w:val="00AA583A"/>
    <w:rsid w:val="00AB552B"/>
    <w:rsid w:val="00AD57E4"/>
    <w:rsid w:val="00B41717"/>
    <w:rsid w:val="00BA0B54"/>
    <w:rsid w:val="00BD489D"/>
    <w:rsid w:val="00BE5CBD"/>
    <w:rsid w:val="00C1557E"/>
    <w:rsid w:val="00C26B05"/>
    <w:rsid w:val="00C43C93"/>
    <w:rsid w:val="00C87923"/>
    <w:rsid w:val="00C92DE1"/>
    <w:rsid w:val="00CC68CE"/>
    <w:rsid w:val="00CD4909"/>
    <w:rsid w:val="00E345B8"/>
    <w:rsid w:val="00E35E83"/>
    <w:rsid w:val="00E87856"/>
    <w:rsid w:val="00F55783"/>
    <w:rsid w:val="00F975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92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84</Words>
  <Characters>481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 о формировании реестра владельцев ценных бумаг ЗАО «Белбизнеспресс» для составления списка лиц, имеющих право на участие во внеочередном общем собрании акционеров</dc:title>
  <dc:subject/>
  <dc:creator>Zhukowskaya</dc:creator>
  <cp:keywords/>
  <dc:description/>
  <cp:lastModifiedBy>ref</cp:lastModifiedBy>
  <cp:revision>2</cp:revision>
  <dcterms:created xsi:type="dcterms:W3CDTF">2017-06-21T14:04:00Z</dcterms:created>
  <dcterms:modified xsi:type="dcterms:W3CDTF">2017-06-21T14:04:00Z</dcterms:modified>
</cp:coreProperties>
</file>